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BEC6D" w14:textId="77777777" w:rsidR="001D6B8F" w:rsidRPr="00611B57" w:rsidRDefault="001D6B8F" w:rsidP="00700BF4">
      <w:pPr>
        <w:jc w:val="right"/>
        <w:rPr>
          <w:b/>
          <w:bCs/>
        </w:rPr>
      </w:pPr>
      <w:r>
        <w:rPr>
          <w:b/>
          <w:bCs/>
        </w:rPr>
        <w:t>Projektas</w:t>
      </w:r>
    </w:p>
    <w:p w14:paraId="7E69D4A8" w14:textId="77777777" w:rsidR="00E534C8" w:rsidRPr="00E82BB6" w:rsidRDefault="00D56554" w:rsidP="00FC2FE8">
      <w:pPr>
        <w:jc w:val="center"/>
        <w:rPr>
          <w:b/>
          <w:sz w:val="28"/>
          <w:szCs w:val="28"/>
        </w:rPr>
      </w:pPr>
      <w:r w:rsidRPr="00E82BB6">
        <w:rPr>
          <w:b/>
          <w:sz w:val="28"/>
          <w:szCs w:val="28"/>
        </w:rPr>
        <w:t>PLUNGĖS RAJONO SAVIVALDYBĖS</w:t>
      </w:r>
    </w:p>
    <w:p w14:paraId="3D1020AD" w14:textId="77777777" w:rsidR="00D56554" w:rsidRPr="00E82BB6" w:rsidRDefault="00D56554" w:rsidP="00FC2FE8">
      <w:pPr>
        <w:jc w:val="center"/>
        <w:rPr>
          <w:b/>
          <w:sz w:val="28"/>
          <w:szCs w:val="28"/>
        </w:rPr>
      </w:pPr>
      <w:r w:rsidRPr="00E82BB6">
        <w:rPr>
          <w:b/>
          <w:sz w:val="28"/>
          <w:szCs w:val="28"/>
        </w:rPr>
        <w:t>TARYBA</w:t>
      </w:r>
    </w:p>
    <w:p w14:paraId="2EC27021" w14:textId="77777777" w:rsidR="00D56554" w:rsidRPr="00E82BB6" w:rsidRDefault="00D56554" w:rsidP="00FC2FE8">
      <w:pPr>
        <w:jc w:val="center"/>
        <w:rPr>
          <w:b/>
          <w:sz w:val="28"/>
          <w:szCs w:val="28"/>
        </w:rPr>
      </w:pPr>
    </w:p>
    <w:p w14:paraId="74546F50" w14:textId="77777777" w:rsidR="006528AE" w:rsidRPr="006528AE" w:rsidRDefault="006528AE" w:rsidP="006528AE">
      <w:pPr>
        <w:jc w:val="center"/>
        <w:rPr>
          <w:b/>
          <w:caps/>
          <w:sz w:val="28"/>
          <w:szCs w:val="28"/>
        </w:rPr>
      </w:pPr>
      <w:r w:rsidRPr="006528AE">
        <w:rPr>
          <w:b/>
          <w:caps/>
          <w:sz w:val="28"/>
          <w:szCs w:val="28"/>
        </w:rPr>
        <w:t>sprendimas</w:t>
      </w:r>
    </w:p>
    <w:p w14:paraId="663F3B48" w14:textId="77777777" w:rsidR="006528AE" w:rsidRPr="006528AE" w:rsidRDefault="006528AE" w:rsidP="006528AE">
      <w:pPr>
        <w:jc w:val="center"/>
        <w:rPr>
          <w:b/>
          <w:bCs/>
          <w:sz w:val="28"/>
          <w:szCs w:val="28"/>
        </w:rPr>
      </w:pPr>
      <w:r w:rsidRPr="006528AE">
        <w:rPr>
          <w:b/>
          <w:bCs/>
          <w:sz w:val="28"/>
          <w:szCs w:val="28"/>
        </w:rPr>
        <w:t xml:space="preserve">DĖL </w:t>
      </w:r>
      <w:bookmarkStart w:id="0" w:name="_Hlk123845336"/>
      <w:r w:rsidRPr="006528AE">
        <w:rPr>
          <w:b/>
          <w:bCs/>
          <w:sz w:val="28"/>
          <w:szCs w:val="28"/>
        </w:rPr>
        <w:t xml:space="preserve">PAPILDOMOS VIENKARTINĖS PARAMOS (IŠMOKOS) GIMUS VAIKUI SKYRIMO IR MOKĖJIMO </w:t>
      </w:r>
      <w:r>
        <w:rPr>
          <w:b/>
          <w:bCs/>
          <w:sz w:val="28"/>
          <w:szCs w:val="28"/>
        </w:rPr>
        <w:t>PLUNGĖS</w:t>
      </w:r>
      <w:r w:rsidRPr="006528AE">
        <w:rPr>
          <w:b/>
          <w:bCs/>
          <w:sz w:val="28"/>
          <w:szCs w:val="28"/>
        </w:rPr>
        <w:t xml:space="preserve"> RAJONO SAVIVALDYBĖJE TVARKOS APRAŠO PATVIRTINIMO</w:t>
      </w:r>
      <w:bookmarkEnd w:id="0"/>
    </w:p>
    <w:p w14:paraId="22D236AA" w14:textId="77777777" w:rsidR="006528AE" w:rsidRDefault="006528AE" w:rsidP="006528AE">
      <w:pPr>
        <w:pStyle w:val="ISTATYMAS"/>
        <w:rPr>
          <w:rFonts w:ascii="Times New Roman" w:hAnsi="Times New Roman"/>
          <w:sz w:val="24"/>
          <w:szCs w:val="24"/>
          <w:lang w:val="lt-LT"/>
        </w:rPr>
      </w:pPr>
    </w:p>
    <w:p w14:paraId="7587D4BF" w14:textId="77777777" w:rsidR="006528AE" w:rsidRDefault="006528AE" w:rsidP="006528AE">
      <w:pPr>
        <w:jc w:val="center"/>
      </w:pPr>
      <w:r>
        <w:t xml:space="preserve">2024 m. </w:t>
      </w:r>
      <w:r w:rsidR="00A17967">
        <w:t>spalio 31</w:t>
      </w:r>
      <w:r>
        <w:t xml:space="preserve"> d. Nr. T1-</w:t>
      </w:r>
    </w:p>
    <w:p w14:paraId="76F99E0B" w14:textId="77777777" w:rsidR="006528AE" w:rsidRDefault="006528AE" w:rsidP="006528AE">
      <w:pPr>
        <w:jc w:val="center"/>
      </w:pPr>
      <w:r>
        <w:t>Plungė</w:t>
      </w:r>
    </w:p>
    <w:p w14:paraId="6130F32C" w14:textId="77777777" w:rsidR="006528AE" w:rsidRDefault="006528AE" w:rsidP="006528AE">
      <w:pPr>
        <w:spacing w:line="276" w:lineRule="auto"/>
      </w:pPr>
    </w:p>
    <w:p w14:paraId="2DEDBD78" w14:textId="77777777" w:rsidR="006528AE" w:rsidRPr="00EE6D69" w:rsidRDefault="006528AE" w:rsidP="00F13CEB">
      <w:pPr>
        <w:tabs>
          <w:tab w:val="left" w:pos="851"/>
          <w:tab w:val="left" w:pos="993"/>
        </w:tabs>
        <w:ind w:firstLine="720"/>
        <w:jc w:val="both"/>
        <w:rPr>
          <w:lang w:eastAsia="ar-SA"/>
        </w:rPr>
      </w:pPr>
      <w:r w:rsidRPr="00EE6D69">
        <w:rPr>
          <w:lang w:eastAsia="ar-SA"/>
        </w:rPr>
        <w:t xml:space="preserve">Vadovaudamasi Lietuvos Respublikos vietos savivaldos įstatymo 6 straipsnio 12 punktu, 15 straipsnio 4 dalimi, Lietuvos Respublikos šeimos stiprinimo įstatymo </w:t>
      </w:r>
      <w:r w:rsidRPr="00EE6D69">
        <w:t>5 straipsnio 2 da</w:t>
      </w:r>
      <w:r w:rsidR="007B1F8C">
        <w:t xml:space="preserve">lies 6 punktu ir </w:t>
      </w:r>
      <w:r w:rsidR="007B1F8C" w:rsidRPr="00F16E06">
        <w:t>1</w:t>
      </w:r>
      <w:r w:rsidR="007720B3" w:rsidRPr="00F16E06">
        <w:t>4 straipsnio 1 dalies 5</w:t>
      </w:r>
      <w:r w:rsidRPr="00F16E06">
        <w:t xml:space="preserve"> punktu</w:t>
      </w:r>
      <w:r w:rsidRPr="00F16E06">
        <w:rPr>
          <w:lang w:eastAsia="ar-SA"/>
        </w:rPr>
        <w:t>,</w:t>
      </w:r>
      <w:r w:rsidRPr="00EE6D69">
        <w:rPr>
          <w:lang w:eastAsia="ar-SA"/>
        </w:rPr>
        <w:t xml:space="preserve"> Plungės rajono savivaldybės taryba  n u s p r e n d ž i a:</w:t>
      </w:r>
    </w:p>
    <w:p w14:paraId="148A804F" w14:textId="77777777" w:rsidR="006528AE" w:rsidRPr="00EE6D69" w:rsidRDefault="006528AE" w:rsidP="00F13CEB">
      <w:pPr>
        <w:pStyle w:val="Standard"/>
        <w:numPr>
          <w:ilvl w:val="0"/>
          <w:numId w:val="4"/>
        </w:numPr>
        <w:tabs>
          <w:tab w:val="left" w:pos="851"/>
          <w:tab w:val="left" w:pos="993"/>
        </w:tabs>
        <w:spacing w:after="0" w:line="240" w:lineRule="auto"/>
        <w:ind w:left="0" w:firstLine="720"/>
        <w:jc w:val="both"/>
        <w:textAlignment w:val="auto"/>
      </w:pPr>
      <w:r w:rsidRPr="00EE6D69">
        <w:rPr>
          <w:rFonts w:ascii="Times New Roman" w:hAnsi="Times New Roman" w:cs="Times New Roman"/>
          <w:sz w:val="24"/>
          <w:szCs w:val="24"/>
          <w:lang w:eastAsia="ar-SA"/>
        </w:rPr>
        <w:t xml:space="preserve">Patvirtinti </w:t>
      </w:r>
      <w:r w:rsidRPr="00EE6D69">
        <w:rPr>
          <w:rFonts w:ascii="Times New Roman" w:hAnsi="Times New Roman" w:cs="Times New Roman"/>
          <w:sz w:val="24"/>
          <w:szCs w:val="24"/>
        </w:rPr>
        <w:t>Papildomos vienkartinės paramos (išmokos) gimus vaikui skyrimo ir mokėjimo Plungės rajono savivaldybėje tvarkos aprašą</w:t>
      </w:r>
      <w:r w:rsidRPr="00EE6D69">
        <w:rPr>
          <w:rFonts w:ascii="Times New Roman" w:hAnsi="Times New Roman" w:cs="Times New Roman"/>
          <w:sz w:val="24"/>
          <w:szCs w:val="24"/>
          <w:lang w:eastAsia="ar-SA"/>
        </w:rPr>
        <w:t xml:space="preserve"> (pridedama).</w:t>
      </w:r>
    </w:p>
    <w:p w14:paraId="206916C4" w14:textId="77777777" w:rsidR="006528AE" w:rsidRPr="00EE6D69" w:rsidRDefault="006528AE" w:rsidP="00F13CEB">
      <w:pPr>
        <w:pStyle w:val="Sraopastraipa"/>
        <w:numPr>
          <w:ilvl w:val="0"/>
          <w:numId w:val="4"/>
        </w:numPr>
        <w:tabs>
          <w:tab w:val="left" w:pos="851"/>
          <w:tab w:val="left" w:pos="993"/>
        </w:tabs>
        <w:autoSpaceDN w:val="0"/>
        <w:ind w:left="0" w:firstLine="720"/>
        <w:contextualSpacing w:val="0"/>
        <w:jc w:val="both"/>
      </w:pPr>
      <w:r w:rsidRPr="00EE6D69">
        <w:t>Ši</w:t>
      </w:r>
      <w:r w:rsidR="00A17967">
        <w:t>s sprendimas įsigalioja nuo 2025 m. sausio</w:t>
      </w:r>
      <w:r w:rsidRPr="00EE6D69">
        <w:t xml:space="preserve"> 1 d.</w:t>
      </w:r>
    </w:p>
    <w:p w14:paraId="7A9B1C4A" w14:textId="77777777" w:rsidR="006528AE" w:rsidRPr="00EE6D69" w:rsidRDefault="006528AE" w:rsidP="00F13CEB">
      <w:pPr>
        <w:pStyle w:val="Sraopastraipa"/>
        <w:numPr>
          <w:ilvl w:val="0"/>
          <w:numId w:val="4"/>
        </w:numPr>
        <w:tabs>
          <w:tab w:val="left" w:pos="851"/>
          <w:tab w:val="left" w:pos="993"/>
        </w:tabs>
        <w:autoSpaceDN w:val="0"/>
        <w:ind w:left="0" w:firstLine="720"/>
        <w:contextualSpacing w:val="0"/>
        <w:jc w:val="both"/>
      </w:pPr>
      <w:r w:rsidRPr="00EE6D69">
        <w:t xml:space="preserve">Skelbti šį sprendimą Teisės aktų registre ir Plungės rajono savivaldybės interneto svetainėje </w:t>
      </w:r>
      <w:hyperlink r:id="rId6" w:history="1">
        <w:r w:rsidR="005B5BF9" w:rsidRPr="00545016">
          <w:rPr>
            <w:rStyle w:val="Hipersaitas"/>
          </w:rPr>
          <w:t>www.plunge.lt</w:t>
        </w:r>
      </w:hyperlink>
      <w:r w:rsidRPr="00EE6D69">
        <w:t>.</w:t>
      </w:r>
    </w:p>
    <w:p w14:paraId="2B9940D7" w14:textId="77777777" w:rsidR="006528AE" w:rsidRDefault="006528AE" w:rsidP="006528AE">
      <w:pPr>
        <w:tabs>
          <w:tab w:val="left" w:pos="993"/>
        </w:tabs>
        <w:spacing w:line="276" w:lineRule="auto"/>
        <w:ind w:firstLine="709"/>
        <w:rPr>
          <w:lang w:eastAsia="ar-SA"/>
        </w:rPr>
      </w:pPr>
    </w:p>
    <w:p w14:paraId="3159389F" w14:textId="77777777" w:rsidR="006528AE" w:rsidRDefault="006528AE" w:rsidP="006528AE">
      <w:pPr>
        <w:spacing w:line="276" w:lineRule="auto"/>
      </w:pPr>
    </w:p>
    <w:p w14:paraId="46DDEE4C" w14:textId="77777777" w:rsidR="006528AE" w:rsidRDefault="006528AE" w:rsidP="006528AE">
      <w:pPr>
        <w:spacing w:line="276" w:lineRule="auto"/>
      </w:pPr>
      <w:r>
        <w:t>Savivaldybės meras</w:t>
      </w:r>
      <w:r>
        <w:tab/>
      </w:r>
      <w:r>
        <w:tab/>
      </w:r>
      <w:r>
        <w:tab/>
      </w:r>
      <w:r>
        <w:tab/>
        <w:t xml:space="preserve">                    </w:t>
      </w:r>
    </w:p>
    <w:p w14:paraId="4B0BBED6" w14:textId="77777777" w:rsidR="006528AE" w:rsidRDefault="006528AE" w:rsidP="006528AE">
      <w:pPr>
        <w:spacing w:line="276" w:lineRule="auto"/>
        <w:jc w:val="both"/>
      </w:pPr>
    </w:p>
    <w:p w14:paraId="1CA500CB" w14:textId="77777777" w:rsidR="006528AE" w:rsidRDefault="006528AE" w:rsidP="006528AE">
      <w:pPr>
        <w:spacing w:line="276" w:lineRule="auto"/>
        <w:jc w:val="both"/>
      </w:pPr>
    </w:p>
    <w:p w14:paraId="011C388D" w14:textId="77777777" w:rsidR="006528AE" w:rsidRDefault="006528AE" w:rsidP="006528AE">
      <w:pPr>
        <w:spacing w:line="276" w:lineRule="auto"/>
        <w:jc w:val="both"/>
      </w:pPr>
    </w:p>
    <w:p w14:paraId="32B233AB" w14:textId="77777777" w:rsidR="006528AE" w:rsidRDefault="006528AE" w:rsidP="006528AE">
      <w:pPr>
        <w:spacing w:line="276" w:lineRule="auto"/>
        <w:jc w:val="both"/>
      </w:pPr>
    </w:p>
    <w:p w14:paraId="7974F4AB" w14:textId="77777777" w:rsidR="006528AE" w:rsidRDefault="006528AE" w:rsidP="006528AE">
      <w:pPr>
        <w:spacing w:line="276" w:lineRule="auto"/>
        <w:jc w:val="both"/>
      </w:pPr>
    </w:p>
    <w:p w14:paraId="16DB4FC1" w14:textId="77777777" w:rsidR="006528AE" w:rsidRDefault="006528AE" w:rsidP="006528AE">
      <w:pPr>
        <w:spacing w:line="276" w:lineRule="auto"/>
        <w:jc w:val="both"/>
      </w:pPr>
    </w:p>
    <w:p w14:paraId="768F5223" w14:textId="77777777" w:rsidR="00EE6D69" w:rsidRDefault="00EE6D69" w:rsidP="006528AE">
      <w:pPr>
        <w:spacing w:line="276" w:lineRule="auto"/>
        <w:jc w:val="both"/>
      </w:pPr>
    </w:p>
    <w:p w14:paraId="734EFD4D" w14:textId="77777777" w:rsidR="006528AE" w:rsidRDefault="006528AE" w:rsidP="006528AE">
      <w:pPr>
        <w:spacing w:line="276" w:lineRule="auto"/>
        <w:jc w:val="both"/>
      </w:pPr>
    </w:p>
    <w:p w14:paraId="38586517" w14:textId="77777777" w:rsidR="006528AE" w:rsidRDefault="006528AE" w:rsidP="006528AE">
      <w:pPr>
        <w:spacing w:line="276" w:lineRule="auto"/>
        <w:jc w:val="both"/>
      </w:pPr>
    </w:p>
    <w:p w14:paraId="322AEF69" w14:textId="77777777" w:rsidR="005B5BF9" w:rsidRDefault="005B5BF9" w:rsidP="00EE6D69"/>
    <w:p w14:paraId="342F50A2" w14:textId="77777777" w:rsidR="005B5BF9" w:rsidRDefault="005B5BF9" w:rsidP="00EE6D69"/>
    <w:p w14:paraId="16352741" w14:textId="77777777" w:rsidR="005B5BF9" w:rsidRDefault="005B5BF9" w:rsidP="00EE6D69"/>
    <w:p w14:paraId="102F9845" w14:textId="77777777" w:rsidR="005B5BF9" w:rsidRDefault="005B5BF9" w:rsidP="00EE6D69"/>
    <w:p w14:paraId="0CF156A0" w14:textId="77777777" w:rsidR="005B5BF9" w:rsidRDefault="005B5BF9" w:rsidP="00EE6D69"/>
    <w:p w14:paraId="2194FD83" w14:textId="77777777" w:rsidR="00EE6D69" w:rsidRPr="00BE47D1" w:rsidRDefault="00EE6D69" w:rsidP="00EE6D69">
      <w:r w:rsidRPr="00BE47D1">
        <w:t>SUDERINTA:</w:t>
      </w:r>
    </w:p>
    <w:p w14:paraId="6BCE45B5" w14:textId="77777777" w:rsidR="00EE6D69" w:rsidRPr="00EE6D69" w:rsidRDefault="00EE6D69" w:rsidP="00EE6D69">
      <w:r w:rsidRPr="00EE6D69">
        <w:t>Savivaldybės meras Audrius Klišonis</w:t>
      </w:r>
    </w:p>
    <w:p w14:paraId="635516A8" w14:textId="77777777" w:rsidR="00EE6D69" w:rsidRDefault="00EE6D69" w:rsidP="00EE6D69">
      <w:r w:rsidRPr="00EE6D69">
        <w:t>Administracijos direktorius Dalius Pečiulis</w:t>
      </w:r>
    </w:p>
    <w:p w14:paraId="52530611" w14:textId="77777777" w:rsidR="005B5BF9" w:rsidRPr="00EE6D69" w:rsidRDefault="005B5BF9" w:rsidP="00EE6D69">
      <w:r>
        <w:t>Administracijos direktoriaus pavaduotoja Jovita Šumskienė</w:t>
      </w:r>
    </w:p>
    <w:p w14:paraId="561CAE9D" w14:textId="77777777" w:rsidR="00EE6D69" w:rsidRPr="00EE6D69" w:rsidRDefault="00EE6D69" w:rsidP="00EE6D69">
      <w:r w:rsidRPr="00EE6D69">
        <w:t>Savivaldybės tarybos posėdžių sekretorė Irmantė Kurmienė</w:t>
      </w:r>
    </w:p>
    <w:p w14:paraId="2563A137" w14:textId="77777777" w:rsidR="00EE6D69" w:rsidRDefault="00EE6D69" w:rsidP="00EE6D69">
      <w:r w:rsidRPr="00EE6D69">
        <w:t>Socialinės paramos skyriaus vedėja Jolanta Puidokienė</w:t>
      </w:r>
    </w:p>
    <w:p w14:paraId="7A2C8F32" w14:textId="77777777" w:rsidR="00DC31C1" w:rsidRDefault="00DC31C1" w:rsidP="00EE6D69">
      <w:r>
        <w:t>Finansų ir biudžeto skyriaus vedėja Daiva Mažeikienė</w:t>
      </w:r>
    </w:p>
    <w:p w14:paraId="1A7E77AA" w14:textId="77777777" w:rsidR="000A5007" w:rsidRPr="00F13CEB" w:rsidRDefault="000A5007" w:rsidP="000A5007">
      <w:r w:rsidRPr="00F13CEB">
        <w:t>Teisės, personalo ir civilinės metrikacijos skyriaus patarėja Donata Norvaišienė</w:t>
      </w:r>
    </w:p>
    <w:p w14:paraId="00C16A09" w14:textId="77777777" w:rsidR="00EE6D69" w:rsidRPr="00EE6D69" w:rsidRDefault="00EE6D69" w:rsidP="00EE6D69">
      <w:r w:rsidRPr="00EE6D69">
        <w:t>Teisės, personalo ir civilinės metrikacijos skyriaus vedėjas Vytautas Tumas</w:t>
      </w:r>
    </w:p>
    <w:p w14:paraId="170D945E" w14:textId="77777777" w:rsidR="00EE6D69" w:rsidRPr="00EE6D69" w:rsidRDefault="00EE6D69" w:rsidP="00EE6D69">
      <w:r w:rsidRPr="00EE6D69">
        <w:t>Bendrųjų reikalų skyriaus kalbos tvarkytoja Simona Grigalauskaitė</w:t>
      </w:r>
    </w:p>
    <w:p w14:paraId="7F019D5B" w14:textId="77777777" w:rsidR="00EE6D69" w:rsidRPr="00BE47D1" w:rsidRDefault="00EE6D69" w:rsidP="00EE6D69"/>
    <w:p w14:paraId="7BFEB523" w14:textId="77777777" w:rsidR="005B5BF9" w:rsidRDefault="00EE6D69" w:rsidP="00D52C07">
      <w:pPr>
        <w:rPr>
          <w:b/>
        </w:rPr>
      </w:pPr>
      <w:r w:rsidRPr="00BE47D1">
        <w:t>Sprendim</w:t>
      </w:r>
      <w:r w:rsidR="005B5BF9">
        <w:t>o projektą</w:t>
      </w:r>
      <w:r w:rsidRPr="00BE47D1">
        <w:t xml:space="preserve"> rengė </w:t>
      </w:r>
      <w:r w:rsidR="005B5BF9">
        <w:t>Savivaldybės t</w:t>
      </w:r>
      <w:r>
        <w:t>arybos narys Mindaugas Kaunas</w:t>
      </w:r>
    </w:p>
    <w:p w14:paraId="7577F8B9" w14:textId="77777777" w:rsidR="00D222B2" w:rsidRDefault="00D222B2" w:rsidP="00F13CEB">
      <w:pPr>
        <w:ind w:left="5184" w:firstLine="1296"/>
        <w:rPr>
          <w:bCs/>
        </w:rPr>
      </w:pPr>
      <w:r w:rsidRPr="00A73DFE">
        <w:rPr>
          <w:bCs/>
        </w:rPr>
        <w:lastRenderedPageBreak/>
        <w:t>P</w:t>
      </w:r>
      <w:r>
        <w:rPr>
          <w:bCs/>
        </w:rPr>
        <w:t>ATVIRTINTA</w:t>
      </w:r>
    </w:p>
    <w:p w14:paraId="168DB889" w14:textId="77777777" w:rsidR="00D222B2" w:rsidRDefault="00D222B2" w:rsidP="00F13CEB">
      <w:pPr>
        <w:shd w:val="clear" w:color="auto" w:fill="FFFFFF"/>
        <w:ind w:left="5184" w:firstLine="1296"/>
      </w:pPr>
      <w:r>
        <w:t>Plungės</w:t>
      </w:r>
      <w:r w:rsidRPr="0030523E">
        <w:t xml:space="preserve"> rajono s</w:t>
      </w:r>
      <w:r>
        <w:t xml:space="preserve">avivaldybės </w:t>
      </w:r>
    </w:p>
    <w:p w14:paraId="55ED25D4" w14:textId="77777777" w:rsidR="005A6841" w:rsidRPr="0030523E" w:rsidRDefault="00D222B2" w:rsidP="00F13CEB">
      <w:pPr>
        <w:shd w:val="clear" w:color="auto" w:fill="FFFFFF"/>
        <w:ind w:left="5184" w:firstLine="1296"/>
      </w:pPr>
      <w:r w:rsidRPr="0030523E">
        <w:t xml:space="preserve">tarybos 2024 m. </w:t>
      </w:r>
      <w:r w:rsidR="00700BF4">
        <w:t>spal</w:t>
      </w:r>
      <w:r w:rsidR="005A6841">
        <w:t xml:space="preserve">io </w:t>
      </w:r>
      <w:r w:rsidR="00700BF4">
        <w:t>31</w:t>
      </w:r>
      <w:r w:rsidRPr="0030523E">
        <w:t xml:space="preserve"> d. </w:t>
      </w:r>
    </w:p>
    <w:p w14:paraId="05D1097D" w14:textId="77777777" w:rsidR="00D222B2" w:rsidRPr="0030523E" w:rsidRDefault="00D222B2" w:rsidP="00F13CEB">
      <w:pPr>
        <w:shd w:val="clear" w:color="auto" w:fill="FFFFFF"/>
        <w:ind w:left="5184" w:firstLine="1296"/>
      </w:pPr>
      <w:r>
        <w:t>sprendimu</w:t>
      </w:r>
      <w:r w:rsidRPr="0030523E">
        <w:t xml:space="preserve"> Nr. T1-</w:t>
      </w:r>
    </w:p>
    <w:p w14:paraId="3F65C139" w14:textId="77777777" w:rsidR="00D222B2" w:rsidRPr="00A73DFE" w:rsidRDefault="00D222B2" w:rsidP="00EE6D69">
      <w:pPr>
        <w:ind w:left="5184" w:firstLine="1296"/>
        <w:jc w:val="center"/>
        <w:rPr>
          <w:bCs/>
        </w:rPr>
      </w:pPr>
    </w:p>
    <w:p w14:paraId="3DB2861E" w14:textId="77777777" w:rsidR="00D222B2" w:rsidRDefault="00D222B2" w:rsidP="00EE6D69">
      <w:pPr>
        <w:jc w:val="center"/>
        <w:rPr>
          <w:b/>
        </w:rPr>
      </w:pPr>
      <w:r w:rsidRPr="008B04EB">
        <w:rPr>
          <w:b/>
        </w:rPr>
        <w:t xml:space="preserve">PAPILDOMOS VIENKARTINĖS PARAMOS (IŠMOKOS) GIMUS VAIKUI SKYRIMO IR MOKĖJIMO </w:t>
      </w:r>
      <w:r>
        <w:rPr>
          <w:b/>
        </w:rPr>
        <w:t xml:space="preserve">PLUNGĖS </w:t>
      </w:r>
      <w:r w:rsidRPr="008B04EB">
        <w:rPr>
          <w:b/>
        </w:rPr>
        <w:t xml:space="preserve">RAJONO SAVIVALDYBĖJE </w:t>
      </w:r>
    </w:p>
    <w:p w14:paraId="04D001A5" w14:textId="77777777" w:rsidR="00D222B2" w:rsidRPr="008B04EB" w:rsidRDefault="00D222B2" w:rsidP="00EE6D69">
      <w:pPr>
        <w:jc w:val="center"/>
        <w:rPr>
          <w:b/>
          <w:bCs/>
          <w:color w:val="000000"/>
        </w:rPr>
      </w:pPr>
      <w:r w:rsidRPr="008B04EB">
        <w:rPr>
          <w:b/>
        </w:rPr>
        <w:t>TVARKOS APRAŠAS</w:t>
      </w:r>
      <w:r w:rsidRPr="008B04EB">
        <w:rPr>
          <w:b/>
          <w:bCs/>
          <w:color w:val="000000"/>
        </w:rPr>
        <w:t xml:space="preserve"> </w:t>
      </w:r>
    </w:p>
    <w:p w14:paraId="3ADBDB20" w14:textId="77777777" w:rsidR="00D222B2" w:rsidRPr="008B04EB" w:rsidRDefault="00D222B2" w:rsidP="00EE6D69">
      <w:pPr>
        <w:rPr>
          <w:color w:val="000000"/>
        </w:rPr>
      </w:pPr>
    </w:p>
    <w:p w14:paraId="1F723FB5" w14:textId="77777777" w:rsidR="00D222B2" w:rsidRPr="008B04EB" w:rsidRDefault="00D222B2" w:rsidP="00EE6D69">
      <w:pPr>
        <w:jc w:val="center"/>
        <w:rPr>
          <w:b/>
          <w:bCs/>
          <w:color w:val="000000"/>
        </w:rPr>
      </w:pPr>
      <w:r w:rsidRPr="008B04EB">
        <w:rPr>
          <w:b/>
          <w:bCs/>
          <w:color w:val="000000"/>
        </w:rPr>
        <w:t>I SKYRIUS</w:t>
      </w:r>
    </w:p>
    <w:p w14:paraId="7D02B780" w14:textId="77777777" w:rsidR="00D222B2" w:rsidRPr="008B04EB" w:rsidRDefault="00D222B2" w:rsidP="00EE6D69">
      <w:pPr>
        <w:jc w:val="center"/>
        <w:rPr>
          <w:b/>
          <w:bCs/>
          <w:color w:val="000000"/>
        </w:rPr>
      </w:pPr>
      <w:r w:rsidRPr="008B04EB">
        <w:rPr>
          <w:b/>
          <w:bCs/>
          <w:color w:val="000000"/>
        </w:rPr>
        <w:t>BENDROSIOS NUOSTATOS</w:t>
      </w:r>
    </w:p>
    <w:p w14:paraId="6C46A4E8" w14:textId="77777777" w:rsidR="00D222B2" w:rsidRPr="008B04EB" w:rsidRDefault="00D222B2" w:rsidP="00EE6D69">
      <w:pPr>
        <w:rPr>
          <w:b/>
          <w:bCs/>
          <w:color w:val="000000"/>
        </w:rPr>
      </w:pPr>
    </w:p>
    <w:p w14:paraId="6D313869" w14:textId="77777777" w:rsidR="00D222B2" w:rsidRPr="00415381" w:rsidRDefault="00D222B2" w:rsidP="00F13CEB">
      <w:pPr>
        <w:pStyle w:val="Sraopastraipa"/>
        <w:numPr>
          <w:ilvl w:val="0"/>
          <w:numId w:val="5"/>
        </w:numPr>
        <w:tabs>
          <w:tab w:val="left" w:pos="993"/>
        </w:tabs>
        <w:ind w:left="0" w:firstLine="720"/>
        <w:jc w:val="both"/>
      </w:pPr>
      <w:r w:rsidRPr="008014AA">
        <w:t xml:space="preserve">Papildomos vienkartinės paramos (išmokos) gimus vaikui skyrimo ir mokėjimo </w:t>
      </w:r>
      <w:r>
        <w:t>Plungės</w:t>
      </w:r>
      <w:r w:rsidRPr="008014AA">
        <w:t xml:space="preserve"> rajono savivaldybėje tvarkos aprašas (toliau – Aprašas) nustato papildomos vienkartinės paramos </w:t>
      </w:r>
      <w:r w:rsidRPr="00415381">
        <w:t xml:space="preserve">(išmokos) gimus vaikui (toliau – Parama) skyrimo ir mokėjimo sąlygas. </w:t>
      </w:r>
    </w:p>
    <w:p w14:paraId="144E1626" w14:textId="77777777" w:rsidR="00D222B2" w:rsidRPr="00415381" w:rsidRDefault="00D222B2" w:rsidP="00F13CEB">
      <w:pPr>
        <w:pStyle w:val="Sraopastraipa"/>
        <w:numPr>
          <w:ilvl w:val="0"/>
          <w:numId w:val="5"/>
        </w:numPr>
        <w:tabs>
          <w:tab w:val="left" w:pos="993"/>
        </w:tabs>
        <w:ind w:left="0" w:firstLine="720"/>
        <w:jc w:val="both"/>
        <w:rPr>
          <w:rFonts w:eastAsia="HG Mincho Light J"/>
        </w:rPr>
      </w:pPr>
      <w:r w:rsidRPr="00415381">
        <w:t xml:space="preserve">Lėšos </w:t>
      </w:r>
      <w:r w:rsidR="005A6841" w:rsidRPr="00415381">
        <w:t>P</w:t>
      </w:r>
      <w:r w:rsidRPr="00415381">
        <w:t xml:space="preserve">aramai numatomos einamųjų metų </w:t>
      </w:r>
      <w:r w:rsidR="00700BF4">
        <w:t>Plungės rajono s</w:t>
      </w:r>
      <w:r w:rsidRPr="00415381">
        <w:t xml:space="preserve">avivaldybės </w:t>
      </w:r>
      <w:r w:rsidR="00700BF4">
        <w:t xml:space="preserve">(toliau – Savivaldybė) </w:t>
      </w:r>
      <w:r w:rsidRPr="00415381">
        <w:t>biudžete.</w:t>
      </w:r>
    </w:p>
    <w:p w14:paraId="12B468FA" w14:textId="77777777" w:rsidR="00D222B2" w:rsidRPr="00E874A1" w:rsidRDefault="00D222B2" w:rsidP="00F13CEB">
      <w:pPr>
        <w:pStyle w:val="Sraopastraipa"/>
        <w:numPr>
          <w:ilvl w:val="0"/>
          <w:numId w:val="5"/>
        </w:numPr>
        <w:tabs>
          <w:tab w:val="left" w:pos="993"/>
        </w:tabs>
        <w:ind w:left="0" w:firstLine="720"/>
        <w:jc w:val="both"/>
        <w:rPr>
          <w:rFonts w:eastAsia="HG Mincho Light J"/>
          <w:color w:val="FF0000"/>
        </w:rPr>
      </w:pPr>
      <w:r w:rsidRPr="00415381">
        <w:t>Šis Aprašas taikomas asmenims</w:t>
      </w:r>
      <w:r w:rsidR="00A17967">
        <w:t xml:space="preserve"> (vaikams gimusiems nuo 2025 sausio 1 d.)</w:t>
      </w:r>
      <w:r w:rsidRPr="00415381">
        <w:t>, jei abu tėv</w:t>
      </w:r>
      <w:bookmarkStart w:id="1" w:name="part_2c78673e1e3e4c2eaa8b23e5cc45b22e"/>
      <w:bookmarkEnd w:id="1"/>
      <w:r w:rsidRPr="00415381">
        <w:t>ai</w:t>
      </w:r>
      <w:r w:rsidR="000263E5" w:rsidRPr="00415381">
        <w:t xml:space="preserve"> (jei tėvystė nenustatyta, vienam iš tėvų –</w:t>
      </w:r>
      <w:r w:rsidR="00A17967">
        <w:t xml:space="preserve"> </w:t>
      </w:r>
      <w:r w:rsidR="000263E5" w:rsidRPr="00415381">
        <w:t>mamai)</w:t>
      </w:r>
      <w:r w:rsidRPr="00415381">
        <w:t xml:space="preserve"> ne mažiau kaip 12 </w:t>
      </w:r>
      <w:r w:rsidR="00700BF4">
        <w:t xml:space="preserve">(dvylika) </w:t>
      </w:r>
      <w:r w:rsidRPr="00415381">
        <w:t>mėnesių iki vaiko gimimo Lietuvos Respublikos gyvenamosios vietos</w:t>
      </w:r>
      <w:r w:rsidRPr="008B04EB">
        <w:t xml:space="preserve"> deklaravimo įstatymo</w:t>
      </w:r>
      <w:r w:rsidR="0080216C">
        <w:t xml:space="preserve"> nustatyta tvarka yra deklaravę</w:t>
      </w:r>
      <w:r w:rsidRPr="008B04EB">
        <w:t xml:space="preserve"> gyvenamąją vietą </w:t>
      </w:r>
      <w:r w:rsidR="00700BF4">
        <w:t>S</w:t>
      </w:r>
      <w:r w:rsidR="0080216C">
        <w:t>avivaldybėje arba buvo įtraukti</w:t>
      </w:r>
      <w:r w:rsidRPr="00B3476F">
        <w:t xml:space="preserve"> į gyvenamosios vietos neturinčių asmenų apskaitą </w:t>
      </w:r>
      <w:r w:rsidR="00700BF4">
        <w:t>S</w:t>
      </w:r>
      <w:r w:rsidRPr="00F3660B">
        <w:t xml:space="preserve">avivaldybėje ir faktiškai </w:t>
      </w:r>
      <w:r w:rsidRPr="00B3476F">
        <w:t>gyvena</w:t>
      </w:r>
      <w:r w:rsidRPr="008B04EB">
        <w:t xml:space="preserve"> </w:t>
      </w:r>
      <w:r w:rsidR="00700BF4">
        <w:t>S</w:t>
      </w:r>
      <w:r w:rsidRPr="008B04EB">
        <w:t>avivaldybės teritorijoje.</w:t>
      </w:r>
      <w:r>
        <w:t xml:space="preserve"> </w:t>
      </w:r>
    </w:p>
    <w:p w14:paraId="2E2C0900" w14:textId="77777777" w:rsidR="00D222B2" w:rsidRPr="00F13CEB" w:rsidRDefault="00D222B2" w:rsidP="00F13CEB">
      <w:pPr>
        <w:pStyle w:val="Sraopastraipa"/>
        <w:numPr>
          <w:ilvl w:val="0"/>
          <w:numId w:val="5"/>
        </w:numPr>
        <w:tabs>
          <w:tab w:val="left" w:pos="993"/>
        </w:tabs>
        <w:ind w:left="0" w:firstLine="720"/>
        <w:jc w:val="both"/>
        <w:rPr>
          <w:rFonts w:eastAsia="HG Mincho Light J"/>
        </w:rPr>
      </w:pPr>
      <w:r w:rsidRPr="008B04EB">
        <w:rPr>
          <w:bCs/>
        </w:rPr>
        <w:t>Apraše vartojamos sąvokos atitinka Lietuvos Respublikos išmokų vaikams įstatymuose vartojamas sąvokas</w:t>
      </w:r>
      <w:r w:rsidRPr="008B04EB">
        <w:t>.</w:t>
      </w:r>
    </w:p>
    <w:p w14:paraId="6A621818" w14:textId="77777777" w:rsidR="005A6841" w:rsidRPr="008B04EB" w:rsidRDefault="005A6841" w:rsidP="00F13CEB">
      <w:pPr>
        <w:pStyle w:val="Sraopastraipa"/>
        <w:jc w:val="both"/>
        <w:rPr>
          <w:rFonts w:eastAsia="HG Mincho Light J"/>
        </w:rPr>
      </w:pPr>
    </w:p>
    <w:p w14:paraId="50433B6A" w14:textId="77777777" w:rsidR="00D222B2" w:rsidRPr="008B04EB" w:rsidRDefault="00D222B2" w:rsidP="00EE6D69">
      <w:pPr>
        <w:jc w:val="center"/>
        <w:rPr>
          <w:b/>
        </w:rPr>
      </w:pPr>
      <w:r w:rsidRPr="008B04EB">
        <w:rPr>
          <w:b/>
        </w:rPr>
        <w:t>II SKYRIUS</w:t>
      </w:r>
    </w:p>
    <w:p w14:paraId="3E4B4486" w14:textId="77777777" w:rsidR="00D222B2" w:rsidRDefault="000E3DBC" w:rsidP="00D52C07">
      <w:pPr>
        <w:jc w:val="center"/>
        <w:textAlignment w:val="baseline"/>
        <w:rPr>
          <w:b/>
          <w:bCs/>
          <w:color w:val="000000" w:themeColor="text1"/>
        </w:rPr>
      </w:pPr>
      <w:r w:rsidRPr="00D52C07">
        <w:rPr>
          <w:b/>
          <w:bCs/>
          <w:color w:val="000000" w:themeColor="text1"/>
        </w:rPr>
        <w:t xml:space="preserve">PAPILDOMOS </w:t>
      </w:r>
      <w:r w:rsidR="00D222B2" w:rsidRPr="00D90205">
        <w:rPr>
          <w:b/>
          <w:bCs/>
          <w:color w:val="000000" w:themeColor="text1"/>
        </w:rPr>
        <w:t>VIENKARTINĖS</w:t>
      </w:r>
      <w:r w:rsidR="00D222B2" w:rsidRPr="008B04EB">
        <w:rPr>
          <w:b/>
          <w:bCs/>
          <w:color w:val="000000" w:themeColor="text1"/>
        </w:rPr>
        <w:t xml:space="preserve"> </w:t>
      </w:r>
      <w:r w:rsidR="005A6841" w:rsidRPr="00C71D11">
        <w:rPr>
          <w:b/>
          <w:bCs/>
          <w:color w:val="000000" w:themeColor="text1"/>
        </w:rPr>
        <w:t>PARAMOS (</w:t>
      </w:r>
      <w:r w:rsidR="00D222B2" w:rsidRPr="00C71D11">
        <w:rPr>
          <w:b/>
          <w:bCs/>
          <w:color w:val="000000" w:themeColor="text1"/>
        </w:rPr>
        <w:t>IŠMOKOS</w:t>
      </w:r>
      <w:r w:rsidR="005A6841" w:rsidRPr="00F13CEB">
        <w:rPr>
          <w:b/>
          <w:bCs/>
          <w:color w:val="000000" w:themeColor="text1"/>
        </w:rPr>
        <w:t>)</w:t>
      </w:r>
      <w:r w:rsidR="00D222B2" w:rsidRPr="00C71D11">
        <w:rPr>
          <w:b/>
          <w:bCs/>
          <w:color w:val="000000" w:themeColor="text1"/>
        </w:rPr>
        <w:t xml:space="preserve"> GIMUS VAIKUI SKYRIMO</w:t>
      </w:r>
      <w:r w:rsidR="00D222B2" w:rsidRPr="008B04EB">
        <w:rPr>
          <w:b/>
          <w:bCs/>
          <w:color w:val="000000" w:themeColor="text1"/>
        </w:rPr>
        <w:t xml:space="preserve"> IR MOKĖJIMO TVARKA</w:t>
      </w:r>
    </w:p>
    <w:p w14:paraId="68909B8C" w14:textId="77777777" w:rsidR="00DC31C1" w:rsidRPr="008B04EB" w:rsidRDefault="00DC31C1" w:rsidP="00DC31C1">
      <w:pPr>
        <w:ind w:firstLine="851"/>
        <w:jc w:val="both"/>
        <w:textAlignment w:val="baseline"/>
        <w:rPr>
          <w:bCs/>
        </w:rPr>
      </w:pPr>
    </w:p>
    <w:p w14:paraId="0EAC4605" w14:textId="77777777" w:rsidR="00D222B2" w:rsidRPr="001B72B1" w:rsidRDefault="00700BF4" w:rsidP="00F13CEB">
      <w:pPr>
        <w:pStyle w:val="Sraopastraipa"/>
        <w:numPr>
          <w:ilvl w:val="0"/>
          <w:numId w:val="5"/>
        </w:numPr>
        <w:tabs>
          <w:tab w:val="left" w:pos="993"/>
        </w:tabs>
        <w:ind w:left="0" w:firstLine="720"/>
        <w:jc w:val="both"/>
      </w:pPr>
      <w:r>
        <w:t>Param</w:t>
      </w:r>
      <w:r w:rsidR="00D222B2" w:rsidRPr="00D90205">
        <w:t>os dydis</w:t>
      </w:r>
      <w:r w:rsidR="004B53ED" w:rsidRPr="00D90205">
        <w:t xml:space="preserve"> vienam vaikui</w:t>
      </w:r>
      <w:r w:rsidR="00D222B2" w:rsidRPr="00700BF4">
        <w:t xml:space="preserve"> – 1</w:t>
      </w:r>
      <w:r w:rsidR="00EE6D69" w:rsidRPr="00700BF4">
        <w:t>5</w:t>
      </w:r>
      <w:r w:rsidR="00D222B2" w:rsidRPr="00700BF4">
        <w:t xml:space="preserve"> bazinių s</w:t>
      </w:r>
      <w:r w:rsidR="004B53ED" w:rsidRPr="00700BF4">
        <w:t>ocialinių išmokos dydžių (BSI)</w:t>
      </w:r>
      <w:r>
        <w:t>.</w:t>
      </w:r>
    </w:p>
    <w:p w14:paraId="0206E079" w14:textId="77777777" w:rsidR="00D222B2" w:rsidRPr="00D90205" w:rsidRDefault="00FC69C4" w:rsidP="00F13CEB">
      <w:pPr>
        <w:pStyle w:val="Sraopastraipa"/>
        <w:numPr>
          <w:ilvl w:val="0"/>
          <w:numId w:val="5"/>
        </w:numPr>
        <w:tabs>
          <w:tab w:val="left" w:pos="993"/>
        </w:tabs>
        <w:ind w:left="0" w:firstLine="720"/>
        <w:jc w:val="both"/>
        <w:rPr>
          <w:color w:val="FF0000"/>
        </w:rPr>
      </w:pPr>
      <w:r w:rsidRPr="00D90205">
        <w:t xml:space="preserve">Parama </w:t>
      </w:r>
      <w:r w:rsidR="00D222B2" w:rsidRPr="00D90205">
        <w:t xml:space="preserve">gimus vaikui skiriama pareiškėjui (vaiko motinai arba tėvui) pateikus </w:t>
      </w:r>
      <w:r w:rsidR="00D222B2" w:rsidRPr="00700BF4">
        <w:t xml:space="preserve">prašymą </w:t>
      </w:r>
      <w:r w:rsidR="00C10244" w:rsidRPr="00876F23">
        <w:rPr>
          <w:color w:val="000000" w:themeColor="text1"/>
        </w:rPr>
        <w:t>(toliau – Prašymas)</w:t>
      </w:r>
      <w:r w:rsidR="00C10244" w:rsidRPr="00D90205">
        <w:t xml:space="preserve"> </w:t>
      </w:r>
      <w:r w:rsidR="00D222B2" w:rsidRPr="00D90205">
        <w:t>(</w:t>
      </w:r>
      <w:r w:rsidRPr="00D90205">
        <w:t>p</w:t>
      </w:r>
      <w:r w:rsidR="00D222B2" w:rsidRPr="00700BF4">
        <w:t>riedas)</w:t>
      </w:r>
      <w:r w:rsidR="007720B3">
        <w:t xml:space="preserve"> Plungės rajono savivaldybės administracijai (toliau – administracija),</w:t>
      </w:r>
      <w:r w:rsidR="00D222B2" w:rsidRPr="00700BF4">
        <w:t xml:space="preserve"> jeigu dėl jos kreipiamasi ne vėliau kaip per 12 </w:t>
      </w:r>
      <w:r w:rsidR="00700BF4">
        <w:t xml:space="preserve">(dvylika) </w:t>
      </w:r>
      <w:r w:rsidR="00D222B2" w:rsidRPr="001B72B1">
        <w:t xml:space="preserve">mėnesių nuo vaiko gimimo dienos </w:t>
      </w:r>
      <w:r w:rsidR="00D222B2" w:rsidRPr="00D90205">
        <w:t xml:space="preserve">ir pareiškėjas kreipimosi metu dėl vienkartinės išmokos vaikui atitinka </w:t>
      </w:r>
      <w:r w:rsidR="005A6841" w:rsidRPr="00D90205">
        <w:t>A</w:t>
      </w:r>
      <w:r w:rsidR="00D222B2" w:rsidRPr="00D90205">
        <w:t xml:space="preserve">prašo 3 punkto nuostatas. </w:t>
      </w:r>
    </w:p>
    <w:p w14:paraId="5CDE2D57" w14:textId="77777777" w:rsidR="00D222B2" w:rsidRPr="00D90205" w:rsidRDefault="00D222B2" w:rsidP="00D52C07">
      <w:pPr>
        <w:pStyle w:val="Sraopastraipa"/>
        <w:numPr>
          <w:ilvl w:val="0"/>
          <w:numId w:val="5"/>
        </w:numPr>
        <w:tabs>
          <w:tab w:val="left" w:pos="993"/>
        </w:tabs>
        <w:ind w:left="0" w:firstLine="720"/>
        <w:jc w:val="both"/>
      </w:pPr>
      <w:r w:rsidRPr="000E3DBC">
        <w:t xml:space="preserve">Parama skiriama </w:t>
      </w:r>
      <w:r w:rsidR="00700BF4" w:rsidRPr="000E3DBC">
        <w:t>S</w:t>
      </w:r>
      <w:r w:rsidRPr="000E3DBC">
        <w:t xml:space="preserve">avivaldybės administracijos </w:t>
      </w:r>
      <w:r w:rsidR="00EE6D69" w:rsidRPr="000E3DBC">
        <w:t>direktoriaus</w:t>
      </w:r>
      <w:r w:rsidRPr="000E3DBC">
        <w:t xml:space="preserve"> </w:t>
      </w:r>
      <w:r w:rsidR="007720B3">
        <w:t xml:space="preserve">arba jo įgalioto asmens </w:t>
      </w:r>
      <w:r w:rsidR="00C71D11" w:rsidRPr="000E3DBC">
        <w:t>įsakymu</w:t>
      </w:r>
      <w:r w:rsidR="00700BF4" w:rsidRPr="00D52C07">
        <w:rPr>
          <w:rStyle w:val="Hipersaitas"/>
          <w:color w:val="auto"/>
          <w:u w:val="none"/>
          <w:shd w:val="clear" w:color="auto" w:fill="FFFFFF"/>
        </w:rPr>
        <w:t>.</w:t>
      </w:r>
    </w:p>
    <w:p w14:paraId="527E42F7" w14:textId="77777777" w:rsidR="00D222B2" w:rsidRPr="000E3DBC" w:rsidRDefault="00C71D11" w:rsidP="00F13CEB">
      <w:pPr>
        <w:pStyle w:val="Sraopastraipa"/>
        <w:numPr>
          <w:ilvl w:val="0"/>
          <w:numId w:val="5"/>
        </w:numPr>
        <w:tabs>
          <w:tab w:val="left" w:pos="993"/>
        </w:tabs>
        <w:ind w:left="0" w:firstLine="720"/>
        <w:jc w:val="both"/>
        <w:rPr>
          <w:color w:val="000000" w:themeColor="text1"/>
        </w:rPr>
      </w:pPr>
      <w:r w:rsidRPr="000E3DBC">
        <w:t xml:space="preserve">Parama </w:t>
      </w:r>
      <w:r w:rsidR="00D222B2" w:rsidRPr="000E3DBC">
        <w:t>neskiriama, jeigu:</w:t>
      </w:r>
    </w:p>
    <w:p w14:paraId="50DBDED6" w14:textId="77777777" w:rsidR="00D222B2" w:rsidRPr="00700BF4" w:rsidRDefault="00D222B2" w:rsidP="00F13CEB">
      <w:pPr>
        <w:pStyle w:val="Sraopastraipa"/>
        <w:numPr>
          <w:ilvl w:val="1"/>
          <w:numId w:val="5"/>
        </w:numPr>
        <w:tabs>
          <w:tab w:val="left" w:pos="1134"/>
        </w:tabs>
        <w:ind w:left="0" w:firstLine="720"/>
        <w:jc w:val="both"/>
      </w:pPr>
      <w:r w:rsidRPr="00700BF4">
        <w:t>vaikas gimė negyvas;</w:t>
      </w:r>
    </w:p>
    <w:p w14:paraId="1E00A12B" w14:textId="77777777" w:rsidR="00D222B2" w:rsidRPr="00700BF4" w:rsidRDefault="00D222B2" w:rsidP="00F13CEB">
      <w:pPr>
        <w:pStyle w:val="Sraopastraipa"/>
        <w:numPr>
          <w:ilvl w:val="1"/>
          <w:numId w:val="5"/>
        </w:numPr>
        <w:tabs>
          <w:tab w:val="left" w:pos="1134"/>
        </w:tabs>
        <w:ind w:left="0" w:firstLine="720"/>
        <w:jc w:val="both"/>
      </w:pPr>
      <w:r w:rsidRPr="00700BF4">
        <w:t xml:space="preserve">kreipiantis dėl </w:t>
      </w:r>
      <w:r w:rsidR="00700BF4">
        <w:t>Param</w:t>
      </w:r>
      <w:r w:rsidRPr="00D90205">
        <w:t xml:space="preserve">os skyrimo vaikas yra išlaikomas (nemokamai gauna nakvynę, maistą ir kitas paslaugas) valstybės ar </w:t>
      </w:r>
      <w:r w:rsidR="005A6841" w:rsidRPr="00700BF4">
        <w:t>S</w:t>
      </w:r>
      <w:r w:rsidRPr="00700BF4">
        <w:t>avivaldybės finansuojamoje įstaigoje;</w:t>
      </w:r>
    </w:p>
    <w:p w14:paraId="1933B7E7" w14:textId="77777777" w:rsidR="00D222B2" w:rsidRPr="00700BF4" w:rsidRDefault="00D222B2" w:rsidP="00F13CEB">
      <w:pPr>
        <w:pStyle w:val="Sraopastraipa"/>
        <w:numPr>
          <w:ilvl w:val="1"/>
          <w:numId w:val="5"/>
        </w:numPr>
        <w:tabs>
          <w:tab w:val="left" w:pos="1134"/>
        </w:tabs>
        <w:ind w:left="0" w:firstLine="720"/>
        <w:jc w:val="both"/>
      </w:pPr>
      <w:r w:rsidRPr="00700BF4">
        <w:t xml:space="preserve">neatitinka </w:t>
      </w:r>
      <w:r w:rsidR="005A6841" w:rsidRPr="00700BF4">
        <w:t>A</w:t>
      </w:r>
      <w:r w:rsidRPr="00700BF4">
        <w:t>prašo 3 p</w:t>
      </w:r>
      <w:r w:rsidR="005A6841" w:rsidRPr="00700BF4">
        <w:t>unkto nuostatų.</w:t>
      </w:r>
    </w:p>
    <w:p w14:paraId="7022E51E" w14:textId="77777777" w:rsidR="00D222B2" w:rsidRPr="00700BF4" w:rsidRDefault="00D222B2" w:rsidP="00F13CEB">
      <w:pPr>
        <w:pStyle w:val="Sraopastraipa"/>
        <w:numPr>
          <w:ilvl w:val="0"/>
          <w:numId w:val="5"/>
        </w:numPr>
        <w:tabs>
          <w:tab w:val="left" w:pos="993"/>
        </w:tabs>
        <w:ind w:left="0" w:firstLine="720"/>
        <w:jc w:val="both"/>
        <w:rPr>
          <w:color w:val="000000" w:themeColor="text1"/>
        </w:rPr>
      </w:pPr>
      <w:r w:rsidRPr="00700BF4">
        <w:rPr>
          <w:color w:val="000000" w:themeColor="text1"/>
        </w:rPr>
        <w:t xml:space="preserve">Kreipimosi dėl </w:t>
      </w:r>
      <w:r w:rsidR="00FC69C4" w:rsidRPr="00700BF4">
        <w:rPr>
          <w:color w:val="000000" w:themeColor="text1"/>
        </w:rPr>
        <w:t xml:space="preserve">Paramos </w:t>
      </w:r>
      <w:r w:rsidRPr="00700BF4">
        <w:rPr>
          <w:color w:val="000000" w:themeColor="text1"/>
        </w:rPr>
        <w:t xml:space="preserve">diena laikoma ta diena, kurią pateiktas </w:t>
      </w:r>
      <w:r w:rsidR="00C10244">
        <w:rPr>
          <w:color w:val="000000" w:themeColor="text1"/>
        </w:rPr>
        <w:t>P</w:t>
      </w:r>
      <w:r w:rsidRPr="00D90205">
        <w:rPr>
          <w:color w:val="000000" w:themeColor="text1"/>
        </w:rPr>
        <w:t>rašymas</w:t>
      </w:r>
      <w:r w:rsidRPr="00700BF4">
        <w:rPr>
          <w:color w:val="000000" w:themeColor="text1"/>
        </w:rPr>
        <w:t xml:space="preserve">. </w:t>
      </w:r>
    </w:p>
    <w:p w14:paraId="05BCA5B1" w14:textId="77777777" w:rsidR="00D222B2" w:rsidRPr="00700BF4" w:rsidRDefault="00D222B2" w:rsidP="00F13CEB">
      <w:pPr>
        <w:pStyle w:val="Sraopastraipa"/>
        <w:numPr>
          <w:ilvl w:val="0"/>
          <w:numId w:val="5"/>
        </w:numPr>
        <w:tabs>
          <w:tab w:val="left" w:pos="1134"/>
        </w:tabs>
        <w:ind w:left="0" w:firstLine="720"/>
        <w:jc w:val="both"/>
        <w:rPr>
          <w:color w:val="000000" w:themeColor="text1"/>
        </w:rPr>
      </w:pPr>
      <w:r w:rsidRPr="00700BF4">
        <w:rPr>
          <w:color w:val="000000" w:themeColor="text1"/>
          <w:shd w:val="clear" w:color="auto" w:fill="FFFFFF"/>
        </w:rPr>
        <w:t xml:space="preserve">Sprendimas dėl </w:t>
      </w:r>
      <w:r w:rsidR="00FC69C4" w:rsidRPr="00700BF4">
        <w:rPr>
          <w:color w:val="000000" w:themeColor="text1"/>
          <w:shd w:val="clear" w:color="auto" w:fill="FFFFFF"/>
        </w:rPr>
        <w:t xml:space="preserve">Paramos </w:t>
      </w:r>
      <w:r w:rsidRPr="00700BF4">
        <w:rPr>
          <w:color w:val="000000" w:themeColor="text1"/>
          <w:shd w:val="clear" w:color="auto" w:fill="FFFFFF"/>
        </w:rPr>
        <w:t xml:space="preserve">skyrimo (neskyrimo) priimamas ne vėliau kaip per 10 </w:t>
      </w:r>
      <w:r w:rsidR="00FC69C4" w:rsidRPr="00700BF4">
        <w:rPr>
          <w:color w:val="000000" w:themeColor="text1"/>
          <w:shd w:val="clear" w:color="auto" w:fill="FFFFFF"/>
        </w:rPr>
        <w:t xml:space="preserve">(dešimt) </w:t>
      </w:r>
      <w:r w:rsidRPr="00700BF4">
        <w:rPr>
          <w:color w:val="000000" w:themeColor="text1"/>
          <w:shd w:val="clear" w:color="auto" w:fill="FFFFFF"/>
        </w:rPr>
        <w:t xml:space="preserve">darbo dienų nuo </w:t>
      </w:r>
      <w:r w:rsidR="00FC69C4" w:rsidRPr="00700BF4">
        <w:rPr>
          <w:color w:val="000000" w:themeColor="text1"/>
          <w:shd w:val="clear" w:color="auto" w:fill="FFFFFF"/>
        </w:rPr>
        <w:t>P</w:t>
      </w:r>
      <w:r w:rsidRPr="00700BF4">
        <w:rPr>
          <w:color w:val="000000" w:themeColor="text1"/>
          <w:shd w:val="clear" w:color="auto" w:fill="FFFFFF"/>
        </w:rPr>
        <w:t xml:space="preserve">rašymo ir visų reikalingų dokumentų gavimo dienos. </w:t>
      </w:r>
    </w:p>
    <w:p w14:paraId="312D1918" w14:textId="77777777" w:rsidR="00D222B2" w:rsidRPr="00700BF4" w:rsidRDefault="00D222B2" w:rsidP="00F13CEB">
      <w:pPr>
        <w:pStyle w:val="Sraopastraipa"/>
        <w:numPr>
          <w:ilvl w:val="0"/>
          <w:numId w:val="5"/>
        </w:numPr>
        <w:tabs>
          <w:tab w:val="left" w:pos="1134"/>
        </w:tabs>
        <w:ind w:left="0" w:firstLine="720"/>
        <w:jc w:val="both"/>
        <w:rPr>
          <w:color w:val="000000" w:themeColor="text1"/>
        </w:rPr>
      </w:pPr>
      <w:r w:rsidRPr="00700BF4">
        <w:rPr>
          <w:color w:val="000000" w:themeColor="text1"/>
        </w:rPr>
        <w:t xml:space="preserve">Tėvai (vienas iš tėvų) apie priimtą sprendimą dėl </w:t>
      </w:r>
      <w:r w:rsidR="00FC69C4" w:rsidRPr="00700BF4">
        <w:rPr>
          <w:color w:val="000000" w:themeColor="text1"/>
          <w:shd w:val="clear" w:color="auto" w:fill="FFFFFF"/>
        </w:rPr>
        <w:t>P</w:t>
      </w:r>
      <w:r w:rsidRPr="00700BF4">
        <w:rPr>
          <w:color w:val="000000" w:themeColor="text1"/>
          <w:shd w:val="clear" w:color="auto" w:fill="FFFFFF"/>
        </w:rPr>
        <w:t xml:space="preserve">aramos </w:t>
      </w:r>
      <w:r w:rsidRPr="00700BF4">
        <w:rPr>
          <w:color w:val="000000" w:themeColor="text1"/>
        </w:rPr>
        <w:t xml:space="preserve">skyrimo (neskyrimo) informuojami ne vėliau kaip per 5 </w:t>
      </w:r>
      <w:r w:rsidR="00FC69C4" w:rsidRPr="00700BF4">
        <w:rPr>
          <w:color w:val="000000" w:themeColor="text1"/>
        </w:rPr>
        <w:t xml:space="preserve">(penkias) </w:t>
      </w:r>
      <w:r w:rsidRPr="00700BF4">
        <w:rPr>
          <w:color w:val="000000" w:themeColor="text1"/>
        </w:rPr>
        <w:t>darbo dienas nuo sprendimo priėmimo dienos.</w:t>
      </w:r>
    </w:p>
    <w:p w14:paraId="2A28847D" w14:textId="77777777" w:rsidR="00D222B2" w:rsidRPr="00700BF4" w:rsidRDefault="00D222B2" w:rsidP="00F13CEB">
      <w:pPr>
        <w:pStyle w:val="Sraopastraipa"/>
        <w:numPr>
          <w:ilvl w:val="0"/>
          <w:numId w:val="5"/>
        </w:numPr>
        <w:tabs>
          <w:tab w:val="left" w:pos="1134"/>
        </w:tabs>
        <w:ind w:left="0" w:firstLine="720"/>
        <w:jc w:val="both"/>
        <w:rPr>
          <w:color w:val="000000" w:themeColor="text1"/>
        </w:rPr>
      </w:pPr>
      <w:r w:rsidRPr="00700BF4">
        <w:rPr>
          <w:color w:val="000000" w:themeColor="text1"/>
        </w:rPr>
        <w:t xml:space="preserve">Jeigu </w:t>
      </w:r>
      <w:r w:rsidR="00FC69C4" w:rsidRPr="00700BF4">
        <w:rPr>
          <w:color w:val="000000" w:themeColor="text1"/>
        </w:rPr>
        <w:t xml:space="preserve">Parama </w:t>
      </w:r>
      <w:r w:rsidRPr="00700BF4">
        <w:rPr>
          <w:color w:val="000000" w:themeColor="text1"/>
        </w:rPr>
        <w:t>neskiriama, nurodomi neskyrimo motyvai ir šio sprendimo apskundimo tvarka.</w:t>
      </w:r>
    </w:p>
    <w:p w14:paraId="6F6F6FEC" w14:textId="77777777" w:rsidR="00D222B2" w:rsidRPr="007720B3" w:rsidRDefault="00FC69C4" w:rsidP="00F13CEB">
      <w:pPr>
        <w:pStyle w:val="Sraopastraipa"/>
        <w:numPr>
          <w:ilvl w:val="0"/>
          <w:numId w:val="5"/>
        </w:numPr>
        <w:tabs>
          <w:tab w:val="left" w:pos="1134"/>
        </w:tabs>
        <w:ind w:left="0" w:firstLine="720"/>
        <w:jc w:val="both"/>
        <w:rPr>
          <w:color w:val="FF0000"/>
        </w:rPr>
      </w:pPr>
      <w:r w:rsidRPr="007720B3">
        <w:rPr>
          <w:rFonts w:eastAsia="Courier New"/>
        </w:rPr>
        <w:t xml:space="preserve">Parama </w:t>
      </w:r>
      <w:r w:rsidR="00D222B2" w:rsidRPr="007720B3">
        <w:rPr>
          <w:rFonts w:eastAsia="Courier New"/>
        </w:rPr>
        <w:t xml:space="preserve">mokama pervedant lėšas į pareiškėjo </w:t>
      </w:r>
      <w:r w:rsidRPr="007720B3">
        <w:rPr>
          <w:rFonts w:eastAsia="Courier New"/>
        </w:rPr>
        <w:t>P</w:t>
      </w:r>
      <w:r w:rsidR="00D222B2" w:rsidRPr="007720B3">
        <w:rPr>
          <w:rFonts w:eastAsia="Courier New"/>
        </w:rPr>
        <w:t>rašyme nurodytą asmeninę sąskaitą</w:t>
      </w:r>
      <w:r w:rsidR="007720B3" w:rsidRPr="007720B3">
        <w:rPr>
          <w:rFonts w:eastAsia="Courier New"/>
        </w:rPr>
        <w:t>.</w:t>
      </w:r>
    </w:p>
    <w:p w14:paraId="212599A3" w14:textId="77777777" w:rsidR="00D222B2" w:rsidRPr="00700BF4" w:rsidRDefault="00FC69C4" w:rsidP="00F13CEB">
      <w:pPr>
        <w:pStyle w:val="Sraopastraipa"/>
        <w:numPr>
          <w:ilvl w:val="0"/>
          <w:numId w:val="5"/>
        </w:numPr>
        <w:tabs>
          <w:tab w:val="left" w:pos="1134"/>
        </w:tabs>
        <w:ind w:left="0" w:firstLine="720"/>
        <w:jc w:val="both"/>
        <w:rPr>
          <w:color w:val="000000" w:themeColor="text1"/>
        </w:rPr>
      </w:pPr>
      <w:r w:rsidRPr="00700BF4">
        <w:t>P</w:t>
      </w:r>
      <w:r w:rsidR="00D222B2" w:rsidRPr="00700BF4">
        <w:t>aramos, skirtos vaikui, gimusiam socialinę riziką patiriančioje šeimoje, panaudojimo tikslingumą</w:t>
      </w:r>
      <w:r w:rsidR="00D222B2" w:rsidRPr="00F16E06">
        <w:rPr>
          <w:color w:val="000000" w:themeColor="text1"/>
        </w:rPr>
        <w:t xml:space="preserve"> kontroliuoja </w:t>
      </w:r>
      <w:r w:rsidR="00D222B2" w:rsidRPr="00700BF4">
        <w:t>socialinis darbuotojas darbui su šeima.</w:t>
      </w:r>
    </w:p>
    <w:p w14:paraId="3A83C115" w14:textId="77777777" w:rsidR="00D222B2" w:rsidRPr="00700BF4" w:rsidRDefault="00FC69C4" w:rsidP="00F13CEB">
      <w:pPr>
        <w:pStyle w:val="Sraopastraipa"/>
        <w:numPr>
          <w:ilvl w:val="0"/>
          <w:numId w:val="5"/>
        </w:numPr>
        <w:tabs>
          <w:tab w:val="left" w:pos="1134"/>
        </w:tabs>
        <w:ind w:left="0" w:firstLine="720"/>
        <w:jc w:val="both"/>
        <w:rPr>
          <w:color w:val="000000" w:themeColor="text1"/>
        </w:rPr>
      </w:pPr>
      <w:r w:rsidRPr="00700BF4">
        <w:t>P</w:t>
      </w:r>
      <w:r w:rsidR="00D222B2" w:rsidRPr="00700BF4">
        <w:t xml:space="preserve">arama </w:t>
      </w:r>
      <w:r w:rsidR="00D222B2" w:rsidRPr="00700BF4">
        <w:rPr>
          <w:color w:val="000000" w:themeColor="text1"/>
        </w:rPr>
        <w:t>mokama už kiekvieną gimusį vaiką.</w:t>
      </w:r>
    </w:p>
    <w:p w14:paraId="6B930550" w14:textId="77777777" w:rsidR="00D222B2" w:rsidRPr="00700BF4" w:rsidRDefault="007720B3" w:rsidP="00F13CEB">
      <w:pPr>
        <w:pStyle w:val="Sraopastraipa"/>
        <w:numPr>
          <w:ilvl w:val="0"/>
          <w:numId w:val="5"/>
        </w:numPr>
        <w:tabs>
          <w:tab w:val="left" w:pos="1134"/>
        </w:tabs>
        <w:ind w:left="0" w:firstLine="720"/>
        <w:jc w:val="both"/>
      </w:pPr>
      <w:r>
        <w:lastRenderedPageBreak/>
        <w:t>Administracijos s</w:t>
      </w:r>
      <w:r w:rsidR="00D222B2" w:rsidRPr="00700BF4">
        <w:t>ocialinės paramos skyriaus specialistai atsako</w:t>
      </w:r>
      <w:r w:rsidR="000263E5" w:rsidRPr="00700BF4">
        <w:t xml:space="preserve"> už teisingą duomenų suvedimą į </w:t>
      </w:r>
      <w:r w:rsidR="000263E5" w:rsidRPr="00700BF4">
        <w:rPr>
          <w:color w:val="000000"/>
        </w:rPr>
        <w:t xml:space="preserve">socialinės paramos apskaitos sistemą „Parama“ bei į </w:t>
      </w:r>
      <w:r w:rsidR="000263E5" w:rsidRPr="00700BF4">
        <w:t>informacinę sistemą SPIS</w:t>
      </w:r>
      <w:r w:rsidR="00D222B2" w:rsidRPr="00700BF4">
        <w:t xml:space="preserve">. </w:t>
      </w:r>
    </w:p>
    <w:p w14:paraId="023FC13B" w14:textId="77777777" w:rsidR="00D222B2" w:rsidRPr="00700BF4" w:rsidRDefault="00D222B2" w:rsidP="00F13CEB">
      <w:pPr>
        <w:pStyle w:val="Sraopastraipa"/>
        <w:numPr>
          <w:ilvl w:val="0"/>
          <w:numId w:val="5"/>
        </w:numPr>
        <w:tabs>
          <w:tab w:val="left" w:pos="1134"/>
        </w:tabs>
        <w:ind w:left="0" w:firstLine="720"/>
        <w:jc w:val="both"/>
        <w:rPr>
          <w:color w:val="000000" w:themeColor="text1"/>
        </w:rPr>
      </w:pPr>
      <w:r w:rsidRPr="00700BF4">
        <w:t>Tėvai (vienas iš turimų tėvų) atsako už pateiktų duomenų teisingumą įstatymų nustatyta tvarka.</w:t>
      </w:r>
    </w:p>
    <w:p w14:paraId="62E4AEF3" w14:textId="77777777" w:rsidR="003F09D1" w:rsidRPr="001B72B1" w:rsidRDefault="003F09D1" w:rsidP="00B44A06">
      <w:pPr>
        <w:pStyle w:val="Sraopastraipa"/>
        <w:numPr>
          <w:ilvl w:val="0"/>
          <w:numId w:val="5"/>
        </w:numPr>
        <w:tabs>
          <w:tab w:val="left" w:pos="1134"/>
        </w:tabs>
        <w:ind w:left="0" w:firstLine="720"/>
        <w:jc w:val="both"/>
        <w:rPr>
          <w:color w:val="000000" w:themeColor="text1"/>
        </w:rPr>
      </w:pPr>
      <w:r w:rsidRPr="00C10244">
        <w:rPr>
          <w:color w:val="000000" w:themeColor="text1"/>
        </w:rPr>
        <w:t>Paaiškėjus</w:t>
      </w:r>
      <w:r w:rsidR="00D222B2" w:rsidRPr="00D90205">
        <w:rPr>
          <w:color w:val="000000" w:themeColor="text1"/>
        </w:rPr>
        <w:t xml:space="preserve">, kad </w:t>
      </w:r>
      <w:r w:rsidRPr="00D90205">
        <w:rPr>
          <w:color w:val="000000" w:themeColor="text1"/>
        </w:rPr>
        <w:t xml:space="preserve">gavę </w:t>
      </w:r>
      <w:r w:rsidR="006F28EA">
        <w:rPr>
          <w:color w:val="000000" w:themeColor="text1"/>
        </w:rPr>
        <w:t>P</w:t>
      </w:r>
      <w:r w:rsidRPr="00D90205">
        <w:rPr>
          <w:color w:val="000000" w:themeColor="text1"/>
        </w:rPr>
        <w:t xml:space="preserve">aramą tėvai </w:t>
      </w:r>
      <w:r w:rsidR="00D222B2" w:rsidRPr="00D90205">
        <w:rPr>
          <w:color w:val="000000" w:themeColor="text1"/>
        </w:rPr>
        <w:t xml:space="preserve">(vienas iš tėvų) </w:t>
      </w:r>
      <w:r w:rsidRPr="00C10244">
        <w:rPr>
          <w:color w:val="000000" w:themeColor="text1"/>
        </w:rPr>
        <w:t xml:space="preserve">kreipimosi dėl </w:t>
      </w:r>
      <w:r w:rsidR="006F28EA" w:rsidRPr="00D52C07">
        <w:rPr>
          <w:color w:val="000000" w:themeColor="text1"/>
        </w:rPr>
        <w:t>P</w:t>
      </w:r>
      <w:r w:rsidRPr="00D90205">
        <w:rPr>
          <w:color w:val="000000" w:themeColor="text1"/>
        </w:rPr>
        <w:t>aramos gavimo</w:t>
      </w:r>
      <w:r w:rsidRPr="00C10244">
        <w:rPr>
          <w:color w:val="000000" w:themeColor="text1"/>
        </w:rPr>
        <w:t xml:space="preserve"> </w:t>
      </w:r>
      <w:r w:rsidR="00D222B2" w:rsidRPr="00C10244">
        <w:rPr>
          <w:color w:val="000000" w:themeColor="text1"/>
        </w:rPr>
        <w:t>metu</w:t>
      </w:r>
      <w:r w:rsidR="00D222B2" w:rsidRPr="001B72B1">
        <w:rPr>
          <w:color w:val="000000" w:themeColor="text1"/>
        </w:rPr>
        <w:t xml:space="preserve"> pateikė neteisingus duomenis, reikalingus</w:t>
      </w:r>
      <w:r w:rsidR="00D222B2" w:rsidRPr="001B72B1">
        <w:t xml:space="preserve"> </w:t>
      </w:r>
      <w:r w:rsidR="00FC69C4" w:rsidRPr="001B72B1">
        <w:t>P</w:t>
      </w:r>
      <w:r w:rsidR="00D222B2" w:rsidRPr="00D90205">
        <w:t xml:space="preserve">aramai </w:t>
      </w:r>
      <w:r w:rsidR="007720B3">
        <w:rPr>
          <w:color w:val="000000" w:themeColor="text1"/>
        </w:rPr>
        <w:t>skirti,</w:t>
      </w:r>
      <w:r w:rsidRPr="000E3DBC">
        <w:rPr>
          <w:color w:val="000000" w:themeColor="text1"/>
        </w:rPr>
        <w:t xml:space="preserve"> administracijai pareikalavus</w:t>
      </w:r>
      <w:r w:rsidR="000E3DBC" w:rsidRPr="00D52C07">
        <w:rPr>
          <w:color w:val="000000" w:themeColor="text1"/>
        </w:rPr>
        <w:t>,</w:t>
      </w:r>
      <w:r w:rsidRPr="000E3DBC">
        <w:rPr>
          <w:color w:val="000000" w:themeColor="text1"/>
        </w:rPr>
        <w:t xml:space="preserve"> turi grąžinti</w:t>
      </w:r>
      <w:r w:rsidR="00D222B2" w:rsidRPr="000E3DBC">
        <w:rPr>
          <w:color w:val="000000" w:themeColor="text1"/>
        </w:rPr>
        <w:t xml:space="preserve"> gautą </w:t>
      </w:r>
      <w:r w:rsidR="00FC69C4" w:rsidRPr="000E3DBC">
        <w:rPr>
          <w:color w:val="000000" w:themeColor="text1"/>
        </w:rPr>
        <w:t>Paramą</w:t>
      </w:r>
      <w:r w:rsidRPr="000E3DBC">
        <w:rPr>
          <w:color w:val="000000" w:themeColor="text1"/>
        </w:rPr>
        <w:t xml:space="preserve"> ne vėliau negu per 1 </w:t>
      </w:r>
      <w:r w:rsidR="00700BF4" w:rsidRPr="000E3DBC">
        <w:rPr>
          <w:color w:val="000000" w:themeColor="text1"/>
        </w:rPr>
        <w:t xml:space="preserve">(vieną) </w:t>
      </w:r>
      <w:r w:rsidRPr="000E3DBC">
        <w:rPr>
          <w:color w:val="000000" w:themeColor="text1"/>
        </w:rPr>
        <w:t>mėnesį nuo pareikalavimo</w:t>
      </w:r>
      <w:r w:rsidRPr="001B72B1">
        <w:rPr>
          <w:color w:val="000000" w:themeColor="text1"/>
        </w:rPr>
        <w:t xml:space="preserve"> dienos.</w:t>
      </w:r>
      <w:r w:rsidR="00FC69C4" w:rsidRPr="001B72B1">
        <w:rPr>
          <w:color w:val="000000" w:themeColor="text1"/>
        </w:rPr>
        <w:t xml:space="preserve"> </w:t>
      </w:r>
    </w:p>
    <w:p w14:paraId="7A189B29" w14:textId="77777777" w:rsidR="005C0410" w:rsidRPr="000E3DBC" w:rsidRDefault="006A4E1A" w:rsidP="00B44A06">
      <w:pPr>
        <w:pStyle w:val="Sraopastraipa"/>
        <w:numPr>
          <w:ilvl w:val="0"/>
          <w:numId w:val="5"/>
        </w:numPr>
        <w:tabs>
          <w:tab w:val="left" w:pos="1134"/>
        </w:tabs>
        <w:ind w:left="0" w:firstLine="720"/>
        <w:jc w:val="both"/>
        <w:rPr>
          <w:color w:val="000000" w:themeColor="text1"/>
        </w:rPr>
      </w:pPr>
      <w:r w:rsidRPr="00D90205">
        <w:rPr>
          <w:color w:val="000000" w:themeColor="text1"/>
        </w:rPr>
        <w:t xml:space="preserve">Esant sunkiai </w:t>
      </w:r>
      <w:r w:rsidR="00700BF4">
        <w:rPr>
          <w:color w:val="000000" w:themeColor="text1"/>
        </w:rPr>
        <w:t>P</w:t>
      </w:r>
      <w:r w:rsidRPr="001B72B1">
        <w:rPr>
          <w:color w:val="000000" w:themeColor="text1"/>
        </w:rPr>
        <w:t xml:space="preserve">aramos </w:t>
      </w:r>
      <w:r w:rsidRPr="00D90205">
        <w:rPr>
          <w:color w:val="000000" w:themeColor="text1"/>
        </w:rPr>
        <w:t>gavėjo(</w:t>
      </w:r>
      <w:r w:rsidR="00700BF4" w:rsidRPr="00D90205">
        <w:rPr>
          <w:color w:val="000000" w:themeColor="text1"/>
        </w:rPr>
        <w:t>-</w:t>
      </w:r>
      <w:r w:rsidRPr="00D90205">
        <w:rPr>
          <w:color w:val="000000" w:themeColor="text1"/>
        </w:rPr>
        <w:t xml:space="preserve">ų) </w:t>
      </w:r>
      <w:r w:rsidRPr="000E3DBC">
        <w:rPr>
          <w:color w:val="000000" w:themeColor="text1"/>
        </w:rPr>
        <w:t>materialin</w:t>
      </w:r>
      <w:r w:rsidR="00700BF4" w:rsidRPr="00D52C07">
        <w:rPr>
          <w:color w:val="000000" w:themeColor="text1"/>
        </w:rPr>
        <w:t>e</w:t>
      </w:r>
      <w:r w:rsidRPr="00D90205">
        <w:rPr>
          <w:color w:val="000000" w:themeColor="text1"/>
        </w:rPr>
        <w:t xml:space="preserve">i padėčiai, </w:t>
      </w:r>
      <w:r w:rsidR="00700BF4" w:rsidRPr="000E3DBC">
        <w:rPr>
          <w:color w:val="000000" w:themeColor="text1"/>
        </w:rPr>
        <w:t>P</w:t>
      </w:r>
      <w:r w:rsidRPr="000E3DBC">
        <w:rPr>
          <w:color w:val="000000" w:themeColor="text1"/>
        </w:rPr>
        <w:t>aramos gavėjui(</w:t>
      </w:r>
      <w:r w:rsidR="00700BF4" w:rsidRPr="000E3DBC">
        <w:rPr>
          <w:color w:val="000000" w:themeColor="text1"/>
        </w:rPr>
        <w:t>-</w:t>
      </w:r>
      <w:r w:rsidRPr="000E3DBC">
        <w:rPr>
          <w:color w:val="000000" w:themeColor="text1"/>
        </w:rPr>
        <w:t xml:space="preserve">ams) pateikus laisvos formos prašymą raštu, </w:t>
      </w:r>
      <w:r w:rsidR="000D475F" w:rsidRPr="00D52C07">
        <w:rPr>
          <w:color w:val="000000" w:themeColor="text1"/>
        </w:rPr>
        <w:t>Savivaldybės a</w:t>
      </w:r>
      <w:r w:rsidR="003F09D1" w:rsidRPr="00D90205">
        <w:rPr>
          <w:color w:val="000000" w:themeColor="text1"/>
        </w:rPr>
        <w:t xml:space="preserve">dministracijos direktorius gali sudaryti raštišką susitarimą </w:t>
      </w:r>
      <w:r w:rsidR="00A9533B" w:rsidRPr="000E3DBC">
        <w:rPr>
          <w:color w:val="000000" w:themeColor="text1"/>
        </w:rPr>
        <w:t>„</w:t>
      </w:r>
      <w:r w:rsidR="003F09D1" w:rsidRPr="000E3DBC">
        <w:rPr>
          <w:color w:val="000000" w:themeColor="text1"/>
        </w:rPr>
        <w:t>Dėl gautos paramos grąžinimo sąlygų ir terminų</w:t>
      </w:r>
      <w:r w:rsidR="00A9533B" w:rsidRPr="000E3DBC">
        <w:rPr>
          <w:color w:val="000000" w:themeColor="text1"/>
        </w:rPr>
        <w:t>“</w:t>
      </w:r>
      <w:r w:rsidRPr="000E3DBC">
        <w:rPr>
          <w:color w:val="000000" w:themeColor="text1"/>
        </w:rPr>
        <w:t>.</w:t>
      </w:r>
    </w:p>
    <w:p w14:paraId="1D05608B" w14:textId="77777777" w:rsidR="00D222B2" w:rsidRPr="00700BF4" w:rsidRDefault="006A4E1A" w:rsidP="00B44A06">
      <w:pPr>
        <w:pStyle w:val="Sraopastraipa"/>
        <w:numPr>
          <w:ilvl w:val="0"/>
          <w:numId w:val="5"/>
        </w:numPr>
        <w:tabs>
          <w:tab w:val="left" w:pos="1134"/>
        </w:tabs>
        <w:ind w:left="0" w:firstLine="720"/>
        <w:jc w:val="both"/>
        <w:rPr>
          <w:color w:val="000000" w:themeColor="text1"/>
        </w:rPr>
      </w:pPr>
      <w:r w:rsidRPr="00700BF4">
        <w:rPr>
          <w:color w:val="000000" w:themeColor="text1"/>
        </w:rPr>
        <w:t xml:space="preserve"> </w:t>
      </w:r>
      <w:r w:rsidR="00D222B2" w:rsidRPr="00700BF4">
        <w:rPr>
          <w:color w:val="000000" w:themeColor="text1"/>
        </w:rPr>
        <w:t xml:space="preserve">Jeigu gauta </w:t>
      </w:r>
      <w:r w:rsidR="00FC69C4" w:rsidRPr="00700BF4">
        <w:t>P</w:t>
      </w:r>
      <w:r w:rsidR="00D222B2" w:rsidRPr="00700BF4">
        <w:t xml:space="preserve">arama </w:t>
      </w:r>
      <w:r w:rsidR="005C0410" w:rsidRPr="00700BF4">
        <w:rPr>
          <w:color w:val="000000" w:themeColor="text1"/>
        </w:rPr>
        <w:t>negrąžinama</w:t>
      </w:r>
      <w:r w:rsidR="00D222B2" w:rsidRPr="00700BF4">
        <w:rPr>
          <w:color w:val="000000" w:themeColor="text1"/>
        </w:rPr>
        <w:t xml:space="preserve"> per nustatytą</w:t>
      </w:r>
      <w:r w:rsidR="005C0410" w:rsidRPr="00700BF4">
        <w:rPr>
          <w:color w:val="000000" w:themeColor="text1"/>
        </w:rPr>
        <w:t>/susitartą</w:t>
      </w:r>
      <w:r w:rsidR="00D222B2" w:rsidRPr="00700BF4">
        <w:rPr>
          <w:color w:val="000000" w:themeColor="text1"/>
        </w:rPr>
        <w:t xml:space="preserve"> terminą, lėšos išieškomos Lietuvos Respublikos </w:t>
      </w:r>
      <w:r w:rsidR="005C0410" w:rsidRPr="00700BF4">
        <w:rPr>
          <w:color w:val="000000" w:themeColor="text1"/>
        </w:rPr>
        <w:t>teisės aktų</w:t>
      </w:r>
      <w:r w:rsidR="00D222B2" w:rsidRPr="00700BF4">
        <w:rPr>
          <w:color w:val="000000" w:themeColor="text1"/>
        </w:rPr>
        <w:t> nustatyta tvarka.</w:t>
      </w:r>
    </w:p>
    <w:p w14:paraId="725576A8" w14:textId="77777777" w:rsidR="00D222B2" w:rsidRPr="00274856" w:rsidRDefault="00D222B2" w:rsidP="00EE6D69">
      <w:pPr>
        <w:jc w:val="center"/>
        <w:rPr>
          <w:b/>
          <w:bCs/>
          <w:color w:val="000000"/>
        </w:rPr>
      </w:pPr>
    </w:p>
    <w:p w14:paraId="53B5F3C8" w14:textId="77777777" w:rsidR="00D222B2" w:rsidRPr="00274856" w:rsidRDefault="00D222B2" w:rsidP="00EE6D69">
      <w:pPr>
        <w:jc w:val="center"/>
      </w:pPr>
      <w:r w:rsidRPr="00274856">
        <w:rPr>
          <w:b/>
          <w:bCs/>
          <w:color w:val="000000"/>
        </w:rPr>
        <w:t>III SKYRIUS</w:t>
      </w:r>
    </w:p>
    <w:p w14:paraId="0656171A" w14:textId="77777777" w:rsidR="00D222B2" w:rsidRPr="00274856" w:rsidRDefault="00D222B2" w:rsidP="00EE6D69">
      <w:pPr>
        <w:shd w:val="clear" w:color="auto" w:fill="FFFFFF"/>
        <w:jc w:val="center"/>
        <w:rPr>
          <w:b/>
          <w:bCs/>
          <w:color w:val="000000"/>
        </w:rPr>
      </w:pPr>
      <w:r w:rsidRPr="00274856">
        <w:rPr>
          <w:b/>
          <w:bCs/>
          <w:color w:val="000000"/>
        </w:rPr>
        <w:t>BAIGIAMOSIOS NUOSTATOS</w:t>
      </w:r>
    </w:p>
    <w:p w14:paraId="2FC0F2F3" w14:textId="77777777" w:rsidR="00D222B2" w:rsidRPr="00274856" w:rsidRDefault="00D222B2" w:rsidP="00EE6D69">
      <w:pPr>
        <w:ind w:firstLine="709"/>
        <w:jc w:val="both"/>
        <w:rPr>
          <w:color w:val="000000"/>
        </w:rPr>
      </w:pPr>
    </w:p>
    <w:p w14:paraId="18351817" w14:textId="77777777" w:rsidR="00D222B2" w:rsidRPr="00274856" w:rsidRDefault="00D222B2" w:rsidP="001B72B1">
      <w:pPr>
        <w:pStyle w:val="Sraopastraipa"/>
        <w:numPr>
          <w:ilvl w:val="0"/>
          <w:numId w:val="5"/>
        </w:numPr>
        <w:tabs>
          <w:tab w:val="left" w:pos="1134"/>
        </w:tabs>
        <w:ind w:left="0" w:firstLine="720"/>
        <w:jc w:val="both"/>
      </w:pPr>
      <w:r w:rsidRPr="00274856">
        <w:rPr>
          <w:color w:val="000000"/>
        </w:rPr>
        <w:t xml:space="preserve">Visi dokumentai, susiję su </w:t>
      </w:r>
      <w:r w:rsidR="00FC69C4" w:rsidRPr="00274856">
        <w:t>P</w:t>
      </w:r>
      <w:r w:rsidRPr="00274856">
        <w:t xml:space="preserve">aramos </w:t>
      </w:r>
      <w:r w:rsidRPr="00274856">
        <w:rPr>
          <w:color w:val="000000"/>
        </w:rPr>
        <w:t>skyrimu ir teikimu,</w:t>
      </w:r>
      <w:r w:rsidRPr="00274856">
        <w:rPr>
          <w:color w:val="FF0000"/>
        </w:rPr>
        <w:t xml:space="preserve"> </w:t>
      </w:r>
      <w:r w:rsidRPr="00274856">
        <w:rPr>
          <w:color w:val="000000"/>
        </w:rPr>
        <w:t>yra saugomi Savivaldybės administracijoje teisės aktų nustatyta tvarka.</w:t>
      </w:r>
      <w:r w:rsidRPr="00274856">
        <w:t xml:space="preserve"> </w:t>
      </w:r>
    </w:p>
    <w:p w14:paraId="47E9EC98" w14:textId="77777777" w:rsidR="00D222B2" w:rsidRPr="00274856" w:rsidRDefault="00D222B2">
      <w:pPr>
        <w:pStyle w:val="Sraopastraipa"/>
        <w:numPr>
          <w:ilvl w:val="0"/>
          <w:numId w:val="5"/>
        </w:numPr>
        <w:tabs>
          <w:tab w:val="left" w:pos="1134"/>
        </w:tabs>
        <w:ind w:left="0" w:firstLine="720"/>
        <w:jc w:val="both"/>
      </w:pPr>
      <w:r w:rsidRPr="00274856">
        <w:rPr>
          <w:color w:val="000000"/>
        </w:rPr>
        <w:t xml:space="preserve">Sprendimai dėl </w:t>
      </w:r>
      <w:r w:rsidR="00FC69C4" w:rsidRPr="00274856">
        <w:t>P</w:t>
      </w:r>
      <w:r w:rsidRPr="00274856">
        <w:t xml:space="preserve">aramos gali būti skundžiami Lietuvos Respublikos </w:t>
      </w:r>
      <w:r w:rsidRPr="00274856">
        <w:rPr>
          <w:color w:val="000000"/>
        </w:rPr>
        <w:t>administracinių bylų teisenos įstatymo nustatyta tvarka.</w:t>
      </w:r>
    </w:p>
    <w:p w14:paraId="74264C92" w14:textId="77777777" w:rsidR="00D222B2" w:rsidRPr="00274856" w:rsidRDefault="005C0410">
      <w:pPr>
        <w:pStyle w:val="Sraopastraipa"/>
        <w:numPr>
          <w:ilvl w:val="0"/>
          <w:numId w:val="5"/>
        </w:numPr>
        <w:tabs>
          <w:tab w:val="left" w:pos="1134"/>
        </w:tabs>
        <w:ind w:left="0" w:firstLine="720"/>
        <w:jc w:val="both"/>
      </w:pPr>
      <w:r w:rsidRPr="00274856">
        <w:t xml:space="preserve">Šis </w:t>
      </w:r>
      <w:r w:rsidR="00FC69C4" w:rsidRPr="00274856">
        <w:t>A</w:t>
      </w:r>
      <w:r w:rsidRPr="00274856">
        <w:t>prašas gali būti keičiamas, papild</w:t>
      </w:r>
      <w:r w:rsidR="000D475F">
        <w:t>o</w:t>
      </w:r>
      <w:r w:rsidRPr="00274856">
        <w:t>mas</w:t>
      </w:r>
      <w:r w:rsidR="00D222B2" w:rsidRPr="00274856">
        <w:t xml:space="preserve"> </w:t>
      </w:r>
      <w:r w:rsidRPr="00274856">
        <w:t>ar pripažįstamas netekusiu galios</w:t>
      </w:r>
      <w:r w:rsidR="00D222B2" w:rsidRPr="00274856">
        <w:t xml:space="preserve"> </w:t>
      </w:r>
      <w:r w:rsidR="006F28EA">
        <w:t>S</w:t>
      </w:r>
      <w:r w:rsidRPr="00274856">
        <w:t>avivaldybės tarybos sprendimu.</w:t>
      </w:r>
    </w:p>
    <w:p w14:paraId="7C547692" w14:textId="77777777" w:rsidR="00D222B2" w:rsidRPr="00274856" w:rsidRDefault="00FC69C4">
      <w:pPr>
        <w:pStyle w:val="Sraopastraipa"/>
        <w:numPr>
          <w:ilvl w:val="0"/>
          <w:numId w:val="5"/>
        </w:numPr>
        <w:tabs>
          <w:tab w:val="left" w:pos="1134"/>
        </w:tabs>
        <w:ind w:left="0" w:firstLine="720"/>
        <w:jc w:val="both"/>
      </w:pPr>
      <w:r w:rsidRPr="00274856">
        <w:t>A</w:t>
      </w:r>
      <w:r w:rsidR="00D222B2" w:rsidRPr="00274856">
        <w:t>prašas ir visa informacija skelbiama Teisės aktų registre ir Savivaldybės interneto svetainėje</w:t>
      </w:r>
      <w:r w:rsidRPr="00274856">
        <w:t xml:space="preserve"> </w:t>
      </w:r>
      <w:hyperlink r:id="rId7" w:history="1">
        <w:r w:rsidRPr="00274856">
          <w:rPr>
            <w:rStyle w:val="Hipersaitas"/>
          </w:rPr>
          <w:t>www.plunge.lt</w:t>
        </w:r>
      </w:hyperlink>
      <w:r w:rsidRPr="00274856">
        <w:t>.</w:t>
      </w:r>
    </w:p>
    <w:p w14:paraId="4F55B0DB" w14:textId="77777777" w:rsidR="00A20A42" w:rsidRPr="00274856" w:rsidRDefault="00A20A42">
      <w:pPr>
        <w:pStyle w:val="Sraopastraipa"/>
        <w:numPr>
          <w:ilvl w:val="0"/>
          <w:numId w:val="5"/>
        </w:numPr>
        <w:tabs>
          <w:tab w:val="left" w:pos="1134"/>
        </w:tabs>
        <w:autoSpaceDE w:val="0"/>
        <w:autoSpaceDN w:val="0"/>
        <w:adjustRightInd w:val="0"/>
        <w:ind w:left="0" w:firstLine="720"/>
        <w:jc w:val="both"/>
      </w:pPr>
      <w:r w:rsidRPr="00274856">
        <w:t>Apraše numatytų lėšų panaudojimo kontrolę vykdo Savivaldybės kontrolės ir audito tarnyba.</w:t>
      </w:r>
    </w:p>
    <w:p w14:paraId="256E981A" w14:textId="77777777" w:rsidR="00B20B3E" w:rsidRPr="00274856" w:rsidRDefault="00B20B3E">
      <w:pPr>
        <w:pStyle w:val="Sraopastraipa"/>
        <w:numPr>
          <w:ilvl w:val="0"/>
          <w:numId w:val="5"/>
        </w:numPr>
        <w:tabs>
          <w:tab w:val="left" w:pos="1134"/>
        </w:tabs>
        <w:autoSpaceDE w:val="0"/>
        <w:autoSpaceDN w:val="0"/>
        <w:adjustRightInd w:val="0"/>
        <w:ind w:left="0" w:firstLine="720"/>
        <w:jc w:val="both"/>
      </w:pPr>
      <w:r w:rsidRPr="00274856">
        <w:t>Asmenys</w:t>
      </w:r>
      <w:r w:rsidR="000D475F">
        <w:t>,</w:t>
      </w:r>
      <w:r w:rsidRPr="00274856">
        <w:t xml:space="preserve"> pažeidę šį Aprašą</w:t>
      </w:r>
      <w:r w:rsidR="000D475F">
        <w:t>,</w:t>
      </w:r>
      <w:r w:rsidRPr="00274856">
        <w:t xml:space="preserve"> atsako Lietuvos Respublikos teisės aktų nustatyta tvarka.</w:t>
      </w:r>
    </w:p>
    <w:p w14:paraId="1ECDEF6B" w14:textId="77777777" w:rsidR="00D222B2" w:rsidRPr="008B04EB" w:rsidRDefault="00D222B2" w:rsidP="00D52C07">
      <w:pPr>
        <w:shd w:val="clear" w:color="auto" w:fill="FFFFFF"/>
        <w:rPr>
          <w:color w:val="000000"/>
        </w:rPr>
      </w:pPr>
    </w:p>
    <w:p w14:paraId="5D66AAC5" w14:textId="77777777" w:rsidR="00D222B2" w:rsidRDefault="00D222B2" w:rsidP="00EE6D69">
      <w:pPr>
        <w:shd w:val="clear" w:color="auto" w:fill="FFFFFF"/>
        <w:jc w:val="center"/>
        <w:rPr>
          <w:color w:val="000000"/>
        </w:rPr>
      </w:pPr>
      <w:r w:rsidRPr="008B04EB">
        <w:rPr>
          <w:color w:val="000000"/>
        </w:rPr>
        <w:t>___________________________</w:t>
      </w:r>
    </w:p>
    <w:p w14:paraId="46B22BAC" w14:textId="77777777" w:rsidR="00D222B2" w:rsidRDefault="00D222B2" w:rsidP="00EE6D69">
      <w:pPr>
        <w:shd w:val="clear" w:color="auto" w:fill="FFFFFF"/>
        <w:jc w:val="center"/>
        <w:rPr>
          <w:color w:val="000000"/>
        </w:rPr>
      </w:pPr>
    </w:p>
    <w:p w14:paraId="3C4232BC" w14:textId="77777777" w:rsidR="00D222B2" w:rsidRDefault="00D222B2" w:rsidP="00EE6D69">
      <w:pPr>
        <w:shd w:val="clear" w:color="auto" w:fill="FFFFFF"/>
        <w:jc w:val="center"/>
        <w:rPr>
          <w:color w:val="000000"/>
        </w:rPr>
      </w:pPr>
    </w:p>
    <w:p w14:paraId="52A13A8D" w14:textId="77777777" w:rsidR="00D222B2" w:rsidRDefault="00D222B2" w:rsidP="00D222B2">
      <w:pPr>
        <w:shd w:val="clear" w:color="auto" w:fill="FFFFFF"/>
        <w:spacing w:line="360" w:lineRule="auto"/>
        <w:rPr>
          <w:color w:val="000000"/>
        </w:rPr>
      </w:pPr>
    </w:p>
    <w:p w14:paraId="0E500E6A" w14:textId="77777777" w:rsidR="00D222B2" w:rsidRDefault="00D222B2" w:rsidP="00D222B2">
      <w:pPr>
        <w:shd w:val="clear" w:color="auto" w:fill="FFFFFF"/>
        <w:spacing w:line="360" w:lineRule="auto"/>
        <w:rPr>
          <w:color w:val="000000"/>
        </w:rPr>
      </w:pPr>
    </w:p>
    <w:p w14:paraId="3045AE28" w14:textId="77777777" w:rsidR="00D222B2" w:rsidRDefault="00D222B2" w:rsidP="00D222B2">
      <w:pPr>
        <w:shd w:val="clear" w:color="auto" w:fill="FFFFFF"/>
        <w:jc w:val="right"/>
        <w:rPr>
          <w:color w:val="FF0000"/>
        </w:rPr>
      </w:pPr>
    </w:p>
    <w:p w14:paraId="7C371077" w14:textId="77777777" w:rsidR="00D222B2" w:rsidRDefault="00D222B2" w:rsidP="00D222B2">
      <w:pPr>
        <w:shd w:val="clear" w:color="auto" w:fill="FFFFFF"/>
        <w:jc w:val="right"/>
        <w:rPr>
          <w:color w:val="FF0000"/>
        </w:rPr>
      </w:pPr>
    </w:p>
    <w:p w14:paraId="677FA08F" w14:textId="77777777" w:rsidR="00700BF4" w:rsidRDefault="00700BF4" w:rsidP="00D52C07">
      <w:pPr>
        <w:spacing w:after="160" w:line="259" w:lineRule="auto"/>
        <w:rPr>
          <w:color w:val="FF0000"/>
        </w:rPr>
      </w:pPr>
    </w:p>
    <w:p w14:paraId="263F8D8E" w14:textId="77777777" w:rsidR="00700BF4" w:rsidRDefault="00700BF4" w:rsidP="00D52C07">
      <w:pPr>
        <w:spacing w:after="160" w:line="259" w:lineRule="auto"/>
        <w:rPr>
          <w:color w:val="FF0000"/>
        </w:rPr>
      </w:pPr>
    </w:p>
    <w:p w14:paraId="6F2640DF" w14:textId="77777777" w:rsidR="007720B3" w:rsidRDefault="007720B3" w:rsidP="00D52C07">
      <w:pPr>
        <w:spacing w:after="160" w:line="259" w:lineRule="auto"/>
        <w:rPr>
          <w:color w:val="FF0000"/>
        </w:rPr>
      </w:pPr>
    </w:p>
    <w:p w14:paraId="2993A55F" w14:textId="77777777" w:rsidR="007720B3" w:rsidRDefault="007720B3" w:rsidP="00D52C07">
      <w:pPr>
        <w:spacing w:after="160" w:line="259" w:lineRule="auto"/>
        <w:rPr>
          <w:color w:val="FF0000"/>
        </w:rPr>
      </w:pPr>
    </w:p>
    <w:p w14:paraId="203BF8D1" w14:textId="77777777" w:rsidR="007720B3" w:rsidRDefault="007720B3" w:rsidP="00D52C07">
      <w:pPr>
        <w:spacing w:after="160" w:line="259" w:lineRule="auto"/>
        <w:rPr>
          <w:color w:val="FF0000"/>
        </w:rPr>
      </w:pPr>
    </w:p>
    <w:p w14:paraId="37C53275" w14:textId="77777777" w:rsidR="007720B3" w:rsidRDefault="007720B3" w:rsidP="00D52C07">
      <w:pPr>
        <w:spacing w:after="160" w:line="259" w:lineRule="auto"/>
        <w:rPr>
          <w:color w:val="FF0000"/>
        </w:rPr>
      </w:pPr>
    </w:p>
    <w:p w14:paraId="232D85C0" w14:textId="77777777" w:rsidR="00700BF4" w:rsidRDefault="00700BF4" w:rsidP="00D52C07">
      <w:pPr>
        <w:spacing w:after="160" w:line="259" w:lineRule="auto"/>
        <w:rPr>
          <w:color w:val="FF0000"/>
        </w:rPr>
      </w:pPr>
    </w:p>
    <w:p w14:paraId="2470E906" w14:textId="77777777" w:rsidR="00700BF4" w:rsidRDefault="00700BF4" w:rsidP="00D52C07">
      <w:pPr>
        <w:spacing w:after="160" w:line="259" w:lineRule="auto"/>
        <w:rPr>
          <w:color w:val="FF0000"/>
        </w:rPr>
      </w:pPr>
    </w:p>
    <w:p w14:paraId="1AA84F98" w14:textId="77777777" w:rsidR="006F28EA" w:rsidRDefault="006F28EA" w:rsidP="00D52C07">
      <w:pPr>
        <w:spacing w:after="160" w:line="259" w:lineRule="auto"/>
        <w:rPr>
          <w:color w:val="FF0000"/>
        </w:rPr>
      </w:pPr>
    </w:p>
    <w:p w14:paraId="4602277A" w14:textId="77777777" w:rsidR="00D222B2" w:rsidRDefault="00D222B2" w:rsidP="00D52C07">
      <w:pPr>
        <w:spacing w:after="160" w:line="259" w:lineRule="auto"/>
        <w:rPr>
          <w:color w:val="FF0000"/>
        </w:rPr>
      </w:pPr>
    </w:p>
    <w:p w14:paraId="5BB14212" w14:textId="77777777" w:rsidR="00D222B2" w:rsidRPr="0030523E" w:rsidRDefault="00D222B2" w:rsidP="00D222B2">
      <w:pPr>
        <w:shd w:val="clear" w:color="auto" w:fill="FFFFFF"/>
        <w:ind w:left="6480"/>
      </w:pPr>
      <w:r>
        <w:lastRenderedPageBreak/>
        <w:t>Plungės</w:t>
      </w:r>
      <w:r w:rsidRPr="0030523E">
        <w:t xml:space="preserve"> rajono savivaldybės</w:t>
      </w:r>
    </w:p>
    <w:p w14:paraId="3A4082B5" w14:textId="77777777" w:rsidR="00D222B2" w:rsidRPr="0030523E" w:rsidRDefault="00A17967" w:rsidP="00D222B2">
      <w:pPr>
        <w:shd w:val="clear" w:color="auto" w:fill="FFFFFF"/>
        <w:ind w:left="5184" w:firstLine="1296"/>
      </w:pPr>
      <w:r>
        <w:t>tarybos 2024</w:t>
      </w:r>
      <w:r w:rsidR="00D222B2" w:rsidRPr="0030523E">
        <w:t xml:space="preserve"> m. </w:t>
      </w:r>
      <w:r>
        <w:t>spalio 31</w:t>
      </w:r>
      <w:r w:rsidR="00D222B2" w:rsidRPr="0030523E">
        <w:t xml:space="preserve"> d. </w:t>
      </w:r>
    </w:p>
    <w:p w14:paraId="57E32F3F" w14:textId="77777777" w:rsidR="00D222B2" w:rsidRPr="00C71D11" w:rsidRDefault="00D222B2" w:rsidP="00D222B2">
      <w:pPr>
        <w:shd w:val="clear" w:color="auto" w:fill="FFFFFF"/>
        <w:ind w:left="5184" w:firstLine="1296"/>
      </w:pPr>
      <w:r w:rsidRPr="00C71D11">
        <w:t>sprendim</w:t>
      </w:r>
      <w:r w:rsidR="00FC69C4" w:rsidRPr="00F13CEB">
        <w:t>o</w:t>
      </w:r>
      <w:r w:rsidRPr="00C71D11">
        <w:t xml:space="preserve"> Nr. T1-</w:t>
      </w:r>
    </w:p>
    <w:p w14:paraId="41986764" w14:textId="77777777" w:rsidR="00D222B2" w:rsidRPr="0030523E" w:rsidRDefault="00D222B2" w:rsidP="00D222B2">
      <w:pPr>
        <w:shd w:val="clear" w:color="auto" w:fill="FFFFFF"/>
        <w:ind w:left="5184" w:firstLine="1296"/>
      </w:pPr>
      <w:r w:rsidRPr="00FC69C4">
        <w:t>priedas</w:t>
      </w:r>
    </w:p>
    <w:p w14:paraId="0EC34990" w14:textId="77777777" w:rsidR="00D222B2" w:rsidRDefault="00D222B2" w:rsidP="00D222B2">
      <w:pPr>
        <w:shd w:val="clear" w:color="auto" w:fill="FFFFFF"/>
        <w:jc w:val="right"/>
        <w:rPr>
          <w:color w:val="FF0000"/>
        </w:rPr>
      </w:pPr>
    </w:p>
    <w:tbl>
      <w:tblPr>
        <w:tblW w:w="9799" w:type="dxa"/>
        <w:tblInd w:w="-179" w:type="dxa"/>
        <w:tblLayout w:type="fixed"/>
        <w:tblLook w:val="0000" w:firstRow="0" w:lastRow="0" w:firstColumn="0" w:lastColumn="0" w:noHBand="0" w:noVBand="0"/>
      </w:tblPr>
      <w:tblGrid>
        <w:gridCol w:w="9677"/>
        <w:gridCol w:w="37"/>
        <w:gridCol w:w="41"/>
        <w:gridCol w:w="33"/>
        <w:gridCol w:w="11"/>
      </w:tblGrid>
      <w:tr w:rsidR="00D222B2" w:rsidRPr="00412558" w14:paraId="4922CA64" w14:textId="77777777" w:rsidTr="00F13CEB">
        <w:trPr>
          <w:trHeight w:val="227"/>
        </w:trPr>
        <w:tc>
          <w:tcPr>
            <w:tcW w:w="9799" w:type="dxa"/>
            <w:gridSpan w:val="5"/>
            <w:tcBorders>
              <w:bottom w:val="single" w:sz="4" w:space="0" w:color="000000"/>
            </w:tcBorders>
            <w:shd w:val="clear" w:color="auto" w:fill="auto"/>
          </w:tcPr>
          <w:p w14:paraId="74E9D1CE" w14:textId="77777777" w:rsidR="00D222B2" w:rsidRPr="00412558" w:rsidRDefault="00D222B2" w:rsidP="00750B1E">
            <w:pPr>
              <w:suppressAutoHyphens/>
              <w:snapToGrid w:val="0"/>
              <w:spacing w:after="120"/>
              <w:rPr>
                <w:rFonts w:eastAsia="Calibri"/>
                <w:sz w:val="16"/>
                <w:szCs w:val="16"/>
                <w:lang w:eastAsia="zh-CN"/>
              </w:rPr>
            </w:pPr>
          </w:p>
        </w:tc>
      </w:tr>
      <w:tr w:rsidR="00D222B2" w:rsidRPr="00412558" w14:paraId="6635E900" w14:textId="77777777" w:rsidTr="00F13CEB">
        <w:trPr>
          <w:trHeight w:val="624"/>
        </w:trPr>
        <w:tc>
          <w:tcPr>
            <w:tcW w:w="9799" w:type="dxa"/>
            <w:gridSpan w:val="5"/>
            <w:tcBorders>
              <w:top w:val="single" w:sz="4" w:space="0" w:color="000000"/>
              <w:bottom w:val="single" w:sz="4" w:space="0" w:color="000000"/>
            </w:tcBorders>
            <w:shd w:val="clear" w:color="auto" w:fill="auto"/>
          </w:tcPr>
          <w:p w14:paraId="56BB3039" w14:textId="77777777" w:rsidR="00D222B2" w:rsidRPr="00412558" w:rsidRDefault="00D222B2" w:rsidP="00750B1E">
            <w:pPr>
              <w:suppressAutoHyphens/>
              <w:spacing w:after="120"/>
              <w:jc w:val="center"/>
              <w:rPr>
                <w:rFonts w:ascii="Verdana" w:eastAsia="Calibri" w:hAnsi="Verdana"/>
                <w:b/>
                <w:color w:val="7030A0"/>
                <w:sz w:val="14"/>
                <w:szCs w:val="14"/>
                <w:lang w:eastAsia="zh-CN"/>
              </w:rPr>
            </w:pPr>
            <w:r w:rsidRPr="00412558">
              <w:rPr>
                <w:rFonts w:eastAsia="Calibri"/>
                <w:sz w:val="16"/>
                <w:szCs w:val="16"/>
                <w:lang w:eastAsia="zh-CN"/>
              </w:rPr>
              <w:t>(vardas ir pavardė)</w:t>
            </w:r>
          </w:p>
        </w:tc>
      </w:tr>
      <w:tr w:rsidR="00FC69C4" w:rsidRPr="00FC69C4" w14:paraId="3D8EB6F2" w14:textId="77777777" w:rsidTr="005A6841">
        <w:trPr>
          <w:trHeight w:val="624"/>
        </w:trPr>
        <w:tc>
          <w:tcPr>
            <w:tcW w:w="9799" w:type="dxa"/>
            <w:gridSpan w:val="5"/>
            <w:tcBorders>
              <w:top w:val="single" w:sz="4" w:space="0" w:color="000000"/>
              <w:bottom w:val="single" w:sz="4" w:space="0" w:color="000000"/>
            </w:tcBorders>
            <w:shd w:val="clear" w:color="auto" w:fill="auto"/>
          </w:tcPr>
          <w:p w14:paraId="3D388D3A" w14:textId="77777777" w:rsidR="00D222B2" w:rsidRPr="00F13CEB" w:rsidRDefault="00D222B2" w:rsidP="00750B1E">
            <w:pPr>
              <w:suppressAutoHyphens/>
              <w:spacing w:after="120"/>
              <w:jc w:val="center"/>
              <w:rPr>
                <w:rFonts w:ascii="Verdana" w:eastAsia="Calibri" w:hAnsi="Verdana"/>
                <w:b/>
                <w:sz w:val="14"/>
                <w:szCs w:val="14"/>
                <w:lang w:eastAsia="zh-CN"/>
              </w:rPr>
            </w:pPr>
            <w:r w:rsidRPr="00F13CEB">
              <w:rPr>
                <w:rFonts w:eastAsia="Calibri"/>
                <w:sz w:val="16"/>
                <w:szCs w:val="16"/>
                <w:lang w:eastAsia="zh-CN"/>
              </w:rPr>
              <w:t>(asmens kodas)</w:t>
            </w:r>
          </w:p>
        </w:tc>
      </w:tr>
      <w:tr w:rsidR="00FC69C4" w:rsidRPr="00FC69C4" w14:paraId="43D0D4BB" w14:textId="77777777" w:rsidTr="005A6841">
        <w:trPr>
          <w:trHeight w:val="680"/>
        </w:trPr>
        <w:tc>
          <w:tcPr>
            <w:tcW w:w="9799" w:type="dxa"/>
            <w:gridSpan w:val="5"/>
            <w:tcBorders>
              <w:top w:val="single" w:sz="4" w:space="0" w:color="000000"/>
              <w:bottom w:val="single" w:sz="4" w:space="0" w:color="000000"/>
            </w:tcBorders>
            <w:shd w:val="clear" w:color="auto" w:fill="auto"/>
          </w:tcPr>
          <w:p w14:paraId="270D49B1" w14:textId="77777777" w:rsidR="00D222B2" w:rsidRPr="00F13CEB" w:rsidRDefault="00D222B2" w:rsidP="00750B1E">
            <w:pPr>
              <w:suppressAutoHyphens/>
              <w:spacing w:after="120"/>
              <w:jc w:val="center"/>
              <w:rPr>
                <w:rFonts w:ascii="Verdana" w:eastAsia="Calibri" w:hAnsi="Verdana"/>
                <w:b/>
                <w:sz w:val="14"/>
                <w:szCs w:val="14"/>
                <w:lang w:eastAsia="zh-CN"/>
              </w:rPr>
            </w:pPr>
            <w:r w:rsidRPr="00FC69C4">
              <w:rPr>
                <w:rFonts w:eastAsia="Calibri"/>
                <w:sz w:val="16"/>
                <w:szCs w:val="16"/>
                <w:lang w:eastAsia="zh-CN"/>
              </w:rPr>
              <w:t>(deklaruota gyvenamoji vieta)</w:t>
            </w:r>
          </w:p>
        </w:tc>
      </w:tr>
      <w:tr w:rsidR="00FC69C4" w:rsidRPr="00FC69C4" w14:paraId="01034AD4" w14:textId="77777777" w:rsidTr="005A6841">
        <w:tblPrEx>
          <w:tblCellMar>
            <w:left w:w="0" w:type="dxa"/>
            <w:right w:w="0" w:type="dxa"/>
          </w:tblCellMar>
        </w:tblPrEx>
        <w:trPr>
          <w:gridAfter w:val="1"/>
          <w:wAfter w:w="11" w:type="dxa"/>
          <w:trHeight w:val="187"/>
        </w:trPr>
        <w:tc>
          <w:tcPr>
            <w:tcW w:w="9677" w:type="dxa"/>
            <w:tcBorders>
              <w:top w:val="single" w:sz="4" w:space="0" w:color="000000"/>
            </w:tcBorders>
            <w:shd w:val="clear" w:color="auto" w:fill="auto"/>
          </w:tcPr>
          <w:p w14:paraId="3D7DE413" w14:textId="77777777" w:rsidR="00D222B2" w:rsidRPr="00F13CEB" w:rsidRDefault="00D222B2" w:rsidP="00750B1E">
            <w:pPr>
              <w:suppressAutoHyphens/>
              <w:spacing w:after="120"/>
              <w:jc w:val="center"/>
              <w:rPr>
                <w:rFonts w:ascii="Verdana" w:eastAsia="Calibri" w:hAnsi="Verdana"/>
                <w:b/>
                <w:sz w:val="14"/>
                <w:szCs w:val="14"/>
                <w:lang w:eastAsia="zh-CN"/>
              </w:rPr>
            </w:pPr>
            <w:r w:rsidRPr="00FC69C4">
              <w:rPr>
                <w:rFonts w:eastAsia="Calibri"/>
                <w:sz w:val="16"/>
                <w:szCs w:val="16"/>
                <w:lang w:eastAsia="zh-CN"/>
              </w:rPr>
              <w:t>(faktinė gyvenamoji vieta)</w:t>
            </w:r>
          </w:p>
        </w:tc>
        <w:tc>
          <w:tcPr>
            <w:tcW w:w="37" w:type="dxa"/>
            <w:shd w:val="clear" w:color="auto" w:fill="auto"/>
          </w:tcPr>
          <w:p w14:paraId="21A37416" w14:textId="77777777" w:rsidR="00D222B2" w:rsidRPr="00C71D11" w:rsidRDefault="00D222B2" w:rsidP="00750B1E">
            <w:pPr>
              <w:suppressAutoHyphens/>
              <w:snapToGrid w:val="0"/>
              <w:spacing w:after="200" w:line="276" w:lineRule="auto"/>
              <w:rPr>
                <w:rFonts w:eastAsia="Calibri"/>
                <w:sz w:val="20"/>
                <w:szCs w:val="20"/>
                <w:lang w:eastAsia="zh-CN"/>
              </w:rPr>
            </w:pPr>
          </w:p>
        </w:tc>
        <w:tc>
          <w:tcPr>
            <w:tcW w:w="41" w:type="dxa"/>
            <w:shd w:val="clear" w:color="auto" w:fill="auto"/>
          </w:tcPr>
          <w:p w14:paraId="16A938E6" w14:textId="77777777" w:rsidR="00D222B2" w:rsidRPr="00FC69C4" w:rsidRDefault="00D222B2" w:rsidP="00750B1E">
            <w:pPr>
              <w:suppressAutoHyphens/>
              <w:snapToGrid w:val="0"/>
              <w:spacing w:after="200" w:line="276" w:lineRule="auto"/>
              <w:rPr>
                <w:rFonts w:eastAsia="Calibri"/>
                <w:sz w:val="20"/>
                <w:szCs w:val="20"/>
                <w:lang w:eastAsia="zh-CN"/>
              </w:rPr>
            </w:pPr>
          </w:p>
        </w:tc>
        <w:tc>
          <w:tcPr>
            <w:tcW w:w="33" w:type="dxa"/>
            <w:shd w:val="clear" w:color="auto" w:fill="auto"/>
          </w:tcPr>
          <w:p w14:paraId="74F89F47" w14:textId="77777777" w:rsidR="00D222B2" w:rsidRPr="00FC69C4" w:rsidRDefault="00D222B2" w:rsidP="00750B1E">
            <w:pPr>
              <w:suppressAutoHyphens/>
              <w:snapToGrid w:val="0"/>
              <w:spacing w:after="200" w:line="276" w:lineRule="auto"/>
              <w:rPr>
                <w:rFonts w:eastAsia="Calibri"/>
                <w:sz w:val="20"/>
                <w:szCs w:val="20"/>
                <w:lang w:eastAsia="zh-CN"/>
              </w:rPr>
            </w:pPr>
          </w:p>
        </w:tc>
      </w:tr>
    </w:tbl>
    <w:p w14:paraId="765A4702" w14:textId="77777777" w:rsidR="00D222B2" w:rsidRPr="00C71D11" w:rsidRDefault="00A20A42" w:rsidP="00D222B2">
      <w:pPr>
        <w:suppressAutoHyphens/>
        <w:spacing w:after="200" w:line="276" w:lineRule="auto"/>
        <w:jc w:val="both"/>
        <w:rPr>
          <w:rFonts w:eastAsia="Calibri"/>
          <w:sz w:val="20"/>
          <w:szCs w:val="20"/>
          <w:lang w:eastAsia="zh-CN"/>
        </w:rPr>
      </w:pPr>
      <w:r w:rsidRPr="00F13CEB">
        <w:rPr>
          <w:rFonts w:ascii="Verdana" w:eastAsia="Calibri" w:hAnsi="Verdana"/>
          <w:b/>
          <w:noProof/>
          <w:sz w:val="14"/>
          <w:szCs w:val="14"/>
        </w:rPr>
        <mc:AlternateContent>
          <mc:Choice Requires="wps">
            <w:drawing>
              <wp:anchor distT="0" distB="0" distL="0" distR="114300" simplePos="0" relativeHeight="251661312" behindDoc="0" locked="0" layoutInCell="1" allowOverlap="1" wp14:anchorId="4FE94FFB" wp14:editId="44AE2BE5">
                <wp:simplePos x="0" y="0"/>
                <wp:positionH relativeFrom="column">
                  <wp:posOffset>-59055</wp:posOffset>
                </wp:positionH>
                <wp:positionV relativeFrom="paragraph">
                  <wp:posOffset>300990</wp:posOffset>
                </wp:positionV>
                <wp:extent cx="4137025" cy="609600"/>
                <wp:effectExtent l="0" t="0" r="0" b="0"/>
                <wp:wrapSquare wrapText="bothSides"/>
                <wp:docPr id="1209996881"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02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B95CFB" w14:textId="77777777" w:rsidR="00A20A42" w:rsidRDefault="00A20A42"/>
                          <w:tbl>
                            <w:tblPr>
                              <w:tblW w:w="6413" w:type="dxa"/>
                              <w:tblInd w:w="108" w:type="dxa"/>
                              <w:tblLayout w:type="fixed"/>
                              <w:tblLook w:val="0000" w:firstRow="0" w:lastRow="0" w:firstColumn="0" w:lastColumn="0" w:noHBand="0" w:noVBand="0"/>
                            </w:tblPr>
                            <w:tblGrid>
                              <w:gridCol w:w="6413"/>
                            </w:tblGrid>
                            <w:tr w:rsidR="00D222B2" w:rsidRPr="00412558" w14:paraId="7DE699D8" w14:textId="77777777" w:rsidTr="00A20A42">
                              <w:tc>
                                <w:tcPr>
                                  <w:tcW w:w="6413" w:type="dxa"/>
                                  <w:shd w:val="clear" w:color="auto" w:fill="auto"/>
                                </w:tcPr>
                                <w:p w14:paraId="4A30BEA4" w14:textId="77777777" w:rsidR="00D222B2" w:rsidRPr="00412558" w:rsidRDefault="00D222B2">
                                  <w:pPr>
                                    <w:rPr>
                                      <w:lang w:val="fr-FR"/>
                                    </w:rPr>
                                  </w:pPr>
                                  <w:r>
                                    <w:rPr>
                                      <w:lang w:val="fr-FR"/>
                                    </w:rPr>
                                    <w:t>Plungės</w:t>
                                  </w:r>
                                  <w:r w:rsidRPr="00412558">
                                    <w:rPr>
                                      <w:lang w:val="fr-FR"/>
                                    </w:rPr>
                                    <w:t xml:space="preserve"> rajono savivaldybės administracijos</w:t>
                                  </w:r>
                                </w:p>
                                <w:p w14:paraId="4B0E6FA7" w14:textId="77777777" w:rsidR="00D222B2" w:rsidRPr="00412558" w:rsidRDefault="00D222B2">
                                  <w:pPr>
                                    <w:rPr>
                                      <w:lang w:val="fr-FR"/>
                                    </w:rPr>
                                  </w:pPr>
                                  <w:r w:rsidRPr="00412558">
                                    <w:rPr>
                                      <w:lang w:val="fr-FR"/>
                                    </w:rPr>
                                    <w:t xml:space="preserve">Socialinės paramos skyriui </w:t>
                                  </w:r>
                                  <w:r w:rsidRPr="00F13CEB">
                                    <w:rPr>
                                      <w:lang w:val="fr-FR"/>
                                    </w:rPr>
                                    <w:t>(</w:t>
                                  </w:r>
                                  <w:r w:rsidRPr="00F13CEB">
                                    <w:rPr>
                                      <w:b/>
                                      <w:lang w:val="fr-FR"/>
                                    </w:rPr>
                                    <w:t>……………………...</w:t>
                                  </w:r>
                                  <w:r w:rsidR="007720B3">
                                    <w:rPr>
                                      <w:lang w:val="fr-FR"/>
                                    </w:rPr>
                                    <w:t>s</w:t>
                                  </w:r>
                                  <w:r w:rsidR="007720B3" w:rsidRPr="00F13CEB">
                                    <w:rPr>
                                      <w:lang w:val="fr-FR"/>
                                    </w:rPr>
                                    <w:t>eniūnijai</w:t>
                                  </w:r>
                                  <w:r w:rsidRPr="00F13CEB">
                                    <w:rPr>
                                      <w:lang w:val="fr-FR"/>
                                    </w:rPr>
                                    <w:t>)</w:t>
                                  </w:r>
                                </w:p>
                                <w:p w14:paraId="03DE3010" w14:textId="77777777" w:rsidR="00D222B2" w:rsidRPr="00412558" w:rsidRDefault="00D222B2">
                                  <w:pPr>
                                    <w:rPr>
                                      <w:lang w:val="fr-FR"/>
                                    </w:rPr>
                                  </w:pPr>
                                </w:p>
                              </w:tc>
                            </w:tr>
                          </w:tbl>
                          <w:p w14:paraId="12A8F0FA" w14:textId="77777777" w:rsidR="00D222B2" w:rsidRPr="00412558" w:rsidRDefault="00D222B2" w:rsidP="00D222B2">
                            <w:pPr>
                              <w:rPr>
                                <w:lang w:val="fr-FR"/>
                              </w:rPr>
                            </w:pPr>
                            <w:r w:rsidRPr="00412558">
                              <w:rPr>
                                <w:rFonts w:eastAsia="Verdana" w:cs="Verdana"/>
                                <w:lang w:val="fr-FR"/>
                              </w:rPr>
                              <w:t xml:space="preserve"> </w:t>
                            </w:r>
                          </w:p>
                        </w:txbxContent>
                      </wps:txbx>
                      <wps:bodyPr rot="0" vert="horz" wrap="square" lIns="10795" tIns="10795" rIns="10795" bIns="107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94FFB" id="_x0000_t202" coordsize="21600,21600" o:spt="202" path="m,l,21600r21600,l21600,xe">
                <v:stroke joinstyle="miter"/>
                <v:path gradientshapeok="t" o:connecttype="rect"/>
              </v:shapetype>
              <v:shape id="Teksto laukas 2" o:spid="_x0000_s1026" type="#_x0000_t202" style="position:absolute;left:0;text-align:left;margin-left:-4.65pt;margin-top:23.7pt;width:325.75pt;height:48pt;z-index:251661312;visibility:visible;mso-wrap-style:square;mso-width-percent:0;mso-height-percent:0;mso-wrap-distance-left:0;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" stroked="f">
                <v:textbox inset=".85pt,.85pt,.85pt,.85pt">
                  <w:txbxContent>
                    <w:p w14:paraId="08B95CFB" w14:textId="77777777" w:rsidR="00A20A42" w:rsidRDefault="00A20A42"/>
                    <w:tbl>
                      <w:tblPr>
                        <w:tblW w:w="6413" w:type="dxa"/>
                        <w:tblInd w:w="108" w:type="dxa"/>
                        <w:tblLayout w:type="fixed"/>
                        <w:tblLook w:val="0000" w:firstRow="0" w:lastRow="0" w:firstColumn="0" w:lastColumn="0" w:noHBand="0" w:noVBand="0"/>
                      </w:tblPr>
                      <w:tblGrid>
                        <w:gridCol w:w="6413"/>
                      </w:tblGrid>
                      <w:tr w:rsidR="00D222B2" w:rsidRPr="00412558" w14:paraId="7DE699D8" w14:textId="77777777" w:rsidTr="00A20A42">
                        <w:tc>
                          <w:tcPr>
                            <w:tcW w:w="6413" w:type="dxa"/>
                            <w:shd w:val="clear" w:color="auto" w:fill="auto"/>
                          </w:tcPr>
                          <w:p w14:paraId="4A30BEA4" w14:textId="77777777" w:rsidR="00D222B2" w:rsidRPr="00412558" w:rsidRDefault="00D222B2">
                            <w:pPr>
                              <w:rPr>
                                <w:lang w:val="fr-FR"/>
                              </w:rPr>
                            </w:pPr>
                            <w:r>
                              <w:rPr>
                                <w:lang w:val="fr-FR"/>
                              </w:rPr>
                              <w:t>Plungės</w:t>
                            </w:r>
                            <w:r w:rsidRPr="00412558">
                              <w:rPr>
                                <w:lang w:val="fr-FR"/>
                              </w:rPr>
                              <w:t xml:space="preserve"> rajono savivaldybės administracijos</w:t>
                            </w:r>
                          </w:p>
                          <w:p w14:paraId="4B0E6FA7" w14:textId="77777777" w:rsidR="00D222B2" w:rsidRPr="00412558" w:rsidRDefault="00D222B2">
                            <w:pPr>
                              <w:rPr>
                                <w:lang w:val="fr-FR"/>
                              </w:rPr>
                            </w:pPr>
                            <w:r w:rsidRPr="00412558">
                              <w:rPr>
                                <w:lang w:val="fr-FR"/>
                              </w:rPr>
                              <w:t xml:space="preserve">Socialinės paramos skyriui </w:t>
                            </w:r>
                            <w:r w:rsidRPr="00F13CEB">
                              <w:rPr>
                                <w:lang w:val="fr-FR"/>
                              </w:rPr>
                              <w:t>(</w:t>
                            </w:r>
                            <w:r w:rsidRPr="00F13CEB">
                              <w:rPr>
                                <w:b/>
                                <w:lang w:val="fr-FR"/>
                              </w:rPr>
                              <w:t>……………………...</w:t>
                            </w:r>
                            <w:r w:rsidR="007720B3">
                              <w:rPr>
                                <w:lang w:val="fr-FR"/>
                              </w:rPr>
                              <w:t>s</w:t>
                            </w:r>
                            <w:r w:rsidR="007720B3" w:rsidRPr="00F13CEB">
                              <w:rPr>
                                <w:lang w:val="fr-FR"/>
                              </w:rPr>
                              <w:t>eniūnijai</w:t>
                            </w:r>
                            <w:r w:rsidRPr="00F13CEB">
                              <w:rPr>
                                <w:lang w:val="fr-FR"/>
                              </w:rPr>
                              <w:t>)</w:t>
                            </w:r>
                          </w:p>
                          <w:p w14:paraId="03DE3010" w14:textId="77777777" w:rsidR="00D222B2" w:rsidRPr="00412558" w:rsidRDefault="00D222B2">
                            <w:pPr>
                              <w:rPr>
                                <w:lang w:val="fr-FR"/>
                              </w:rPr>
                            </w:pPr>
                          </w:p>
                        </w:tc>
                      </w:tr>
                    </w:tbl>
                    <w:p w14:paraId="12A8F0FA" w14:textId="77777777" w:rsidR="00D222B2" w:rsidRPr="00412558" w:rsidRDefault="00D222B2" w:rsidP="00D222B2">
                      <w:pPr>
                        <w:rPr>
                          <w:lang w:val="fr-FR"/>
                        </w:rPr>
                      </w:pPr>
                      <w:r w:rsidRPr="00412558">
                        <w:rPr>
                          <w:rFonts w:eastAsia="Verdana" w:cs="Verdana"/>
                          <w:lang w:val="fr-FR"/>
                        </w:rPr>
                        <w:t xml:space="preserve"> </w:t>
                      </w:r>
                    </w:p>
                  </w:txbxContent>
                </v:textbox>
                <w10:wrap type="square"/>
              </v:shape>
            </w:pict>
          </mc:Fallback>
        </mc:AlternateContent>
      </w:r>
      <w:r w:rsidR="00D222B2" w:rsidRPr="00C71D11">
        <w:rPr>
          <w:rFonts w:eastAsia="Calibri"/>
          <w:sz w:val="20"/>
          <w:szCs w:val="20"/>
          <w:lang w:eastAsia="zh-CN"/>
        </w:rPr>
        <w:t xml:space="preserve">                                              </w:t>
      </w:r>
      <w:r w:rsidRPr="00C71D11">
        <w:rPr>
          <w:rFonts w:eastAsia="Calibri"/>
          <w:sz w:val="20"/>
          <w:szCs w:val="20"/>
          <w:lang w:eastAsia="zh-CN"/>
        </w:rPr>
        <w:t xml:space="preserve">                     </w:t>
      </w:r>
      <w:r w:rsidR="00D222B2" w:rsidRPr="00C71D11">
        <w:rPr>
          <w:rFonts w:eastAsia="Calibri"/>
          <w:sz w:val="20"/>
          <w:szCs w:val="20"/>
          <w:lang w:eastAsia="zh-CN"/>
        </w:rPr>
        <w:t xml:space="preserve"> Telefono numeris______________________________</w:t>
      </w:r>
    </w:p>
    <w:p w14:paraId="00630713" w14:textId="77777777" w:rsidR="00D222B2" w:rsidRPr="00F13CEB" w:rsidRDefault="00D222B2" w:rsidP="00D222B2">
      <w:pPr>
        <w:suppressAutoHyphens/>
        <w:spacing w:after="200" w:line="276" w:lineRule="auto"/>
        <w:ind w:right="340"/>
        <w:jc w:val="both"/>
        <w:rPr>
          <w:rFonts w:ascii="Verdana" w:eastAsia="Calibri" w:hAnsi="Verdana"/>
          <w:b/>
          <w:sz w:val="14"/>
          <w:szCs w:val="14"/>
          <w:lang w:eastAsia="zh-CN"/>
        </w:rPr>
      </w:pPr>
    </w:p>
    <w:p w14:paraId="72131FC4" w14:textId="77777777" w:rsidR="00D222B2" w:rsidRDefault="00D222B2" w:rsidP="00D222B2">
      <w:pPr>
        <w:suppressAutoHyphens/>
        <w:spacing w:after="200" w:line="276" w:lineRule="auto"/>
        <w:jc w:val="center"/>
        <w:rPr>
          <w:rFonts w:ascii="Verdana" w:eastAsia="Calibri" w:hAnsi="Verdana"/>
          <w:b/>
          <w:color w:val="7030A0"/>
          <w:sz w:val="14"/>
          <w:szCs w:val="14"/>
          <w:lang w:eastAsia="zh-CN"/>
        </w:rPr>
      </w:pPr>
    </w:p>
    <w:p w14:paraId="62B6A76D" w14:textId="77777777" w:rsidR="00D222B2" w:rsidRPr="00412558" w:rsidRDefault="00D222B2" w:rsidP="00D222B2">
      <w:pPr>
        <w:suppressAutoHyphens/>
        <w:spacing w:after="200" w:line="276" w:lineRule="auto"/>
        <w:jc w:val="center"/>
        <w:rPr>
          <w:rFonts w:ascii="Verdana" w:eastAsia="Calibri" w:hAnsi="Verdana"/>
          <w:b/>
          <w:color w:val="7030A0"/>
          <w:sz w:val="14"/>
          <w:szCs w:val="14"/>
          <w:lang w:eastAsia="zh-CN"/>
        </w:rPr>
      </w:pPr>
    </w:p>
    <w:tbl>
      <w:tblPr>
        <w:tblW w:w="9742" w:type="dxa"/>
        <w:tblLayout w:type="fixed"/>
        <w:tblLook w:val="0000" w:firstRow="0" w:lastRow="0" w:firstColumn="0" w:lastColumn="0" w:noHBand="0" w:noVBand="0"/>
      </w:tblPr>
      <w:tblGrid>
        <w:gridCol w:w="9742"/>
      </w:tblGrid>
      <w:tr w:rsidR="00D222B2" w:rsidRPr="00412558" w14:paraId="1FB3F771" w14:textId="77777777" w:rsidTr="00F13CEB">
        <w:trPr>
          <w:trHeight w:val="1500"/>
        </w:trPr>
        <w:tc>
          <w:tcPr>
            <w:tcW w:w="9742" w:type="dxa"/>
            <w:shd w:val="clear" w:color="auto" w:fill="auto"/>
          </w:tcPr>
          <w:p w14:paraId="1441E72D" w14:textId="77777777" w:rsidR="00D222B2" w:rsidRPr="00412558" w:rsidRDefault="00D222B2" w:rsidP="00750B1E">
            <w:pPr>
              <w:suppressAutoHyphens/>
              <w:spacing w:line="276" w:lineRule="auto"/>
              <w:jc w:val="center"/>
              <w:rPr>
                <w:rFonts w:ascii="Verdana" w:eastAsia="Calibri" w:hAnsi="Verdana"/>
                <w:b/>
                <w:color w:val="7030A0"/>
                <w:sz w:val="14"/>
                <w:szCs w:val="14"/>
                <w:lang w:eastAsia="zh-CN"/>
              </w:rPr>
            </w:pPr>
            <w:r w:rsidRPr="00412558">
              <w:rPr>
                <w:rFonts w:eastAsia="Calibri"/>
                <w:b/>
                <w:lang w:eastAsia="zh-CN"/>
              </w:rPr>
              <w:t>PRAŠYMAS</w:t>
            </w:r>
          </w:p>
          <w:p w14:paraId="3F4E7660" w14:textId="77777777" w:rsidR="00D222B2" w:rsidRPr="00412558" w:rsidRDefault="00D222B2" w:rsidP="00750B1E">
            <w:pPr>
              <w:suppressAutoHyphens/>
              <w:spacing w:line="276" w:lineRule="auto"/>
              <w:jc w:val="center"/>
              <w:rPr>
                <w:rFonts w:ascii="Verdana" w:eastAsia="Calibri" w:hAnsi="Verdana"/>
                <w:b/>
                <w:color w:val="7030A0"/>
                <w:sz w:val="14"/>
                <w:szCs w:val="14"/>
                <w:lang w:eastAsia="zh-CN"/>
              </w:rPr>
            </w:pPr>
            <w:r w:rsidRPr="00412558">
              <w:rPr>
                <w:rFonts w:eastAsia="Calibri"/>
                <w:b/>
                <w:lang w:eastAsia="zh-CN"/>
              </w:rPr>
              <w:t xml:space="preserve">DĖL </w:t>
            </w:r>
            <w:r>
              <w:rPr>
                <w:rFonts w:eastAsia="Calibri"/>
                <w:b/>
                <w:lang w:eastAsia="zh-CN"/>
              </w:rPr>
              <w:t xml:space="preserve">PAPILDOMOS </w:t>
            </w:r>
            <w:r w:rsidRPr="00412558">
              <w:rPr>
                <w:rFonts w:eastAsia="Calibri"/>
                <w:b/>
                <w:lang w:eastAsia="zh-CN"/>
              </w:rPr>
              <w:t>VIENKARTINĖS</w:t>
            </w:r>
            <w:r>
              <w:rPr>
                <w:rFonts w:eastAsia="Calibri"/>
                <w:b/>
                <w:lang w:eastAsia="zh-CN"/>
              </w:rPr>
              <w:t xml:space="preserve"> PARAMOS (IŠMOKOS)</w:t>
            </w:r>
            <w:r w:rsidRPr="00412558">
              <w:rPr>
                <w:rFonts w:eastAsia="Calibri"/>
                <w:b/>
                <w:lang w:eastAsia="zh-CN"/>
              </w:rPr>
              <w:t xml:space="preserve"> </w:t>
            </w:r>
            <w:r>
              <w:rPr>
                <w:rFonts w:eastAsia="Calibri"/>
                <w:b/>
                <w:lang w:eastAsia="zh-CN"/>
              </w:rPr>
              <w:t>GIMUS VAIKUI</w:t>
            </w:r>
          </w:p>
          <w:p w14:paraId="40201039" w14:textId="77777777" w:rsidR="005A6841" w:rsidRDefault="005A6841" w:rsidP="00750B1E">
            <w:pPr>
              <w:suppressAutoHyphens/>
              <w:spacing w:line="276" w:lineRule="auto"/>
              <w:jc w:val="center"/>
              <w:rPr>
                <w:rFonts w:eastAsia="Calibri"/>
                <w:lang w:eastAsia="zh-CN"/>
              </w:rPr>
            </w:pPr>
          </w:p>
          <w:p w14:paraId="291B4242" w14:textId="77777777" w:rsidR="00D222B2" w:rsidRPr="00412558" w:rsidRDefault="00D222B2" w:rsidP="00750B1E">
            <w:pPr>
              <w:suppressAutoHyphens/>
              <w:spacing w:line="276" w:lineRule="auto"/>
              <w:jc w:val="center"/>
              <w:rPr>
                <w:rFonts w:eastAsia="Calibri"/>
                <w:lang w:eastAsia="zh-CN"/>
              </w:rPr>
            </w:pPr>
            <w:r w:rsidRPr="00412558">
              <w:rPr>
                <w:rFonts w:eastAsia="Calibri"/>
                <w:lang w:eastAsia="zh-CN"/>
              </w:rPr>
              <w:t>20____ m. _____________   ___d.</w:t>
            </w:r>
          </w:p>
          <w:p w14:paraId="15C9B8DE" w14:textId="77777777" w:rsidR="00D222B2" w:rsidRDefault="00D222B2" w:rsidP="00750B1E">
            <w:pPr>
              <w:suppressAutoHyphens/>
              <w:spacing w:line="276" w:lineRule="auto"/>
              <w:jc w:val="center"/>
              <w:rPr>
                <w:rFonts w:eastAsia="Calibri"/>
                <w:lang w:eastAsia="zh-CN"/>
              </w:rPr>
            </w:pPr>
            <w:r>
              <w:rPr>
                <w:rFonts w:eastAsia="Calibri"/>
                <w:lang w:eastAsia="zh-CN"/>
              </w:rPr>
              <w:t>Plungė</w:t>
            </w:r>
          </w:p>
          <w:p w14:paraId="76C5DCC9" w14:textId="77777777" w:rsidR="00D222B2" w:rsidRPr="00F13CEB" w:rsidRDefault="00D222B2" w:rsidP="00750B1E">
            <w:pPr>
              <w:suppressAutoHyphens/>
              <w:spacing w:line="276" w:lineRule="auto"/>
              <w:jc w:val="center"/>
              <w:rPr>
                <w:rFonts w:eastAsia="Calibri"/>
                <w:b/>
                <w:color w:val="7030A0"/>
                <w:lang w:eastAsia="zh-CN"/>
              </w:rPr>
            </w:pPr>
          </w:p>
        </w:tc>
      </w:tr>
    </w:tbl>
    <w:p w14:paraId="56287D98" w14:textId="77777777" w:rsidR="00D222B2" w:rsidRPr="00412558" w:rsidRDefault="00D222B2" w:rsidP="00F13CEB">
      <w:pPr>
        <w:suppressAutoHyphens/>
        <w:spacing w:line="276" w:lineRule="auto"/>
        <w:ind w:firstLine="720"/>
        <w:rPr>
          <w:rFonts w:ascii="Verdana" w:eastAsia="Calibri" w:hAnsi="Verdana"/>
          <w:b/>
          <w:color w:val="7030A0"/>
          <w:sz w:val="14"/>
          <w:szCs w:val="14"/>
          <w:lang w:eastAsia="zh-CN"/>
        </w:rPr>
      </w:pPr>
      <w:r w:rsidRPr="00412558">
        <w:rPr>
          <w:rFonts w:eastAsia="Calibri"/>
          <w:color w:val="000001"/>
          <w:lang w:eastAsia="zh-CN"/>
        </w:rPr>
        <w:t xml:space="preserve">Prašau skirti </w:t>
      </w:r>
      <w:r>
        <w:rPr>
          <w:rFonts w:eastAsia="Calibri"/>
          <w:color w:val="000001"/>
          <w:lang w:eastAsia="zh-CN"/>
        </w:rPr>
        <w:t xml:space="preserve">papildomą vienkartinę paramą (išmoką) gimus mano sūnui </w:t>
      </w:r>
      <w:r w:rsidR="00FC69C4">
        <w:rPr>
          <w:rFonts w:eastAsia="Calibri"/>
          <w:color w:val="000001"/>
          <w:lang w:eastAsia="zh-CN"/>
        </w:rPr>
        <w:t xml:space="preserve">/ </w:t>
      </w:r>
      <w:r>
        <w:rPr>
          <w:rFonts w:eastAsia="Calibri"/>
          <w:color w:val="000001"/>
          <w:lang w:eastAsia="zh-CN"/>
        </w:rPr>
        <w:t>dukrai________________________________</w:t>
      </w:r>
      <w:r w:rsidR="000D475F">
        <w:rPr>
          <w:rFonts w:eastAsia="Calibri"/>
          <w:color w:val="000001"/>
          <w:lang w:eastAsia="zh-CN"/>
        </w:rPr>
        <w:t>,</w:t>
      </w:r>
      <w:r>
        <w:rPr>
          <w:rFonts w:eastAsia="Calibri"/>
          <w:color w:val="000001"/>
          <w:lang w:eastAsia="zh-CN"/>
        </w:rPr>
        <w:t xml:space="preserve"> gimusiam (-iai) ______________________. </w:t>
      </w:r>
    </w:p>
    <w:p w14:paraId="6A671E5C" w14:textId="77777777" w:rsidR="00D222B2" w:rsidRPr="00412558" w:rsidRDefault="00D222B2" w:rsidP="00D222B2">
      <w:pPr>
        <w:tabs>
          <w:tab w:val="left" w:pos="-2520"/>
        </w:tabs>
        <w:suppressAutoHyphens/>
        <w:spacing w:after="57" w:line="360" w:lineRule="auto"/>
        <w:rPr>
          <w:rFonts w:ascii="Verdana" w:eastAsia="Calibri" w:hAnsi="Verdana"/>
          <w:b/>
          <w:color w:val="7030A0"/>
          <w:sz w:val="14"/>
          <w:szCs w:val="14"/>
          <w:lang w:eastAsia="zh-CN"/>
        </w:rPr>
      </w:pPr>
      <w:r w:rsidRPr="00412558">
        <w:rPr>
          <w:rFonts w:eastAsia="Calibri"/>
          <w:b/>
          <w:lang w:eastAsia="zh-CN"/>
        </w:rPr>
        <w:t>Skirtą pa</w:t>
      </w:r>
      <w:r>
        <w:rPr>
          <w:rFonts w:eastAsia="Calibri"/>
          <w:b/>
          <w:lang w:eastAsia="zh-CN"/>
        </w:rPr>
        <w:t>ramą (išmoką)</w:t>
      </w:r>
      <w:r w:rsidRPr="00412558">
        <w:rPr>
          <w:rFonts w:eastAsia="Calibri"/>
          <w:b/>
          <w:lang w:eastAsia="zh-CN"/>
        </w:rPr>
        <w:t xml:space="preserve"> prašau pervesti į:</w:t>
      </w:r>
      <w:r w:rsidRPr="007928C0">
        <w:rPr>
          <w:rFonts w:eastAsia="Calibri"/>
          <w:lang w:eastAsia="zh-CN"/>
        </w:rPr>
        <w:t xml:space="preserve"> </w:t>
      </w:r>
      <w:r>
        <w:rPr>
          <w:rFonts w:eastAsia="Calibri"/>
          <w:lang w:eastAsia="zh-CN"/>
        </w:rPr>
        <w:t>b</w:t>
      </w:r>
      <w:r w:rsidRPr="00412558">
        <w:rPr>
          <w:rFonts w:eastAsia="Calibri"/>
          <w:lang w:eastAsia="zh-CN"/>
        </w:rPr>
        <w:t>anko pavadinimas____________________________</w:t>
      </w:r>
    </w:p>
    <w:p w14:paraId="1104B014" w14:textId="77777777" w:rsidR="00D222B2" w:rsidRPr="00412558" w:rsidRDefault="00D222B2" w:rsidP="00D222B2">
      <w:pPr>
        <w:suppressAutoHyphens/>
        <w:spacing w:after="200" w:line="276" w:lineRule="auto"/>
        <w:rPr>
          <w:rFonts w:ascii="Verdana" w:eastAsia="Calibri" w:hAnsi="Verdana"/>
          <w:b/>
          <w:color w:val="7030A0"/>
          <w:sz w:val="14"/>
          <w:szCs w:val="14"/>
          <w:lang w:eastAsia="zh-CN"/>
        </w:rPr>
      </w:pPr>
      <w:r w:rsidRPr="00412558">
        <w:rPr>
          <w:rFonts w:eastAsia="Calibri"/>
          <w:lang w:eastAsia="zh-CN"/>
        </w:rPr>
        <w:t xml:space="preserve">Sąskaitos numeris                    </w:t>
      </w:r>
    </w:p>
    <w:tbl>
      <w:tblPr>
        <w:tblW w:w="9662" w:type="dxa"/>
        <w:tblInd w:w="108" w:type="dxa"/>
        <w:tblLayout w:type="fixed"/>
        <w:tblLook w:val="0000" w:firstRow="0" w:lastRow="0" w:firstColumn="0" w:lastColumn="0" w:noHBand="0" w:noVBand="0"/>
      </w:tblPr>
      <w:tblGrid>
        <w:gridCol w:w="444"/>
        <w:gridCol w:w="508"/>
        <w:gridCol w:w="500"/>
        <w:gridCol w:w="508"/>
        <w:gridCol w:w="444"/>
        <w:gridCol w:w="452"/>
        <w:gridCol w:w="555"/>
        <w:gridCol w:w="397"/>
        <w:gridCol w:w="463"/>
        <w:gridCol w:w="489"/>
        <w:gridCol w:w="481"/>
        <w:gridCol w:w="471"/>
        <w:gridCol w:w="444"/>
        <w:gridCol w:w="508"/>
        <w:gridCol w:w="481"/>
        <w:gridCol w:w="472"/>
        <w:gridCol w:w="515"/>
        <w:gridCol w:w="438"/>
        <w:gridCol w:w="481"/>
        <w:gridCol w:w="611"/>
      </w:tblGrid>
      <w:tr w:rsidR="00F13CEB" w:rsidRPr="00412558" w14:paraId="1E38331C" w14:textId="77777777" w:rsidTr="005A6841">
        <w:trPr>
          <w:trHeight w:val="465"/>
        </w:trPr>
        <w:tc>
          <w:tcPr>
            <w:tcW w:w="444" w:type="dxa"/>
            <w:tcBorders>
              <w:top w:val="single" w:sz="4" w:space="0" w:color="000000"/>
              <w:left w:val="single" w:sz="4" w:space="0" w:color="000000"/>
              <w:bottom w:val="single" w:sz="4" w:space="0" w:color="000000"/>
            </w:tcBorders>
            <w:shd w:val="clear" w:color="auto" w:fill="auto"/>
          </w:tcPr>
          <w:p w14:paraId="7BE39E04" w14:textId="77777777" w:rsidR="00D222B2" w:rsidRPr="00412558" w:rsidRDefault="00D222B2" w:rsidP="00750B1E">
            <w:pPr>
              <w:suppressAutoHyphens/>
              <w:spacing w:after="200" w:line="276" w:lineRule="auto"/>
              <w:rPr>
                <w:rFonts w:ascii="Verdana" w:eastAsia="Calibri" w:hAnsi="Verdana"/>
                <w:b/>
                <w:color w:val="7030A0"/>
                <w:sz w:val="14"/>
                <w:szCs w:val="14"/>
                <w:lang w:eastAsia="zh-CN"/>
              </w:rPr>
            </w:pPr>
            <w:r w:rsidRPr="00412558">
              <w:rPr>
                <w:rFonts w:eastAsia="Calibri"/>
                <w:b/>
                <w:sz w:val="20"/>
                <w:szCs w:val="20"/>
                <w:lang w:eastAsia="zh-CN"/>
              </w:rPr>
              <w:t>L</w:t>
            </w:r>
          </w:p>
        </w:tc>
        <w:tc>
          <w:tcPr>
            <w:tcW w:w="508" w:type="dxa"/>
            <w:tcBorders>
              <w:top w:val="single" w:sz="4" w:space="0" w:color="000000"/>
              <w:left w:val="single" w:sz="4" w:space="0" w:color="000000"/>
              <w:bottom w:val="single" w:sz="4" w:space="0" w:color="000000"/>
            </w:tcBorders>
            <w:shd w:val="clear" w:color="auto" w:fill="auto"/>
          </w:tcPr>
          <w:p w14:paraId="66320CD7" w14:textId="77777777" w:rsidR="00D222B2" w:rsidRPr="00412558" w:rsidRDefault="00D222B2" w:rsidP="00750B1E">
            <w:pPr>
              <w:suppressAutoHyphens/>
              <w:spacing w:after="200" w:line="276" w:lineRule="auto"/>
              <w:rPr>
                <w:rFonts w:ascii="Verdana" w:eastAsia="Calibri" w:hAnsi="Verdana"/>
                <w:b/>
                <w:color w:val="7030A0"/>
                <w:sz w:val="14"/>
                <w:szCs w:val="14"/>
                <w:lang w:eastAsia="zh-CN"/>
              </w:rPr>
            </w:pPr>
            <w:r w:rsidRPr="00412558">
              <w:rPr>
                <w:rFonts w:eastAsia="Calibri"/>
                <w:b/>
                <w:sz w:val="20"/>
                <w:szCs w:val="20"/>
                <w:lang w:eastAsia="zh-CN"/>
              </w:rPr>
              <w:t>T</w:t>
            </w:r>
          </w:p>
        </w:tc>
        <w:tc>
          <w:tcPr>
            <w:tcW w:w="500" w:type="dxa"/>
            <w:tcBorders>
              <w:top w:val="single" w:sz="4" w:space="0" w:color="000000"/>
              <w:left w:val="single" w:sz="4" w:space="0" w:color="000000"/>
              <w:bottom w:val="single" w:sz="4" w:space="0" w:color="000000"/>
            </w:tcBorders>
            <w:shd w:val="clear" w:color="auto" w:fill="auto"/>
          </w:tcPr>
          <w:p w14:paraId="29238B05"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508" w:type="dxa"/>
            <w:tcBorders>
              <w:top w:val="single" w:sz="4" w:space="0" w:color="000000"/>
              <w:left w:val="single" w:sz="4" w:space="0" w:color="000000"/>
              <w:bottom w:val="single" w:sz="4" w:space="0" w:color="000000"/>
            </w:tcBorders>
            <w:shd w:val="clear" w:color="auto" w:fill="auto"/>
          </w:tcPr>
          <w:p w14:paraId="5398FC68"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44" w:type="dxa"/>
            <w:tcBorders>
              <w:top w:val="single" w:sz="4" w:space="0" w:color="000000"/>
              <w:left w:val="thinThickSmallGap" w:sz="24" w:space="0" w:color="000000"/>
              <w:bottom w:val="single" w:sz="4" w:space="0" w:color="000000"/>
            </w:tcBorders>
            <w:shd w:val="clear" w:color="auto" w:fill="auto"/>
          </w:tcPr>
          <w:p w14:paraId="2F180776"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52" w:type="dxa"/>
            <w:tcBorders>
              <w:top w:val="single" w:sz="4" w:space="0" w:color="000000"/>
              <w:left w:val="single" w:sz="4" w:space="0" w:color="000000"/>
              <w:bottom w:val="single" w:sz="4" w:space="0" w:color="000000"/>
            </w:tcBorders>
            <w:shd w:val="clear" w:color="auto" w:fill="auto"/>
          </w:tcPr>
          <w:p w14:paraId="47E30000"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555" w:type="dxa"/>
            <w:tcBorders>
              <w:top w:val="single" w:sz="4" w:space="0" w:color="000000"/>
              <w:left w:val="single" w:sz="4" w:space="0" w:color="000000"/>
              <w:bottom w:val="single" w:sz="4" w:space="0" w:color="000000"/>
            </w:tcBorders>
            <w:shd w:val="clear" w:color="auto" w:fill="auto"/>
          </w:tcPr>
          <w:p w14:paraId="6A83DA70"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397" w:type="dxa"/>
            <w:tcBorders>
              <w:top w:val="single" w:sz="4" w:space="0" w:color="000000"/>
              <w:left w:val="single" w:sz="4" w:space="0" w:color="000000"/>
              <w:bottom w:val="single" w:sz="4" w:space="0" w:color="000000"/>
            </w:tcBorders>
            <w:shd w:val="clear" w:color="auto" w:fill="auto"/>
          </w:tcPr>
          <w:p w14:paraId="5F5FDDBE"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63" w:type="dxa"/>
            <w:tcBorders>
              <w:top w:val="single" w:sz="4" w:space="0" w:color="000000"/>
              <w:left w:val="thinThickSmallGap" w:sz="24" w:space="0" w:color="000000"/>
              <w:bottom w:val="single" w:sz="4" w:space="0" w:color="000000"/>
            </w:tcBorders>
            <w:shd w:val="clear" w:color="auto" w:fill="auto"/>
          </w:tcPr>
          <w:p w14:paraId="7BCAA0CE"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89" w:type="dxa"/>
            <w:tcBorders>
              <w:top w:val="single" w:sz="4" w:space="0" w:color="000000"/>
              <w:left w:val="single" w:sz="4" w:space="0" w:color="000000"/>
              <w:bottom w:val="single" w:sz="4" w:space="0" w:color="000000"/>
            </w:tcBorders>
            <w:shd w:val="clear" w:color="auto" w:fill="auto"/>
          </w:tcPr>
          <w:p w14:paraId="2787F66C"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14:paraId="2605632E"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71" w:type="dxa"/>
            <w:tcBorders>
              <w:top w:val="single" w:sz="4" w:space="0" w:color="000000"/>
              <w:left w:val="single" w:sz="4" w:space="0" w:color="000000"/>
              <w:bottom w:val="single" w:sz="4" w:space="0" w:color="000000"/>
            </w:tcBorders>
            <w:shd w:val="clear" w:color="auto" w:fill="auto"/>
          </w:tcPr>
          <w:p w14:paraId="37BA9C4D"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44" w:type="dxa"/>
            <w:tcBorders>
              <w:top w:val="single" w:sz="4" w:space="0" w:color="000000"/>
              <w:left w:val="thinThickSmallGap" w:sz="24" w:space="0" w:color="000000"/>
              <w:bottom w:val="single" w:sz="4" w:space="0" w:color="000000"/>
            </w:tcBorders>
            <w:shd w:val="clear" w:color="auto" w:fill="auto"/>
          </w:tcPr>
          <w:p w14:paraId="0D0AFF7B"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508" w:type="dxa"/>
            <w:tcBorders>
              <w:top w:val="single" w:sz="4" w:space="0" w:color="000000"/>
              <w:left w:val="single" w:sz="4" w:space="0" w:color="000000"/>
              <w:bottom w:val="single" w:sz="4" w:space="0" w:color="000000"/>
            </w:tcBorders>
            <w:shd w:val="clear" w:color="auto" w:fill="auto"/>
          </w:tcPr>
          <w:p w14:paraId="79F7CC6D"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14:paraId="326A5B06"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472" w:type="dxa"/>
            <w:tcBorders>
              <w:top w:val="single" w:sz="4" w:space="0" w:color="000000"/>
              <w:left w:val="single" w:sz="4" w:space="0" w:color="000000"/>
              <w:bottom w:val="single" w:sz="4" w:space="0" w:color="000000"/>
            </w:tcBorders>
            <w:shd w:val="clear" w:color="auto" w:fill="auto"/>
          </w:tcPr>
          <w:p w14:paraId="3532BE89" w14:textId="77777777" w:rsidR="00D222B2" w:rsidRPr="00412558" w:rsidRDefault="00D222B2" w:rsidP="00750B1E">
            <w:pPr>
              <w:suppressAutoHyphens/>
              <w:snapToGrid w:val="0"/>
              <w:spacing w:after="200" w:line="276" w:lineRule="auto"/>
              <w:rPr>
                <w:rFonts w:eastAsia="Calibri"/>
                <w:b/>
                <w:sz w:val="20"/>
                <w:szCs w:val="20"/>
                <w:lang w:eastAsia="zh-CN"/>
              </w:rPr>
            </w:pPr>
          </w:p>
        </w:tc>
        <w:tc>
          <w:tcPr>
            <w:tcW w:w="515" w:type="dxa"/>
            <w:tcBorders>
              <w:top w:val="single" w:sz="4" w:space="0" w:color="000000"/>
              <w:left w:val="thinThickSmallGap" w:sz="24" w:space="0" w:color="000000"/>
              <w:bottom w:val="single" w:sz="4" w:space="0" w:color="000000"/>
            </w:tcBorders>
            <w:shd w:val="clear" w:color="auto" w:fill="auto"/>
          </w:tcPr>
          <w:p w14:paraId="76C460F0" w14:textId="77777777"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438" w:type="dxa"/>
            <w:tcBorders>
              <w:top w:val="single" w:sz="4" w:space="0" w:color="000000"/>
              <w:left w:val="single" w:sz="4" w:space="0" w:color="000000"/>
              <w:bottom w:val="single" w:sz="4" w:space="0" w:color="000000"/>
            </w:tcBorders>
            <w:shd w:val="clear" w:color="auto" w:fill="auto"/>
          </w:tcPr>
          <w:p w14:paraId="66C7C8DA" w14:textId="77777777"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14:paraId="1971422B" w14:textId="77777777"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611" w:type="dxa"/>
            <w:tcBorders>
              <w:top w:val="single" w:sz="4" w:space="0" w:color="000000"/>
              <w:left w:val="single" w:sz="4" w:space="0" w:color="000000"/>
              <w:bottom w:val="single" w:sz="4" w:space="0" w:color="000000"/>
              <w:right w:val="single" w:sz="4" w:space="0" w:color="000000"/>
            </w:tcBorders>
            <w:shd w:val="clear" w:color="auto" w:fill="auto"/>
          </w:tcPr>
          <w:p w14:paraId="29041F79" w14:textId="77777777"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r>
    </w:tbl>
    <w:p w14:paraId="6D0D7DF4" w14:textId="77777777" w:rsidR="00D222B2" w:rsidRPr="00412558" w:rsidRDefault="00D222B2" w:rsidP="00D222B2">
      <w:pPr>
        <w:tabs>
          <w:tab w:val="left" w:pos="0"/>
          <w:tab w:val="left" w:pos="7938"/>
          <w:tab w:val="left" w:pos="9072"/>
        </w:tabs>
        <w:suppressAutoHyphens/>
        <w:spacing w:line="276" w:lineRule="auto"/>
        <w:ind w:left="397"/>
        <w:rPr>
          <w:rFonts w:ascii="Verdana" w:eastAsia="Calibri" w:hAnsi="Verdana"/>
          <w:b/>
          <w:color w:val="7030A0"/>
          <w:sz w:val="14"/>
          <w:szCs w:val="20"/>
          <w:lang w:eastAsia="zh-CN"/>
        </w:rPr>
      </w:pPr>
    </w:p>
    <w:p w14:paraId="39A5F01A" w14:textId="77777777" w:rsidR="00D222B2" w:rsidRDefault="00D222B2" w:rsidP="00D222B2">
      <w:pPr>
        <w:suppressAutoHyphens/>
        <w:spacing w:line="276" w:lineRule="auto"/>
        <w:jc w:val="both"/>
        <w:rPr>
          <w:rFonts w:eastAsia="Calibri"/>
          <w:b/>
          <w:sz w:val="14"/>
          <w:szCs w:val="14"/>
          <w:lang w:eastAsia="zh-CN"/>
        </w:rPr>
      </w:pPr>
      <w:bookmarkStart w:id="2" w:name="_Hlk158107554"/>
    </w:p>
    <w:p w14:paraId="2DF8F608" w14:textId="77777777" w:rsidR="00D222B2" w:rsidRPr="00412558" w:rsidRDefault="00D222B2" w:rsidP="00D222B2">
      <w:pPr>
        <w:suppressAutoHyphens/>
        <w:spacing w:line="276" w:lineRule="auto"/>
        <w:jc w:val="both"/>
        <w:rPr>
          <w:rFonts w:ascii="Verdana" w:eastAsia="Calibri" w:hAnsi="Verdana"/>
          <w:b/>
          <w:color w:val="7030A0"/>
          <w:sz w:val="14"/>
          <w:szCs w:val="14"/>
          <w:lang w:eastAsia="zh-CN"/>
        </w:rPr>
      </w:pPr>
      <w:r>
        <w:rPr>
          <w:rFonts w:eastAsia="Calibri"/>
          <w:b/>
          <w:sz w:val="14"/>
          <w:szCs w:val="14"/>
          <w:lang w:eastAsia="zh-CN"/>
        </w:rPr>
        <w:t xml:space="preserve">                                                 ____</w:t>
      </w:r>
      <w:r w:rsidRPr="00412558">
        <w:rPr>
          <w:rFonts w:eastAsia="Calibri"/>
          <w:b/>
          <w:sz w:val="14"/>
          <w:szCs w:val="14"/>
          <w:lang w:eastAsia="zh-CN"/>
        </w:rPr>
        <w:t>__________________</w:t>
      </w:r>
      <w:r>
        <w:rPr>
          <w:rFonts w:eastAsia="Calibri"/>
          <w:b/>
          <w:sz w:val="14"/>
          <w:szCs w:val="14"/>
          <w:lang w:eastAsia="zh-CN"/>
        </w:rPr>
        <w:t>_____________________________                                           __________________</w:t>
      </w:r>
    </w:p>
    <w:p w14:paraId="4303498D" w14:textId="77777777" w:rsidR="00D222B2" w:rsidRPr="00412558" w:rsidRDefault="00D222B2" w:rsidP="00D222B2">
      <w:pPr>
        <w:suppressAutoHyphens/>
        <w:spacing w:line="276" w:lineRule="auto"/>
        <w:jc w:val="both"/>
        <w:rPr>
          <w:rFonts w:ascii="Verdana" w:eastAsia="Calibri" w:hAnsi="Verdana"/>
          <w:b/>
          <w:color w:val="7030A0"/>
          <w:sz w:val="14"/>
          <w:szCs w:val="14"/>
          <w:lang w:eastAsia="zh-CN"/>
        </w:rPr>
      </w:pPr>
      <w:r>
        <w:rPr>
          <w:rFonts w:eastAsia="Calibri"/>
          <w:b/>
          <w:sz w:val="14"/>
          <w:szCs w:val="14"/>
          <w:lang w:eastAsia="zh-CN"/>
        </w:rPr>
        <w:t xml:space="preserve">                                                                       (vardas, pavardė)                                                                                                      </w:t>
      </w:r>
      <w:r w:rsidRPr="00412558">
        <w:rPr>
          <w:rFonts w:eastAsia="Calibri"/>
          <w:b/>
          <w:sz w:val="14"/>
          <w:szCs w:val="14"/>
          <w:lang w:eastAsia="zh-CN"/>
        </w:rPr>
        <w:t>(parašas)</w:t>
      </w:r>
    </w:p>
    <w:bookmarkEnd w:id="2"/>
    <w:p w14:paraId="70298C59" w14:textId="77777777" w:rsidR="00D222B2" w:rsidRPr="00412558" w:rsidRDefault="00D222B2" w:rsidP="00D222B2">
      <w:pPr>
        <w:suppressAutoHyphens/>
        <w:spacing w:line="276" w:lineRule="auto"/>
        <w:jc w:val="center"/>
        <w:rPr>
          <w:rFonts w:eastAsia="Calibri"/>
          <w:b/>
          <w:sz w:val="14"/>
          <w:szCs w:val="14"/>
          <w:lang w:eastAsia="zh-CN"/>
        </w:rPr>
      </w:pPr>
    </w:p>
    <w:p w14:paraId="04FA2247" w14:textId="77777777" w:rsidR="00D222B2" w:rsidRPr="00412558" w:rsidRDefault="00D222B2" w:rsidP="00F13CEB">
      <w:pPr>
        <w:suppressAutoHyphens/>
        <w:spacing w:line="276" w:lineRule="auto"/>
        <w:ind w:firstLine="720"/>
        <w:jc w:val="both"/>
        <w:rPr>
          <w:rFonts w:ascii="Verdana" w:eastAsia="Calibri" w:hAnsi="Verdana"/>
          <w:b/>
          <w:color w:val="7030A0"/>
          <w:sz w:val="14"/>
          <w:szCs w:val="14"/>
          <w:lang w:eastAsia="zh-CN"/>
        </w:rPr>
      </w:pPr>
      <w:r>
        <w:rPr>
          <w:rFonts w:eastAsia="Calibri"/>
          <w:lang w:eastAsia="zh-CN"/>
        </w:rPr>
        <w:t xml:space="preserve">Informaciją apie priimtą sprendimą </w:t>
      </w:r>
      <w:r w:rsidRPr="00412558">
        <w:rPr>
          <w:rFonts w:eastAsia="Calibri"/>
          <w:sz w:val="16"/>
          <w:szCs w:val="16"/>
          <w:lang w:eastAsia="zh-CN"/>
        </w:rPr>
        <w:t xml:space="preserve">(reikiamą pažymėti) </w:t>
      </w:r>
      <w:r w:rsidRPr="00412558">
        <w:rPr>
          <w:rFonts w:eastAsia="Calibri"/>
          <w:lang w:eastAsia="zh-CN"/>
        </w:rPr>
        <w:t xml:space="preserve"> </w:t>
      </w:r>
      <w:r w:rsidRPr="00412558">
        <w:rPr>
          <w:rFonts w:ascii="Wingdings 2" w:eastAsia="Wingdings 2" w:hAnsi="Wingdings 2" w:cs="Wingdings 2"/>
          <w:lang w:eastAsia="zh-CN"/>
        </w:rPr>
        <w:t></w:t>
      </w:r>
      <w:r w:rsidRPr="00412558">
        <w:rPr>
          <w:rFonts w:eastAsia="Calibri"/>
          <w:lang w:eastAsia="zh-CN"/>
        </w:rPr>
        <w:t xml:space="preserve"> </w:t>
      </w:r>
      <w:r w:rsidRPr="00412558">
        <w:rPr>
          <w:rFonts w:eastAsia="Calibri"/>
          <w:b/>
          <w:lang w:eastAsia="zh-CN"/>
        </w:rPr>
        <w:t>siųsti</w:t>
      </w:r>
      <w:r w:rsidRPr="00412558">
        <w:rPr>
          <w:rFonts w:eastAsia="Calibri"/>
          <w:lang w:eastAsia="zh-CN"/>
        </w:rPr>
        <w:t xml:space="preserve">: el. paštu, paštu    </w:t>
      </w:r>
      <w:r w:rsidRPr="00412558">
        <w:rPr>
          <w:rFonts w:ascii="Wingdings 2" w:eastAsia="Wingdings 2" w:hAnsi="Wingdings 2" w:cs="Wingdings 2"/>
          <w:lang w:eastAsia="zh-CN"/>
        </w:rPr>
        <w:t></w:t>
      </w:r>
      <w:r w:rsidRPr="00412558">
        <w:rPr>
          <w:rFonts w:eastAsia="Calibri"/>
          <w:lang w:eastAsia="zh-CN"/>
        </w:rPr>
        <w:t xml:space="preserve"> </w:t>
      </w:r>
      <w:r w:rsidRPr="007928C0">
        <w:rPr>
          <w:rFonts w:eastAsia="Calibri"/>
          <w:b/>
          <w:bCs/>
          <w:lang w:eastAsia="zh-CN"/>
        </w:rPr>
        <w:t>nesiųsti</w:t>
      </w:r>
    </w:p>
    <w:p w14:paraId="0B01BFA9" w14:textId="77777777" w:rsidR="00D222B2" w:rsidRPr="00412558" w:rsidRDefault="00D222B2" w:rsidP="00D222B2">
      <w:pPr>
        <w:suppressAutoHyphens/>
        <w:spacing w:line="276" w:lineRule="auto"/>
        <w:rPr>
          <w:rFonts w:ascii="Verdana" w:eastAsia="Calibri" w:hAnsi="Verdana"/>
          <w:b/>
          <w:color w:val="7030A0"/>
          <w:sz w:val="14"/>
          <w:szCs w:val="14"/>
          <w:lang w:eastAsia="zh-CN"/>
        </w:rPr>
      </w:pPr>
    </w:p>
    <w:p w14:paraId="5D225CE8" w14:textId="77777777" w:rsidR="00D222B2" w:rsidRDefault="00D222B2" w:rsidP="00D222B2">
      <w:pPr>
        <w:suppressAutoHyphens/>
        <w:spacing w:line="276" w:lineRule="auto"/>
        <w:rPr>
          <w:rFonts w:ascii="Verdana" w:eastAsia="Calibri" w:hAnsi="Verdana"/>
          <w:b/>
          <w:color w:val="7030A0"/>
          <w:sz w:val="14"/>
          <w:szCs w:val="14"/>
          <w:lang w:eastAsia="zh-CN"/>
        </w:rPr>
      </w:pPr>
      <w:r w:rsidRPr="00412558">
        <w:rPr>
          <w:rFonts w:eastAsia="Calibri"/>
          <w:lang w:eastAsia="zh-CN"/>
        </w:rPr>
        <w:t>el. p. …………………………………………….</w:t>
      </w:r>
    </w:p>
    <w:p w14:paraId="0A53180F" w14:textId="77777777" w:rsidR="00D222B2" w:rsidRDefault="00D222B2" w:rsidP="00D222B2">
      <w:pPr>
        <w:suppressAutoHyphens/>
        <w:spacing w:line="276" w:lineRule="auto"/>
        <w:rPr>
          <w:rFonts w:eastAsia="Calibri"/>
          <w:b/>
          <w:bCs/>
          <w:lang w:eastAsia="zh-CN"/>
        </w:rPr>
      </w:pPr>
      <w:r>
        <w:rPr>
          <w:rFonts w:eastAsia="Calibri"/>
          <w:b/>
          <w:bCs/>
          <w:lang w:eastAsia="zh-CN"/>
        </w:rPr>
        <w:t>Prašymą gauti papildomą vienkartinę paramą (išmoką) priėmė</w:t>
      </w:r>
    </w:p>
    <w:p w14:paraId="30CEC0E1" w14:textId="77777777" w:rsidR="00D222B2" w:rsidRDefault="00D222B2" w:rsidP="00D222B2">
      <w:pPr>
        <w:suppressAutoHyphens/>
        <w:spacing w:line="276" w:lineRule="auto"/>
        <w:rPr>
          <w:rFonts w:eastAsia="Calibri"/>
          <w:b/>
          <w:bCs/>
          <w:lang w:eastAsia="zh-CN"/>
        </w:rPr>
      </w:pPr>
    </w:p>
    <w:p w14:paraId="06CA51E1" w14:textId="77777777" w:rsidR="00FC69C4" w:rsidRDefault="00FC69C4" w:rsidP="00D222B2">
      <w:pPr>
        <w:suppressAutoHyphens/>
        <w:spacing w:line="276" w:lineRule="auto"/>
        <w:rPr>
          <w:rFonts w:eastAsia="Calibri"/>
          <w:b/>
          <w:bCs/>
          <w:lang w:eastAsia="zh-CN"/>
        </w:rPr>
      </w:pPr>
    </w:p>
    <w:p w14:paraId="1AB3EBEC" w14:textId="77777777" w:rsidR="00D222B2" w:rsidRDefault="00D222B2" w:rsidP="00D222B2">
      <w:pPr>
        <w:suppressAutoHyphens/>
        <w:spacing w:line="276" w:lineRule="auto"/>
        <w:rPr>
          <w:rFonts w:eastAsia="Calibri"/>
          <w:b/>
          <w:bCs/>
          <w:lang w:eastAsia="zh-CN"/>
        </w:rPr>
      </w:pPr>
      <w:r>
        <w:rPr>
          <w:rFonts w:eastAsia="Calibri"/>
          <w:b/>
          <w:bCs/>
          <w:lang w:eastAsia="zh-CN"/>
        </w:rPr>
        <w:t>______________________                            ___________                               _________________</w:t>
      </w:r>
    </w:p>
    <w:p w14:paraId="036E85A5" w14:textId="77777777" w:rsidR="00CA7A4C" w:rsidRDefault="00D222B2" w:rsidP="00D222B2">
      <w:pPr>
        <w:suppressAutoHyphens/>
        <w:spacing w:line="276" w:lineRule="auto"/>
        <w:rPr>
          <w:rFonts w:eastAsia="Calibri"/>
          <w:sz w:val="20"/>
          <w:szCs w:val="20"/>
          <w:lang w:eastAsia="zh-CN"/>
        </w:rPr>
      </w:pPr>
      <w:r>
        <w:rPr>
          <w:rFonts w:eastAsia="Calibri"/>
          <w:sz w:val="20"/>
          <w:szCs w:val="20"/>
          <w:lang w:eastAsia="zh-CN"/>
        </w:rPr>
        <w:t xml:space="preserve">    </w:t>
      </w:r>
      <w:r w:rsidRPr="00463AEA">
        <w:rPr>
          <w:rFonts w:eastAsia="Calibri"/>
          <w:sz w:val="20"/>
          <w:szCs w:val="20"/>
          <w:lang w:eastAsia="zh-CN"/>
        </w:rPr>
        <w:t xml:space="preserve">(pareigų pavadinimas)                                      </w:t>
      </w:r>
      <w:r>
        <w:rPr>
          <w:rFonts w:eastAsia="Calibri"/>
          <w:sz w:val="20"/>
          <w:szCs w:val="20"/>
          <w:lang w:eastAsia="zh-CN"/>
        </w:rPr>
        <w:t xml:space="preserve">             </w:t>
      </w:r>
      <w:r w:rsidRPr="00463AEA">
        <w:rPr>
          <w:rFonts w:eastAsia="Calibri"/>
          <w:sz w:val="20"/>
          <w:szCs w:val="20"/>
          <w:lang w:eastAsia="zh-CN"/>
        </w:rPr>
        <w:t xml:space="preserve">  (parašas)                                    </w:t>
      </w:r>
      <w:r>
        <w:rPr>
          <w:rFonts w:eastAsia="Calibri"/>
          <w:sz w:val="20"/>
          <w:szCs w:val="20"/>
          <w:lang w:eastAsia="zh-CN"/>
        </w:rPr>
        <w:t xml:space="preserve">         </w:t>
      </w:r>
      <w:r w:rsidRPr="00463AEA">
        <w:rPr>
          <w:rFonts w:eastAsia="Calibri"/>
          <w:sz w:val="20"/>
          <w:szCs w:val="20"/>
          <w:lang w:eastAsia="zh-CN"/>
        </w:rPr>
        <w:t xml:space="preserve">   (vardas, pavardė)</w:t>
      </w:r>
    </w:p>
    <w:p w14:paraId="4209B44D" w14:textId="77777777" w:rsidR="009177D2" w:rsidRDefault="009177D2" w:rsidP="00D222B2">
      <w:pPr>
        <w:suppressAutoHyphens/>
        <w:spacing w:line="276" w:lineRule="auto"/>
        <w:rPr>
          <w:rFonts w:eastAsia="Calibri"/>
          <w:sz w:val="20"/>
          <w:szCs w:val="20"/>
          <w:lang w:eastAsia="zh-CN"/>
        </w:rPr>
      </w:pPr>
    </w:p>
    <w:p w14:paraId="0956D201" w14:textId="77777777" w:rsidR="009177D2" w:rsidRDefault="009177D2" w:rsidP="00D222B2">
      <w:pPr>
        <w:suppressAutoHyphens/>
        <w:spacing w:line="276" w:lineRule="auto"/>
        <w:rPr>
          <w:rFonts w:eastAsia="Calibri"/>
          <w:sz w:val="20"/>
          <w:szCs w:val="20"/>
          <w:lang w:eastAsia="zh-CN"/>
        </w:rPr>
      </w:pPr>
    </w:p>
    <w:p w14:paraId="62C336A5" w14:textId="77777777" w:rsidR="000D475F" w:rsidRDefault="000D475F" w:rsidP="00D222B2">
      <w:pPr>
        <w:suppressAutoHyphens/>
        <w:spacing w:line="276" w:lineRule="auto"/>
        <w:rPr>
          <w:rFonts w:eastAsia="Calibri"/>
          <w:sz w:val="20"/>
          <w:szCs w:val="20"/>
          <w:lang w:eastAsia="zh-CN"/>
        </w:rPr>
      </w:pPr>
    </w:p>
    <w:p w14:paraId="76144050" w14:textId="77777777" w:rsidR="009177D2" w:rsidRDefault="009177D2" w:rsidP="00D222B2">
      <w:pPr>
        <w:suppressAutoHyphens/>
        <w:spacing w:line="276" w:lineRule="auto"/>
        <w:rPr>
          <w:rFonts w:eastAsia="Calibri"/>
          <w:sz w:val="20"/>
          <w:szCs w:val="20"/>
          <w:lang w:eastAsia="zh-CN"/>
        </w:rPr>
      </w:pPr>
    </w:p>
    <w:p w14:paraId="01F43E3E" w14:textId="77777777" w:rsidR="009177D2" w:rsidRPr="00A16EBA" w:rsidRDefault="009177D2" w:rsidP="009177D2">
      <w:pPr>
        <w:jc w:val="center"/>
        <w:rPr>
          <w:b/>
        </w:rPr>
      </w:pPr>
      <w:r>
        <w:rPr>
          <w:b/>
        </w:rPr>
        <w:lastRenderedPageBreak/>
        <w:t xml:space="preserve">SAVIVALDYBĖS </w:t>
      </w:r>
      <w:r w:rsidRPr="00D90205">
        <w:rPr>
          <w:b/>
        </w:rPr>
        <w:t>TARYBOS NARYS MINDAUGAS KAUNAS</w:t>
      </w:r>
    </w:p>
    <w:p w14:paraId="120489B2" w14:textId="77777777" w:rsidR="009177D2" w:rsidRPr="004B2CA6" w:rsidRDefault="009177D2" w:rsidP="009177D2">
      <w:pPr>
        <w:jc w:val="center"/>
        <w:rPr>
          <w:b/>
        </w:rPr>
      </w:pPr>
    </w:p>
    <w:p w14:paraId="53233BD8" w14:textId="77777777" w:rsidR="009177D2" w:rsidRPr="00CA7A4C" w:rsidRDefault="009177D2" w:rsidP="009177D2">
      <w:pPr>
        <w:jc w:val="center"/>
        <w:rPr>
          <w:b/>
        </w:rPr>
      </w:pPr>
      <w:r w:rsidRPr="00CA7A4C">
        <w:rPr>
          <w:b/>
        </w:rPr>
        <w:t>AIŠKINAMASIS RAŠTAS</w:t>
      </w:r>
    </w:p>
    <w:p w14:paraId="09BBB792" w14:textId="77777777" w:rsidR="009177D2" w:rsidRPr="00CA7A4C" w:rsidRDefault="009177D2" w:rsidP="009177D2">
      <w:pPr>
        <w:jc w:val="center"/>
        <w:rPr>
          <w:b/>
        </w:rPr>
      </w:pPr>
      <w:r w:rsidRPr="00CA7A4C">
        <w:rPr>
          <w:b/>
        </w:rPr>
        <w:t>PRIE SAVIVALDYBĖS TARYBOS SPRENDIMO PROJEKTO</w:t>
      </w:r>
    </w:p>
    <w:p w14:paraId="017E1750" w14:textId="77777777" w:rsidR="009177D2" w:rsidRPr="00CA7A4C" w:rsidRDefault="009177D2" w:rsidP="009177D2">
      <w:pPr>
        <w:jc w:val="center"/>
        <w:rPr>
          <w:b/>
          <w:color w:val="000000"/>
        </w:rPr>
      </w:pPr>
      <w:r w:rsidRPr="00CA7A4C">
        <w:rPr>
          <w:b/>
          <w:color w:val="000000"/>
        </w:rPr>
        <w:t>„</w:t>
      </w:r>
      <w:r w:rsidRPr="00CA7A4C">
        <w:rPr>
          <w:b/>
          <w:bCs/>
        </w:rPr>
        <w:t>DĖL PAPILDOMOS VIENKARTINĖS PARAMOS (IŠMOKOS) GIMUS VAIKUI SKYRIMO IR MOKĖJIMO PLUNGĖS RAJONO SAVIVALDYBĖJE TVARKOS APRAŠO PATVIRTINIMO</w:t>
      </w:r>
      <w:r w:rsidRPr="00CA7A4C">
        <w:rPr>
          <w:b/>
          <w:color w:val="000000"/>
        </w:rPr>
        <w:t>“</w:t>
      </w:r>
    </w:p>
    <w:p w14:paraId="5D50FF2C" w14:textId="77777777" w:rsidR="009177D2" w:rsidRPr="004B2CA6" w:rsidRDefault="009177D2" w:rsidP="009177D2">
      <w:pPr>
        <w:jc w:val="center"/>
      </w:pPr>
      <w:r w:rsidRPr="004B2CA6" w:rsidDel="00590124">
        <w:rPr>
          <w:b/>
        </w:rPr>
        <w:t xml:space="preserve"> </w:t>
      </w:r>
    </w:p>
    <w:p w14:paraId="075A3426" w14:textId="77777777" w:rsidR="009177D2" w:rsidRPr="004B2CA6" w:rsidRDefault="009177D2" w:rsidP="009177D2">
      <w:pPr>
        <w:jc w:val="center"/>
      </w:pPr>
      <w:r>
        <w:t>2024</w:t>
      </w:r>
      <w:r w:rsidRPr="004B2CA6">
        <w:t xml:space="preserve"> m. </w:t>
      </w:r>
      <w:r w:rsidR="00A17967">
        <w:t xml:space="preserve">spalio </w:t>
      </w:r>
      <w:r w:rsidR="000D475F">
        <w:t>8</w:t>
      </w:r>
      <w:r w:rsidRPr="004B2CA6">
        <w:t xml:space="preserve"> d.</w:t>
      </w:r>
    </w:p>
    <w:p w14:paraId="2A8F49BB" w14:textId="77777777" w:rsidR="009177D2" w:rsidRPr="004B2CA6" w:rsidRDefault="009177D2" w:rsidP="009177D2">
      <w:pPr>
        <w:jc w:val="center"/>
      </w:pPr>
      <w:r w:rsidRPr="004B2CA6">
        <w:t>Plungė</w:t>
      </w:r>
    </w:p>
    <w:p w14:paraId="560C600D" w14:textId="77777777" w:rsidR="009177D2" w:rsidRPr="004B2CA6" w:rsidRDefault="009177D2" w:rsidP="009177D2"/>
    <w:p w14:paraId="33CDB9C0" w14:textId="77777777" w:rsidR="009177D2" w:rsidRPr="004B2CA6" w:rsidRDefault="009177D2" w:rsidP="009177D2">
      <w:pPr>
        <w:ind w:firstLine="720"/>
        <w:jc w:val="both"/>
        <w:rPr>
          <w:b/>
        </w:rPr>
      </w:pPr>
      <w:r w:rsidRPr="004B2CA6">
        <w:rPr>
          <w:b/>
        </w:rPr>
        <w:t>1. Parengto sprendimo projekto tikslai, uždaviniai.</w:t>
      </w:r>
    </w:p>
    <w:p w14:paraId="765BCB38" w14:textId="77777777" w:rsidR="009177D2" w:rsidRPr="00A16EBA" w:rsidRDefault="009177D2" w:rsidP="009177D2">
      <w:pPr>
        <w:autoSpaceDE w:val="0"/>
        <w:autoSpaceDN w:val="0"/>
        <w:adjustRightInd w:val="0"/>
        <w:ind w:firstLine="720"/>
        <w:jc w:val="both"/>
      </w:pPr>
      <w:r w:rsidRPr="003464F7">
        <w:t xml:space="preserve">Patvirtinti ir įgyvendinti </w:t>
      </w:r>
      <w:r>
        <w:t>P</w:t>
      </w:r>
      <w:r w:rsidRPr="008014AA">
        <w:t>apildomos vienkartinės paramos (išmokos) gimus va</w:t>
      </w:r>
      <w:r>
        <w:t>ikui skyrimo ir mokėjimo Plungės</w:t>
      </w:r>
      <w:r w:rsidRPr="008014AA">
        <w:t xml:space="preserve"> rajono savivaldybėje tvarkos apraš</w:t>
      </w:r>
      <w:r>
        <w:t>ą</w:t>
      </w:r>
      <w:r w:rsidRPr="008014AA">
        <w:t xml:space="preserve"> (toliau – Aprašas)</w:t>
      </w:r>
      <w:r>
        <w:t>, kuriuo nustatomos paramos</w:t>
      </w:r>
      <w:r w:rsidRPr="008B04EB">
        <w:t xml:space="preserve"> skyrimo </w:t>
      </w:r>
      <w:r w:rsidRPr="00F3660B">
        <w:t>ir mokėjimo sąlyg</w:t>
      </w:r>
      <w:r>
        <w:t>o</w:t>
      </w:r>
      <w:r w:rsidRPr="00F3660B">
        <w:t>s</w:t>
      </w:r>
      <w:r>
        <w:t>.</w:t>
      </w:r>
    </w:p>
    <w:p w14:paraId="3A9026B2" w14:textId="77777777" w:rsidR="009177D2" w:rsidRPr="004B2CA6" w:rsidRDefault="009177D2" w:rsidP="009177D2">
      <w:pPr>
        <w:tabs>
          <w:tab w:val="left" w:pos="2127"/>
        </w:tabs>
        <w:ind w:firstLine="720"/>
        <w:jc w:val="both"/>
        <w:rPr>
          <w:b/>
        </w:rPr>
      </w:pPr>
      <w:r w:rsidRPr="004B2CA6">
        <w:rPr>
          <w:b/>
        </w:rPr>
        <w:t>2.</w:t>
      </w:r>
      <w:r w:rsidRPr="004B2CA6">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p>
    <w:p w14:paraId="47293E2D" w14:textId="77777777" w:rsidR="009177D2" w:rsidRPr="004B2CA6" w:rsidRDefault="009177D2" w:rsidP="009177D2">
      <w:pPr>
        <w:ind w:firstLine="720"/>
        <w:jc w:val="both"/>
      </w:pPr>
      <w:r>
        <w:rPr>
          <w:lang w:eastAsia="ar-SA"/>
        </w:rPr>
        <w:t xml:space="preserve">Vadovaujamasi Lietuvos Respublikos vietos savivaldos įstatymo 6 straipsnio 12 punktu, 15 straipsnio 4 dalimi, Lietuvos Respublikos šeimos stiprinimo įstatymo </w:t>
      </w:r>
      <w:r w:rsidRPr="00421194">
        <w:t>5 straipsnio 2 da</w:t>
      </w:r>
      <w:r w:rsidR="007B1F8C">
        <w:t>lies 6 punktu ir 14 straipsnio 1 dalies 4</w:t>
      </w:r>
      <w:r w:rsidRPr="00421194">
        <w:t xml:space="preserve"> punktu</w:t>
      </w:r>
      <w:r>
        <w:t>.</w:t>
      </w:r>
    </w:p>
    <w:p w14:paraId="14431114" w14:textId="77777777" w:rsidR="009177D2" w:rsidRPr="004B2CA6" w:rsidRDefault="009177D2" w:rsidP="009177D2">
      <w:pPr>
        <w:ind w:firstLine="720"/>
        <w:jc w:val="both"/>
        <w:rPr>
          <w:b/>
        </w:rPr>
      </w:pPr>
      <w:r w:rsidRPr="004B2CA6">
        <w:rPr>
          <w:b/>
        </w:rPr>
        <w:t>3. Kodėl būtina priimti sprendimą, kokių pozityvių rezultatų laukiama.</w:t>
      </w:r>
    </w:p>
    <w:p w14:paraId="6BF2DFBD" w14:textId="77777777" w:rsidR="009177D2" w:rsidRPr="004B2CA6" w:rsidRDefault="009177D2" w:rsidP="009177D2">
      <w:pPr>
        <w:ind w:firstLine="720"/>
        <w:jc w:val="both"/>
      </w:pPr>
      <w:r>
        <w:rPr>
          <w:bCs/>
        </w:rPr>
        <w:t xml:space="preserve">Skiriant </w:t>
      </w:r>
      <w:r>
        <w:t>p</w:t>
      </w:r>
      <w:r w:rsidRPr="008014AA">
        <w:t>apildom</w:t>
      </w:r>
      <w:r>
        <w:t>ą</w:t>
      </w:r>
      <w:r w:rsidRPr="008014AA">
        <w:t xml:space="preserve"> vienkartin</w:t>
      </w:r>
      <w:r>
        <w:t>ę</w:t>
      </w:r>
      <w:r w:rsidRPr="008014AA">
        <w:t xml:space="preserve"> </w:t>
      </w:r>
      <w:r w:rsidRPr="00D90205">
        <w:t>paramą</w:t>
      </w:r>
      <w:r w:rsidRPr="000E3DBC">
        <w:t xml:space="preserve"> (išmoką) gimus vaikui </w:t>
      </w:r>
      <w:r w:rsidR="000E3DBC" w:rsidRPr="000E3DBC">
        <w:t>(toliau</w:t>
      </w:r>
      <w:r w:rsidR="000E3DBC">
        <w:t xml:space="preserve"> – Parama) </w:t>
      </w:r>
      <w:r>
        <w:t xml:space="preserve">bus skatinamos jaunos šeimos kurtis ir gyventi Plungės rajono savivaldybėje. Siekiama skatinti gimstamumą ir rajono gyventojų augimą. </w:t>
      </w:r>
    </w:p>
    <w:p w14:paraId="5F7E4DB2" w14:textId="77777777" w:rsidR="009177D2" w:rsidRPr="00EE6D69" w:rsidRDefault="009177D2" w:rsidP="009177D2">
      <w:pPr>
        <w:ind w:firstLine="720"/>
        <w:jc w:val="both"/>
        <w:rPr>
          <w:b/>
        </w:rPr>
      </w:pPr>
      <w:r w:rsidRPr="00EE6D69">
        <w:rPr>
          <w:b/>
        </w:rPr>
        <w:t>4. Lėšų poreikis ir finansavimo šaltiniai.</w:t>
      </w:r>
    </w:p>
    <w:p w14:paraId="0B777F35" w14:textId="77777777" w:rsidR="009177D2" w:rsidRPr="004B2CA6" w:rsidRDefault="009177D2" w:rsidP="009177D2">
      <w:pPr>
        <w:ind w:firstLine="720"/>
        <w:jc w:val="both"/>
        <w:rPr>
          <w:rFonts w:eastAsia="Calibri"/>
          <w:bCs/>
        </w:rPr>
      </w:pPr>
      <w:r w:rsidRPr="00EE6D69">
        <w:rPr>
          <w:rFonts w:eastAsia="Calibri"/>
          <w:bCs/>
        </w:rPr>
        <w:t xml:space="preserve">Priėmus šį sprendimą </w:t>
      </w:r>
      <w:r w:rsidR="000E3DBC">
        <w:rPr>
          <w:rFonts w:eastAsia="Calibri"/>
          <w:bCs/>
        </w:rPr>
        <w:t xml:space="preserve">Paramai </w:t>
      </w:r>
      <w:r w:rsidRPr="00EE6D69">
        <w:rPr>
          <w:rFonts w:eastAsia="Calibri"/>
          <w:bCs/>
        </w:rPr>
        <w:t xml:space="preserve">bus reikalinga 825 </w:t>
      </w:r>
      <w:r>
        <w:rPr>
          <w:rFonts w:eastAsia="Calibri"/>
          <w:bCs/>
        </w:rPr>
        <w:t>E</w:t>
      </w:r>
      <w:r w:rsidRPr="00EE6D69">
        <w:rPr>
          <w:rFonts w:eastAsia="Calibri"/>
          <w:bCs/>
        </w:rPr>
        <w:t xml:space="preserve">ur už vieną gimusį vaiką. Per kalendorinius metus, jei vaikų gimstamumas yra apie 200 vaikų, reikės apie 165 000 </w:t>
      </w:r>
      <w:r>
        <w:rPr>
          <w:rFonts w:eastAsia="Calibri"/>
          <w:bCs/>
        </w:rPr>
        <w:t>E</w:t>
      </w:r>
      <w:r w:rsidRPr="00EE6D69">
        <w:rPr>
          <w:rFonts w:eastAsia="Calibri"/>
          <w:bCs/>
        </w:rPr>
        <w:t xml:space="preserve">ur. Plungės rajono savivaldybė iš valstybės biudžeto gauna gyventojų pajamų mokesčio dotaciją, kurios dydis </w:t>
      </w:r>
      <w:r>
        <w:rPr>
          <w:rFonts w:eastAsia="Calibri"/>
          <w:bCs/>
        </w:rPr>
        <w:t xml:space="preserve">priklauso nuo gyventojų skaičiaus rajone. Už vieną gyventoją Plungės rajono savivaldybei tenka apie 900 Eur dotacija. </w:t>
      </w:r>
    </w:p>
    <w:p w14:paraId="0257CA0E" w14:textId="77777777" w:rsidR="009177D2" w:rsidRDefault="009177D2" w:rsidP="009177D2">
      <w:pPr>
        <w:ind w:firstLine="720"/>
        <w:jc w:val="both"/>
        <w:rPr>
          <w:rFonts w:eastAsia="Calibri"/>
          <w:bCs/>
        </w:rPr>
      </w:pPr>
      <w:r>
        <w:rPr>
          <w:rFonts w:eastAsia="Calibri"/>
          <w:bCs/>
        </w:rPr>
        <w:t xml:space="preserve">Sudarant 2025 metų Savivaldybės biudžetą, </w:t>
      </w:r>
      <w:r w:rsidRPr="004B2CA6">
        <w:rPr>
          <w:rFonts w:eastAsia="Calibri"/>
          <w:bCs/>
        </w:rPr>
        <w:t>sum</w:t>
      </w:r>
      <w:r>
        <w:rPr>
          <w:rFonts w:eastAsia="Calibri"/>
          <w:bCs/>
        </w:rPr>
        <w:t xml:space="preserve">ą, </w:t>
      </w:r>
      <w:r w:rsidRPr="00D90205">
        <w:rPr>
          <w:rFonts w:eastAsia="Calibri"/>
          <w:bCs/>
        </w:rPr>
        <w:t xml:space="preserve">reikalingą </w:t>
      </w:r>
      <w:r w:rsidR="000E3DBC" w:rsidRPr="00D52C07">
        <w:rPr>
          <w:rFonts w:eastAsia="Calibri"/>
          <w:bCs/>
        </w:rPr>
        <w:t>P</w:t>
      </w:r>
      <w:r w:rsidRPr="00D90205">
        <w:rPr>
          <w:rFonts w:eastAsia="Calibri"/>
          <w:bCs/>
        </w:rPr>
        <w:t>aramai</w:t>
      </w:r>
      <w:r w:rsidRPr="000E3DBC">
        <w:rPr>
          <w:rFonts w:eastAsia="Calibri"/>
          <w:bCs/>
        </w:rPr>
        <w:t>, siūloma įtraukti</w:t>
      </w:r>
      <w:r w:rsidRPr="004B2CA6">
        <w:rPr>
          <w:rFonts w:eastAsia="Calibri"/>
          <w:bCs/>
        </w:rPr>
        <w:t xml:space="preserve"> į tvirtinamą biudžetą bei į </w:t>
      </w:r>
      <w:r>
        <w:rPr>
          <w:rFonts w:eastAsia="Calibri"/>
          <w:bCs/>
        </w:rPr>
        <w:t>S</w:t>
      </w:r>
      <w:r w:rsidRPr="004B2CA6">
        <w:rPr>
          <w:rFonts w:eastAsia="Calibri"/>
          <w:bCs/>
        </w:rPr>
        <w:t>avivaldybės strateginį veiklos planą.</w:t>
      </w:r>
    </w:p>
    <w:p w14:paraId="7CEF3E98" w14:textId="77777777" w:rsidR="009177D2" w:rsidRPr="004B2CA6" w:rsidRDefault="009177D2" w:rsidP="009177D2">
      <w:pPr>
        <w:ind w:firstLine="720"/>
        <w:jc w:val="both"/>
        <w:rPr>
          <w:b/>
        </w:rPr>
      </w:pPr>
      <w:r w:rsidRPr="004B2CA6">
        <w:rPr>
          <w:b/>
        </w:rPr>
        <w:t xml:space="preserve">5. Pateikti </w:t>
      </w:r>
      <w:r w:rsidRPr="004B2CA6">
        <w:rPr>
          <w:rFonts w:eastAsia="TimesNewRomanPSMT"/>
          <w:b/>
        </w:rPr>
        <w:t>kitus sprendimui priimti reikalingus pagrindimus, skaičiavimus ar paaiškinimus.</w:t>
      </w:r>
    </w:p>
    <w:p w14:paraId="01414051" w14:textId="77777777" w:rsidR="009177D2" w:rsidRPr="004B2CA6" w:rsidRDefault="009177D2" w:rsidP="009177D2">
      <w:pPr>
        <w:ind w:firstLine="720"/>
        <w:jc w:val="both"/>
      </w:pPr>
      <w:r>
        <w:t xml:space="preserve">Tokie sprendimai jau patvirtinti Radviliškio, Prienų, Alytaus, Tauragės, Šilutės ir kitose rajonų savivaldybėse. </w:t>
      </w:r>
    </w:p>
    <w:p w14:paraId="3F4D079E" w14:textId="77777777" w:rsidR="009177D2" w:rsidRPr="004B2CA6" w:rsidRDefault="009177D2" w:rsidP="009177D2">
      <w:pPr>
        <w:autoSpaceDE w:val="0"/>
        <w:autoSpaceDN w:val="0"/>
        <w:adjustRightInd w:val="0"/>
        <w:ind w:firstLine="720"/>
        <w:jc w:val="both"/>
        <w:rPr>
          <w:rFonts w:eastAsia="TimesNewRomanPSMT"/>
          <w:b/>
        </w:rPr>
      </w:pPr>
      <w:r w:rsidRPr="004B2CA6">
        <w:rPr>
          <w:b/>
        </w:rPr>
        <w:t xml:space="preserve">6. Pateikti </w:t>
      </w:r>
      <w:r w:rsidRPr="004B2CA6">
        <w:rPr>
          <w:rFonts w:eastAsia="TimesNewRomanPSMT"/>
          <w:b/>
        </w:rPr>
        <w:t>sprendimo projekto lyginamąjį variantą, jeigu teikiamas sprendimo pakeitimo projektas.</w:t>
      </w:r>
    </w:p>
    <w:p w14:paraId="092A07FA" w14:textId="77777777" w:rsidR="009177D2" w:rsidRPr="004B2CA6" w:rsidRDefault="009177D2" w:rsidP="009177D2">
      <w:pPr>
        <w:ind w:firstLine="720"/>
        <w:jc w:val="both"/>
      </w:pPr>
      <w:r w:rsidRPr="004B2CA6">
        <w:t xml:space="preserve">Nėra. </w:t>
      </w:r>
    </w:p>
    <w:p w14:paraId="2C80BD04" w14:textId="77777777" w:rsidR="009177D2" w:rsidRPr="004B2CA6" w:rsidRDefault="009177D2" w:rsidP="009177D2">
      <w:pPr>
        <w:autoSpaceDE w:val="0"/>
        <w:autoSpaceDN w:val="0"/>
        <w:adjustRightInd w:val="0"/>
        <w:ind w:firstLine="720"/>
        <w:jc w:val="both"/>
        <w:rPr>
          <w:rFonts w:eastAsia="TimesNewRomanPSMT"/>
          <w:b/>
        </w:rPr>
      </w:pPr>
      <w:r w:rsidRPr="004B2CA6">
        <w:rPr>
          <w:b/>
        </w:rPr>
        <w:t xml:space="preserve">7. </w:t>
      </w:r>
      <w:r w:rsidRPr="004B2CA6">
        <w:rPr>
          <w:b/>
          <w:color w:val="000000"/>
        </w:rPr>
        <w:t>Sprendimo projekto antikorupcinis vertinimas.</w:t>
      </w:r>
    </w:p>
    <w:p w14:paraId="61E008F5" w14:textId="558D66BA" w:rsidR="009177D2" w:rsidRPr="000A5007" w:rsidRDefault="009177D2" w:rsidP="009177D2">
      <w:pPr>
        <w:autoSpaceDE w:val="0"/>
        <w:autoSpaceDN w:val="0"/>
        <w:adjustRightInd w:val="0"/>
        <w:ind w:firstLine="720"/>
        <w:jc w:val="both"/>
        <w:rPr>
          <w:rFonts w:eastAsia="TimesNewRomanPSMT"/>
        </w:rPr>
      </w:pPr>
      <w:r w:rsidRPr="000A5007">
        <w:rPr>
          <w:shd w:val="clear" w:color="auto" w:fill="FFFFFF"/>
        </w:rPr>
        <w:t>Vertinimas atliekamas vadovaujantis Lietuvos</w:t>
      </w:r>
      <w:r w:rsidRPr="000A5007">
        <w:t xml:space="preserve"> </w:t>
      </w:r>
      <w:r w:rsidRPr="000A5007">
        <w:rPr>
          <w:shd w:val="clear" w:color="auto" w:fill="FFFFFF"/>
        </w:rPr>
        <w:t xml:space="preserve">Respublikos korupcijos prevencijos įstatymo 8 straipsnio 1 dalies </w:t>
      </w:r>
      <w:r w:rsidR="00996B24">
        <w:rPr>
          <w:shd w:val="clear" w:color="auto" w:fill="FFFFFF"/>
        </w:rPr>
        <w:t>4</w:t>
      </w:r>
      <w:r w:rsidRPr="000A5007">
        <w:rPr>
          <w:shd w:val="clear" w:color="auto" w:fill="FFFFFF"/>
        </w:rPr>
        <w:t xml:space="preserve"> punktu.</w:t>
      </w:r>
      <w:r>
        <w:rPr>
          <w:shd w:val="clear" w:color="auto" w:fill="FFFFFF"/>
        </w:rPr>
        <w:t xml:space="preserve"> Pažyma pridedama.</w:t>
      </w:r>
      <w:bookmarkStart w:id="3" w:name="_GoBack"/>
      <w:bookmarkEnd w:id="3"/>
    </w:p>
    <w:p w14:paraId="6AC49C48" w14:textId="77777777" w:rsidR="009177D2" w:rsidRPr="004B2CA6" w:rsidRDefault="009177D2" w:rsidP="009177D2">
      <w:pPr>
        <w:tabs>
          <w:tab w:val="left" w:pos="720"/>
        </w:tabs>
        <w:ind w:firstLine="720"/>
        <w:jc w:val="both"/>
        <w:rPr>
          <w:b/>
        </w:rPr>
      </w:pPr>
      <w:r w:rsidRPr="004B2CA6">
        <w:rPr>
          <w:b/>
        </w:rPr>
        <w:t>8. Nurodyti, kieno iniciatyva sprendimo projektas yra parengtas.</w:t>
      </w:r>
    </w:p>
    <w:p w14:paraId="13AC6AF9" w14:textId="77777777" w:rsidR="009177D2" w:rsidRPr="004B2CA6" w:rsidRDefault="009177D2" w:rsidP="009177D2">
      <w:pPr>
        <w:tabs>
          <w:tab w:val="left" w:pos="720"/>
        </w:tabs>
        <w:ind w:firstLine="720"/>
        <w:jc w:val="both"/>
        <w:rPr>
          <w:b/>
        </w:rPr>
      </w:pPr>
      <w:r w:rsidRPr="004B2CA6">
        <w:t xml:space="preserve">Plungės rajono savivaldybės </w:t>
      </w:r>
      <w:r w:rsidR="001B72B1">
        <w:t xml:space="preserve">tarybos </w:t>
      </w:r>
      <w:r w:rsidRPr="004B2CA6">
        <w:t>opozicijos – mažumos teikimu.</w:t>
      </w:r>
    </w:p>
    <w:p w14:paraId="58908CD3" w14:textId="77777777" w:rsidR="009177D2" w:rsidRPr="004B2CA6" w:rsidRDefault="009177D2" w:rsidP="009177D2">
      <w:pPr>
        <w:tabs>
          <w:tab w:val="left" w:pos="720"/>
        </w:tabs>
        <w:ind w:firstLine="720"/>
        <w:jc w:val="both"/>
        <w:rPr>
          <w:b/>
        </w:rPr>
      </w:pPr>
      <w:r w:rsidRPr="004B2CA6">
        <w:rPr>
          <w:b/>
        </w:rPr>
        <w:t>9. Nurodyti, kuri sprendimo projekto ar pridedamos medžiagos dalis (remiantis teisės aktais) yra neskelbtina.</w:t>
      </w:r>
    </w:p>
    <w:p w14:paraId="3C776799" w14:textId="77777777" w:rsidR="009177D2" w:rsidRPr="004B2CA6" w:rsidRDefault="009177D2" w:rsidP="009177D2">
      <w:pPr>
        <w:tabs>
          <w:tab w:val="left" w:pos="720"/>
        </w:tabs>
        <w:ind w:firstLine="720"/>
        <w:jc w:val="both"/>
        <w:rPr>
          <w:b/>
        </w:rPr>
      </w:pPr>
      <w:r w:rsidRPr="004B2CA6">
        <w:t>Nėra.</w:t>
      </w:r>
    </w:p>
    <w:p w14:paraId="4BCE3677" w14:textId="77777777" w:rsidR="009177D2" w:rsidRPr="004B2CA6" w:rsidRDefault="009177D2" w:rsidP="009177D2">
      <w:pPr>
        <w:tabs>
          <w:tab w:val="left" w:pos="720"/>
        </w:tabs>
        <w:ind w:firstLine="720"/>
        <w:jc w:val="both"/>
        <w:rPr>
          <w:b/>
        </w:rPr>
      </w:pPr>
      <w:r w:rsidRPr="004B2CA6">
        <w:rPr>
          <w:b/>
        </w:rPr>
        <w:t xml:space="preserve">10. Kam (institucijoms, skyriams, organizacijoms ir t. t.) patvirtintas sprendimas turi būti išsiųstas. </w:t>
      </w:r>
    </w:p>
    <w:p w14:paraId="410C63EC" w14:textId="77777777" w:rsidR="009177D2" w:rsidRPr="004B2CA6" w:rsidRDefault="009177D2" w:rsidP="009177D2">
      <w:pPr>
        <w:ind w:firstLine="720"/>
        <w:jc w:val="both"/>
      </w:pPr>
      <w:r w:rsidRPr="004B2CA6">
        <w:t>Savivaldybės administracijai.</w:t>
      </w:r>
    </w:p>
    <w:p w14:paraId="136235C5" w14:textId="77777777" w:rsidR="009177D2" w:rsidRDefault="009177D2" w:rsidP="009177D2">
      <w:pPr>
        <w:ind w:firstLine="720"/>
        <w:jc w:val="both"/>
        <w:rPr>
          <w:b/>
        </w:rPr>
      </w:pPr>
      <w:r>
        <w:rPr>
          <w:b/>
        </w:rPr>
        <w:lastRenderedPageBreak/>
        <w:t xml:space="preserve">11. Kita svarbi informacija </w:t>
      </w:r>
      <w:r w:rsidRPr="00453DFD">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t xml:space="preserve">atsižvelgta) </w:t>
      </w:r>
      <w:r w:rsidRPr="001F6CFE">
        <w:rPr>
          <w:bCs/>
        </w:rPr>
        <w:t>ir kita</w:t>
      </w:r>
      <w:r w:rsidRPr="003D5062">
        <w:t>.)</w:t>
      </w:r>
      <w:r>
        <w:t>.</w:t>
      </w:r>
    </w:p>
    <w:p w14:paraId="39B582A9" w14:textId="77777777" w:rsidR="009177D2" w:rsidRPr="00A20A42" w:rsidRDefault="009177D2" w:rsidP="009177D2">
      <w:pPr>
        <w:ind w:firstLine="720"/>
        <w:jc w:val="both"/>
        <w:rPr>
          <w:b/>
        </w:rPr>
      </w:pPr>
      <w:r w:rsidRPr="004B2CA6">
        <w:t>Nėra.</w:t>
      </w:r>
    </w:p>
    <w:p w14:paraId="03625ACD" w14:textId="77777777" w:rsidR="009177D2" w:rsidRPr="004B2CA6" w:rsidRDefault="009177D2" w:rsidP="009177D2">
      <w:pPr>
        <w:ind w:firstLine="720"/>
        <w:jc w:val="both"/>
        <w:rPr>
          <w:b/>
        </w:rPr>
      </w:pPr>
      <w:r w:rsidRPr="004B2CA6">
        <w:rPr>
          <w:b/>
        </w:rPr>
        <w:t>12.</w:t>
      </w:r>
      <w:r w:rsidRPr="004B2CA6">
        <w:t xml:space="preserve"> </w:t>
      </w:r>
      <w:r w:rsidRPr="004B2CA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177D2" w:rsidRPr="004B2CA6" w14:paraId="0AB81E31" w14:textId="77777777" w:rsidTr="005D45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F420FEF" w14:textId="77777777" w:rsidR="009177D2" w:rsidRPr="004B2CA6" w:rsidRDefault="009177D2" w:rsidP="005D4575">
            <w:pPr>
              <w:jc w:val="center"/>
              <w:rPr>
                <w:rFonts w:eastAsia="Lucida Sans Unicode"/>
                <w:b/>
                <w:kern w:val="1"/>
                <w:lang w:bidi="lo-LA"/>
              </w:rPr>
            </w:pPr>
            <w:r w:rsidRPr="004B2CA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46A3D22" w14:textId="77777777" w:rsidR="009177D2" w:rsidRPr="004B2CA6" w:rsidRDefault="009177D2" w:rsidP="005D4575">
            <w:pPr>
              <w:jc w:val="center"/>
              <w:rPr>
                <w:rFonts w:eastAsia="Lucida Sans Unicode"/>
                <w:b/>
                <w:bCs/>
                <w:kern w:val="1"/>
              </w:rPr>
            </w:pPr>
            <w:r w:rsidRPr="004B2CA6">
              <w:rPr>
                <w:rFonts w:eastAsia="Lucida Sans Unicode"/>
                <w:b/>
                <w:bCs/>
                <w:kern w:val="1"/>
              </w:rPr>
              <w:t>Numatomo teisinio reguliavimo poveikio vertinimo rezultatai</w:t>
            </w:r>
          </w:p>
        </w:tc>
      </w:tr>
      <w:tr w:rsidR="009177D2" w:rsidRPr="004B2CA6" w14:paraId="1354DF77" w14:textId="77777777" w:rsidTr="005D457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46AF34C" w14:textId="77777777" w:rsidR="009177D2" w:rsidRPr="004B2CA6" w:rsidRDefault="009177D2" w:rsidP="005D4575">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26049EFA" w14:textId="77777777" w:rsidR="009177D2" w:rsidRPr="004B2CA6" w:rsidRDefault="009177D2" w:rsidP="005D4575">
            <w:pPr>
              <w:jc w:val="center"/>
              <w:rPr>
                <w:rFonts w:eastAsia="Lucida Sans Unicode"/>
                <w:b/>
                <w:kern w:val="1"/>
              </w:rPr>
            </w:pPr>
            <w:r w:rsidRPr="004B2CA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A5393AC" w14:textId="77777777" w:rsidR="009177D2" w:rsidRPr="004B2CA6" w:rsidRDefault="009177D2" w:rsidP="005D4575">
            <w:pPr>
              <w:jc w:val="center"/>
              <w:rPr>
                <w:rFonts w:eastAsia="Lucida Sans Unicode"/>
                <w:b/>
                <w:kern w:val="1"/>
                <w:lang w:bidi="lo-LA"/>
              </w:rPr>
            </w:pPr>
            <w:r w:rsidRPr="004B2CA6">
              <w:rPr>
                <w:rFonts w:eastAsia="Lucida Sans Unicode"/>
                <w:b/>
                <w:kern w:val="1"/>
              </w:rPr>
              <w:t>Neigiamas poveikis</w:t>
            </w:r>
          </w:p>
        </w:tc>
      </w:tr>
      <w:tr w:rsidR="009177D2" w:rsidRPr="004B2CA6" w14:paraId="34521E28"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3A0D91A0" w14:textId="77777777" w:rsidR="009177D2" w:rsidRPr="004B2CA6" w:rsidRDefault="009177D2" w:rsidP="005D4575">
            <w:pPr>
              <w:rPr>
                <w:rFonts w:eastAsia="Lucida Sans Unicode"/>
                <w:i/>
                <w:kern w:val="1"/>
                <w:lang w:bidi="lo-LA"/>
              </w:rPr>
            </w:pPr>
            <w:r w:rsidRPr="004B2CA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5988636" w14:textId="77777777" w:rsidR="009177D2" w:rsidRPr="004B2CA6" w:rsidRDefault="009177D2" w:rsidP="005D4575">
            <w:pPr>
              <w:jc w:val="center"/>
              <w:rPr>
                <w:rFonts w:eastAsia="Lucida Sans Unicode"/>
                <w:i/>
                <w:kern w:val="1"/>
                <w:lang w:bidi="lo-LA"/>
              </w:rPr>
            </w:pPr>
            <w:r>
              <w:rPr>
                <w:rFonts w:eastAsia="Lucida Sans Unicode"/>
                <w:i/>
                <w:kern w:val="1"/>
                <w:lang w:bidi="lo-LA"/>
              </w:rPr>
              <w:t>Papildomos pajamos iš gyventojų pajamų mokesčio</w:t>
            </w:r>
          </w:p>
        </w:tc>
        <w:tc>
          <w:tcPr>
            <w:tcW w:w="2835" w:type="dxa"/>
            <w:tcBorders>
              <w:top w:val="single" w:sz="4" w:space="0" w:color="000000"/>
              <w:left w:val="single" w:sz="4" w:space="0" w:color="000000"/>
              <w:bottom w:val="single" w:sz="4" w:space="0" w:color="000000"/>
              <w:right w:val="single" w:sz="4" w:space="0" w:color="000000"/>
            </w:tcBorders>
            <w:vAlign w:val="center"/>
          </w:tcPr>
          <w:p w14:paraId="37618C5A"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4C7FDB2E"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4D5BA69E" w14:textId="77777777" w:rsidR="009177D2" w:rsidRPr="004B2CA6" w:rsidRDefault="009177D2" w:rsidP="005D4575">
            <w:pPr>
              <w:rPr>
                <w:rFonts w:eastAsia="Lucida Sans Unicode"/>
                <w:i/>
                <w:kern w:val="1"/>
                <w:lang w:bidi="lo-LA"/>
              </w:rPr>
            </w:pPr>
            <w:r w:rsidRPr="004B2CA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013DD2E" w14:textId="77777777" w:rsidR="009177D2" w:rsidRPr="00A16EBA" w:rsidRDefault="009177D2" w:rsidP="005D4575">
            <w:pPr>
              <w:jc w:val="center"/>
            </w:pPr>
            <w:r w:rsidRPr="00A16EBA">
              <w:rPr>
                <w:rFonts w:eastAsia="Lucida Sans Unicode"/>
                <w:i/>
                <w:kern w:val="1"/>
                <w:lang w:bidi="lo-LA"/>
              </w:rPr>
              <w:t>Reikalingos papildomos biudžeto lėšos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5190920" w14:textId="77777777" w:rsidR="009177D2" w:rsidRPr="004B2CA6" w:rsidRDefault="009177D2" w:rsidP="005D4575">
            <w:pPr>
              <w:jc w:val="center"/>
            </w:pPr>
            <w:r w:rsidRPr="004B2CA6">
              <w:rPr>
                <w:rFonts w:eastAsia="Lucida Sans Unicode"/>
                <w:i/>
                <w:kern w:val="1"/>
                <w:lang w:bidi="lo-LA"/>
              </w:rPr>
              <w:t>Nenumatomas</w:t>
            </w:r>
          </w:p>
        </w:tc>
      </w:tr>
      <w:tr w:rsidR="009177D2" w:rsidRPr="004B2CA6" w14:paraId="764CFB92"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60084348" w14:textId="77777777" w:rsidR="009177D2" w:rsidRPr="004B2CA6" w:rsidRDefault="009177D2" w:rsidP="005D4575">
            <w:pPr>
              <w:rPr>
                <w:rFonts w:eastAsia="Lucida Sans Unicode"/>
                <w:i/>
                <w:kern w:val="1"/>
                <w:lang w:bidi="lo-LA"/>
              </w:rPr>
            </w:pPr>
            <w:r w:rsidRPr="004B2CA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80A1D9D" w14:textId="77777777" w:rsidR="009177D2" w:rsidRPr="00A16EBA" w:rsidRDefault="009177D2" w:rsidP="005D4575">
            <w:pPr>
              <w:jc w:val="center"/>
              <w:rPr>
                <w:rFonts w:eastAsia="Lucida Sans Unicode"/>
                <w:i/>
                <w:kern w:val="1"/>
                <w:lang w:bidi="lo-LA"/>
              </w:rPr>
            </w:pPr>
            <w:r>
              <w:rPr>
                <w:rFonts w:eastAsia="Lucida Sans Unicode"/>
                <w:i/>
                <w:kern w:val="1"/>
                <w:lang w:bidi="lo-LA"/>
              </w:rPr>
              <w:t>Gimstamumo skatinimas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1EDE8F"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6C3C539A"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025C1856" w14:textId="77777777" w:rsidR="009177D2" w:rsidRPr="004B2CA6" w:rsidRDefault="009177D2" w:rsidP="005D4575">
            <w:pPr>
              <w:rPr>
                <w:rFonts w:eastAsia="Lucida Sans Unicode"/>
                <w:i/>
                <w:kern w:val="1"/>
                <w:lang w:bidi="lo-LA"/>
              </w:rPr>
            </w:pPr>
            <w:r w:rsidRPr="004B2CA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221E5E4E"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2149F9F"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58859B0E"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616027AB" w14:textId="77777777" w:rsidR="009177D2" w:rsidRPr="004B2CA6" w:rsidRDefault="009177D2" w:rsidP="005D4575">
            <w:pPr>
              <w:rPr>
                <w:rFonts w:eastAsia="Lucida Sans Unicode"/>
                <w:i/>
                <w:kern w:val="1"/>
                <w:lang w:bidi="lo-LA"/>
              </w:rPr>
            </w:pPr>
            <w:r w:rsidRPr="004B2CA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0DEAB1B"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956F86F"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100C90F0"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189A5509" w14:textId="77777777" w:rsidR="009177D2" w:rsidRPr="004B2CA6" w:rsidRDefault="009177D2" w:rsidP="005D4575">
            <w:pPr>
              <w:rPr>
                <w:rFonts w:eastAsia="Lucida Sans Unicode"/>
                <w:i/>
                <w:kern w:val="1"/>
                <w:lang w:bidi="lo-LA"/>
              </w:rPr>
            </w:pPr>
            <w:r w:rsidRPr="004B2CA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3BCF1CA"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294C313"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290CF83E"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4D210348" w14:textId="77777777" w:rsidR="009177D2" w:rsidRPr="004B2CA6" w:rsidRDefault="009177D2" w:rsidP="005D4575">
            <w:pPr>
              <w:rPr>
                <w:rFonts w:eastAsia="Lucida Sans Unicode"/>
                <w:i/>
                <w:kern w:val="1"/>
                <w:lang w:bidi="lo-LA"/>
              </w:rPr>
            </w:pPr>
            <w:r w:rsidRPr="004B2CA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687AE90"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E406FC7"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220CC161"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719C18EB" w14:textId="77777777" w:rsidR="009177D2" w:rsidRPr="004B2CA6" w:rsidRDefault="009177D2" w:rsidP="005D4575">
            <w:pPr>
              <w:rPr>
                <w:rFonts w:eastAsia="Lucida Sans Unicode"/>
                <w:i/>
                <w:kern w:val="1"/>
                <w:lang w:bidi="lo-LA"/>
              </w:rPr>
            </w:pPr>
            <w:r w:rsidRPr="004B2CA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C74EAA2"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C59F4AE"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0E519651"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5E637DFA" w14:textId="77777777" w:rsidR="009177D2" w:rsidRPr="004B2CA6" w:rsidRDefault="009177D2" w:rsidP="005D4575">
            <w:pPr>
              <w:rPr>
                <w:rFonts w:eastAsia="Lucida Sans Unicode"/>
                <w:i/>
                <w:kern w:val="1"/>
                <w:lang w:bidi="lo-LA"/>
              </w:rPr>
            </w:pPr>
            <w:r w:rsidRPr="004B2CA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29E4D48F" w14:textId="77777777"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ABB4BA3"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14:paraId="54EEB0F1" w14:textId="77777777" w:rsidTr="005D4575">
        <w:tc>
          <w:tcPr>
            <w:tcW w:w="3118" w:type="dxa"/>
            <w:tcBorders>
              <w:top w:val="single" w:sz="4" w:space="0" w:color="000000"/>
              <w:left w:val="single" w:sz="4" w:space="0" w:color="000000"/>
              <w:bottom w:val="single" w:sz="4" w:space="0" w:color="000000"/>
              <w:right w:val="single" w:sz="4" w:space="0" w:color="000000"/>
            </w:tcBorders>
          </w:tcPr>
          <w:p w14:paraId="6B005CB1" w14:textId="77777777" w:rsidR="009177D2" w:rsidRPr="004B2CA6" w:rsidRDefault="009177D2" w:rsidP="005D4575">
            <w:pPr>
              <w:rPr>
                <w:rFonts w:eastAsia="Lucida Sans Unicode"/>
                <w:i/>
                <w:kern w:val="1"/>
                <w:lang w:bidi="lo-LA"/>
              </w:rPr>
            </w:pPr>
            <w:r w:rsidRPr="004B2CA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7F0E625" w14:textId="77777777" w:rsidR="009177D2" w:rsidRPr="00A16EBA" w:rsidRDefault="009177D2" w:rsidP="005D4575">
            <w:pPr>
              <w:jc w:val="center"/>
              <w:rPr>
                <w:rFonts w:eastAsia="Lucida Sans Unicode"/>
                <w:i/>
                <w:kern w:val="1"/>
                <w:lang w:bidi="lo-LA"/>
              </w:rPr>
            </w:pPr>
            <w:r>
              <w:rPr>
                <w:rFonts w:eastAsia="Lucida Sans Unicode"/>
                <w:i/>
                <w:kern w:val="1"/>
                <w:lang w:bidi="lo-LA"/>
              </w:rPr>
              <w:t>Gyventojų skaičiaus augimas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B9C606" w14:textId="77777777"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bl>
    <w:p w14:paraId="6406E271" w14:textId="77777777" w:rsidR="009177D2" w:rsidRPr="004B2CA6" w:rsidRDefault="009177D2" w:rsidP="009177D2">
      <w:pPr>
        <w:rPr>
          <w:rFonts w:eastAsia="Lucida Sans Unicode"/>
          <w:kern w:val="1"/>
          <w:lang w:bidi="lo-LA"/>
        </w:rPr>
      </w:pPr>
    </w:p>
    <w:p w14:paraId="772A0188" w14:textId="77777777" w:rsidR="009177D2" w:rsidRPr="004B2CA6" w:rsidRDefault="009177D2" w:rsidP="009177D2">
      <w:pPr>
        <w:jc w:val="both"/>
      </w:pPr>
      <w:r w:rsidRPr="004B2CA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189C19C" w14:textId="77777777" w:rsidR="009177D2" w:rsidRPr="004B2CA6" w:rsidRDefault="009177D2" w:rsidP="009177D2">
      <w:pPr>
        <w:rPr>
          <w:rFonts w:eastAsia="Lucida Sans Unicode"/>
          <w:kern w:val="2"/>
        </w:rPr>
      </w:pPr>
    </w:p>
    <w:p w14:paraId="3CD5333F" w14:textId="77777777" w:rsidR="009177D2" w:rsidRPr="004B2CA6" w:rsidRDefault="009177D2" w:rsidP="009177D2">
      <w:pPr>
        <w:rPr>
          <w:b/>
        </w:rPr>
      </w:pPr>
    </w:p>
    <w:p w14:paraId="5A1BCCDB" w14:textId="77777777" w:rsidR="009177D2" w:rsidRPr="004B2CA6" w:rsidRDefault="009177D2" w:rsidP="009177D2">
      <w:r w:rsidRPr="004B2CA6">
        <w:t>Rengėja</w:t>
      </w:r>
      <w:r>
        <w:t>s</w:t>
      </w:r>
    </w:p>
    <w:p w14:paraId="778EC6A5" w14:textId="77777777" w:rsidR="009177D2" w:rsidRDefault="009177D2" w:rsidP="009177D2">
      <w:r>
        <w:t>Savivaldybės tarybos narys</w:t>
      </w:r>
      <w:r w:rsidRPr="004B2CA6">
        <w:t xml:space="preserve">                                                              </w:t>
      </w:r>
      <w:r w:rsidRPr="004B2CA6">
        <w:tab/>
      </w:r>
      <w:r w:rsidRPr="004B2CA6">
        <w:tab/>
      </w:r>
      <w:r>
        <w:t>Mindaugas Kaunas</w:t>
      </w:r>
    </w:p>
    <w:p w14:paraId="3B67A705" w14:textId="77777777" w:rsidR="009177D2" w:rsidRDefault="009177D2" w:rsidP="009177D2"/>
    <w:p w14:paraId="127F470E" w14:textId="77777777" w:rsidR="009177D2" w:rsidRDefault="009177D2" w:rsidP="009177D2"/>
    <w:p w14:paraId="37D5AE91" w14:textId="77777777" w:rsidR="009177D2" w:rsidRDefault="009177D2" w:rsidP="009177D2"/>
    <w:p w14:paraId="1B96B949" w14:textId="77777777" w:rsidR="009177D2" w:rsidRDefault="009177D2" w:rsidP="009177D2"/>
    <w:p w14:paraId="004ED960" w14:textId="77777777" w:rsidR="009177D2" w:rsidRDefault="009177D2" w:rsidP="009177D2"/>
    <w:p w14:paraId="6BF5DFA9" w14:textId="77777777" w:rsidR="009177D2" w:rsidRDefault="009177D2" w:rsidP="009177D2"/>
    <w:p w14:paraId="5292418B" w14:textId="77777777" w:rsidR="009177D2" w:rsidRDefault="009177D2" w:rsidP="00D222B2">
      <w:pPr>
        <w:suppressAutoHyphens/>
        <w:spacing w:line="276" w:lineRule="auto"/>
      </w:pPr>
    </w:p>
    <w:sectPr w:rsidR="009177D2" w:rsidSect="00D52C07">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default"/>
  </w:font>
  <w:font w:name="HG Mincho Light J">
    <w:charset w:val="00"/>
    <w:family w:val="auto"/>
    <w:pitch w:val="variable"/>
  </w:font>
  <w:font w:name="Wingdings 2">
    <w:panose1 w:val="050201020105070707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15:restartNumberingAfterBreak="0">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EED5BE8"/>
    <w:multiLevelType w:val="multilevel"/>
    <w:tmpl w:val="500EAFBC"/>
    <w:lvl w:ilvl="0">
      <w:start w:val="1"/>
      <w:numFmt w:val="decimal"/>
      <w:lvlText w:val="%1."/>
      <w:lvlJc w:val="left"/>
      <w:pPr>
        <w:ind w:left="1069" w:hanging="360"/>
      </w:pPr>
      <w:rPr>
        <w:rFonts w:ascii="Times New Roman" w:hAnsi="Times New Roman" w:cs="Times New Roman" w:hint="default"/>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15:restartNumberingAfterBreak="0">
    <w:nsid w:val="3431021A"/>
    <w:multiLevelType w:val="multilevel"/>
    <w:tmpl w:val="A69AEAE8"/>
    <w:lvl w:ilvl="0">
      <w:start w:val="1"/>
      <w:numFmt w:val="decimal"/>
      <w:lvlText w:val="%1."/>
      <w:lvlJc w:val="left"/>
      <w:pPr>
        <w:ind w:left="1211" w:hanging="360"/>
      </w:pPr>
      <w:rPr>
        <w:rFonts w:hint="default"/>
        <w:color w:val="auto"/>
      </w:rPr>
    </w:lvl>
    <w:lvl w:ilvl="1">
      <w:start w:val="1"/>
      <w:numFmt w:val="decimal"/>
      <w:isLgl/>
      <w:lvlText w:val="%1.%2."/>
      <w:lvlJc w:val="left"/>
      <w:pPr>
        <w:ind w:left="1271" w:hanging="420"/>
      </w:pPr>
      <w:rPr>
        <w:rFonts w:hint="default"/>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6E2C4F3A"/>
    <w:multiLevelType w:val="hybridMultilevel"/>
    <w:tmpl w:val="B06A7E9C"/>
    <w:lvl w:ilvl="0" w:tplc="6F44174A">
      <w:start w:val="2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10C4C"/>
    <w:rsid w:val="000112D1"/>
    <w:rsid w:val="00011F78"/>
    <w:rsid w:val="000263E5"/>
    <w:rsid w:val="00045E49"/>
    <w:rsid w:val="00065450"/>
    <w:rsid w:val="00072080"/>
    <w:rsid w:val="000814A4"/>
    <w:rsid w:val="0008301D"/>
    <w:rsid w:val="000A5007"/>
    <w:rsid w:val="000B12B3"/>
    <w:rsid w:val="000D0B1B"/>
    <w:rsid w:val="000D475F"/>
    <w:rsid w:val="000E3DBC"/>
    <w:rsid w:val="000F1102"/>
    <w:rsid w:val="001004FD"/>
    <w:rsid w:val="001266A8"/>
    <w:rsid w:val="00143AA4"/>
    <w:rsid w:val="00161FDA"/>
    <w:rsid w:val="00164B3D"/>
    <w:rsid w:val="001767B0"/>
    <w:rsid w:val="00183169"/>
    <w:rsid w:val="0019379E"/>
    <w:rsid w:val="001B57E4"/>
    <w:rsid w:val="001B64E4"/>
    <w:rsid w:val="001B72B1"/>
    <w:rsid w:val="001D6B8F"/>
    <w:rsid w:val="00200DF9"/>
    <w:rsid w:val="0023288A"/>
    <w:rsid w:val="00236021"/>
    <w:rsid w:val="00267763"/>
    <w:rsid w:val="00274856"/>
    <w:rsid w:val="002A4AEA"/>
    <w:rsid w:val="002A4E11"/>
    <w:rsid w:val="002B0B22"/>
    <w:rsid w:val="002C04B8"/>
    <w:rsid w:val="002C57B1"/>
    <w:rsid w:val="002D3B60"/>
    <w:rsid w:val="002E25C0"/>
    <w:rsid w:val="002E5472"/>
    <w:rsid w:val="0030365D"/>
    <w:rsid w:val="00331774"/>
    <w:rsid w:val="00332D68"/>
    <w:rsid w:val="00333CB8"/>
    <w:rsid w:val="0033740E"/>
    <w:rsid w:val="00344D2B"/>
    <w:rsid w:val="003708F8"/>
    <w:rsid w:val="003850DA"/>
    <w:rsid w:val="00391B41"/>
    <w:rsid w:val="00395865"/>
    <w:rsid w:val="00395FBB"/>
    <w:rsid w:val="00397000"/>
    <w:rsid w:val="003E4E2D"/>
    <w:rsid w:val="003F09D1"/>
    <w:rsid w:val="003F1D2B"/>
    <w:rsid w:val="003F79AB"/>
    <w:rsid w:val="00415381"/>
    <w:rsid w:val="00420F9B"/>
    <w:rsid w:val="004237DD"/>
    <w:rsid w:val="00432752"/>
    <w:rsid w:val="0043409E"/>
    <w:rsid w:val="00442198"/>
    <w:rsid w:val="00445888"/>
    <w:rsid w:val="004607F0"/>
    <w:rsid w:val="00465610"/>
    <w:rsid w:val="0046616A"/>
    <w:rsid w:val="00480BAD"/>
    <w:rsid w:val="004A3C74"/>
    <w:rsid w:val="004B53ED"/>
    <w:rsid w:val="004C6713"/>
    <w:rsid w:val="004D44C2"/>
    <w:rsid w:val="004F4F97"/>
    <w:rsid w:val="00513846"/>
    <w:rsid w:val="00542868"/>
    <w:rsid w:val="0057594F"/>
    <w:rsid w:val="00577823"/>
    <w:rsid w:val="00587981"/>
    <w:rsid w:val="00594FDA"/>
    <w:rsid w:val="005A6841"/>
    <w:rsid w:val="005B5BF9"/>
    <w:rsid w:val="005C0410"/>
    <w:rsid w:val="005C25C9"/>
    <w:rsid w:val="005E1008"/>
    <w:rsid w:val="005F6F70"/>
    <w:rsid w:val="00613DE3"/>
    <w:rsid w:val="006203C5"/>
    <w:rsid w:val="00624A87"/>
    <w:rsid w:val="00626FF3"/>
    <w:rsid w:val="00635127"/>
    <w:rsid w:val="006430AA"/>
    <w:rsid w:val="006528AE"/>
    <w:rsid w:val="0065314E"/>
    <w:rsid w:val="006537CF"/>
    <w:rsid w:val="006622EC"/>
    <w:rsid w:val="00665498"/>
    <w:rsid w:val="006A4E1A"/>
    <w:rsid w:val="006C5143"/>
    <w:rsid w:val="006C6D8F"/>
    <w:rsid w:val="006D6837"/>
    <w:rsid w:val="006E7D65"/>
    <w:rsid w:val="006F2642"/>
    <w:rsid w:val="006F28EA"/>
    <w:rsid w:val="006F5609"/>
    <w:rsid w:val="00700BF4"/>
    <w:rsid w:val="007460AB"/>
    <w:rsid w:val="00751907"/>
    <w:rsid w:val="00760190"/>
    <w:rsid w:val="007720B3"/>
    <w:rsid w:val="0078588B"/>
    <w:rsid w:val="007B1F8C"/>
    <w:rsid w:val="007C2D28"/>
    <w:rsid w:val="007C36B3"/>
    <w:rsid w:val="007D46EC"/>
    <w:rsid w:val="0080216C"/>
    <w:rsid w:val="00816B66"/>
    <w:rsid w:val="008435E1"/>
    <w:rsid w:val="008A3B14"/>
    <w:rsid w:val="008D77A1"/>
    <w:rsid w:val="008E16FE"/>
    <w:rsid w:val="009027B9"/>
    <w:rsid w:val="00910F8E"/>
    <w:rsid w:val="00915C6A"/>
    <w:rsid w:val="009177D2"/>
    <w:rsid w:val="0095261A"/>
    <w:rsid w:val="00960B16"/>
    <w:rsid w:val="00961EBF"/>
    <w:rsid w:val="00970720"/>
    <w:rsid w:val="0097223D"/>
    <w:rsid w:val="009953E3"/>
    <w:rsid w:val="00996B24"/>
    <w:rsid w:val="009A3E1F"/>
    <w:rsid w:val="009A6388"/>
    <w:rsid w:val="009B1F03"/>
    <w:rsid w:val="009C4D65"/>
    <w:rsid w:val="009C5A89"/>
    <w:rsid w:val="009D07C3"/>
    <w:rsid w:val="009D1C47"/>
    <w:rsid w:val="009D4020"/>
    <w:rsid w:val="009D5287"/>
    <w:rsid w:val="009E296C"/>
    <w:rsid w:val="009E5D55"/>
    <w:rsid w:val="009E6AD9"/>
    <w:rsid w:val="00A07354"/>
    <w:rsid w:val="00A17967"/>
    <w:rsid w:val="00A20A42"/>
    <w:rsid w:val="00A37879"/>
    <w:rsid w:val="00A43EF2"/>
    <w:rsid w:val="00A53114"/>
    <w:rsid w:val="00A6498E"/>
    <w:rsid w:val="00A65AE1"/>
    <w:rsid w:val="00A92A3C"/>
    <w:rsid w:val="00A9533B"/>
    <w:rsid w:val="00AA5B7C"/>
    <w:rsid w:val="00AA7C65"/>
    <w:rsid w:val="00AB29A2"/>
    <w:rsid w:val="00AB7A66"/>
    <w:rsid w:val="00AF01C9"/>
    <w:rsid w:val="00B20B3E"/>
    <w:rsid w:val="00B225CB"/>
    <w:rsid w:val="00B423F2"/>
    <w:rsid w:val="00B46B3F"/>
    <w:rsid w:val="00B83B43"/>
    <w:rsid w:val="00B91AEC"/>
    <w:rsid w:val="00B91BC4"/>
    <w:rsid w:val="00BC0432"/>
    <w:rsid w:val="00BF44BF"/>
    <w:rsid w:val="00C10244"/>
    <w:rsid w:val="00C263F6"/>
    <w:rsid w:val="00C52D65"/>
    <w:rsid w:val="00C676AA"/>
    <w:rsid w:val="00C71D11"/>
    <w:rsid w:val="00CA7A4C"/>
    <w:rsid w:val="00CB00D1"/>
    <w:rsid w:val="00CB2D46"/>
    <w:rsid w:val="00CC68C2"/>
    <w:rsid w:val="00CD1274"/>
    <w:rsid w:val="00CD462A"/>
    <w:rsid w:val="00D06F5E"/>
    <w:rsid w:val="00D135AB"/>
    <w:rsid w:val="00D222B2"/>
    <w:rsid w:val="00D2700B"/>
    <w:rsid w:val="00D52C07"/>
    <w:rsid w:val="00D5538E"/>
    <w:rsid w:val="00D56554"/>
    <w:rsid w:val="00D61EDE"/>
    <w:rsid w:val="00D63508"/>
    <w:rsid w:val="00D90205"/>
    <w:rsid w:val="00D922BE"/>
    <w:rsid w:val="00DA5471"/>
    <w:rsid w:val="00DC31C1"/>
    <w:rsid w:val="00DE2EB2"/>
    <w:rsid w:val="00DE6703"/>
    <w:rsid w:val="00E11ADE"/>
    <w:rsid w:val="00E24F4A"/>
    <w:rsid w:val="00E253E4"/>
    <w:rsid w:val="00E330E3"/>
    <w:rsid w:val="00E534C8"/>
    <w:rsid w:val="00E540F5"/>
    <w:rsid w:val="00E61579"/>
    <w:rsid w:val="00E636B3"/>
    <w:rsid w:val="00E725B7"/>
    <w:rsid w:val="00E82BB6"/>
    <w:rsid w:val="00E935BF"/>
    <w:rsid w:val="00E973DC"/>
    <w:rsid w:val="00EA5835"/>
    <w:rsid w:val="00EB7909"/>
    <w:rsid w:val="00EC45F5"/>
    <w:rsid w:val="00EE6D69"/>
    <w:rsid w:val="00EE7D41"/>
    <w:rsid w:val="00F01168"/>
    <w:rsid w:val="00F108FF"/>
    <w:rsid w:val="00F13CEB"/>
    <w:rsid w:val="00F16E06"/>
    <w:rsid w:val="00F32DFE"/>
    <w:rsid w:val="00F718F4"/>
    <w:rsid w:val="00F72126"/>
    <w:rsid w:val="00FB0B5C"/>
    <w:rsid w:val="00FC2FE8"/>
    <w:rsid w:val="00FC69C4"/>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FF2192"/>
  <w15:docId w15:val="{AB5F9D39-17D7-43FD-BEF1-AAE8E6A62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 w:type="paragraph" w:customStyle="1" w:styleId="Standard">
    <w:name w:val="Standard"/>
    <w:rsid w:val="006528AE"/>
    <w:pPr>
      <w:suppressAutoHyphens/>
      <w:autoSpaceDN w:val="0"/>
      <w:spacing w:after="160" w:line="254" w:lineRule="auto"/>
      <w:textAlignment w:val="baseline"/>
    </w:pPr>
    <w:rPr>
      <w:rFonts w:ascii="Calibri" w:eastAsia="Calibri" w:hAnsi="Calibri" w:cs="Tahoma"/>
      <w:sz w:val="22"/>
      <w:szCs w:val="22"/>
      <w:lang w:eastAsia="en-US"/>
    </w:rPr>
  </w:style>
  <w:style w:type="paragraph" w:customStyle="1" w:styleId="ISTATYMAS">
    <w:name w:val="ISTATYMAS"/>
    <w:rsid w:val="006528AE"/>
    <w:pPr>
      <w:autoSpaceDN w:val="0"/>
      <w:jc w:val="center"/>
    </w:pPr>
    <w:rPr>
      <w:rFonts w:ascii="TimesLT" w:hAnsi="TimesLT"/>
      <w:lang w:val="en-US" w:eastAsia="en-US"/>
    </w:rPr>
  </w:style>
  <w:style w:type="character" w:styleId="Hipersaitas">
    <w:name w:val="Hyperlink"/>
    <w:basedOn w:val="Numatytasispastraiposriftas"/>
    <w:unhideWhenUsed/>
    <w:rsid w:val="005B5BF9"/>
    <w:rPr>
      <w:color w:val="0000FF" w:themeColor="hyperlink"/>
      <w:u w:val="single"/>
    </w:rPr>
  </w:style>
  <w:style w:type="paragraph" w:styleId="Komentarotekstas">
    <w:name w:val="annotation text"/>
    <w:basedOn w:val="prastasis"/>
    <w:link w:val="KomentarotekstasDiagrama"/>
    <w:semiHidden/>
    <w:unhideWhenUsed/>
    <w:rsid w:val="00587981"/>
    <w:rPr>
      <w:sz w:val="20"/>
      <w:szCs w:val="20"/>
    </w:rPr>
  </w:style>
  <w:style w:type="character" w:customStyle="1" w:styleId="KomentarotekstasDiagrama">
    <w:name w:val="Komentaro tekstas Diagrama"/>
    <w:basedOn w:val="Numatytasispastraiposriftas"/>
    <w:link w:val="Komentarotekstas"/>
    <w:semiHidden/>
    <w:rsid w:val="00587981"/>
  </w:style>
  <w:style w:type="paragraph" w:styleId="Komentarotema">
    <w:name w:val="annotation subject"/>
    <w:basedOn w:val="Komentarotekstas"/>
    <w:next w:val="Komentarotekstas"/>
    <w:link w:val="KomentarotemaDiagrama"/>
    <w:semiHidden/>
    <w:unhideWhenUsed/>
    <w:rsid w:val="00587981"/>
    <w:rPr>
      <w:b/>
      <w:bCs/>
    </w:rPr>
  </w:style>
  <w:style w:type="character" w:customStyle="1" w:styleId="KomentarotemaDiagrama">
    <w:name w:val="Komentaro tema Diagrama"/>
    <w:basedOn w:val="KomentarotekstasDiagrama"/>
    <w:link w:val="Komentarotema"/>
    <w:semiHidden/>
    <w:rsid w:val="005879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BC0AE-3749-482A-B70D-E18004D79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7670</Words>
  <Characters>4372</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Irma Kvizikevičienė</cp:lastModifiedBy>
  <cp:revision>3</cp:revision>
  <cp:lastPrinted>2022-03-02T13:47:00Z</cp:lastPrinted>
  <dcterms:created xsi:type="dcterms:W3CDTF">2024-10-10T04:45:00Z</dcterms:created>
  <dcterms:modified xsi:type="dcterms:W3CDTF">2024-10-10T06:29:00Z</dcterms:modified>
</cp:coreProperties>
</file>