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C86" w:rsidRPr="00506A9D" w:rsidRDefault="009110F3" w:rsidP="00506A9D">
      <w:pPr>
        <w:jc w:val="right"/>
        <w:rPr>
          <w:b/>
          <w:szCs w:val="24"/>
          <w:lang w:eastAsia="lt-LT"/>
        </w:rPr>
      </w:pPr>
      <w:r w:rsidRPr="00506A9D">
        <w:rPr>
          <w:b/>
          <w:szCs w:val="24"/>
          <w:lang w:eastAsia="lt-LT"/>
        </w:rPr>
        <w:t xml:space="preserve">Projektas </w:t>
      </w:r>
    </w:p>
    <w:p w:rsidR="00644C86" w:rsidRDefault="003931B2">
      <w:pPr>
        <w:jc w:val="center"/>
        <w:rPr>
          <w:b/>
          <w:sz w:val="28"/>
          <w:szCs w:val="28"/>
          <w:lang w:eastAsia="lt-LT"/>
        </w:rPr>
      </w:pPr>
      <w:r>
        <w:rPr>
          <w:b/>
          <w:sz w:val="28"/>
          <w:szCs w:val="28"/>
          <w:lang w:eastAsia="lt-LT"/>
        </w:rPr>
        <w:t>PLUNGĖS RAJONO SAVIVALDYBĖS</w:t>
      </w:r>
    </w:p>
    <w:p w:rsidR="00644C86" w:rsidRDefault="003931B2">
      <w:pPr>
        <w:jc w:val="center"/>
        <w:rPr>
          <w:b/>
          <w:sz w:val="28"/>
          <w:szCs w:val="28"/>
          <w:lang w:eastAsia="lt-LT"/>
        </w:rPr>
      </w:pPr>
      <w:r>
        <w:rPr>
          <w:b/>
          <w:sz w:val="28"/>
          <w:szCs w:val="28"/>
          <w:lang w:eastAsia="lt-LT"/>
        </w:rPr>
        <w:t>TARYBA</w:t>
      </w:r>
    </w:p>
    <w:p w:rsidR="00644C86" w:rsidRDefault="00644C86">
      <w:pPr>
        <w:jc w:val="center"/>
        <w:rPr>
          <w:b/>
          <w:sz w:val="28"/>
          <w:szCs w:val="28"/>
          <w:lang w:eastAsia="lt-LT"/>
        </w:rPr>
      </w:pPr>
    </w:p>
    <w:p w:rsidR="00644C86" w:rsidRDefault="003931B2">
      <w:pPr>
        <w:jc w:val="center"/>
        <w:rPr>
          <w:b/>
          <w:sz w:val="28"/>
          <w:szCs w:val="28"/>
          <w:lang w:eastAsia="lt-LT"/>
        </w:rPr>
      </w:pPr>
      <w:r>
        <w:rPr>
          <w:b/>
          <w:sz w:val="28"/>
          <w:szCs w:val="28"/>
          <w:lang w:eastAsia="lt-LT"/>
        </w:rPr>
        <w:t>SPRENDIMAS</w:t>
      </w:r>
    </w:p>
    <w:p w:rsidR="00644C86" w:rsidRDefault="009B46E6">
      <w:pPr>
        <w:jc w:val="center"/>
        <w:rPr>
          <w:sz w:val="28"/>
          <w:szCs w:val="28"/>
          <w:lang w:eastAsia="lt-LT"/>
        </w:rPr>
      </w:pPr>
      <w:bookmarkStart w:id="0" w:name="_GoBack"/>
      <w:r>
        <w:rPr>
          <w:b/>
          <w:sz w:val="28"/>
          <w:szCs w:val="28"/>
          <w:lang w:eastAsia="lt-LT"/>
        </w:rPr>
        <w:t>DĖL PLUNGĖS RAJONO SAVIVALDYBĖS TARYBOS 2021 M. RUGSĖJO 29 D. SPRENDIMO NR. T1-249 „</w:t>
      </w:r>
      <w:r w:rsidR="003931B2">
        <w:rPr>
          <w:b/>
          <w:sz w:val="28"/>
          <w:szCs w:val="28"/>
          <w:lang w:eastAsia="lt-LT"/>
        </w:rPr>
        <w:t xml:space="preserve">DĖL </w:t>
      </w:r>
      <w:r w:rsidR="003931B2">
        <w:rPr>
          <w:b/>
          <w:bCs/>
          <w:sz w:val="28"/>
          <w:szCs w:val="28"/>
          <w:lang w:eastAsia="lt-LT"/>
        </w:rPr>
        <w:t xml:space="preserve">PLUNGĖS RAJONO SAVIVALDYBĖS </w:t>
      </w:r>
      <w:r w:rsidR="003931B2" w:rsidRPr="0054766E">
        <w:rPr>
          <w:b/>
          <w:bCs/>
          <w:sz w:val="28"/>
          <w:szCs w:val="28"/>
          <w:lang w:eastAsia="lt-LT"/>
        </w:rPr>
        <w:t xml:space="preserve">ŠVIETIMO </w:t>
      </w:r>
      <w:r w:rsidR="003931B2">
        <w:rPr>
          <w:b/>
          <w:bCs/>
          <w:sz w:val="28"/>
          <w:szCs w:val="28"/>
          <w:lang w:eastAsia="lt-LT"/>
        </w:rPr>
        <w:t>ĮSTAIGŲ DARBUOTOJŲ (TIKSLINIŲ PAREIGYBIŲ) KELIONĖS IŠLAIDŲ KOMPENSAVIMO TVARKOS APRAŠO PATVIRTINIMO</w:t>
      </w:r>
      <w:r>
        <w:rPr>
          <w:b/>
          <w:bCs/>
          <w:sz w:val="28"/>
          <w:szCs w:val="28"/>
          <w:lang w:eastAsia="lt-LT"/>
        </w:rPr>
        <w:t xml:space="preserve">“ </w:t>
      </w:r>
      <w:r w:rsidR="000319D7">
        <w:rPr>
          <w:b/>
          <w:bCs/>
          <w:sz w:val="28"/>
          <w:szCs w:val="28"/>
          <w:lang w:eastAsia="lt-LT"/>
        </w:rPr>
        <w:t xml:space="preserve">IR JĮ KEITUSIŲ </w:t>
      </w:r>
      <w:r w:rsidR="000319D7" w:rsidRPr="00C61DF8">
        <w:rPr>
          <w:b/>
          <w:bCs/>
          <w:sz w:val="28"/>
          <w:szCs w:val="28"/>
          <w:lang w:eastAsia="lt-LT"/>
        </w:rPr>
        <w:t xml:space="preserve">SPRENDIMŲ </w:t>
      </w:r>
      <w:r w:rsidRPr="00C61DF8">
        <w:rPr>
          <w:b/>
          <w:bCs/>
          <w:sz w:val="28"/>
          <w:szCs w:val="28"/>
          <w:lang w:eastAsia="lt-LT"/>
        </w:rPr>
        <w:t>PAKEITIMO</w:t>
      </w:r>
    </w:p>
    <w:bookmarkEnd w:id="0"/>
    <w:p w:rsidR="00644C86" w:rsidRDefault="00644C86">
      <w:pPr>
        <w:jc w:val="center"/>
        <w:rPr>
          <w:b/>
          <w:sz w:val="28"/>
          <w:szCs w:val="28"/>
          <w:lang w:eastAsia="lt-LT"/>
        </w:rPr>
      </w:pPr>
    </w:p>
    <w:p w:rsidR="00644C86" w:rsidRPr="00EE451F" w:rsidRDefault="001B1D58">
      <w:pPr>
        <w:jc w:val="center"/>
        <w:rPr>
          <w:u w:val="single"/>
          <w:lang w:eastAsia="lt-LT"/>
        </w:rPr>
      </w:pPr>
      <w:r w:rsidRPr="00EE451F">
        <w:rPr>
          <w:lang w:eastAsia="lt-LT"/>
        </w:rPr>
        <w:t>2023</w:t>
      </w:r>
      <w:r w:rsidR="003931B2" w:rsidRPr="00EE451F">
        <w:rPr>
          <w:lang w:eastAsia="lt-LT"/>
        </w:rPr>
        <w:t xml:space="preserve"> m. </w:t>
      </w:r>
      <w:r w:rsidRPr="00EE451F">
        <w:rPr>
          <w:lang w:eastAsia="lt-LT"/>
        </w:rPr>
        <w:t>gruodžio 21 d. Nr. T1-</w:t>
      </w:r>
    </w:p>
    <w:p w:rsidR="00644C86" w:rsidRDefault="003931B2">
      <w:pPr>
        <w:jc w:val="center"/>
        <w:rPr>
          <w:lang w:eastAsia="lt-LT"/>
        </w:rPr>
      </w:pPr>
      <w:r>
        <w:rPr>
          <w:lang w:eastAsia="lt-LT"/>
        </w:rPr>
        <w:t>Plungė</w:t>
      </w:r>
    </w:p>
    <w:p w:rsidR="00644C86" w:rsidRDefault="00644C86">
      <w:pPr>
        <w:rPr>
          <w:color w:val="000000"/>
          <w:szCs w:val="24"/>
        </w:rPr>
      </w:pPr>
    </w:p>
    <w:p w:rsidR="00644C86" w:rsidRPr="00EE451F" w:rsidRDefault="003931B2">
      <w:pPr>
        <w:ind w:firstLine="720"/>
        <w:jc w:val="both"/>
        <w:rPr>
          <w:szCs w:val="24"/>
        </w:rPr>
      </w:pPr>
      <w:r w:rsidRPr="00EE451F">
        <w:rPr>
          <w:szCs w:val="24"/>
        </w:rPr>
        <w:t>Vadovaudamasi Lietuvos Respublik</w:t>
      </w:r>
      <w:r w:rsidR="00C147D0" w:rsidRPr="00EE451F">
        <w:rPr>
          <w:szCs w:val="24"/>
        </w:rPr>
        <w:t>os vietos savivaldos įstatymo 15</w:t>
      </w:r>
      <w:r w:rsidRPr="00EE451F">
        <w:rPr>
          <w:szCs w:val="24"/>
        </w:rPr>
        <w:t xml:space="preserve"> straipsnio 2 dalies </w:t>
      </w:r>
      <w:r w:rsidR="00C147D0" w:rsidRPr="00EE451F">
        <w:rPr>
          <w:szCs w:val="24"/>
        </w:rPr>
        <w:t>13</w:t>
      </w:r>
      <w:r w:rsidRPr="00EE451F">
        <w:rPr>
          <w:szCs w:val="24"/>
        </w:rPr>
        <w:t xml:space="preserve"> punktu, Lietuvos Respublikos š</w:t>
      </w:r>
      <w:r w:rsidR="00C147D0" w:rsidRPr="00EE451F">
        <w:rPr>
          <w:szCs w:val="24"/>
        </w:rPr>
        <w:t>vietimo įstatymo 69 straipsnio 7</w:t>
      </w:r>
      <w:r w:rsidRPr="00EE451F">
        <w:rPr>
          <w:szCs w:val="24"/>
        </w:rPr>
        <w:t xml:space="preserve"> dalimi,</w:t>
      </w:r>
      <w:r w:rsidR="00D8111E" w:rsidRPr="00EE451F">
        <w:rPr>
          <w:szCs w:val="24"/>
        </w:rPr>
        <w:t xml:space="preserve"> </w:t>
      </w:r>
      <w:r w:rsidR="00D8111E" w:rsidRPr="00EE451F">
        <w:t>Lietuvos Respublikos sveikatos priežiūros įstaigų įstatymo 28 straipsnio 2 dalies 10 punktu,</w:t>
      </w:r>
      <w:r w:rsidRPr="00EE451F">
        <w:rPr>
          <w:szCs w:val="24"/>
        </w:rPr>
        <w:t xml:space="preserve"> Lietuvos Respublikos transporto lengvatų įstatymo 6 straipsnio 2 dalimi ir siekdama užtikrinti gyventojų teisę į kokybiškas </w:t>
      </w:r>
      <w:r w:rsidR="00F741B9" w:rsidRPr="006D6148">
        <w:rPr>
          <w:szCs w:val="24"/>
        </w:rPr>
        <w:t>viešąsias</w:t>
      </w:r>
      <w:r w:rsidRPr="00EE451F">
        <w:rPr>
          <w:szCs w:val="24"/>
        </w:rPr>
        <w:t xml:space="preserve"> paslaugas, Plungės rajono savivaldybės taryba n u s p r e n d ž i a:</w:t>
      </w:r>
    </w:p>
    <w:p w:rsidR="00644C86" w:rsidRPr="00EE451F" w:rsidRDefault="00285225">
      <w:pPr>
        <w:ind w:firstLine="720"/>
        <w:jc w:val="both"/>
        <w:rPr>
          <w:szCs w:val="24"/>
        </w:rPr>
      </w:pPr>
      <w:r w:rsidRPr="00EE451F">
        <w:rPr>
          <w:szCs w:val="24"/>
        </w:rPr>
        <w:t>1</w:t>
      </w:r>
      <w:r w:rsidR="00F741B9" w:rsidRPr="00EE451F">
        <w:rPr>
          <w:szCs w:val="24"/>
        </w:rPr>
        <w:t>. Pakeisti Plungės rajono savivaldybės tarybos 2021 m. rugsėjo 29 d. sprendimu Nr. T1-249</w:t>
      </w:r>
      <w:r w:rsidR="003931B2" w:rsidRPr="00EE451F">
        <w:rPr>
          <w:szCs w:val="24"/>
        </w:rPr>
        <w:t xml:space="preserve"> </w:t>
      </w:r>
      <w:r w:rsidR="00F741B9" w:rsidRPr="00EE451F">
        <w:rPr>
          <w:szCs w:val="24"/>
        </w:rPr>
        <w:t>patvirtintą „</w:t>
      </w:r>
      <w:r w:rsidR="003931B2" w:rsidRPr="00EE451F">
        <w:rPr>
          <w:szCs w:val="24"/>
        </w:rPr>
        <w:t>Plungės rajono savivaldybės švietimo įstaigų darbuotojų (tikslinių pareigybių) kelionės išlaidų kompensavimo tvarkos aprašą</w:t>
      </w:r>
      <w:r w:rsidR="00F741B9" w:rsidRPr="00EE451F">
        <w:rPr>
          <w:szCs w:val="24"/>
        </w:rPr>
        <w:t xml:space="preserve">“ </w:t>
      </w:r>
      <w:r w:rsidR="0087402D" w:rsidRPr="00EE451F">
        <w:rPr>
          <w:szCs w:val="24"/>
        </w:rPr>
        <w:t xml:space="preserve">(su visais pakeitimais) </w:t>
      </w:r>
      <w:r w:rsidR="00F741B9" w:rsidRPr="00EE451F">
        <w:rPr>
          <w:szCs w:val="24"/>
        </w:rPr>
        <w:t>ir išdėstyti jį nauja redakcija</w:t>
      </w:r>
      <w:r w:rsidR="003931B2" w:rsidRPr="00EE451F">
        <w:rPr>
          <w:szCs w:val="24"/>
        </w:rPr>
        <w:t xml:space="preserve"> (pridedama).</w:t>
      </w:r>
    </w:p>
    <w:p w:rsidR="00644C86" w:rsidRPr="00EE451F" w:rsidRDefault="00285225">
      <w:pPr>
        <w:ind w:firstLine="720"/>
        <w:jc w:val="both"/>
        <w:rPr>
          <w:lang w:eastAsia="lt-LT"/>
        </w:rPr>
      </w:pPr>
      <w:r w:rsidRPr="00EE451F">
        <w:rPr>
          <w:szCs w:val="24"/>
        </w:rPr>
        <w:t>2</w:t>
      </w:r>
      <w:r w:rsidR="00F741B9" w:rsidRPr="00EE451F">
        <w:rPr>
          <w:szCs w:val="24"/>
        </w:rPr>
        <w:t>. Nustatyti, kad šis sprendimas</w:t>
      </w:r>
      <w:r w:rsidR="003931B2" w:rsidRPr="00EE451F">
        <w:rPr>
          <w:szCs w:val="24"/>
        </w:rPr>
        <w:t xml:space="preserve"> </w:t>
      </w:r>
      <w:r w:rsidR="00F741B9" w:rsidRPr="00EE451F">
        <w:rPr>
          <w:szCs w:val="24"/>
        </w:rPr>
        <w:t>įsigalioja nuo 2024</w:t>
      </w:r>
      <w:r w:rsidR="003931B2" w:rsidRPr="00EE451F">
        <w:rPr>
          <w:szCs w:val="24"/>
        </w:rPr>
        <w:t xml:space="preserve"> m. </w:t>
      </w:r>
      <w:r w:rsidR="00747235">
        <w:rPr>
          <w:szCs w:val="24"/>
        </w:rPr>
        <w:t>sausio 1</w:t>
      </w:r>
      <w:r w:rsidR="003931B2" w:rsidRPr="00EE451F">
        <w:rPr>
          <w:szCs w:val="24"/>
        </w:rPr>
        <w:t xml:space="preserve"> d. </w:t>
      </w:r>
    </w:p>
    <w:p w:rsidR="00644C86" w:rsidRDefault="00644C86" w:rsidP="00506A9D">
      <w:pPr>
        <w:tabs>
          <w:tab w:val="left" w:pos="7938"/>
        </w:tabs>
        <w:ind w:firstLine="720"/>
        <w:jc w:val="both"/>
      </w:pPr>
    </w:p>
    <w:p w:rsidR="009110F3" w:rsidRDefault="009110F3">
      <w:pPr>
        <w:tabs>
          <w:tab w:val="left" w:pos="7938"/>
        </w:tabs>
        <w:rPr>
          <w:lang w:eastAsia="lt-LT"/>
        </w:rPr>
      </w:pPr>
    </w:p>
    <w:p w:rsidR="001E127A" w:rsidRDefault="003931B2">
      <w:pPr>
        <w:tabs>
          <w:tab w:val="left" w:pos="7938"/>
        </w:tabs>
        <w:rPr>
          <w:lang w:eastAsia="lt-LT"/>
        </w:rPr>
      </w:pPr>
      <w:r>
        <w:rPr>
          <w:lang w:eastAsia="lt-LT"/>
        </w:rPr>
        <w:t xml:space="preserve">Savivaldybės meras </w:t>
      </w:r>
    </w:p>
    <w:p w:rsidR="001E127A" w:rsidRDefault="001E127A">
      <w:pPr>
        <w:tabs>
          <w:tab w:val="left" w:pos="7938"/>
        </w:tabs>
        <w:rPr>
          <w:lang w:eastAsia="lt-LT"/>
        </w:rPr>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1E127A" w:rsidRDefault="001E127A" w:rsidP="001E127A">
      <w:pPr>
        <w:tabs>
          <w:tab w:val="left" w:pos="1134"/>
        </w:tabs>
      </w:pPr>
      <w:r>
        <w:t>SUDERINTA:</w:t>
      </w:r>
    </w:p>
    <w:p w:rsidR="001E127A" w:rsidRDefault="001E127A" w:rsidP="001E127A">
      <w:pPr>
        <w:tabs>
          <w:tab w:val="left" w:pos="1134"/>
        </w:tabs>
      </w:pPr>
      <w:r>
        <w:t>Savivaldybės meras Audrius Klišonis</w:t>
      </w:r>
    </w:p>
    <w:p w:rsidR="001E127A" w:rsidRDefault="001E127A" w:rsidP="001E127A">
      <w:pPr>
        <w:tabs>
          <w:tab w:val="left" w:pos="1134"/>
        </w:tabs>
      </w:pPr>
      <w:r>
        <w:t>Savivaldybės vicemeras Žydrūnas Purauskis</w:t>
      </w:r>
    </w:p>
    <w:p w:rsidR="001E127A" w:rsidRDefault="001E127A" w:rsidP="001E127A">
      <w:pPr>
        <w:tabs>
          <w:tab w:val="left" w:pos="1134"/>
        </w:tabs>
      </w:pPr>
      <w:r>
        <w:t>Administracijos direktorius Dalius Pečiulis</w:t>
      </w:r>
    </w:p>
    <w:p w:rsidR="00C31846" w:rsidRDefault="00C31846" w:rsidP="001E127A">
      <w:pPr>
        <w:tabs>
          <w:tab w:val="left" w:pos="1134"/>
        </w:tabs>
      </w:pPr>
      <w:r w:rsidRPr="00C31846">
        <w:t>Savivaldybės tarybos posėdžių sekretorė Irmantė Kurmienė</w:t>
      </w:r>
    </w:p>
    <w:p w:rsidR="001E127A" w:rsidRDefault="001E127A" w:rsidP="001E127A">
      <w:pPr>
        <w:tabs>
          <w:tab w:val="left" w:pos="1134"/>
        </w:tabs>
      </w:pPr>
      <w:r>
        <w:t>Juridinio ir personalo administravimo skyriaus vedėjas Vytautas Tumas</w:t>
      </w:r>
    </w:p>
    <w:p w:rsidR="001E127A" w:rsidRDefault="001E127A" w:rsidP="001E127A">
      <w:pPr>
        <w:tabs>
          <w:tab w:val="left" w:pos="1134"/>
        </w:tabs>
      </w:pPr>
      <w:r>
        <w:t>Finansų skyriaus vedėja Daiva Mažeikienė</w:t>
      </w:r>
    </w:p>
    <w:p w:rsidR="001E127A" w:rsidRDefault="001E127A" w:rsidP="001E127A">
      <w:pPr>
        <w:tabs>
          <w:tab w:val="left" w:pos="1134"/>
        </w:tabs>
      </w:pPr>
      <w:r>
        <w:t>Buhalterinės apskaitos skyriaus vedėja Genovaitė Pečkauskienė</w:t>
      </w:r>
    </w:p>
    <w:p w:rsidR="001E127A" w:rsidRDefault="001E127A" w:rsidP="001E127A">
      <w:pPr>
        <w:tabs>
          <w:tab w:val="left" w:pos="1134"/>
        </w:tabs>
      </w:pPr>
      <w:r>
        <w:t>Švietimo ir sporto skyriaus vedėjas Gintautas Rimeikis</w:t>
      </w:r>
    </w:p>
    <w:p w:rsidR="001E127A" w:rsidRDefault="001E127A" w:rsidP="001E127A">
      <w:pPr>
        <w:tabs>
          <w:tab w:val="left" w:pos="1134"/>
        </w:tabs>
      </w:pPr>
      <w:r>
        <w:t>Kultūros, turizmo ir viešųjų ryšių skyriaus vedėja Vida Saukalienė</w:t>
      </w:r>
    </w:p>
    <w:p w:rsidR="001E127A" w:rsidRDefault="001E127A" w:rsidP="001E127A">
      <w:pPr>
        <w:tabs>
          <w:tab w:val="left" w:pos="1134"/>
        </w:tabs>
      </w:pPr>
      <w:r>
        <w:t>Socialinės paramos skyriaus vedėja Jolanta Puidokienė</w:t>
      </w:r>
    </w:p>
    <w:p w:rsidR="001E127A" w:rsidRDefault="001E127A" w:rsidP="001E127A">
      <w:pPr>
        <w:tabs>
          <w:tab w:val="left" w:pos="1134"/>
        </w:tabs>
      </w:pPr>
      <w:r>
        <w:t>Jaunimo reikalų koordinatorė Jurga Venckuvi</w:t>
      </w:r>
      <w:r w:rsidR="009110F3">
        <w:t>e</w:t>
      </w:r>
      <w:r>
        <w:t>nė</w:t>
      </w:r>
    </w:p>
    <w:p w:rsidR="001E127A" w:rsidRDefault="001E127A" w:rsidP="001E127A">
      <w:pPr>
        <w:tabs>
          <w:tab w:val="left" w:pos="1134"/>
        </w:tabs>
      </w:pPr>
      <w:r>
        <w:t>Savivaldybės gydytoja Oresta Gerulskienė</w:t>
      </w:r>
    </w:p>
    <w:p w:rsidR="009110F3" w:rsidRDefault="009110F3" w:rsidP="009110F3">
      <w:pPr>
        <w:tabs>
          <w:tab w:val="left" w:pos="1134"/>
        </w:tabs>
      </w:pPr>
      <w:r>
        <w:t>Protokolo skyriaus kalbos tvarkytoja Simona Grigalauskaitė</w:t>
      </w:r>
    </w:p>
    <w:p w:rsidR="001E127A" w:rsidRDefault="001E127A" w:rsidP="001E127A">
      <w:pPr>
        <w:tabs>
          <w:tab w:val="left" w:pos="1134"/>
        </w:tabs>
      </w:pPr>
    </w:p>
    <w:p w:rsidR="001E127A" w:rsidRDefault="001E127A" w:rsidP="001E127A">
      <w:r>
        <w:t>Sprendimą rengė Švietimo ir sporto skyriaus vyr</w:t>
      </w:r>
      <w:r w:rsidR="006627CC">
        <w:t>.</w:t>
      </w:r>
      <w:r>
        <w:t xml:space="preserve"> specialistė Julija Čiuželienė</w:t>
      </w:r>
    </w:p>
    <w:p w:rsidR="00644C86" w:rsidRDefault="00644C86">
      <w:pPr>
        <w:ind w:left="5103"/>
        <w:sectPr w:rsidR="00644C86" w:rsidSect="00506A9D">
          <w:headerReference w:type="default" r:id="rId7"/>
          <w:pgSz w:w="11906" w:h="16838"/>
          <w:pgMar w:top="1134" w:right="567" w:bottom="1134" w:left="1701" w:header="567" w:footer="567" w:gutter="0"/>
          <w:cols w:space="1296"/>
          <w:titlePg/>
          <w:docGrid w:linePitch="360"/>
        </w:sectPr>
      </w:pPr>
    </w:p>
    <w:p w:rsidR="00644C86" w:rsidRDefault="003931B2" w:rsidP="00506A9D">
      <w:pPr>
        <w:ind w:left="5022" w:firstLine="1296"/>
        <w:rPr>
          <w:bCs/>
          <w:lang w:eastAsia="lt-LT"/>
        </w:rPr>
      </w:pPr>
      <w:r>
        <w:rPr>
          <w:bCs/>
          <w:lang w:eastAsia="lt-LT"/>
        </w:rPr>
        <w:lastRenderedPageBreak/>
        <w:t>PATVIRTINTA</w:t>
      </w:r>
    </w:p>
    <w:p w:rsidR="00644C86" w:rsidRPr="004D457F" w:rsidRDefault="003931B2" w:rsidP="00506A9D">
      <w:pPr>
        <w:ind w:left="5022" w:firstLine="1296"/>
        <w:rPr>
          <w:bCs/>
          <w:lang w:eastAsia="lt-LT"/>
        </w:rPr>
      </w:pPr>
      <w:r w:rsidRPr="004D457F">
        <w:rPr>
          <w:bCs/>
          <w:lang w:eastAsia="lt-LT"/>
        </w:rPr>
        <w:t xml:space="preserve">Plungės rajono savivaldybės </w:t>
      </w:r>
    </w:p>
    <w:p w:rsidR="000319D7" w:rsidRDefault="008A500C" w:rsidP="00506A9D">
      <w:pPr>
        <w:ind w:left="6318"/>
        <w:rPr>
          <w:bCs/>
          <w:lang w:eastAsia="lt-LT"/>
        </w:rPr>
      </w:pPr>
      <w:r w:rsidRPr="00F63F5F">
        <w:rPr>
          <w:bCs/>
          <w:lang w:eastAsia="lt-LT"/>
        </w:rPr>
        <w:t xml:space="preserve">tarybos </w:t>
      </w:r>
      <w:r w:rsidR="004D457F" w:rsidRPr="00506A9D">
        <w:rPr>
          <w:bCs/>
          <w:lang w:eastAsia="lt-LT"/>
        </w:rPr>
        <w:t>2021 m. rugsėjo 29 sprendimu Nr. T1-249</w:t>
      </w:r>
      <w:r w:rsidR="000319D7">
        <w:rPr>
          <w:bCs/>
          <w:lang w:eastAsia="lt-LT"/>
        </w:rPr>
        <w:t xml:space="preserve"> (su pakeitimais)</w:t>
      </w:r>
    </w:p>
    <w:p w:rsidR="00644C86" w:rsidRDefault="004D457F" w:rsidP="00506A9D">
      <w:pPr>
        <w:ind w:left="6318"/>
        <w:rPr>
          <w:bCs/>
          <w:lang w:eastAsia="lt-LT"/>
        </w:rPr>
      </w:pPr>
      <w:r w:rsidRPr="00506A9D">
        <w:rPr>
          <w:bCs/>
          <w:lang w:eastAsia="lt-LT"/>
        </w:rPr>
        <w:t xml:space="preserve">(nauja redakcija </w:t>
      </w:r>
      <w:r w:rsidR="008A500C" w:rsidRPr="004D457F">
        <w:rPr>
          <w:bCs/>
          <w:lang w:eastAsia="lt-LT"/>
        </w:rPr>
        <w:t>2023</w:t>
      </w:r>
      <w:r w:rsidR="003931B2" w:rsidRPr="004D457F">
        <w:rPr>
          <w:bCs/>
          <w:lang w:eastAsia="lt-LT"/>
        </w:rPr>
        <w:t xml:space="preserve"> m. </w:t>
      </w:r>
      <w:r w:rsidR="008A500C" w:rsidRPr="004D457F">
        <w:rPr>
          <w:bCs/>
          <w:lang w:eastAsia="lt-LT"/>
        </w:rPr>
        <w:t>gruodžio 21</w:t>
      </w:r>
      <w:r w:rsidR="003931B2" w:rsidRPr="00F63F5F">
        <w:rPr>
          <w:bCs/>
          <w:lang w:eastAsia="lt-LT"/>
        </w:rPr>
        <w:t xml:space="preserve"> d.</w:t>
      </w:r>
      <w:r w:rsidRPr="00506A9D">
        <w:rPr>
          <w:bCs/>
          <w:lang w:eastAsia="lt-LT"/>
        </w:rPr>
        <w:t xml:space="preserve"> </w:t>
      </w:r>
      <w:r w:rsidR="003931B2" w:rsidRPr="00C61DF8">
        <w:rPr>
          <w:bCs/>
          <w:lang w:eastAsia="lt-LT"/>
        </w:rPr>
        <w:t>sprendimu Nr. T1-</w:t>
      </w:r>
      <w:r w:rsidR="000319D7">
        <w:rPr>
          <w:bCs/>
          <w:lang w:eastAsia="lt-LT"/>
        </w:rPr>
        <w:t xml:space="preserve">   )</w:t>
      </w:r>
    </w:p>
    <w:p w:rsidR="00644C86" w:rsidRDefault="00644C86">
      <w:pPr>
        <w:rPr>
          <w:b/>
          <w:bCs/>
          <w:lang w:eastAsia="lt-LT"/>
        </w:rPr>
      </w:pPr>
    </w:p>
    <w:p w:rsidR="00644C86" w:rsidRDefault="003931B2">
      <w:pPr>
        <w:jc w:val="center"/>
        <w:rPr>
          <w:lang w:eastAsia="lt-LT"/>
        </w:rPr>
      </w:pPr>
      <w:r>
        <w:rPr>
          <w:b/>
          <w:bCs/>
          <w:lang w:eastAsia="lt-LT"/>
        </w:rPr>
        <w:t>PLUNGĖS RAJONO SAVIVALDYBĖS ĮSTAIGŲ DARBUOTOJŲ KELIONĖS IŠLAIDŲ KOMPENSAVIMO TVARKOS APRAŠAS</w:t>
      </w:r>
    </w:p>
    <w:p w:rsidR="00644C86" w:rsidRDefault="00644C86"/>
    <w:p w:rsidR="00644C86" w:rsidRDefault="003931B2">
      <w:pPr>
        <w:tabs>
          <w:tab w:val="left" w:pos="0"/>
          <w:tab w:val="center" w:pos="4829"/>
        </w:tabs>
        <w:jc w:val="center"/>
        <w:rPr>
          <w:b/>
          <w:bCs/>
          <w:lang w:eastAsia="lt-LT"/>
        </w:rPr>
      </w:pPr>
      <w:r>
        <w:rPr>
          <w:b/>
          <w:bCs/>
          <w:lang w:eastAsia="lt-LT"/>
        </w:rPr>
        <w:t>I SKYRIUS</w:t>
      </w:r>
    </w:p>
    <w:p w:rsidR="00644C86" w:rsidRDefault="003931B2">
      <w:pPr>
        <w:tabs>
          <w:tab w:val="left" w:pos="0"/>
          <w:tab w:val="center" w:pos="4829"/>
        </w:tabs>
        <w:jc w:val="center"/>
        <w:rPr>
          <w:b/>
          <w:bCs/>
          <w:lang w:eastAsia="lt-LT"/>
        </w:rPr>
      </w:pPr>
      <w:r>
        <w:rPr>
          <w:b/>
          <w:bCs/>
          <w:lang w:eastAsia="lt-LT"/>
        </w:rPr>
        <w:t>BENDROSIOS NUOSTATOS</w:t>
      </w:r>
    </w:p>
    <w:p w:rsidR="00644C86" w:rsidRDefault="00644C86">
      <w:pPr>
        <w:tabs>
          <w:tab w:val="left" w:pos="0"/>
          <w:tab w:val="center" w:pos="4829"/>
        </w:tabs>
        <w:jc w:val="center"/>
        <w:rPr>
          <w:b/>
          <w:bCs/>
          <w:lang w:eastAsia="lt-LT"/>
        </w:rPr>
      </w:pPr>
    </w:p>
    <w:p w:rsidR="00644C86" w:rsidRDefault="003931B2" w:rsidP="004D457F">
      <w:pPr>
        <w:tabs>
          <w:tab w:val="left" w:pos="993"/>
        </w:tabs>
        <w:ind w:firstLine="720"/>
        <w:jc w:val="both"/>
        <w:rPr>
          <w:bCs/>
          <w:szCs w:val="24"/>
          <w:lang w:eastAsia="lt-LT"/>
        </w:rPr>
      </w:pPr>
      <w:r>
        <w:rPr>
          <w:bCs/>
          <w:szCs w:val="24"/>
          <w:lang w:eastAsia="lt-LT"/>
        </w:rPr>
        <w:t>1.</w:t>
      </w:r>
      <w:r>
        <w:rPr>
          <w:bCs/>
          <w:szCs w:val="24"/>
          <w:lang w:eastAsia="lt-LT"/>
        </w:rPr>
        <w:tab/>
      </w:r>
      <w:r>
        <w:rPr>
          <w:lang w:eastAsia="lt-LT"/>
        </w:rPr>
        <w:t xml:space="preserve">Plungės rajono savivaldybės įstaigų darbuotojų kelionės išlaidų kompensavimo tvarkos aprašas (toliau – Aprašas) reglamentuoja Plungės rajono savivaldybės įstaigose dirbančių specialistų, </w:t>
      </w:r>
      <w:r>
        <w:rPr>
          <w:szCs w:val="24"/>
          <w:lang w:eastAsia="lt-LT"/>
        </w:rPr>
        <w:t>važiuojančių į darbą nuo 10 km atstumu, kelionės išlaidų kompensavimą.</w:t>
      </w:r>
    </w:p>
    <w:p w:rsidR="00644C86" w:rsidRDefault="003931B2">
      <w:pPr>
        <w:tabs>
          <w:tab w:val="left" w:pos="993"/>
        </w:tabs>
        <w:ind w:firstLine="720"/>
        <w:jc w:val="both"/>
        <w:rPr>
          <w:bCs/>
          <w:szCs w:val="24"/>
          <w:lang w:eastAsia="lt-LT"/>
        </w:rPr>
      </w:pPr>
      <w:r>
        <w:rPr>
          <w:bCs/>
          <w:szCs w:val="24"/>
          <w:lang w:eastAsia="lt-LT"/>
        </w:rPr>
        <w:t>2.</w:t>
      </w:r>
      <w:r>
        <w:rPr>
          <w:bCs/>
          <w:szCs w:val="24"/>
          <w:lang w:eastAsia="lt-LT"/>
        </w:rPr>
        <w:tab/>
      </w:r>
      <w:r>
        <w:rPr>
          <w:szCs w:val="24"/>
          <w:lang w:eastAsia="lt-LT"/>
        </w:rPr>
        <w:t xml:space="preserve">Aprašo tikslas – sudaryti palankesnes sąlygas įdarbinti kvalifikuotus specialistus, užtikrinant gyventojų teisę į kokybiškas </w:t>
      </w:r>
      <w:r w:rsidR="000B61DD" w:rsidRPr="00506A9D">
        <w:rPr>
          <w:szCs w:val="24"/>
          <w:lang w:eastAsia="lt-LT"/>
        </w:rPr>
        <w:t>viešąsias</w:t>
      </w:r>
      <w:r w:rsidR="000B61DD" w:rsidRPr="000B61DD">
        <w:rPr>
          <w:szCs w:val="24"/>
          <w:lang w:eastAsia="lt-LT"/>
        </w:rPr>
        <w:t xml:space="preserve"> </w:t>
      </w:r>
      <w:r>
        <w:rPr>
          <w:szCs w:val="24"/>
          <w:lang w:eastAsia="lt-LT"/>
        </w:rPr>
        <w:t>paslaugas.</w:t>
      </w:r>
    </w:p>
    <w:p w:rsidR="00644C86" w:rsidRDefault="003931B2">
      <w:pPr>
        <w:tabs>
          <w:tab w:val="left" w:pos="993"/>
        </w:tabs>
        <w:ind w:firstLine="720"/>
        <w:jc w:val="both"/>
        <w:rPr>
          <w:lang w:eastAsia="lt-LT"/>
        </w:rPr>
      </w:pPr>
      <w:r>
        <w:rPr>
          <w:lang w:eastAsia="lt-LT"/>
        </w:rPr>
        <w:t>3.</w:t>
      </w:r>
      <w:r>
        <w:rPr>
          <w:lang w:eastAsia="lt-LT"/>
        </w:rPr>
        <w:tab/>
        <w:t>Apraše vartojamos sąvokos:</w:t>
      </w:r>
    </w:p>
    <w:p w:rsidR="00644C86" w:rsidRDefault="003931B2">
      <w:pPr>
        <w:tabs>
          <w:tab w:val="left" w:pos="1710"/>
        </w:tabs>
        <w:ind w:firstLine="720"/>
        <w:jc w:val="both"/>
        <w:rPr>
          <w:lang w:eastAsia="lt-LT"/>
        </w:rPr>
      </w:pPr>
      <w:r>
        <w:rPr>
          <w:b/>
          <w:lang w:eastAsia="lt-LT"/>
        </w:rPr>
        <w:t>Įstaiga</w:t>
      </w:r>
      <w:r>
        <w:rPr>
          <w:lang w:eastAsia="lt-LT"/>
        </w:rPr>
        <w:t xml:space="preserve"> – </w:t>
      </w:r>
      <w:r w:rsidR="00E107C8">
        <w:rPr>
          <w:szCs w:val="24"/>
          <w:lang w:eastAsia="lt-LT"/>
        </w:rPr>
        <w:t>Plungės rajono savivaldybės viešoji arba biudžetinė įstaiga, kurios savininkė arba dalininkė yra Plungės rajono savivaldybės taryba</w:t>
      </w:r>
      <w:r w:rsidR="00E107C8">
        <w:rPr>
          <w:lang w:eastAsia="lt-LT"/>
        </w:rPr>
        <w:t>.</w:t>
      </w:r>
    </w:p>
    <w:p w:rsidR="00644C86" w:rsidRDefault="003931B2">
      <w:pPr>
        <w:tabs>
          <w:tab w:val="left" w:pos="1710"/>
        </w:tabs>
        <w:ind w:firstLine="720"/>
        <w:jc w:val="both"/>
        <w:rPr>
          <w:lang w:eastAsia="lt-LT"/>
        </w:rPr>
      </w:pPr>
      <w:r>
        <w:rPr>
          <w:b/>
          <w:lang w:eastAsia="lt-LT"/>
        </w:rPr>
        <w:t>Specialistas</w:t>
      </w:r>
      <w:r>
        <w:rPr>
          <w:lang w:eastAsia="lt-LT"/>
        </w:rPr>
        <w:t xml:space="preserve"> – įstaigos darbuotojas, išskyrus įstaigos vadovą ir pavaduotojus. </w:t>
      </w:r>
    </w:p>
    <w:p w:rsidR="00644C86" w:rsidRDefault="003931B2">
      <w:pPr>
        <w:tabs>
          <w:tab w:val="left" w:pos="1710"/>
        </w:tabs>
        <w:ind w:firstLine="720"/>
        <w:jc w:val="both"/>
        <w:rPr>
          <w:b/>
          <w:lang w:eastAsia="lt-LT"/>
        </w:rPr>
      </w:pPr>
      <w:r>
        <w:rPr>
          <w:b/>
          <w:lang w:eastAsia="lt-LT"/>
        </w:rPr>
        <w:t xml:space="preserve">Papildomas kelionės išlaidų kompensacinis krepšelis – </w:t>
      </w:r>
      <w:r>
        <w:rPr>
          <w:lang w:eastAsia="lt-LT"/>
        </w:rPr>
        <w:t xml:space="preserve">įstaigai skiriamas papildomas </w:t>
      </w:r>
      <w:r w:rsidRPr="00E107C8">
        <w:rPr>
          <w:lang w:eastAsia="lt-LT"/>
        </w:rPr>
        <w:t xml:space="preserve">maksimalus (vadovaujantis Aprašo </w:t>
      </w:r>
      <w:r w:rsidR="009A34E6" w:rsidRPr="00E107C8">
        <w:rPr>
          <w:lang w:eastAsia="lt-LT"/>
        </w:rPr>
        <w:t>9</w:t>
      </w:r>
      <w:r w:rsidRPr="00E107C8">
        <w:rPr>
          <w:lang w:eastAsia="lt-LT"/>
        </w:rPr>
        <w:t xml:space="preserve"> punktu) 10 mėnesių</w:t>
      </w:r>
      <w:r w:rsidR="009A34E6" w:rsidRPr="00E107C8">
        <w:rPr>
          <w:lang w:eastAsia="lt-LT"/>
        </w:rPr>
        <w:t xml:space="preserve"> (švietimo įstaigoms) ir 11 mėnesių (kito pobūdžio įstaigoms)</w:t>
      </w:r>
      <w:r w:rsidRPr="00E107C8">
        <w:rPr>
          <w:lang w:eastAsia="lt-LT"/>
        </w:rPr>
        <w:t xml:space="preserve"> finansavimas, skirtas kompensuoti kelionės išlaidas specialistams, numatytiems šio Aprašo 7.2 papunktyje</w:t>
      </w:r>
      <w:r w:rsidR="001274F0" w:rsidRPr="00E107C8">
        <w:rPr>
          <w:lang w:eastAsia="lt-LT"/>
        </w:rPr>
        <w:t>, išskyrus gydymo įstaigoms, kurioms lėšos numatomos</w:t>
      </w:r>
      <w:r w:rsidR="001274F0" w:rsidRPr="00E107C8">
        <w:rPr>
          <w:color w:val="000000"/>
          <w:szCs w:val="24"/>
          <w:shd w:val="clear" w:color="auto" w:fill="FFFFFF"/>
        </w:rPr>
        <w:t xml:space="preserve"> biudžeto lėšų iš socialiai saugios ir sveikos aplinkos kūrimo programos naudojimo sutartyje</w:t>
      </w:r>
      <w:r w:rsidRPr="00E107C8">
        <w:rPr>
          <w:lang w:eastAsia="lt-LT"/>
        </w:rPr>
        <w:t>.</w:t>
      </w:r>
    </w:p>
    <w:p w:rsidR="00644C86" w:rsidRDefault="00644C86">
      <w:pPr>
        <w:tabs>
          <w:tab w:val="left" w:pos="1710"/>
        </w:tabs>
        <w:ind w:firstLine="720"/>
        <w:jc w:val="both"/>
        <w:rPr>
          <w:lang w:eastAsia="lt-LT"/>
        </w:rPr>
      </w:pPr>
    </w:p>
    <w:p w:rsidR="00644C86" w:rsidRDefault="003931B2" w:rsidP="00506A9D">
      <w:pPr>
        <w:tabs>
          <w:tab w:val="left" w:pos="1710"/>
        </w:tabs>
        <w:ind w:firstLine="720"/>
        <w:jc w:val="center"/>
        <w:rPr>
          <w:b/>
          <w:bCs/>
          <w:lang w:eastAsia="lt-LT"/>
        </w:rPr>
      </w:pPr>
      <w:r>
        <w:rPr>
          <w:b/>
          <w:bCs/>
          <w:lang w:eastAsia="lt-LT"/>
        </w:rPr>
        <w:t>II SKYRIUS</w:t>
      </w:r>
    </w:p>
    <w:p w:rsidR="00644C86" w:rsidRDefault="003931B2" w:rsidP="004D457F">
      <w:pPr>
        <w:tabs>
          <w:tab w:val="left" w:pos="1710"/>
        </w:tabs>
        <w:ind w:right="-1"/>
        <w:jc w:val="center"/>
        <w:rPr>
          <w:b/>
          <w:bCs/>
          <w:lang w:eastAsia="lt-LT"/>
        </w:rPr>
      </w:pPr>
      <w:r>
        <w:rPr>
          <w:b/>
          <w:bCs/>
          <w:lang w:eastAsia="lt-LT"/>
        </w:rPr>
        <w:t>SPECIALISTŲ KELIONĖS IŠLAIDŲ KOMPENSAVIMAS</w:t>
      </w:r>
    </w:p>
    <w:p w:rsidR="00644C86" w:rsidRDefault="00644C86">
      <w:pPr>
        <w:tabs>
          <w:tab w:val="left" w:pos="1710"/>
        </w:tabs>
        <w:ind w:right="-1"/>
        <w:jc w:val="center"/>
        <w:rPr>
          <w:bCs/>
          <w:lang w:eastAsia="lt-LT"/>
        </w:rPr>
      </w:pPr>
    </w:p>
    <w:p w:rsidR="00644C86" w:rsidRDefault="003931B2">
      <w:pPr>
        <w:tabs>
          <w:tab w:val="left" w:pos="993"/>
        </w:tabs>
        <w:ind w:firstLine="720"/>
        <w:jc w:val="both"/>
        <w:rPr>
          <w:bCs/>
          <w:lang w:eastAsia="lt-LT"/>
        </w:rPr>
      </w:pPr>
      <w:r>
        <w:rPr>
          <w:bCs/>
          <w:lang w:eastAsia="lt-LT"/>
        </w:rPr>
        <w:t>4.</w:t>
      </w:r>
      <w:r>
        <w:rPr>
          <w:bCs/>
          <w:lang w:eastAsia="lt-LT"/>
        </w:rPr>
        <w:tab/>
        <w:t>Plungės rajono savivaldybės įstaigų specialistų kelionės išlaidų kompensavimo dydis – 0,10 euro už 1 km.</w:t>
      </w:r>
    </w:p>
    <w:p w:rsidR="00644C86" w:rsidRDefault="003931B2">
      <w:pPr>
        <w:tabs>
          <w:tab w:val="left" w:pos="993"/>
        </w:tabs>
        <w:ind w:firstLine="720"/>
        <w:jc w:val="both"/>
        <w:rPr>
          <w:bCs/>
          <w:lang w:eastAsia="lt-LT"/>
        </w:rPr>
      </w:pPr>
      <w:r>
        <w:rPr>
          <w:bCs/>
          <w:lang w:eastAsia="lt-LT"/>
        </w:rPr>
        <w:t>5.</w:t>
      </w:r>
      <w:r>
        <w:rPr>
          <w:bCs/>
          <w:lang w:eastAsia="lt-LT"/>
        </w:rPr>
        <w:tab/>
        <w:t>Kelionės maršruto ilgis apvalinamas kilometrais.</w:t>
      </w:r>
      <w:r>
        <w:rPr>
          <w:szCs w:val="24"/>
          <w:lang w:eastAsia="lt-LT"/>
        </w:rPr>
        <w:t xml:space="preserve"> Viešai prieinamų elektroninių žemėlapių atstumo skaičiuoklėje </w:t>
      </w:r>
      <w:r>
        <w:rPr>
          <w:i/>
          <w:iCs/>
          <w:color w:val="0563C1"/>
          <w:szCs w:val="24"/>
          <w:u w:val="single"/>
          <w:lang w:eastAsia="lt-LT"/>
        </w:rPr>
        <w:t>https:///www.google.lt/maps</w:t>
      </w:r>
      <w:r>
        <w:rPr>
          <w:i/>
          <w:iCs/>
          <w:szCs w:val="24"/>
          <w:lang w:eastAsia="lt-LT"/>
        </w:rPr>
        <w:t xml:space="preserve"> </w:t>
      </w:r>
      <w:r>
        <w:rPr>
          <w:szCs w:val="24"/>
          <w:lang w:eastAsia="lt-LT"/>
        </w:rPr>
        <w:t xml:space="preserve">(kai vietovė nerandama – </w:t>
      </w:r>
      <w:r>
        <w:rPr>
          <w:i/>
          <w:iCs/>
          <w:color w:val="0563C1"/>
          <w:szCs w:val="24"/>
          <w:u w:val="single"/>
          <w:lang w:eastAsia="lt-LT"/>
        </w:rPr>
        <w:t>https:///www.maps.lt</w:t>
      </w:r>
      <w:r>
        <w:rPr>
          <w:szCs w:val="24"/>
          <w:lang w:eastAsia="lt-LT"/>
        </w:rPr>
        <w:t>) nurodomu trumpiausiu prašyme nurodyto maršruto atstumu nustačius kelionės atstumą.</w:t>
      </w:r>
      <w:r>
        <w:rPr>
          <w:lang w:eastAsia="lt-LT"/>
        </w:rPr>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rsidR="00644C86" w:rsidRDefault="003931B2">
      <w:pPr>
        <w:tabs>
          <w:tab w:val="left" w:pos="993"/>
        </w:tabs>
        <w:ind w:firstLine="720"/>
        <w:jc w:val="both"/>
        <w:rPr>
          <w:bCs/>
          <w:lang w:eastAsia="lt-LT"/>
        </w:rPr>
      </w:pPr>
      <w:r>
        <w:rPr>
          <w:bCs/>
          <w:lang w:eastAsia="lt-LT"/>
        </w:rPr>
        <w:t>6.</w:t>
      </w:r>
      <w:r>
        <w:rPr>
          <w:bCs/>
          <w:lang w:eastAsia="lt-LT"/>
        </w:rPr>
        <w:tab/>
      </w:r>
      <w:r>
        <w:rPr>
          <w:szCs w:val="24"/>
          <w:lang w:eastAsia="lt-LT"/>
        </w:rPr>
        <w:t>Kompensuojamų kelionės išlaidų dydis skaičiuojamas pagal formulę:</w:t>
      </w:r>
    </w:p>
    <w:p w:rsidR="00644C86" w:rsidRDefault="00644C86">
      <w:pPr>
        <w:ind w:firstLine="720"/>
        <w:jc w:val="both"/>
        <w:rPr>
          <w:szCs w:val="24"/>
          <w:lang w:eastAsia="lt-LT"/>
        </w:rPr>
      </w:pPr>
    </w:p>
    <w:p w:rsidR="00644C86" w:rsidRDefault="003931B2">
      <w:pPr>
        <w:jc w:val="center"/>
        <w:rPr>
          <w:szCs w:val="24"/>
          <w:lang w:eastAsia="lt-LT"/>
        </w:rPr>
      </w:pPr>
      <w:r>
        <w:rPr>
          <w:szCs w:val="24"/>
          <w:lang w:eastAsia="lt-LT"/>
        </w:rPr>
        <w:t>Išlaidos = a × 2 × d × k,</w:t>
      </w:r>
    </w:p>
    <w:p w:rsidR="00644C86" w:rsidRDefault="003931B2">
      <w:pPr>
        <w:rPr>
          <w:szCs w:val="24"/>
          <w:lang w:eastAsia="lt-LT"/>
        </w:rPr>
      </w:pPr>
      <w:r>
        <w:rPr>
          <w:szCs w:val="24"/>
          <w:lang w:eastAsia="lt-LT"/>
        </w:rPr>
        <w:t>kur:</w:t>
      </w:r>
    </w:p>
    <w:p w:rsidR="00644C86" w:rsidRDefault="003931B2">
      <w:pPr>
        <w:ind w:firstLine="1116"/>
        <w:rPr>
          <w:szCs w:val="24"/>
          <w:lang w:eastAsia="lt-LT"/>
        </w:rPr>
      </w:pPr>
      <w:r>
        <w:rPr>
          <w:szCs w:val="24"/>
          <w:lang w:eastAsia="lt-LT"/>
        </w:rPr>
        <w:t>a – trumpiausias atstumas nuo gyvenamosios vietovės iki vietovės, kurioje dirba;</w:t>
      </w:r>
    </w:p>
    <w:p w:rsidR="00644C86" w:rsidRDefault="003931B2">
      <w:pPr>
        <w:ind w:firstLine="1116"/>
        <w:rPr>
          <w:szCs w:val="24"/>
          <w:lang w:eastAsia="lt-LT"/>
        </w:rPr>
      </w:pPr>
      <w:r>
        <w:rPr>
          <w:szCs w:val="24"/>
          <w:lang w:eastAsia="lt-LT"/>
        </w:rPr>
        <w:t>d – važiuotų į darbą dienų skaičius per mėnesį;</w:t>
      </w:r>
    </w:p>
    <w:p w:rsidR="00644C86" w:rsidRDefault="003931B2">
      <w:pPr>
        <w:ind w:firstLine="1116"/>
        <w:rPr>
          <w:szCs w:val="24"/>
          <w:lang w:eastAsia="lt-LT"/>
        </w:rPr>
      </w:pPr>
      <w:r>
        <w:rPr>
          <w:szCs w:val="24"/>
          <w:lang w:eastAsia="lt-LT"/>
        </w:rPr>
        <w:t>k – 1 kilometro kompensavimo dydis.</w:t>
      </w:r>
    </w:p>
    <w:p w:rsidR="00644C86" w:rsidRDefault="00644C86">
      <w:pPr>
        <w:tabs>
          <w:tab w:val="left" w:pos="1710"/>
        </w:tabs>
        <w:ind w:right="-1"/>
        <w:jc w:val="both"/>
        <w:rPr>
          <w:lang w:eastAsia="lt-LT"/>
        </w:rPr>
      </w:pPr>
    </w:p>
    <w:p w:rsidR="00644C86" w:rsidRDefault="003931B2">
      <w:pPr>
        <w:tabs>
          <w:tab w:val="left" w:pos="993"/>
        </w:tabs>
        <w:ind w:firstLine="720"/>
        <w:jc w:val="both"/>
        <w:rPr>
          <w:lang w:eastAsia="lt-LT"/>
        </w:rPr>
      </w:pPr>
      <w:r w:rsidRPr="004D457F">
        <w:rPr>
          <w:lang w:eastAsia="lt-LT"/>
        </w:rPr>
        <w:t>7.</w:t>
      </w:r>
      <w:r w:rsidRPr="004D457F">
        <w:rPr>
          <w:lang w:eastAsia="lt-LT"/>
        </w:rPr>
        <w:tab/>
      </w:r>
      <w:r w:rsidR="006627CC">
        <w:rPr>
          <w:lang w:eastAsia="lt-LT"/>
        </w:rPr>
        <w:t>K</w:t>
      </w:r>
      <w:r w:rsidRPr="004D457F">
        <w:rPr>
          <w:lang w:eastAsia="lt-LT"/>
        </w:rPr>
        <w:t>elionės išlaidų kompensaciją</w:t>
      </w:r>
      <w:r>
        <w:rPr>
          <w:lang w:eastAsia="lt-LT"/>
        </w:rPr>
        <w:t xml:space="preserve"> gali</w:t>
      </w:r>
      <w:r w:rsidR="006627CC" w:rsidRPr="006627CC">
        <w:rPr>
          <w:lang w:eastAsia="lt-LT"/>
        </w:rPr>
        <w:t xml:space="preserve"> </w:t>
      </w:r>
      <w:r w:rsidR="006627CC">
        <w:rPr>
          <w:lang w:eastAsia="lt-LT"/>
        </w:rPr>
        <w:t>g</w:t>
      </w:r>
      <w:r w:rsidR="006627CC" w:rsidRPr="00B65719">
        <w:rPr>
          <w:lang w:eastAsia="lt-LT"/>
        </w:rPr>
        <w:t>auti</w:t>
      </w:r>
      <w:r>
        <w:rPr>
          <w:lang w:eastAsia="lt-LT"/>
        </w:rPr>
        <w:t>:</w:t>
      </w:r>
    </w:p>
    <w:p w:rsidR="00644C86" w:rsidRDefault="003931B2">
      <w:pPr>
        <w:tabs>
          <w:tab w:val="left" w:pos="993"/>
        </w:tabs>
        <w:ind w:firstLine="720"/>
        <w:jc w:val="both"/>
        <w:rPr>
          <w:lang w:eastAsia="lt-LT"/>
        </w:rPr>
      </w:pPr>
      <w:r>
        <w:rPr>
          <w:color w:val="000000"/>
          <w:szCs w:val="24"/>
        </w:rPr>
        <w:t>7.1. specialistas, kurio pareigybė yra įtraukta į Plungės r. savivaldybės įstaigų darbuotojų, kurių kelionės į darbą ir namus išlaidos kompensuojamos, sąrašą, patvirtintą Plungės r. savivaldybės mero potvarkiu</w:t>
      </w:r>
      <w:r w:rsidR="006627CC">
        <w:rPr>
          <w:color w:val="000000"/>
          <w:szCs w:val="24"/>
        </w:rPr>
        <w:t>,</w:t>
      </w:r>
      <w:r>
        <w:rPr>
          <w:color w:val="000000"/>
          <w:szCs w:val="24"/>
        </w:rPr>
        <w:t xml:space="preserve"> ir tik tuo atveju, jei specialisto nuolatinė gyvenamoji vieta nesutampa su darbo vieta ir į darbą važiuojama toliau nei 10 km;</w:t>
      </w:r>
    </w:p>
    <w:p w:rsidR="00644C86" w:rsidRPr="00CF722F" w:rsidRDefault="003931B2">
      <w:pPr>
        <w:tabs>
          <w:tab w:val="left" w:pos="426"/>
          <w:tab w:val="left" w:pos="1134"/>
        </w:tabs>
        <w:ind w:firstLine="720"/>
        <w:jc w:val="both"/>
        <w:rPr>
          <w:lang w:eastAsia="lt-LT"/>
        </w:rPr>
      </w:pPr>
      <w:r>
        <w:rPr>
          <w:color w:val="000000"/>
          <w:szCs w:val="24"/>
        </w:rPr>
        <w:lastRenderedPageBreak/>
        <w:t>7.2. specialistas, kurio pareigybė nėra įtraukta į Plungės r. savivaldybės įstaigų darbuotojų, kurių kelionės į darbą ir namus išlaidos kompensuojamos, sąrašą, atskiru Plungės r. meno mokyklos</w:t>
      </w:r>
      <w:r w:rsidR="004B36B7" w:rsidRPr="00506A9D">
        <w:rPr>
          <w:color w:val="000000"/>
          <w:szCs w:val="24"/>
        </w:rPr>
        <w:t>,</w:t>
      </w:r>
      <w:r>
        <w:rPr>
          <w:color w:val="000000"/>
          <w:szCs w:val="24"/>
        </w:rPr>
        <w:t xml:space="preserve"> sportinio ugdymo įstaigos</w:t>
      </w:r>
      <w:r w:rsidR="004B36B7">
        <w:rPr>
          <w:color w:val="000000"/>
          <w:szCs w:val="24"/>
        </w:rPr>
        <w:t xml:space="preserve">, </w:t>
      </w:r>
      <w:r w:rsidR="004B36B7" w:rsidRPr="00CF722F">
        <w:rPr>
          <w:color w:val="000000"/>
          <w:szCs w:val="24"/>
        </w:rPr>
        <w:t>gydymo įstaigos</w:t>
      </w:r>
      <w:r>
        <w:rPr>
          <w:color w:val="000000"/>
          <w:szCs w:val="24"/>
        </w:rPr>
        <w:t xml:space="preserve"> (kurios steigėjas ar viena iš dalininkių yra Savivaldybė) vadovo įsakymu, gavus įstaigos tarybos ar dalininkų pritarimą, </w:t>
      </w:r>
      <w:r w:rsidRPr="00CF722F">
        <w:rPr>
          <w:color w:val="000000"/>
          <w:szCs w:val="24"/>
        </w:rPr>
        <w:t>atsižvelgiant į skirtus asignavimus įstaigai, specialistų kelionės išlaidoms kompensuoti bei į kriterijus</w:t>
      </w:r>
      <w:r w:rsidR="00970352" w:rsidRPr="00CF722F">
        <w:rPr>
          <w:color w:val="000000"/>
          <w:szCs w:val="24"/>
        </w:rPr>
        <w:t xml:space="preserve"> (jei atitinką nors vieną kriterijų)</w:t>
      </w:r>
      <w:r w:rsidRPr="00CF722F">
        <w:rPr>
          <w:color w:val="000000"/>
          <w:szCs w:val="24"/>
        </w:rPr>
        <w:t>, kuriais vadovaujantis įstaigos vadovas gali kompensuoti kelionės išlaidas specialistui:</w:t>
      </w:r>
      <w:r w:rsidRPr="00CF722F">
        <w:t xml:space="preserve"> </w:t>
      </w:r>
    </w:p>
    <w:p w:rsidR="00644C86" w:rsidRDefault="003931B2">
      <w:pPr>
        <w:tabs>
          <w:tab w:val="left" w:pos="851"/>
        </w:tabs>
        <w:ind w:firstLine="720"/>
        <w:jc w:val="both"/>
        <w:rPr>
          <w:lang w:eastAsia="lt-LT"/>
        </w:rPr>
      </w:pPr>
      <w:r w:rsidRPr="00CF722F">
        <w:rPr>
          <w:lang w:eastAsia="lt-LT"/>
        </w:rPr>
        <w:t>7.2.1.</w:t>
      </w:r>
      <w:r w:rsidRPr="00CF722F">
        <w:rPr>
          <w:lang w:eastAsia="lt-LT"/>
        </w:rPr>
        <w:tab/>
        <w:t>buvo skelbtos bent dvi atrankos laisvai specialisto darbo vietai užimti</w:t>
      </w:r>
      <w:r>
        <w:rPr>
          <w:lang w:eastAsia="lt-LT"/>
        </w:rPr>
        <w:t>, ir jų metu neatsirado nė vieno kandidato, o skelbiant trečią kartą, skelbime nurodoma, jog bus kompensuojamos kelionės išlaidos;</w:t>
      </w:r>
    </w:p>
    <w:p w:rsidR="00644C86" w:rsidRDefault="003931B2">
      <w:pPr>
        <w:tabs>
          <w:tab w:val="left" w:pos="851"/>
        </w:tabs>
        <w:ind w:firstLine="720"/>
        <w:jc w:val="both"/>
        <w:rPr>
          <w:lang w:eastAsia="lt-LT"/>
        </w:rPr>
      </w:pPr>
      <w:r>
        <w:rPr>
          <w:lang w:eastAsia="lt-LT"/>
        </w:rPr>
        <w:t>7.2.2.</w:t>
      </w:r>
      <w:r>
        <w:rPr>
          <w:lang w:eastAsia="lt-LT"/>
        </w:rPr>
        <w:tab/>
        <w:t>paskelbus atranką, dokumentus pateikė tik vienas kandidatas ir jis sutinka dirbti tik su sąlyga, jog kelionės išlaidos bus kompensuojamos;</w:t>
      </w:r>
    </w:p>
    <w:p w:rsidR="00644C86" w:rsidRDefault="003931B2">
      <w:pPr>
        <w:tabs>
          <w:tab w:val="left" w:pos="851"/>
        </w:tabs>
        <w:ind w:firstLine="720"/>
        <w:jc w:val="both"/>
      </w:pPr>
      <w:r>
        <w:rPr>
          <w:lang w:eastAsia="lt-LT"/>
        </w:rPr>
        <w:t>7.2.3.</w:t>
      </w:r>
      <w:r>
        <w:rPr>
          <w:lang w:eastAsia="lt-LT"/>
        </w:rPr>
        <w:tab/>
        <w:t>specialistas, kuris pasižymi aukštais profesiniais pasiekimais, ir priėmus jį į darbą, įstaigai bus kuriama papildoma pridėtinė vertė;</w:t>
      </w:r>
    </w:p>
    <w:p w:rsidR="00644C86" w:rsidRDefault="003931B2">
      <w:pPr>
        <w:tabs>
          <w:tab w:val="left" w:pos="993"/>
        </w:tabs>
        <w:ind w:firstLine="720"/>
        <w:jc w:val="both"/>
      </w:pPr>
      <w:r>
        <w:rPr>
          <w:color w:val="000000"/>
          <w:szCs w:val="24"/>
        </w:rPr>
        <w:t>7.2.4. dirbančiam specialistui, kuris pasižymi aukštais profesiniais pasiekimais, dėl kurio įstaigai yra kuriama papildoma pridėtinė vertė.</w:t>
      </w:r>
      <w:r>
        <w:t xml:space="preserve"> </w:t>
      </w:r>
    </w:p>
    <w:p w:rsidR="004B36B7" w:rsidRPr="00CF722F" w:rsidRDefault="004B36B7" w:rsidP="004B36B7">
      <w:pPr>
        <w:tabs>
          <w:tab w:val="left" w:pos="993"/>
        </w:tabs>
        <w:ind w:firstLine="720"/>
        <w:jc w:val="both"/>
      </w:pPr>
      <w:r w:rsidRPr="00CF722F">
        <w:t xml:space="preserve">8. Įstaigos </w:t>
      </w:r>
      <w:r w:rsidRPr="00F63F5F">
        <w:t xml:space="preserve">vadovas, nurodytos </w:t>
      </w:r>
      <w:r w:rsidR="00F63F5F" w:rsidRPr="00506A9D">
        <w:t xml:space="preserve">Aprašo </w:t>
      </w:r>
      <w:r w:rsidRPr="00F63F5F">
        <w:t xml:space="preserve">7.2. punkte, suderinęs su </w:t>
      </w:r>
      <w:r w:rsidRPr="00F63F5F">
        <w:rPr>
          <w:color w:val="000000"/>
          <w:szCs w:val="24"/>
        </w:rPr>
        <w:t>įstaigos taryba ar dalininkais, patvirtina vidaus tvarką, remiantis šio A</w:t>
      </w:r>
      <w:r w:rsidR="00E263A2" w:rsidRPr="00F63F5F">
        <w:rPr>
          <w:color w:val="000000"/>
          <w:szCs w:val="24"/>
        </w:rPr>
        <w:t>prašo nuostatais, kurioje nurodo minimalų atstumą (nuo gyvenamosios vietos iki darbo vietos)</w:t>
      </w:r>
      <w:r w:rsidR="00C3566C" w:rsidRPr="00F63F5F">
        <w:rPr>
          <w:color w:val="000000"/>
          <w:szCs w:val="24"/>
        </w:rPr>
        <w:t>, bet jis negali būti mažesnis nei 10 km</w:t>
      </w:r>
      <w:r w:rsidR="00E263A2" w:rsidRPr="00F63F5F">
        <w:rPr>
          <w:color w:val="000000"/>
          <w:szCs w:val="24"/>
        </w:rPr>
        <w:t>, nuo kurio yra kompensuojamos kelionės išlaidos įstaigos specialistams, atsižvelgdamas į skirtus metinius asignavimus įstaigai.</w:t>
      </w:r>
    </w:p>
    <w:p w:rsidR="00CF722F" w:rsidRPr="00CF722F" w:rsidRDefault="009A37A6">
      <w:pPr>
        <w:tabs>
          <w:tab w:val="left" w:pos="993"/>
        </w:tabs>
        <w:ind w:firstLine="720"/>
        <w:jc w:val="both"/>
        <w:rPr>
          <w:strike/>
          <w:color w:val="FF0000"/>
          <w:lang w:eastAsia="lt-LT"/>
        </w:rPr>
      </w:pPr>
      <w:r w:rsidRPr="00CF722F">
        <w:rPr>
          <w:lang w:eastAsia="lt-LT"/>
        </w:rPr>
        <w:t>9.</w:t>
      </w:r>
      <w:r w:rsidR="003931B2" w:rsidRPr="00CF722F">
        <w:rPr>
          <w:lang w:eastAsia="lt-LT"/>
        </w:rPr>
        <w:tab/>
        <w:t xml:space="preserve">Mėnesinis kompensacijos dydis vienam specialistui apskaičiuojamas </w:t>
      </w:r>
      <w:r w:rsidR="000B61DD" w:rsidRPr="00CF722F">
        <w:rPr>
          <w:lang w:eastAsia="lt-LT"/>
        </w:rPr>
        <w:t>pagal</w:t>
      </w:r>
      <w:r w:rsidR="006627CC">
        <w:rPr>
          <w:lang w:eastAsia="lt-LT"/>
        </w:rPr>
        <w:t xml:space="preserve"> Aprašo</w:t>
      </w:r>
      <w:r w:rsidR="000B61DD" w:rsidRPr="00CF722F">
        <w:rPr>
          <w:lang w:eastAsia="lt-LT"/>
        </w:rPr>
        <w:t xml:space="preserve"> 6 punkte nurodytą formulę: </w:t>
      </w:r>
    </w:p>
    <w:p w:rsidR="00644C86" w:rsidRPr="00CF722F" w:rsidRDefault="009A37A6">
      <w:pPr>
        <w:tabs>
          <w:tab w:val="left" w:pos="993"/>
        </w:tabs>
        <w:ind w:firstLine="720"/>
        <w:jc w:val="both"/>
        <w:rPr>
          <w:lang w:eastAsia="lt-LT"/>
        </w:rPr>
      </w:pPr>
      <w:r w:rsidRPr="00CF722F">
        <w:rPr>
          <w:lang w:eastAsia="lt-LT"/>
        </w:rPr>
        <w:t>9</w:t>
      </w:r>
      <w:r w:rsidR="000B61DD" w:rsidRPr="00CF722F">
        <w:rPr>
          <w:lang w:eastAsia="lt-LT"/>
        </w:rPr>
        <w:t>.1.</w:t>
      </w:r>
      <w:r w:rsidR="003931B2" w:rsidRPr="00CF722F">
        <w:rPr>
          <w:lang w:eastAsia="lt-LT"/>
        </w:rPr>
        <w:t xml:space="preserve"> tuo atveju, jei specialistas į darbą vyksta ne visuomeniniu transportu, tačiau kelionės išlaidų mėnesinis kompensacijos dydis negali viršyti 100 Eur vienam specialistui</w:t>
      </w:r>
      <w:r w:rsidR="000B61DD" w:rsidRPr="00CF722F">
        <w:rPr>
          <w:lang w:eastAsia="lt-LT"/>
        </w:rPr>
        <w:t>;</w:t>
      </w:r>
    </w:p>
    <w:p w:rsidR="000B61DD" w:rsidRPr="00CF722F" w:rsidRDefault="009A37A6">
      <w:pPr>
        <w:tabs>
          <w:tab w:val="left" w:pos="993"/>
        </w:tabs>
        <w:ind w:firstLine="720"/>
        <w:jc w:val="both"/>
        <w:rPr>
          <w:lang w:eastAsia="lt-LT"/>
        </w:rPr>
      </w:pPr>
      <w:r w:rsidRPr="00CF722F">
        <w:rPr>
          <w:lang w:eastAsia="lt-LT"/>
        </w:rPr>
        <w:t>9</w:t>
      </w:r>
      <w:r w:rsidR="000B61DD" w:rsidRPr="00CF722F">
        <w:rPr>
          <w:lang w:eastAsia="lt-LT"/>
        </w:rPr>
        <w:t>.2. tuo atveju, jei specialistas dirbantis gydimo įstaigoje, į darbą vyksta ne visuomeniniu transportu, tačiau kelionės išlaidų mėnesinis kompensacijos dydis negali viršyti 500 Eur vienam specialistui.</w:t>
      </w:r>
    </w:p>
    <w:p w:rsidR="00CF722F" w:rsidRPr="00CF722F" w:rsidRDefault="009A37A6" w:rsidP="00506A9D">
      <w:pPr>
        <w:tabs>
          <w:tab w:val="left" w:pos="1134"/>
        </w:tabs>
        <w:ind w:firstLine="720"/>
        <w:jc w:val="both"/>
        <w:rPr>
          <w:lang w:eastAsia="lt-LT"/>
        </w:rPr>
      </w:pPr>
      <w:r w:rsidRPr="00CF722F">
        <w:rPr>
          <w:lang w:eastAsia="lt-LT"/>
        </w:rPr>
        <w:t>10</w:t>
      </w:r>
      <w:r w:rsidR="003931B2" w:rsidRPr="00CF722F">
        <w:rPr>
          <w:lang w:eastAsia="lt-LT"/>
        </w:rPr>
        <w:t>.</w:t>
      </w:r>
      <w:r w:rsidR="003931B2" w:rsidRPr="00CF722F">
        <w:rPr>
          <w:lang w:eastAsia="lt-LT"/>
        </w:rPr>
        <w:tab/>
        <w:t>Jei specialistas į darbą vyksta visuomeniniu transportu</w:t>
      </w:r>
      <w:r w:rsidR="006627CC">
        <w:rPr>
          <w:lang w:eastAsia="lt-LT"/>
        </w:rPr>
        <w:t>:</w:t>
      </w:r>
    </w:p>
    <w:p w:rsidR="00F4189F" w:rsidRPr="00CF722F" w:rsidRDefault="009A37A6" w:rsidP="00F4189F">
      <w:pPr>
        <w:tabs>
          <w:tab w:val="left" w:pos="993"/>
        </w:tabs>
        <w:ind w:firstLine="720"/>
        <w:jc w:val="both"/>
        <w:rPr>
          <w:lang w:eastAsia="lt-LT"/>
        </w:rPr>
      </w:pPr>
      <w:r w:rsidRPr="00CF722F">
        <w:rPr>
          <w:lang w:eastAsia="lt-LT"/>
        </w:rPr>
        <w:t>10</w:t>
      </w:r>
      <w:r w:rsidR="00F4189F" w:rsidRPr="00CF722F">
        <w:rPr>
          <w:lang w:eastAsia="lt-LT"/>
        </w:rPr>
        <w:t>.1. jam kelionės išlaidos apmokamos pagal pateiktus kelionės išlaidas pagrindžiančius dokumentus, įvertinus važiuotų į darbą dienų skaičius, tačiau kelionės išlaidų mėnesinis kompensacijos dydis negali viršyti 100 Eur vienam specialistui (išskyrus gydymo įstaigose dirbančius specialistus);</w:t>
      </w:r>
    </w:p>
    <w:p w:rsidR="00F4189F" w:rsidRPr="00CF722F" w:rsidRDefault="009A37A6" w:rsidP="00F4189F">
      <w:pPr>
        <w:tabs>
          <w:tab w:val="left" w:pos="993"/>
        </w:tabs>
        <w:ind w:firstLine="720"/>
        <w:jc w:val="both"/>
        <w:rPr>
          <w:lang w:eastAsia="lt-LT"/>
        </w:rPr>
      </w:pPr>
      <w:r w:rsidRPr="00CF722F">
        <w:rPr>
          <w:lang w:eastAsia="lt-LT"/>
        </w:rPr>
        <w:t>10</w:t>
      </w:r>
      <w:r w:rsidR="00F4189F" w:rsidRPr="00CF722F">
        <w:rPr>
          <w:lang w:eastAsia="lt-LT"/>
        </w:rPr>
        <w:t>.2. gydymo įstaigose dirbančių specialistų išlaidos apmokamos pagal pateiktus kelionės išlaidas pagrindžiančius dokumentus, įvertinus važiuotų į darbą dienų skaičius, tačiau kelionės išlaidų mėnesinis kompensacijos dydis negali viršyti 500 Eur vienam specialistui.</w:t>
      </w:r>
    </w:p>
    <w:p w:rsidR="00644C86" w:rsidRPr="00CF722F" w:rsidRDefault="003931B2" w:rsidP="00CF722F">
      <w:pPr>
        <w:tabs>
          <w:tab w:val="left" w:pos="1134"/>
          <w:tab w:val="left" w:pos="1276"/>
        </w:tabs>
        <w:ind w:firstLine="720"/>
        <w:jc w:val="both"/>
        <w:rPr>
          <w:strike/>
          <w:color w:val="FF0000"/>
          <w:lang w:eastAsia="lt-LT"/>
        </w:rPr>
      </w:pPr>
      <w:r w:rsidRPr="00CF722F">
        <w:rPr>
          <w:lang w:eastAsia="lt-LT"/>
        </w:rPr>
        <w:t>1</w:t>
      </w:r>
      <w:r w:rsidR="009A37A6" w:rsidRPr="00CF722F">
        <w:rPr>
          <w:lang w:eastAsia="lt-LT"/>
        </w:rPr>
        <w:t>1</w:t>
      </w:r>
      <w:r w:rsidRPr="00CF722F">
        <w:rPr>
          <w:lang w:eastAsia="lt-LT"/>
        </w:rPr>
        <w:t>.</w:t>
      </w:r>
      <w:r w:rsidRPr="00CF722F">
        <w:rPr>
          <w:lang w:eastAsia="lt-LT"/>
        </w:rPr>
        <w:tab/>
        <w:t>Specialistas, pageidaujantis gauti kelionės išlaidų kompensaciją, įstaigos vadovui pateikia prašymą</w:t>
      </w:r>
      <w:r w:rsidR="00EE451F" w:rsidRPr="00CF722F">
        <w:rPr>
          <w:lang w:eastAsia="lt-LT"/>
        </w:rPr>
        <w:t xml:space="preserve"> (1 priedas)</w:t>
      </w:r>
      <w:r w:rsidRPr="00CF722F">
        <w:rPr>
          <w:lang w:eastAsia="lt-LT"/>
        </w:rPr>
        <w:t xml:space="preserve"> skirti kompensaciją, kuriame nurodo nuolatinę gyvenamąją vietą, atstumą nuo gyvenamosios vietos iki įstaigos</w:t>
      </w:r>
      <w:r w:rsidR="00EE451F" w:rsidRPr="00CF722F">
        <w:rPr>
          <w:lang w:eastAsia="lt-LT"/>
        </w:rPr>
        <w:t>.</w:t>
      </w:r>
      <w:r w:rsidRPr="00CF722F">
        <w:rPr>
          <w:lang w:eastAsia="lt-LT"/>
        </w:rPr>
        <w:t xml:space="preserve"> </w:t>
      </w:r>
    </w:p>
    <w:p w:rsidR="00644C86" w:rsidRPr="00CF722F" w:rsidRDefault="003931B2" w:rsidP="00CF722F">
      <w:pPr>
        <w:tabs>
          <w:tab w:val="left" w:pos="0"/>
          <w:tab w:val="left" w:pos="1134"/>
          <w:tab w:val="left" w:pos="1710"/>
        </w:tabs>
        <w:ind w:firstLine="720"/>
        <w:jc w:val="both"/>
        <w:rPr>
          <w:lang w:eastAsia="lt-LT"/>
        </w:rPr>
      </w:pPr>
      <w:r>
        <w:rPr>
          <w:lang w:eastAsia="lt-LT"/>
        </w:rPr>
        <w:t>1</w:t>
      </w:r>
      <w:r w:rsidR="006469C7">
        <w:rPr>
          <w:lang w:eastAsia="lt-LT"/>
        </w:rPr>
        <w:t>2</w:t>
      </w:r>
      <w:r>
        <w:rPr>
          <w:lang w:eastAsia="lt-LT"/>
        </w:rPr>
        <w:t>.</w:t>
      </w:r>
      <w:r>
        <w:rPr>
          <w:lang w:eastAsia="lt-LT"/>
        </w:rPr>
        <w:tab/>
        <w:t>Įstaigos vadovas įsakymu patvirtina vardinį specialistų, pageidaujančių gauti kelionės išlaidų kompensaciją, sąrašą ir specialisto k</w:t>
      </w:r>
      <w:r w:rsidR="00993361">
        <w:rPr>
          <w:lang w:eastAsia="lt-LT"/>
        </w:rPr>
        <w:t>elionės maršrutą, kuriame nurodo</w:t>
      </w:r>
      <w:r>
        <w:rPr>
          <w:lang w:eastAsia="lt-LT"/>
        </w:rPr>
        <w:t xml:space="preserve">mas atstumas nuo gyvenamosios vietos iki įstaigos ir atgal ar darbo vietos. </w:t>
      </w:r>
    </w:p>
    <w:p w:rsidR="00644C86" w:rsidRPr="00CF722F" w:rsidRDefault="003931B2" w:rsidP="00CF722F">
      <w:pPr>
        <w:tabs>
          <w:tab w:val="left" w:pos="1134"/>
        </w:tabs>
        <w:ind w:firstLine="720"/>
        <w:jc w:val="both"/>
        <w:rPr>
          <w:strike/>
          <w:color w:val="FF0000"/>
          <w:lang w:eastAsia="lt-LT"/>
        </w:rPr>
      </w:pPr>
      <w:r>
        <w:rPr>
          <w:lang w:eastAsia="lt-LT"/>
        </w:rPr>
        <w:t>1</w:t>
      </w:r>
      <w:r w:rsidR="006469C7">
        <w:rPr>
          <w:lang w:eastAsia="lt-LT"/>
        </w:rPr>
        <w:t>3</w:t>
      </w:r>
      <w:r>
        <w:rPr>
          <w:lang w:eastAsia="lt-LT"/>
        </w:rPr>
        <w:t>.</w:t>
      </w:r>
      <w:r>
        <w:rPr>
          <w:lang w:eastAsia="lt-LT"/>
        </w:rPr>
        <w:tab/>
        <w:t>Kelionės išlaidų kompensacija specialistams, įstaigos vadovo nustatyta tvarka, apskaičiuojama ir mokama vadovaujantis darbo laiko apskaitos žiniaraščiu, darbo grafiku, šiuo Aprašu</w:t>
      </w:r>
      <w:r w:rsidR="00EE451F">
        <w:rPr>
          <w:lang w:eastAsia="lt-LT"/>
        </w:rPr>
        <w:t>.</w:t>
      </w:r>
      <w:r w:rsidR="00CF722F" w:rsidRPr="00CF722F">
        <w:rPr>
          <w:color w:val="FF0000"/>
          <w:lang w:eastAsia="lt-LT"/>
        </w:rPr>
        <w:t xml:space="preserve"> </w:t>
      </w:r>
      <w:r>
        <w:rPr>
          <w:lang w:eastAsia="lt-LT"/>
        </w:rPr>
        <w:t>Kompensacijos dydį apskaičiuoja įstaigą aptarnaujantis buhalteris.</w:t>
      </w:r>
    </w:p>
    <w:p w:rsidR="00644C86" w:rsidRDefault="003931B2">
      <w:pPr>
        <w:tabs>
          <w:tab w:val="left" w:pos="0"/>
          <w:tab w:val="left" w:pos="1134"/>
          <w:tab w:val="left" w:pos="1710"/>
        </w:tabs>
        <w:ind w:firstLine="720"/>
        <w:jc w:val="both"/>
        <w:rPr>
          <w:bCs/>
          <w:lang w:eastAsia="lt-LT"/>
        </w:rPr>
      </w:pPr>
      <w:r>
        <w:rPr>
          <w:bCs/>
          <w:lang w:eastAsia="lt-LT"/>
        </w:rPr>
        <w:t>1</w:t>
      </w:r>
      <w:r w:rsidR="006469C7">
        <w:rPr>
          <w:bCs/>
          <w:lang w:eastAsia="lt-LT"/>
        </w:rPr>
        <w:t>4</w:t>
      </w:r>
      <w:r>
        <w:rPr>
          <w:bCs/>
          <w:lang w:eastAsia="lt-LT"/>
        </w:rPr>
        <w:t>.</w:t>
      </w:r>
      <w:r>
        <w:rPr>
          <w:bCs/>
          <w:lang w:eastAsia="lt-LT"/>
        </w:rPr>
        <w:tab/>
      </w:r>
      <w:r>
        <w:rPr>
          <w:lang w:eastAsia="lt-LT"/>
        </w:rPr>
        <w:t>Kelionės išlaidų kompensacija nemokama specialisto atostogų, nedarbingumo, komandiruočių metu ir nuotolinio darbo metu</w:t>
      </w:r>
      <w:r w:rsidR="00D63596">
        <w:rPr>
          <w:lang w:eastAsia="lt-LT"/>
        </w:rPr>
        <w:t>.</w:t>
      </w:r>
    </w:p>
    <w:p w:rsidR="000319D7" w:rsidRDefault="000319D7" w:rsidP="00506A9D">
      <w:pPr>
        <w:tabs>
          <w:tab w:val="left" w:pos="1276"/>
        </w:tabs>
        <w:jc w:val="both"/>
        <w:rPr>
          <w:bCs/>
          <w:lang w:eastAsia="lt-LT"/>
        </w:rPr>
      </w:pPr>
    </w:p>
    <w:p w:rsidR="00644C86" w:rsidRDefault="003931B2">
      <w:pPr>
        <w:tabs>
          <w:tab w:val="left" w:pos="1276"/>
        </w:tabs>
        <w:ind w:right="-1"/>
        <w:jc w:val="center"/>
        <w:rPr>
          <w:b/>
          <w:bCs/>
          <w:lang w:eastAsia="lt-LT"/>
        </w:rPr>
      </w:pPr>
      <w:r>
        <w:rPr>
          <w:b/>
          <w:bCs/>
          <w:lang w:eastAsia="lt-LT"/>
        </w:rPr>
        <w:t>III SKYRIUS</w:t>
      </w:r>
    </w:p>
    <w:p w:rsidR="00644C86" w:rsidRDefault="003931B2">
      <w:pPr>
        <w:tabs>
          <w:tab w:val="left" w:pos="1276"/>
        </w:tabs>
        <w:ind w:right="-1"/>
        <w:jc w:val="center"/>
        <w:rPr>
          <w:b/>
          <w:bCs/>
          <w:lang w:eastAsia="lt-LT"/>
        </w:rPr>
      </w:pPr>
      <w:r>
        <w:rPr>
          <w:b/>
          <w:bCs/>
          <w:lang w:eastAsia="lt-LT"/>
        </w:rPr>
        <w:t>LĖŠŲ PLANAVIMAS IR SKYRIMAS ĮSTAIGOMS</w:t>
      </w:r>
    </w:p>
    <w:p w:rsidR="00644C86" w:rsidRDefault="00644C86">
      <w:pPr>
        <w:tabs>
          <w:tab w:val="left" w:pos="851"/>
          <w:tab w:val="left" w:pos="1276"/>
        </w:tabs>
        <w:ind w:right="-1"/>
        <w:jc w:val="both"/>
        <w:rPr>
          <w:bCs/>
          <w:lang w:eastAsia="lt-LT"/>
        </w:rPr>
      </w:pPr>
    </w:p>
    <w:p w:rsidR="00644C86" w:rsidRDefault="003931B2" w:rsidP="004D457F">
      <w:pPr>
        <w:tabs>
          <w:tab w:val="left" w:pos="851"/>
          <w:tab w:val="left" w:pos="1134"/>
        </w:tabs>
        <w:ind w:firstLine="720"/>
        <w:jc w:val="both"/>
        <w:rPr>
          <w:bCs/>
          <w:lang w:eastAsia="lt-LT"/>
        </w:rPr>
      </w:pPr>
      <w:r>
        <w:rPr>
          <w:bCs/>
          <w:lang w:eastAsia="lt-LT"/>
        </w:rPr>
        <w:t>1</w:t>
      </w:r>
      <w:r w:rsidR="006469C7">
        <w:rPr>
          <w:bCs/>
          <w:lang w:eastAsia="lt-LT"/>
        </w:rPr>
        <w:t>5</w:t>
      </w:r>
      <w:r>
        <w:rPr>
          <w:bCs/>
          <w:lang w:eastAsia="lt-LT"/>
        </w:rPr>
        <w:t>.</w:t>
      </w:r>
      <w:r>
        <w:rPr>
          <w:bCs/>
          <w:lang w:eastAsia="lt-LT"/>
        </w:rPr>
        <w:tab/>
        <w:t>Lėšas kompensacijoms mokėti kasmet planuoja Plungės rajono savivaldybės administracija pagal įstaigų pateiktus duomenis:</w:t>
      </w:r>
    </w:p>
    <w:p w:rsidR="00644C86" w:rsidRDefault="00993361" w:rsidP="004D457F">
      <w:pPr>
        <w:ind w:firstLine="720"/>
        <w:jc w:val="both"/>
        <w:rPr>
          <w:bCs/>
          <w:lang w:eastAsia="lt-LT"/>
        </w:rPr>
      </w:pPr>
      <w:r>
        <w:rPr>
          <w:bCs/>
          <w:lang w:eastAsia="lt-LT"/>
        </w:rPr>
        <w:lastRenderedPageBreak/>
        <w:t>1</w:t>
      </w:r>
      <w:r w:rsidR="006469C7">
        <w:rPr>
          <w:bCs/>
          <w:lang w:eastAsia="lt-LT"/>
        </w:rPr>
        <w:t>5</w:t>
      </w:r>
      <w:r>
        <w:rPr>
          <w:bCs/>
          <w:lang w:eastAsia="lt-LT"/>
        </w:rPr>
        <w:t>.1</w:t>
      </w:r>
      <w:r>
        <w:rPr>
          <w:bCs/>
          <w:lang w:eastAsia="lt-LT"/>
        </w:rPr>
        <w:tab/>
      </w:r>
      <w:r w:rsidR="003931B2">
        <w:rPr>
          <w:bCs/>
          <w:lang w:eastAsia="lt-LT"/>
        </w:rPr>
        <w:t xml:space="preserve">įvertinus dirbančių specialistų skaičių, </w:t>
      </w:r>
      <w:r w:rsidR="003931B2">
        <w:rPr>
          <w:lang w:eastAsia="lt-LT"/>
        </w:rPr>
        <w:t>kurių pareigybė yra įtrauktą į Plungės r. savivaldybės įstaigų darbuotojų, kurių kelionės į darbą ir namus išlaidos kompensuojamos, sąrašą;</w:t>
      </w:r>
    </w:p>
    <w:p w:rsidR="00644C86" w:rsidRDefault="003931B2">
      <w:pPr>
        <w:ind w:firstLine="720"/>
        <w:jc w:val="both"/>
        <w:rPr>
          <w:b/>
          <w:lang w:eastAsia="lt-LT"/>
        </w:rPr>
      </w:pPr>
      <w:r>
        <w:rPr>
          <w:lang w:eastAsia="lt-LT"/>
        </w:rPr>
        <w:t>1</w:t>
      </w:r>
      <w:r w:rsidR="006469C7">
        <w:rPr>
          <w:lang w:eastAsia="lt-LT"/>
        </w:rPr>
        <w:t>5</w:t>
      </w:r>
      <w:r>
        <w:rPr>
          <w:lang w:eastAsia="lt-LT"/>
        </w:rPr>
        <w:t xml:space="preserve">.2. Plungės r. meno mokykloms ir/ar sportinio ugdymo įstaigoms (kurios steigėjas ar viena iš dalininkių yra Savivaldybė) skiriama iki 5 </w:t>
      </w:r>
      <w:r w:rsidRPr="00CF722F">
        <w:rPr>
          <w:lang w:eastAsia="lt-LT"/>
        </w:rPr>
        <w:t>Papildomų kelionės išlaidų kompensacinių krepšelių, įgyvendinant Aprašo 7.2 papunkčio nuostatas</w:t>
      </w:r>
      <w:r w:rsidR="00993361" w:rsidRPr="00CF722F">
        <w:rPr>
          <w:lang w:eastAsia="lt-LT"/>
        </w:rPr>
        <w:t>, pagal šių įstaigų pateiktus duomenis</w:t>
      </w:r>
      <w:r w:rsidRPr="00CF722F">
        <w:rPr>
          <w:lang w:eastAsia="lt-LT"/>
        </w:rPr>
        <w:t>.</w:t>
      </w:r>
    </w:p>
    <w:p w:rsidR="00291808" w:rsidRPr="00CF722F" w:rsidRDefault="007E4731">
      <w:pPr>
        <w:ind w:firstLine="720"/>
        <w:jc w:val="both"/>
        <w:rPr>
          <w:color w:val="000000"/>
          <w:szCs w:val="24"/>
          <w:shd w:val="clear" w:color="auto" w:fill="FFFFFF"/>
        </w:rPr>
      </w:pPr>
      <w:r w:rsidRPr="00CF722F">
        <w:rPr>
          <w:szCs w:val="24"/>
          <w:lang w:eastAsia="lt-LT"/>
        </w:rPr>
        <w:t>1</w:t>
      </w:r>
      <w:r w:rsidR="006469C7" w:rsidRPr="00CF722F">
        <w:rPr>
          <w:szCs w:val="24"/>
          <w:lang w:eastAsia="lt-LT"/>
        </w:rPr>
        <w:t>5</w:t>
      </w:r>
      <w:r w:rsidRPr="00CF722F">
        <w:rPr>
          <w:szCs w:val="24"/>
          <w:lang w:eastAsia="lt-LT"/>
        </w:rPr>
        <w:t xml:space="preserve">.3. Plungės r. gydymo įstaigai, kurios </w:t>
      </w:r>
      <w:r w:rsidRPr="00CF722F">
        <w:rPr>
          <w:color w:val="000000"/>
          <w:szCs w:val="24"/>
        </w:rPr>
        <w:t xml:space="preserve">(kurios steigėjas ar viena iš dalininkių yra Savivaldybė) </w:t>
      </w:r>
      <w:r w:rsidR="00972A09" w:rsidRPr="00CF722F">
        <w:rPr>
          <w:szCs w:val="24"/>
          <w:lang w:eastAsia="lt-LT"/>
        </w:rPr>
        <w:t>skiriamos lėšos</w:t>
      </w:r>
      <w:r w:rsidR="00687E00" w:rsidRPr="00CF722F">
        <w:rPr>
          <w:szCs w:val="24"/>
          <w:lang w:eastAsia="lt-LT"/>
        </w:rPr>
        <w:t xml:space="preserve"> kelionės išlaidoms kompensuoti</w:t>
      </w:r>
      <w:r w:rsidR="00972A09" w:rsidRPr="00CF722F">
        <w:rPr>
          <w:szCs w:val="24"/>
          <w:lang w:eastAsia="lt-LT"/>
        </w:rPr>
        <w:t xml:space="preserve"> numatomos</w:t>
      </w:r>
      <w:r w:rsidR="00291808" w:rsidRPr="00CF722F">
        <w:rPr>
          <w:szCs w:val="24"/>
          <w:lang w:eastAsia="lt-LT"/>
        </w:rPr>
        <w:t xml:space="preserve"> </w:t>
      </w:r>
      <w:r w:rsidR="00291808" w:rsidRPr="00CF722F">
        <w:rPr>
          <w:color w:val="000000"/>
          <w:szCs w:val="24"/>
          <w:shd w:val="clear" w:color="auto" w:fill="FFFFFF"/>
        </w:rPr>
        <w:t>biudžeto lėšų iš socialiai saugios ir sveikos aplinkos kūrimo programos naudojimo sutartyje.</w:t>
      </w:r>
    </w:p>
    <w:p w:rsidR="00644C86" w:rsidRPr="00CF722F" w:rsidRDefault="006469C7">
      <w:pPr>
        <w:tabs>
          <w:tab w:val="left" w:pos="426"/>
          <w:tab w:val="left" w:pos="1134"/>
        </w:tabs>
        <w:ind w:firstLine="720"/>
        <w:jc w:val="both"/>
        <w:rPr>
          <w:bCs/>
          <w:lang w:eastAsia="lt-LT"/>
        </w:rPr>
      </w:pPr>
      <w:r w:rsidRPr="00CF722F">
        <w:rPr>
          <w:bCs/>
          <w:lang w:eastAsia="lt-LT"/>
        </w:rPr>
        <w:t>16</w:t>
      </w:r>
      <w:r w:rsidR="003931B2" w:rsidRPr="00CF722F">
        <w:rPr>
          <w:bCs/>
          <w:lang w:eastAsia="lt-LT"/>
        </w:rPr>
        <w:t>.</w:t>
      </w:r>
      <w:r w:rsidR="003931B2" w:rsidRPr="00CF722F">
        <w:rPr>
          <w:bCs/>
          <w:lang w:eastAsia="lt-LT"/>
        </w:rPr>
        <w:tab/>
        <w:t xml:space="preserve">Plungės rajono savivaldybės įstaigų specialistų kelionės išlaidų kompensavimo lėšų šaltinis – Savivaldybės tarybos sprendimu skirtos Savivaldybės biudžeto lėšos, kurios numatomos kasmet tvirtinant įstaigų biudžetus. </w:t>
      </w:r>
      <w:r w:rsidR="00996AA9" w:rsidRPr="00CF722F">
        <w:t xml:space="preserve">Veiklą koordinuojantis </w:t>
      </w:r>
      <w:r w:rsidR="006627CC">
        <w:t>S</w:t>
      </w:r>
      <w:r w:rsidR="00B35115" w:rsidRPr="00CF722F">
        <w:t xml:space="preserve">avivaldybės administracijos </w:t>
      </w:r>
      <w:r w:rsidR="00996AA9" w:rsidRPr="00CF722F">
        <w:t xml:space="preserve">skyrius, kasmet iki rugsėjo mėn. surenka lėšų panaudojimo duomenis iš įstaigų ir įvertina lėšų likutį įstaigose. Jeigu įvertinus situaciją, matoma, jog įstaigos nepanaudos visų jai skirtų asignavimų, lėšos </w:t>
      </w:r>
      <w:r w:rsidR="006627CC">
        <w:t>S</w:t>
      </w:r>
      <w:r w:rsidR="00996AA9" w:rsidRPr="00CF722F">
        <w:t xml:space="preserve">avivaldybės tarybos sprendimu gali būti perkeltos kitoms įstaigoms, kurioms trūksta lėšų kompensuoti kelionės išlaidas. </w:t>
      </w:r>
      <w:r w:rsidR="00996AA9" w:rsidRPr="00CF722F">
        <w:rPr>
          <w:bCs/>
          <w:lang w:eastAsia="lt-LT"/>
        </w:rPr>
        <w:t>Pasikeitus lėšų poreikiui, metų eigoje numatytos lėšos didinamos arba mažinamos.</w:t>
      </w:r>
    </w:p>
    <w:p w:rsidR="00644C86" w:rsidRDefault="006469C7">
      <w:pPr>
        <w:tabs>
          <w:tab w:val="left" w:pos="1134"/>
        </w:tabs>
        <w:ind w:firstLine="720"/>
        <w:jc w:val="both"/>
        <w:rPr>
          <w:bCs/>
          <w:szCs w:val="21"/>
        </w:rPr>
      </w:pPr>
      <w:r>
        <w:rPr>
          <w:bCs/>
          <w:szCs w:val="21"/>
        </w:rPr>
        <w:t>17</w:t>
      </w:r>
      <w:r w:rsidR="003931B2">
        <w:rPr>
          <w:bCs/>
          <w:szCs w:val="21"/>
        </w:rPr>
        <w:t>.</w:t>
      </w:r>
      <w:r w:rsidR="003931B2">
        <w:rPr>
          <w:bCs/>
          <w:szCs w:val="21"/>
        </w:rPr>
        <w:tab/>
      </w:r>
      <w:r w:rsidR="003931B2">
        <w:rPr>
          <w:szCs w:val="21"/>
        </w:rPr>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rsidR="00644C86" w:rsidRDefault="00644C86" w:rsidP="00506A9D">
      <w:pPr>
        <w:tabs>
          <w:tab w:val="left" w:pos="1425"/>
        </w:tabs>
        <w:ind w:firstLine="720"/>
        <w:jc w:val="both"/>
        <w:rPr>
          <w:bCs/>
          <w:lang w:eastAsia="lt-LT"/>
        </w:rPr>
      </w:pPr>
    </w:p>
    <w:p w:rsidR="00644C86" w:rsidRDefault="003931B2">
      <w:pPr>
        <w:tabs>
          <w:tab w:val="left" w:pos="1425"/>
        </w:tabs>
        <w:ind w:right="-1"/>
        <w:jc w:val="center"/>
        <w:rPr>
          <w:b/>
          <w:lang w:eastAsia="lt-LT"/>
        </w:rPr>
      </w:pPr>
      <w:r>
        <w:rPr>
          <w:b/>
          <w:lang w:eastAsia="lt-LT"/>
        </w:rPr>
        <w:t>IV SKYRIUS</w:t>
      </w:r>
    </w:p>
    <w:p w:rsidR="00644C86" w:rsidRDefault="003931B2">
      <w:pPr>
        <w:tabs>
          <w:tab w:val="left" w:pos="1425"/>
        </w:tabs>
        <w:ind w:right="-1"/>
        <w:jc w:val="center"/>
        <w:rPr>
          <w:b/>
          <w:lang w:eastAsia="lt-LT"/>
        </w:rPr>
      </w:pPr>
      <w:r>
        <w:rPr>
          <w:b/>
          <w:lang w:eastAsia="lt-LT"/>
        </w:rPr>
        <w:t>ĮSTAIGŲ DARBUOTOJŲ, KURIŲ KELIONĖS Į DARBĄ IR NAMUS IŠLAIDOS KUOMPENSUOJAMOS, PAREIGYBIŲ SĄRAŠO SUDARYMAS</w:t>
      </w:r>
    </w:p>
    <w:p w:rsidR="00644C86" w:rsidRDefault="00644C86">
      <w:pPr>
        <w:tabs>
          <w:tab w:val="left" w:pos="1425"/>
        </w:tabs>
        <w:ind w:right="-1" w:firstLine="1440"/>
        <w:jc w:val="both"/>
        <w:rPr>
          <w:lang w:eastAsia="lt-LT"/>
        </w:rPr>
      </w:pPr>
    </w:p>
    <w:p w:rsidR="00644C86" w:rsidRPr="00CF722F" w:rsidRDefault="006469C7">
      <w:pPr>
        <w:tabs>
          <w:tab w:val="left" w:pos="993"/>
        </w:tabs>
        <w:ind w:firstLine="720"/>
        <w:jc w:val="both"/>
        <w:rPr>
          <w:lang w:eastAsia="lt-LT"/>
        </w:rPr>
      </w:pPr>
      <w:r w:rsidRPr="00CF722F">
        <w:rPr>
          <w:color w:val="000000"/>
          <w:szCs w:val="24"/>
        </w:rPr>
        <w:t>18</w:t>
      </w:r>
      <w:r w:rsidR="003931B2" w:rsidRPr="00CF722F">
        <w:rPr>
          <w:color w:val="000000"/>
          <w:szCs w:val="24"/>
        </w:rPr>
        <w:t xml:space="preserve"> Specialistų pareigybių sąrašą, kurių kelionės į darbą ir namus išlaidos kompensuojamos, tvirtinamos Savivaldybės mero potvarkiu, Plungės r. savivaldybės </w:t>
      </w:r>
      <w:r w:rsidR="00F65608" w:rsidRPr="00CF722F">
        <w:rPr>
          <w:color w:val="000000"/>
          <w:szCs w:val="24"/>
        </w:rPr>
        <w:t>darbo grupės</w:t>
      </w:r>
      <w:r w:rsidR="006627CC">
        <w:rPr>
          <w:color w:val="000000"/>
          <w:szCs w:val="24"/>
        </w:rPr>
        <w:t>,</w:t>
      </w:r>
      <w:r w:rsidR="00F65608" w:rsidRPr="00CF722F">
        <w:rPr>
          <w:color w:val="000000"/>
          <w:szCs w:val="24"/>
        </w:rPr>
        <w:t xml:space="preserve"> skirtos įvertinti kelionės išlaidų kompensavimo poreikio pagrįstumą</w:t>
      </w:r>
      <w:r w:rsidR="006627CC">
        <w:rPr>
          <w:color w:val="000000"/>
          <w:szCs w:val="24"/>
        </w:rPr>
        <w:t>,</w:t>
      </w:r>
      <w:r w:rsidR="00F65608" w:rsidRPr="00CF722F">
        <w:rPr>
          <w:color w:val="000000"/>
          <w:szCs w:val="24"/>
        </w:rPr>
        <w:t xml:space="preserve"> </w:t>
      </w:r>
      <w:r w:rsidR="003931B2" w:rsidRPr="00CF722F">
        <w:rPr>
          <w:color w:val="000000"/>
          <w:szCs w:val="24"/>
        </w:rPr>
        <w:t>siūlymu, išskyrus šio Aprašo 7.2 papunktyje numatytais atvejais.</w:t>
      </w:r>
    </w:p>
    <w:p w:rsidR="00644C86" w:rsidRPr="00CF722F" w:rsidRDefault="006469C7">
      <w:pPr>
        <w:tabs>
          <w:tab w:val="left" w:pos="1134"/>
        </w:tabs>
        <w:ind w:firstLine="720"/>
        <w:jc w:val="both"/>
        <w:rPr>
          <w:lang w:eastAsia="lt-LT"/>
        </w:rPr>
      </w:pPr>
      <w:r w:rsidRPr="00CF722F">
        <w:rPr>
          <w:lang w:eastAsia="lt-LT"/>
        </w:rPr>
        <w:t>19</w:t>
      </w:r>
      <w:r w:rsidR="003931B2" w:rsidRPr="00CF722F">
        <w:rPr>
          <w:lang w:eastAsia="lt-LT"/>
        </w:rPr>
        <w:t>.</w:t>
      </w:r>
      <w:r w:rsidR="003931B2" w:rsidRPr="00CF722F">
        <w:rPr>
          <w:lang w:eastAsia="lt-LT"/>
        </w:rPr>
        <w:tab/>
        <w:t xml:space="preserve">Plungės r. savivaldybės </w:t>
      </w:r>
      <w:r w:rsidR="003A07D5" w:rsidRPr="00CF722F">
        <w:rPr>
          <w:color w:val="000000"/>
          <w:szCs w:val="24"/>
        </w:rPr>
        <w:t>darbo grupei</w:t>
      </w:r>
      <w:r w:rsidR="006627CC">
        <w:rPr>
          <w:color w:val="000000"/>
          <w:szCs w:val="24"/>
        </w:rPr>
        <w:t>,</w:t>
      </w:r>
      <w:r w:rsidR="003A07D5" w:rsidRPr="00CF722F">
        <w:rPr>
          <w:color w:val="000000"/>
          <w:szCs w:val="24"/>
        </w:rPr>
        <w:t xml:space="preserve"> skirtai įvertinti kelionės išlaidų kompensavimo poreikio pagrįstumą</w:t>
      </w:r>
      <w:r w:rsidR="003931B2" w:rsidRPr="00CF722F">
        <w:rPr>
          <w:lang w:eastAsia="lt-LT"/>
        </w:rPr>
        <w:t>, siūlymus dėl pareigybių įtraukimo į specialistų pareigybių sąrašą, kurių kelionės į darbą ir namus išlaidos kompensuojamos, teikia Plungės r. įstaigų vadovai, kurie pateikia argumentuotus siūlymus ir nurodo priežastis (teikimą gali vykdyti ir kelių</w:t>
      </w:r>
      <w:r w:rsidR="003A07D5" w:rsidRPr="00CF722F">
        <w:rPr>
          <w:lang w:eastAsia="lt-LT"/>
        </w:rPr>
        <w:t xml:space="preserve"> to paties tipo įstaigų</w:t>
      </w:r>
      <w:r w:rsidR="003931B2" w:rsidRPr="00CF722F">
        <w:rPr>
          <w:lang w:eastAsia="lt-LT"/>
        </w:rPr>
        <w:t xml:space="preserve"> vadovai kartu). </w:t>
      </w:r>
    </w:p>
    <w:p w:rsidR="00644C86" w:rsidRPr="00CF722F" w:rsidRDefault="006469C7">
      <w:pPr>
        <w:tabs>
          <w:tab w:val="left" w:pos="1134"/>
        </w:tabs>
        <w:ind w:firstLine="720"/>
        <w:jc w:val="both"/>
        <w:rPr>
          <w:lang w:eastAsia="lt-LT"/>
        </w:rPr>
      </w:pPr>
      <w:r w:rsidRPr="00CF722F">
        <w:rPr>
          <w:lang w:eastAsia="lt-LT"/>
        </w:rPr>
        <w:t>20</w:t>
      </w:r>
      <w:r w:rsidR="003931B2" w:rsidRPr="00CF722F">
        <w:rPr>
          <w:lang w:eastAsia="lt-LT"/>
        </w:rPr>
        <w:t xml:space="preserve">. Plungės r. savivaldybės </w:t>
      </w:r>
      <w:r w:rsidR="00E014B6" w:rsidRPr="00CF722F">
        <w:rPr>
          <w:color w:val="000000"/>
          <w:szCs w:val="24"/>
        </w:rPr>
        <w:t>darbo grupė</w:t>
      </w:r>
      <w:r w:rsidR="006627CC">
        <w:rPr>
          <w:color w:val="000000"/>
          <w:szCs w:val="24"/>
        </w:rPr>
        <w:t>,</w:t>
      </w:r>
      <w:r w:rsidR="00E014B6" w:rsidRPr="00CF722F">
        <w:rPr>
          <w:color w:val="000000"/>
          <w:szCs w:val="24"/>
        </w:rPr>
        <w:t xml:space="preserve"> skirta įvertinti kelionės išlaidų kompensavimo poreikio pagrįstumą</w:t>
      </w:r>
      <w:r w:rsidR="003931B2" w:rsidRPr="00CF722F">
        <w:rPr>
          <w:lang w:eastAsia="lt-LT"/>
        </w:rPr>
        <w:t>, atsižvelgdama į nurodytas priežastis, priima sprendimą ir teikia Plungės r. savivaldybės merui siūlymą įtraukti pareigybes į specialistų pareigybių sąrašą, kurių kelionės į darbą ir namus išlaidos kompensuojamos.</w:t>
      </w:r>
    </w:p>
    <w:p w:rsidR="000319D7" w:rsidRDefault="003931B2" w:rsidP="00506A9D">
      <w:pPr>
        <w:tabs>
          <w:tab w:val="left" w:pos="1134"/>
        </w:tabs>
        <w:ind w:firstLine="720"/>
        <w:jc w:val="both"/>
        <w:rPr>
          <w:lang w:eastAsia="lt-LT"/>
        </w:rPr>
      </w:pPr>
      <w:r w:rsidRPr="00CF722F">
        <w:rPr>
          <w:lang w:eastAsia="lt-LT"/>
        </w:rPr>
        <w:t>2</w:t>
      </w:r>
      <w:r w:rsidR="006469C7" w:rsidRPr="00CF722F">
        <w:rPr>
          <w:lang w:eastAsia="lt-LT"/>
        </w:rPr>
        <w:t>1</w:t>
      </w:r>
      <w:r w:rsidRPr="00CF722F">
        <w:rPr>
          <w:lang w:eastAsia="lt-LT"/>
        </w:rPr>
        <w:t>.</w:t>
      </w:r>
      <w:r w:rsidRPr="00CF722F">
        <w:rPr>
          <w:lang w:eastAsia="lt-LT"/>
        </w:rPr>
        <w:tab/>
        <w:t>Specialistų pareigybių sąrašas, kurių kelionės į darbą ir namus išlaidos kompensuojamos, peržiūrimas kiekvienais metais, įvertinant specialistų pasiūlą darbo rinkoje.</w:t>
      </w:r>
    </w:p>
    <w:p w:rsidR="000319D7" w:rsidRDefault="00FD409B" w:rsidP="00506A9D">
      <w:pPr>
        <w:tabs>
          <w:tab w:val="left" w:pos="1134"/>
        </w:tabs>
        <w:ind w:firstLine="720"/>
        <w:jc w:val="both"/>
        <w:rPr>
          <w:b/>
          <w:bCs/>
          <w:lang w:eastAsia="lt-LT"/>
        </w:rPr>
      </w:pPr>
      <w:r w:rsidRPr="00CF722F">
        <w:rPr>
          <w:lang w:eastAsia="lt-LT"/>
        </w:rPr>
        <w:t>2</w:t>
      </w:r>
      <w:r w:rsidR="006469C7" w:rsidRPr="00CF722F">
        <w:rPr>
          <w:lang w:eastAsia="lt-LT"/>
        </w:rPr>
        <w:t>2</w:t>
      </w:r>
      <w:r w:rsidRPr="00CF722F">
        <w:rPr>
          <w:lang w:eastAsia="lt-LT"/>
        </w:rPr>
        <w:t xml:space="preserve">. </w:t>
      </w:r>
      <w:r w:rsidR="00687063" w:rsidRPr="00CF722F">
        <w:rPr>
          <w:lang w:eastAsia="lt-LT"/>
        </w:rPr>
        <w:t>Plungės r. savivaldybės</w:t>
      </w:r>
      <w:r w:rsidR="00687063" w:rsidRPr="00CF722F">
        <w:rPr>
          <w:color w:val="000000"/>
          <w:szCs w:val="24"/>
        </w:rPr>
        <w:t xml:space="preserve"> darbo grupė, skirta įvertinti kelionės išlaidų kompensavimo poreikio pagrįstumą, sudaroma </w:t>
      </w:r>
      <w:r w:rsidR="006627CC">
        <w:rPr>
          <w:color w:val="000000"/>
          <w:szCs w:val="24"/>
        </w:rPr>
        <w:t xml:space="preserve">Savivaldybės </w:t>
      </w:r>
      <w:r w:rsidR="00687063" w:rsidRPr="00CF722F">
        <w:rPr>
          <w:color w:val="000000"/>
          <w:szCs w:val="24"/>
        </w:rPr>
        <w:t xml:space="preserve">mero potvarkiu </w:t>
      </w:r>
      <w:r w:rsidR="00CE02E6" w:rsidRPr="00CF722F">
        <w:rPr>
          <w:color w:val="000000"/>
          <w:szCs w:val="24"/>
        </w:rPr>
        <w:t xml:space="preserve">3 metų laikotarpiui iš 7 asmenų: 2 </w:t>
      </w:r>
      <w:r w:rsidR="006627CC">
        <w:rPr>
          <w:color w:val="000000"/>
          <w:szCs w:val="24"/>
        </w:rPr>
        <w:t xml:space="preserve">Savivaldybės </w:t>
      </w:r>
      <w:r w:rsidR="00CE02E6" w:rsidRPr="00CF722F">
        <w:rPr>
          <w:color w:val="000000"/>
          <w:szCs w:val="24"/>
        </w:rPr>
        <w:t xml:space="preserve">mero deleguotų asmenų, kurių vienas turi būti </w:t>
      </w:r>
      <w:r w:rsidR="006627CC">
        <w:rPr>
          <w:color w:val="000000"/>
          <w:szCs w:val="24"/>
        </w:rPr>
        <w:t>S</w:t>
      </w:r>
      <w:r w:rsidR="00CE02E6" w:rsidRPr="00CF722F">
        <w:rPr>
          <w:color w:val="000000"/>
          <w:szCs w:val="24"/>
        </w:rPr>
        <w:t>avivaldybės biudžetinės įstaigos vadovas</w:t>
      </w:r>
      <w:r w:rsidR="006627CC">
        <w:rPr>
          <w:color w:val="000000"/>
          <w:szCs w:val="24"/>
        </w:rPr>
        <w:t>,</w:t>
      </w:r>
      <w:r w:rsidR="00CE02E6" w:rsidRPr="00CF722F">
        <w:rPr>
          <w:color w:val="000000"/>
          <w:szCs w:val="24"/>
        </w:rPr>
        <w:t xml:space="preserve"> ir 5 </w:t>
      </w:r>
      <w:r w:rsidR="006627CC">
        <w:rPr>
          <w:color w:val="000000"/>
          <w:szCs w:val="24"/>
        </w:rPr>
        <w:t>A</w:t>
      </w:r>
      <w:r w:rsidR="00CE02E6" w:rsidRPr="00CF722F">
        <w:rPr>
          <w:color w:val="000000"/>
          <w:szCs w:val="24"/>
        </w:rPr>
        <w:t>dministracijos direktoriaus deleguotų (rekomenduojama asmenų</w:t>
      </w:r>
      <w:r w:rsidR="006627CC">
        <w:rPr>
          <w:color w:val="000000"/>
          <w:szCs w:val="24"/>
        </w:rPr>
        <w:t>,</w:t>
      </w:r>
      <w:r w:rsidR="00CE02E6" w:rsidRPr="00CF722F">
        <w:rPr>
          <w:color w:val="000000"/>
          <w:szCs w:val="24"/>
        </w:rPr>
        <w:t xml:space="preserve"> atstovaujančių kultūros, švietimo, sveikatos ir socialinės veiklos sritis), </w:t>
      </w:r>
      <w:r w:rsidR="00CE02E6" w:rsidRPr="00F63F5F">
        <w:rPr>
          <w:color w:val="000000"/>
          <w:szCs w:val="24"/>
        </w:rPr>
        <w:t xml:space="preserve">iš kurių vienas turi atstovauti </w:t>
      </w:r>
      <w:r w:rsidR="006627CC" w:rsidRPr="00F63F5F">
        <w:rPr>
          <w:color w:val="000000"/>
          <w:szCs w:val="24"/>
        </w:rPr>
        <w:t>A</w:t>
      </w:r>
      <w:r w:rsidR="00CE02E6" w:rsidRPr="00F63F5F">
        <w:rPr>
          <w:color w:val="000000"/>
          <w:szCs w:val="24"/>
        </w:rPr>
        <w:t>dministracijos skyri</w:t>
      </w:r>
      <w:r w:rsidR="00F63F5F" w:rsidRPr="00506A9D">
        <w:rPr>
          <w:color w:val="000000"/>
          <w:szCs w:val="24"/>
        </w:rPr>
        <w:t>ui,</w:t>
      </w:r>
      <w:r w:rsidR="00CE02E6" w:rsidRPr="00F63F5F">
        <w:rPr>
          <w:color w:val="000000"/>
          <w:szCs w:val="24"/>
        </w:rPr>
        <w:t xml:space="preserve"> atsaking</w:t>
      </w:r>
      <w:r w:rsidR="00F63F5F" w:rsidRPr="00506A9D">
        <w:rPr>
          <w:color w:val="000000"/>
          <w:szCs w:val="24"/>
        </w:rPr>
        <w:t>am</w:t>
      </w:r>
      <w:r w:rsidR="00CE02E6" w:rsidRPr="00F63F5F">
        <w:rPr>
          <w:color w:val="000000"/>
          <w:szCs w:val="24"/>
        </w:rPr>
        <w:t xml:space="preserve"> už </w:t>
      </w:r>
      <w:r w:rsidR="006627CC" w:rsidRPr="00F63F5F">
        <w:rPr>
          <w:color w:val="000000"/>
          <w:szCs w:val="24"/>
        </w:rPr>
        <w:t>S</w:t>
      </w:r>
      <w:r w:rsidR="00CE02E6" w:rsidRPr="00F63F5F">
        <w:rPr>
          <w:color w:val="000000"/>
          <w:szCs w:val="24"/>
        </w:rPr>
        <w:t>avivaldybės biudžeto su</w:t>
      </w:r>
      <w:r w:rsidR="00CE02E6" w:rsidRPr="00C61DF8">
        <w:rPr>
          <w:color w:val="000000"/>
          <w:szCs w:val="24"/>
        </w:rPr>
        <w:t>darymą</w:t>
      </w:r>
      <w:r w:rsidR="00CE02E6" w:rsidRPr="00CF722F">
        <w:rPr>
          <w:color w:val="000000"/>
          <w:szCs w:val="24"/>
        </w:rPr>
        <w:t xml:space="preserve">. Sudarant darbo grupę tvirtinami jos nuostatai bei paskiriamas darbo grupės pirmininkas ir jo pavaduotojas. </w:t>
      </w:r>
    </w:p>
    <w:p w:rsidR="000319D7" w:rsidRDefault="000319D7">
      <w:pPr>
        <w:tabs>
          <w:tab w:val="left" w:pos="375"/>
          <w:tab w:val="left" w:pos="870"/>
          <w:tab w:val="left" w:pos="1425"/>
          <w:tab w:val="center" w:pos="4649"/>
        </w:tabs>
        <w:ind w:right="-1"/>
        <w:jc w:val="center"/>
        <w:rPr>
          <w:b/>
          <w:bCs/>
          <w:lang w:eastAsia="lt-LT"/>
        </w:rPr>
      </w:pPr>
    </w:p>
    <w:p w:rsidR="00644C86" w:rsidRDefault="003931B2">
      <w:pPr>
        <w:tabs>
          <w:tab w:val="left" w:pos="375"/>
          <w:tab w:val="left" w:pos="870"/>
          <w:tab w:val="left" w:pos="1425"/>
          <w:tab w:val="center" w:pos="4649"/>
        </w:tabs>
        <w:ind w:right="-1"/>
        <w:jc w:val="center"/>
        <w:rPr>
          <w:b/>
          <w:bCs/>
          <w:lang w:eastAsia="lt-LT"/>
        </w:rPr>
      </w:pPr>
      <w:r>
        <w:rPr>
          <w:b/>
          <w:bCs/>
          <w:lang w:eastAsia="lt-LT"/>
        </w:rPr>
        <w:t xml:space="preserve">V SKYRIUS </w:t>
      </w:r>
    </w:p>
    <w:p w:rsidR="00644C86" w:rsidRDefault="003931B2">
      <w:pPr>
        <w:tabs>
          <w:tab w:val="left" w:pos="375"/>
          <w:tab w:val="left" w:pos="870"/>
          <w:tab w:val="left" w:pos="1425"/>
          <w:tab w:val="center" w:pos="4649"/>
        </w:tabs>
        <w:ind w:right="-1"/>
        <w:jc w:val="center"/>
        <w:rPr>
          <w:b/>
          <w:bCs/>
          <w:lang w:eastAsia="lt-LT"/>
        </w:rPr>
      </w:pPr>
      <w:r>
        <w:rPr>
          <w:b/>
          <w:bCs/>
          <w:lang w:eastAsia="lt-LT"/>
        </w:rPr>
        <w:t>BAIGIAMOSIOS NUOSTATOS</w:t>
      </w:r>
    </w:p>
    <w:p w:rsidR="00644C86" w:rsidRDefault="00644C86">
      <w:pPr>
        <w:tabs>
          <w:tab w:val="left" w:pos="375"/>
          <w:tab w:val="left" w:pos="870"/>
          <w:tab w:val="left" w:pos="1425"/>
          <w:tab w:val="center" w:pos="4649"/>
        </w:tabs>
        <w:ind w:right="-1"/>
        <w:jc w:val="center"/>
        <w:rPr>
          <w:b/>
          <w:bCs/>
          <w:lang w:eastAsia="lt-LT"/>
        </w:rPr>
      </w:pPr>
    </w:p>
    <w:p w:rsidR="00644C86" w:rsidRDefault="00FD409B" w:rsidP="004D457F">
      <w:pPr>
        <w:tabs>
          <w:tab w:val="left" w:pos="1134"/>
        </w:tabs>
        <w:ind w:firstLine="720"/>
        <w:jc w:val="both"/>
        <w:rPr>
          <w:bCs/>
          <w:lang w:eastAsia="lt-LT"/>
        </w:rPr>
      </w:pPr>
      <w:r>
        <w:rPr>
          <w:bCs/>
          <w:lang w:eastAsia="lt-LT"/>
        </w:rPr>
        <w:t>2</w:t>
      </w:r>
      <w:r w:rsidR="006469C7">
        <w:rPr>
          <w:bCs/>
          <w:lang w:eastAsia="lt-LT"/>
        </w:rPr>
        <w:t>3</w:t>
      </w:r>
      <w:r w:rsidR="003931B2">
        <w:rPr>
          <w:bCs/>
          <w:lang w:eastAsia="lt-LT"/>
        </w:rPr>
        <w:t>.</w:t>
      </w:r>
      <w:r w:rsidR="003931B2">
        <w:rPr>
          <w:bCs/>
          <w:lang w:eastAsia="lt-LT"/>
        </w:rPr>
        <w:tab/>
      </w:r>
      <w:r w:rsidR="003931B2">
        <w:rPr>
          <w:lang w:eastAsia="lt-LT"/>
        </w:rPr>
        <w:t>Kelionės išlaidų kompensacijos mokėjimas nutraukiamas:</w:t>
      </w:r>
    </w:p>
    <w:p w:rsidR="00644C86" w:rsidRDefault="00FD409B">
      <w:pPr>
        <w:tabs>
          <w:tab w:val="left" w:pos="1276"/>
        </w:tabs>
        <w:ind w:firstLine="720"/>
        <w:jc w:val="both"/>
        <w:rPr>
          <w:bCs/>
          <w:lang w:eastAsia="lt-LT"/>
        </w:rPr>
      </w:pPr>
      <w:r>
        <w:rPr>
          <w:lang w:eastAsia="lt-LT"/>
        </w:rPr>
        <w:lastRenderedPageBreak/>
        <w:t>2</w:t>
      </w:r>
      <w:r w:rsidR="006469C7">
        <w:rPr>
          <w:lang w:eastAsia="lt-LT"/>
        </w:rPr>
        <w:t>3</w:t>
      </w:r>
      <w:r w:rsidR="003931B2">
        <w:rPr>
          <w:lang w:eastAsia="lt-LT"/>
        </w:rPr>
        <w:t>.1 specialistui nutraukus darbo sutartį;</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.2.</w:t>
      </w:r>
      <w:r w:rsidR="003931B2">
        <w:rPr>
          <w:bCs/>
          <w:lang w:eastAsia="lt-LT"/>
        </w:rPr>
        <w:tab/>
      </w:r>
      <w:r w:rsidR="003931B2">
        <w:rPr>
          <w:lang w:eastAsia="lt-LT"/>
        </w:rPr>
        <w:t>specialistui persikėlus gyventi arčiau nei 10 km nuo vietovės, kurioje dirba;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.3.</w:t>
      </w:r>
      <w:r w:rsidR="003931B2">
        <w:rPr>
          <w:bCs/>
          <w:lang w:eastAsia="lt-LT"/>
        </w:rPr>
        <w:tab/>
      </w:r>
      <w:r w:rsidR="003931B2">
        <w:rPr>
          <w:lang w:eastAsia="lt-LT"/>
        </w:rPr>
        <w:t>savo noru atsisakius kelionės išlaidų kompensacijos;</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.4.</w:t>
      </w:r>
      <w:r w:rsidR="003931B2">
        <w:rPr>
          <w:bCs/>
          <w:lang w:eastAsia="lt-LT"/>
        </w:rPr>
        <w:tab/>
      </w:r>
      <w:r w:rsidR="003931B2">
        <w:rPr>
          <w:lang w:eastAsia="lt-LT"/>
        </w:rPr>
        <w:t>išaiškėjus, jog buvo pateikti tikrovės neatitinkantys</w:t>
      </w:r>
      <w:r w:rsidR="00EE451F">
        <w:rPr>
          <w:lang w:eastAsia="lt-LT"/>
        </w:rPr>
        <w:t xml:space="preserve"> faktai</w:t>
      </w:r>
      <w:r w:rsidR="003931B2">
        <w:rPr>
          <w:lang w:eastAsia="lt-LT"/>
        </w:rPr>
        <w:t xml:space="preserve"> (turint pagrįstų įtarimų, jog kompensacija buvo skirta neteisėtai, įstaiga išmokėtą kompensaciją gali susigrąžinti teisės aktų nustatyta tvarka);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.5.</w:t>
      </w:r>
      <w:r w:rsidR="003931B2">
        <w:rPr>
          <w:bCs/>
          <w:lang w:eastAsia="lt-LT"/>
        </w:rPr>
        <w:tab/>
      </w:r>
      <w:r w:rsidR="003931B2">
        <w:rPr>
          <w:lang w:eastAsia="lt-LT"/>
        </w:rPr>
        <w:t>tuo atveju, jei specialistui buvo skirtos Savivaldybės biudžeto lėšos įgyti papildomą kvalifikaciją</w:t>
      </w:r>
      <w:r w:rsidR="006627CC">
        <w:rPr>
          <w:lang w:eastAsia="lt-LT"/>
        </w:rPr>
        <w:t>,</w:t>
      </w:r>
      <w:r w:rsidR="003931B2">
        <w:rPr>
          <w:lang w:eastAsia="lt-LT"/>
        </w:rPr>
        <w:t xml:space="preserve"> ir dėl šios priežasties specialistui sudarytos geresnės darbo sąlygos, ne ilgiau nei trys metai nuo šių aplinkybių atsiradimo;</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.6.</w:t>
      </w:r>
      <w:r w:rsidR="003931B2">
        <w:rPr>
          <w:bCs/>
          <w:lang w:eastAsia="lt-LT"/>
        </w:rPr>
        <w:tab/>
        <w:t>dėl kitų priežasčių specialistui atsisakius.</w:t>
      </w:r>
    </w:p>
    <w:p w:rsidR="00644C86" w:rsidRDefault="00FD409B">
      <w:pPr>
        <w:tabs>
          <w:tab w:val="left" w:pos="1134"/>
        </w:tabs>
        <w:ind w:firstLine="720"/>
        <w:jc w:val="both"/>
        <w:rPr>
          <w:bCs/>
          <w:lang w:eastAsia="lt-LT"/>
        </w:rPr>
      </w:pPr>
      <w:r>
        <w:rPr>
          <w:bCs/>
          <w:lang w:eastAsia="lt-LT"/>
        </w:rPr>
        <w:t>2</w:t>
      </w:r>
      <w:r w:rsidR="006469C7">
        <w:rPr>
          <w:bCs/>
          <w:lang w:eastAsia="lt-LT"/>
        </w:rPr>
        <w:t>4</w:t>
      </w:r>
      <w:r w:rsidR="003931B2">
        <w:rPr>
          <w:bCs/>
          <w:lang w:eastAsia="lt-LT"/>
        </w:rPr>
        <w:t>.</w:t>
      </w:r>
      <w:r w:rsidR="003931B2">
        <w:rPr>
          <w:bCs/>
          <w:lang w:eastAsia="lt-LT"/>
        </w:rPr>
        <w:tab/>
      </w:r>
      <w:r w:rsidR="003931B2">
        <w:rPr>
          <w:szCs w:val="24"/>
          <w:lang w:eastAsia="lt-LT"/>
        </w:rPr>
        <w:t xml:space="preserve">Kompensacija nesiejama su darbo užmokesčio dydžiu ir nėra atlyginimo dalis. </w:t>
      </w:r>
    </w:p>
    <w:p w:rsidR="00644C86" w:rsidRDefault="00FD409B">
      <w:pPr>
        <w:tabs>
          <w:tab w:val="left" w:pos="1134"/>
        </w:tabs>
        <w:ind w:firstLine="720"/>
        <w:jc w:val="both"/>
        <w:rPr>
          <w:bCs/>
          <w:lang w:eastAsia="lt-LT"/>
        </w:rPr>
      </w:pPr>
      <w:r>
        <w:rPr>
          <w:bCs/>
          <w:lang w:eastAsia="lt-LT"/>
        </w:rPr>
        <w:t>2</w:t>
      </w:r>
      <w:r w:rsidR="006469C7">
        <w:rPr>
          <w:bCs/>
          <w:lang w:eastAsia="lt-LT"/>
        </w:rPr>
        <w:t>5</w:t>
      </w:r>
      <w:r w:rsidR="003931B2">
        <w:rPr>
          <w:bCs/>
          <w:lang w:eastAsia="lt-LT"/>
        </w:rPr>
        <w:t>.</w:t>
      </w:r>
      <w:r w:rsidR="003931B2">
        <w:rPr>
          <w:bCs/>
          <w:lang w:eastAsia="lt-LT"/>
        </w:rPr>
        <w:tab/>
      </w:r>
      <w:r w:rsidR="003931B2">
        <w:rPr>
          <w:lang w:eastAsia="lt-LT"/>
        </w:rPr>
        <w:t>Specialistai, įstaigų vadovai atsako už pateiktų duomenų teisingumą.</w:t>
      </w:r>
    </w:p>
    <w:p w:rsidR="00644C86" w:rsidRDefault="006469C7">
      <w:pPr>
        <w:tabs>
          <w:tab w:val="left" w:pos="1134"/>
        </w:tabs>
        <w:ind w:firstLine="720"/>
        <w:jc w:val="both"/>
        <w:rPr>
          <w:bCs/>
          <w:lang w:eastAsia="lt-LT"/>
        </w:rPr>
      </w:pPr>
      <w:r>
        <w:rPr>
          <w:bCs/>
          <w:lang w:eastAsia="lt-LT"/>
        </w:rPr>
        <w:t>26</w:t>
      </w:r>
      <w:r w:rsidR="003931B2">
        <w:rPr>
          <w:bCs/>
          <w:lang w:eastAsia="lt-LT"/>
        </w:rPr>
        <w:t>.</w:t>
      </w:r>
      <w:r w:rsidR="003931B2">
        <w:rPr>
          <w:bCs/>
          <w:lang w:eastAsia="lt-LT"/>
        </w:rPr>
        <w:tab/>
      </w:r>
      <w:r w:rsidR="003931B2">
        <w:rPr>
          <w:lang w:eastAsia="lt-LT"/>
        </w:rPr>
        <w:t xml:space="preserve">Įstaigų vadovai atsako už kelionės išlaidų paskyrimo specialistams teisėtumą. </w:t>
      </w:r>
    </w:p>
    <w:p w:rsidR="00644C86" w:rsidRDefault="006469C7">
      <w:pPr>
        <w:tabs>
          <w:tab w:val="left" w:pos="1134"/>
        </w:tabs>
        <w:ind w:firstLine="720"/>
        <w:jc w:val="both"/>
      </w:pPr>
      <w:r>
        <w:rPr>
          <w:bCs/>
          <w:lang w:eastAsia="lt-LT"/>
        </w:rPr>
        <w:t>27</w:t>
      </w:r>
      <w:r w:rsidR="003931B2">
        <w:rPr>
          <w:bCs/>
          <w:lang w:eastAsia="lt-LT"/>
        </w:rPr>
        <w:t>.</w:t>
      </w:r>
      <w:r w:rsidR="003931B2">
        <w:rPr>
          <w:bCs/>
          <w:lang w:eastAsia="lt-LT"/>
        </w:rPr>
        <w:tab/>
      </w:r>
      <w:r w:rsidR="003931B2">
        <w:rPr>
          <w:lang w:eastAsia="lt-LT"/>
        </w:rPr>
        <w:t>Įstaigų vadovai ir specialistai</w:t>
      </w:r>
      <w:r w:rsidR="006627CC">
        <w:rPr>
          <w:lang w:eastAsia="lt-LT"/>
        </w:rPr>
        <w:t>,</w:t>
      </w:r>
      <w:r w:rsidR="003931B2">
        <w:rPr>
          <w:lang w:eastAsia="lt-LT"/>
        </w:rPr>
        <w:t xml:space="preserve"> nesilaikantys ši</w:t>
      </w:r>
      <w:r w:rsidR="006627CC">
        <w:rPr>
          <w:lang w:eastAsia="lt-LT"/>
        </w:rPr>
        <w:t>ame Apraše</w:t>
      </w:r>
      <w:r w:rsidR="003931B2">
        <w:rPr>
          <w:lang w:eastAsia="lt-LT"/>
        </w:rPr>
        <w:t xml:space="preserve"> nustatytų reikalavimų, atsako pagal galiojančius Lietuvos Respublikos teisės aktus.</w:t>
      </w:r>
    </w:p>
    <w:p w:rsidR="00644C86" w:rsidRDefault="006469C7">
      <w:pPr>
        <w:tabs>
          <w:tab w:val="left" w:pos="1134"/>
        </w:tabs>
        <w:ind w:firstLine="720"/>
        <w:jc w:val="both"/>
      </w:pPr>
      <w:r>
        <w:rPr>
          <w:lang w:eastAsia="lt-LT"/>
        </w:rPr>
        <w:t>28</w:t>
      </w:r>
      <w:r w:rsidR="003931B2">
        <w:rPr>
          <w:lang w:eastAsia="lt-LT"/>
        </w:rPr>
        <w:t>. Savivaldybės meras gali įgalioti kitą asmenį (vicemerą) tvirtinti Specialistų pareigybių sąrašą, kurių kelionės į darbą ir namus išlaidos kompensuojamos.</w:t>
      </w:r>
      <w:r w:rsidR="003931B2">
        <w:t xml:space="preserve"> </w:t>
      </w:r>
    </w:p>
    <w:p w:rsidR="00753AD1" w:rsidRPr="00CF722F" w:rsidRDefault="006469C7" w:rsidP="00506A9D">
      <w:pPr>
        <w:ind w:firstLine="720"/>
        <w:jc w:val="both"/>
      </w:pPr>
      <w:r w:rsidRPr="00CF722F">
        <w:t>29</w:t>
      </w:r>
      <w:r w:rsidR="00031F95" w:rsidRPr="00CF722F">
        <w:t xml:space="preserve">. </w:t>
      </w:r>
      <w:r w:rsidR="00EE451F" w:rsidRPr="00CF722F">
        <w:t>Apraše</w:t>
      </w:r>
      <w:r w:rsidR="00753AD1" w:rsidRPr="00CF722F">
        <w:t xml:space="preserve"> </w:t>
      </w:r>
      <w:r w:rsidR="00EE451F" w:rsidRPr="00CF722F">
        <w:t>numatytų lėšų panaudojimo kontrolę vykdo</w:t>
      </w:r>
      <w:r w:rsidR="00753AD1" w:rsidRPr="00CF722F">
        <w:t xml:space="preserve"> Savivaldybės kontrolės ir audito tarnyba.</w:t>
      </w:r>
    </w:p>
    <w:p w:rsidR="00753AD1" w:rsidRPr="00CF722F" w:rsidRDefault="006469C7" w:rsidP="00506A9D">
      <w:pPr>
        <w:ind w:firstLine="720"/>
        <w:jc w:val="both"/>
        <w:rPr>
          <w:color w:val="70AD47"/>
        </w:rPr>
      </w:pPr>
      <w:r w:rsidRPr="00CF722F">
        <w:t>30</w:t>
      </w:r>
      <w:r w:rsidR="00753AD1" w:rsidRPr="00CF722F">
        <w:t xml:space="preserve">. </w:t>
      </w:r>
      <w:r w:rsidR="00753AD1" w:rsidRPr="00CF722F">
        <w:rPr>
          <w:szCs w:val="24"/>
        </w:rPr>
        <w:t>I</w:t>
      </w:r>
      <w:r w:rsidR="00753AD1" w:rsidRPr="00CF722F">
        <w:rPr>
          <w:szCs w:val="24"/>
          <w:lang w:eastAsia="lt-LT"/>
        </w:rPr>
        <w:t xml:space="preserve">nformacija apie Aprašo nuostatų taikymą yra vieša ir skelbiama </w:t>
      </w:r>
      <w:r w:rsidR="006627CC">
        <w:rPr>
          <w:szCs w:val="24"/>
          <w:lang w:eastAsia="lt-LT"/>
        </w:rPr>
        <w:t>S</w:t>
      </w:r>
      <w:r w:rsidR="00753AD1" w:rsidRPr="00CF722F">
        <w:rPr>
          <w:szCs w:val="24"/>
          <w:lang w:eastAsia="lt-LT"/>
        </w:rPr>
        <w:t>avivaldybės</w:t>
      </w:r>
      <w:r w:rsidR="006627CC">
        <w:rPr>
          <w:szCs w:val="24"/>
          <w:lang w:eastAsia="lt-LT"/>
        </w:rPr>
        <w:t xml:space="preserve"> </w:t>
      </w:r>
      <w:r w:rsidR="00753AD1" w:rsidRPr="00CF722F">
        <w:rPr>
          <w:szCs w:val="24"/>
          <w:lang w:eastAsia="lt-LT"/>
        </w:rPr>
        <w:t xml:space="preserve">tinklapyje </w:t>
      </w:r>
      <w:hyperlink r:id="rId8" w:history="1">
        <w:r w:rsidR="00753AD1" w:rsidRPr="00CF722F">
          <w:rPr>
            <w:rStyle w:val="Hipersaitas"/>
            <w:color w:val="auto"/>
            <w:szCs w:val="24"/>
            <w:lang w:eastAsia="lt-LT"/>
          </w:rPr>
          <w:t>www.plunge.lt</w:t>
        </w:r>
      </w:hyperlink>
      <w:r w:rsidR="00753AD1" w:rsidRPr="00CF722F">
        <w:rPr>
          <w:szCs w:val="24"/>
          <w:lang w:eastAsia="lt-LT"/>
        </w:rPr>
        <w:t>.</w:t>
      </w:r>
    </w:p>
    <w:p w:rsidR="00644C86" w:rsidRDefault="00644C86"/>
    <w:p w:rsidR="00644C86" w:rsidRDefault="003931B2">
      <w:pPr>
        <w:tabs>
          <w:tab w:val="left" w:pos="1425"/>
        </w:tabs>
        <w:ind w:right="-1"/>
        <w:jc w:val="center"/>
        <w:rPr>
          <w:lang w:eastAsia="lt-LT"/>
        </w:rPr>
      </w:pPr>
      <w:r>
        <w:rPr>
          <w:lang w:eastAsia="lt-LT"/>
        </w:rPr>
        <w:t>__________________</w:t>
      </w:r>
    </w:p>
    <w:p w:rsidR="00644C86" w:rsidRDefault="00644C86">
      <w:pPr>
        <w:ind w:left="4820"/>
        <w:sectPr w:rsidR="00644C86">
          <w:pgSz w:w="11906" w:h="16838"/>
          <w:pgMar w:top="993" w:right="567" w:bottom="1134" w:left="1701" w:header="567" w:footer="567" w:gutter="0"/>
          <w:pgNumType w:start="1"/>
          <w:cols w:space="1296"/>
          <w:titlePg/>
          <w:docGrid w:linePitch="360"/>
        </w:sectPr>
      </w:pPr>
    </w:p>
    <w:p w:rsidR="00644C86" w:rsidRDefault="003931B2" w:rsidP="00506A9D">
      <w:pPr>
        <w:ind w:left="5548"/>
        <w:rPr>
          <w:szCs w:val="24"/>
          <w:lang w:eastAsia="lt-LT"/>
        </w:rPr>
      </w:pPr>
      <w:r>
        <w:rPr>
          <w:szCs w:val="24"/>
          <w:lang w:eastAsia="lt-LT"/>
        </w:rPr>
        <w:lastRenderedPageBreak/>
        <w:t xml:space="preserve">Plungės rajono savivaldybės įstaigų darbuotojų kelionės išlaidų kompensavimo tvarkos aprašo </w:t>
      </w:r>
    </w:p>
    <w:p w:rsidR="00644C86" w:rsidRDefault="003931B2" w:rsidP="00506A9D">
      <w:pPr>
        <w:ind w:left="5184" w:firstLine="364"/>
        <w:rPr>
          <w:szCs w:val="24"/>
          <w:lang w:eastAsia="lt-LT"/>
        </w:rPr>
      </w:pPr>
      <w:r>
        <w:rPr>
          <w:szCs w:val="24"/>
          <w:lang w:eastAsia="lt-LT"/>
        </w:rPr>
        <w:t>1 priedas</w:t>
      </w:r>
    </w:p>
    <w:p w:rsidR="00644C86" w:rsidRDefault="00644C86">
      <w:pPr>
        <w:ind w:left="5954"/>
        <w:rPr>
          <w:szCs w:val="24"/>
          <w:lang w:eastAsia="lt-LT"/>
        </w:rPr>
      </w:pPr>
    </w:p>
    <w:p w:rsidR="006237C3" w:rsidRDefault="006237C3" w:rsidP="006237C3">
      <w:pPr>
        <w:suppressAutoHyphens/>
        <w:jc w:val="center"/>
        <w:rPr>
          <w:b/>
          <w:szCs w:val="24"/>
          <w:lang w:eastAsia="ar-SA"/>
        </w:rPr>
      </w:pPr>
      <w:r>
        <w:rPr>
          <w:b/>
          <w:szCs w:val="24"/>
          <w:lang w:eastAsia="ar-SA"/>
        </w:rPr>
        <w:t>(Prašymo formos pavyzdys)</w:t>
      </w:r>
    </w:p>
    <w:p w:rsidR="006237C3" w:rsidRDefault="006237C3" w:rsidP="006237C3">
      <w:pPr>
        <w:suppressAutoHyphens/>
        <w:jc w:val="center"/>
        <w:rPr>
          <w:bCs/>
          <w:szCs w:val="24"/>
          <w:lang w:eastAsia="ar-SA"/>
        </w:rPr>
      </w:pP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(vardas, pavardė, pareigos)</w:t>
      </w: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w:t>
      </w:r>
      <w:r w:rsidR="00E42156">
        <w:rPr>
          <w:bCs/>
          <w:szCs w:val="24"/>
          <w:lang w:eastAsia="ar-SA"/>
        </w:rPr>
        <w:t>deklaruotos</w:t>
      </w:r>
      <w:r>
        <w:rPr>
          <w:bCs/>
          <w:szCs w:val="24"/>
          <w:lang w:eastAsia="ar-SA"/>
        </w:rPr>
        <w:t xml:space="preserve"> gyvenamosios vietos adresas, telefono Nr.)</w:t>
      </w:r>
    </w:p>
    <w:p w:rsidR="006237C3" w:rsidRDefault="006237C3" w:rsidP="006237C3">
      <w:pPr>
        <w:suppressAutoHyphens/>
        <w:rPr>
          <w:bCs/>
          <w:szCs w:val="24"/>
          <w:lang w:eastAsia="ar-SA"/>
        </w:rPr>
      </w:pPr>
      <w:r>
        <w:rPr>
          <w:bCs/>
          <w:szCs w:val="24"/>
          <w:lang w:eastAsia="ar-SA"/>
        </w:rPr>
        <w:t>..................................</w:t>
      </w:r>
    </w:p>
    <w:p w:rsidR="006237C3" w:rsidRDefault="006237C3" w:rsidP="006237C3">
      <w:pPr>
        <w:suppressAutoHyphens/>
        <w:rPr>
          <w:bCs/>
          <w:szCs w:val="24"/>
          <w:lang w:eastAsia="ar-SA"/>
        </w:rPr>
      </w:pPr>
      <w:r>
        <w:rPr>
          <w:bCs/>
          <w:szCs w:val="24"/>
          <w:lang w:eastAsia="ar-SA"/>
        </w:rPr>
        <w:t>(adresatas)</w:t>
      </w:r>
    </w:p>
    <w:p w:rsidR="006237C3" w:rsidRDefault="006237C3" w:rsidP="006237C3">
      <w:pPr>
        <w:suppressAutoHyphens/>
        <w:rPr>
          <w:bCs/>
          <w:szCs w:val="24"/>
          <w:lang w:eastAsia="ar-SA"/>
        </w:rPr>
      </w:pPr>
    </w:p>
    <w:p w:rsidR="006237C3" w:rsidRDefault="006237C3" w:rsidP="006237C3">
      <w:pPr>
        <w:suppressAutoHyphens/>
        <w:jc w:val="center"/>
        <w:rPr>
          <w:b/>
          <w:szCs w:val="24"/>
          <w:lang w:eastAsia="ar-SA"/>
        </w:rPr>
      </w:pPr>
      <w:r>
        <w:rPr>
          <w:b/>
          <w:szCs w:val="24"/>
          <w:lang w:eastAsia="ar-SA"/>
        </w:rPr>
        <w:t>PRAŠYMAS</w:t>
      </w:r>
    </w:p>
    <w:p w:rsidR="006237C3" w:rsidRDefault="006237C3" w:rsidP="006237C3">
      <w:pPr>
        <w:suppressAutoHyphens/>
        <w:jc w:val="center"/>
        <w:rPr>
          <w:b/>
          <w:szCs w:val="24"/>
          <w:lang w:eastAsia="ar-SA"/>
        </w:rPr>
      </w:pPr>
      <w:r>
        <w:rPr>
          <w:b/>
          <w:szCs w:val="24"/>
          <w:lang w:eastAsia="ar-SA"/>
        </w:rPr>
        <w:t>DĖL KELIONĖS IŠLAIDŲ KOMPENSAVIMO</w:t>
      </w:r>
    </w:p>
    <w:p w:rsidR="006237C3" w:rsidRDefault="006237C3" w:rsidP="006237C3">
      <w:pPr>
        <w:suppressAutoHyphens/>
        <w:jc w:val="center"/>
        <w:rPr>
          <w:bCs/>
          <w:szCs w:val="24"/>
          <w:lang w:eastAsia="ar-SA"/>
        </w:rPr>
      </w:pPr>
      <w:r>
        <w:rPr>
          <w:bCs/>
          <w:szCs w:val="24"/>
          <w:lang w:eastAsia="ar-SA"/>
        </w:rPr>
        <w:t>__________</w:t>
      </w:r>
    </w:p>
    <w:p w:rsidR="006237C3" w:rsidRDefault="006237C3" w:rsidP="006237C3">
      <w:pPr>
        <w:suppressAutoHyphens/>
        <w:jc w:val="center"/>
        <w:rPr>
          <w:bCs/>
          <w:szCs w:val="24"/>
          <w:lang w:eastAsia="ar-SA"/>
        </w:rPr>
      </w:pPr>
      <w:r>
        <w:rPr>
          <w:bCs/>
          <w:szCs w:val="24"/>
          <w:lang w:eastAsia="ar-SA"/>
        </w:rPr>
        <w:t>(data)</w:t>
      </w:r>
    </w:p>
    <w:p w:rsidR="006237C3" w:rsidRDefault="006237C3" w:rsidP="006237C3">
      <w:pPr>
        <w:suppressAutoHyphens/>
        <w:jc w:val="center"/>
        <w:rPr>
          <w:bCs/>
          <w:szCs w:val="24"/>
          <w:lang w:eastAsia="ar-SA"/>
        </w:rPr>
      </w:pPr>
      <w:r>
        <w:rPr>
          <w:bCs/>
          <w:szCs w:val="24"/>
          <w:lang w:eastAsia="ar-SA"/>
        </w:rPr>
        <w:t>___________</w:t>
      </w:r>
    </w:p>
    <w:p w:rsidR="006237C3" w:rsidRDefault="006237C3" w:rsidP="006237C3">
      <w:pPr>
        <w:suppressAutoHyphens/>
        <w:jc w:val="center"/>
        <w:rPr>
          <w:bCs/>
          <w:szCs w:val="24"/>
          <w:lang w:eastAsia="ar-SA"/>
        </w:rPr>
      </w:pPr>
      <w:r>
        <w:rPr>
          <w:bCs/>
          <w:szCs w:val="24"/>
          <w:lang w:eastAsia="ar-SA"/>
        </w:rPr>
        <w:t>(vieta)</w:t>
      </w:r>
    </w:p>
    <w:p w:rsidR="006237C3" w:rsidRDefault="006237C3" w:rsidP="006237C3">
      <w:pPr>
        <w:suppressAutoHyphens/>
        <w:ind w:firstLine="851"/>
        <w:jc w:val="both"/>
        <w:rPr>
          <w:bCs/>
          <w:szCs w:val="24"/>
          <w:lang w:eastAsia="ar-SA"/>
        </w:rPr>
      </w:pPr>
      <w:r>
        <w:rPr>
          <w:bCs/>
          <w:szCs w:val="24"/>
          <w:lang w:eastAsia="ar-SA"/>
        </w:rPr>
        <w:t>Prašau skirti man kelionės išlaidų dalinę kompensaciją už vykimą į darbą (pirmyn ir atgal) maršrutu_________________________________________________________________________________________________________________________________________________________</w:t>
      </w:r>
    </w:p>
    <w:p w:rsidR="006237C3" w:rsidRDefault="006237C3" w:rsidP="006237C3">
      <w:pPr>
        <w:suppressAutoHyphens/>
        <w:ind w:firstLine="851"/>
        <w:jc w:val="both"/>
        <w:rPr>
          <w:bCs/>
          <w:szCs w:val="24"/>
          <w:lang w:eastAsia="ar-SA"/>
        </w:rPr>
      </w:pPr>
      <w:r>
        <w:rPr>
          <w:bCs/>
          <w:szCs w:val="24"/>
          <w:lang w:eastAsia="ar-SA"/>
        </w:rPr>
        <w:t xml:space="preserve">( </w:t>
      </w:r>
      <w:r w:rsidR="00E42156">
        <w:rPr>
          <w:bCs/>
          <w:szCs w:val="24"/>
          <w:lang w:eastAsia="ar-SA"/>
        </w:rPr>
        <w:t>deklaruotos</w:t>
      </w:r>
      <w:r>
        <w:rPr>
          <w:bCs/>
          <w:szCs w:val="24"/>
          <w:lang w:eastAsia="ar-SA"/>
        </w:rPr>
        <w:t xml:space="preserve"> gyvenamosios vietos tikslus adresas – darbovietės tikslus adresas)</w:t>
      </w:r>
    </w:p>
    <w:p w:rsidR="006237C3" w:rsidRDefault="006237C3" w:rsidP="006237C3">
      <w:pPr>
        <w:suppressAutoHyphens/>
        <w:jc w:val="both"/>
        <w:rPr>
          <w:bCs/>
          <w:szCs w:val="24"/>
          <w:lang w:eastAsia="ar-SA"/>
        </w:rPr>
      </w:pPr>
      <w:r>
        <w:rPr>
          <w:bCs/>
          <w:szCs w:val="24"/>
          <w:lang w:eastAsia="ar-SA"/>
        </w:rPr>
        <w:t>Maršruto atstumas (į vieną pusę) – _______________kilometrai.</w:t>
      </w:r>
    </w:p>
    <w:p w:rsidR="006237C3" w:rsidRDefault="006237C3" w:rsidP="006237C3">
      <w:pPr>
        <w:tabs>
          <w:tab w:val="left" w:pos="851"/>
        </w:tabs>
        <w:suppressAutoHyphens/>
        <w:jc w:val="both"/>
        <w:rPr>
          <w:bCs/>
          <w:szCs w:val="24"/>
          <w:lang w:eastAsia="ar-SA"/>
        </w:rPr>
      </w:pPr>
      <w:r>
        <w:rPr>
          <w:bCs/>
          <w:szCs w:val="24"/>
          <w:lang w:eastAsia="ar-SA"/>
        </w:rPr>
        <w:tab/>
        <w:t xml:space="preserve">Tvirtinu, kad mano pateikti duomenys yra teisingi. Esu informuotas (-a), kad pasikeitus </w:t>
      </w:r>
      <w:r w:rsidR="00E42156">
        <w:rPr>
          <w:bCs/>
          <w:szCs w:val="24"/>
          <w:lang w:eastAsia="ar-SA"/>
        </w:rPr>
        <w:t>deklaruotai</w:t>
      </w:r>
      <w:r>
        <w:rPr>
          <w:bCs/>
          <w:szCs w:val="24"/>
          <w:lang w:eastAsia="ar-SA"/>
        </w:rPr>
        <w:t xml:space="preserve"> gyvenamajai ar darbo vietai, privalau per </w:t>
      </w:r>
      <w:r w:rsidR="00E42156">
        <w:rPr>
          <w:bCs/>
          <w:szCs w:val="24"/>
          <w:lang w:eastAsia="ar-SA"/>
        </w:rPr>
        <w:t>3</w:t>
      </w:r>
      <w:r>
        <w:rPr>
          <w:bCs/>
          <w:szCs w:val="24"/>
          <w:lang w:eastAsia="ar-SA"/>
        </w:rPr>
        <w:t xml:space="preserve"> (</w:t>
      </w:r>
      <w:r w:rsidR="00E42156">
        <w:rPr>
          <w:bCs/>
          <w:szCs w:val="24"/>
          <w:lang w:eastAsia="ar-SA"/>
        </w:rPr>
        <w:t>tris</w:t>
      </w:r>
      <w:r>
        <w:rPr>
          <w:bCs/>
          <w:szCs w:val="24"/>
          <w:lang w:eastAsia="ar-SA"/>
        </w:rPr>
        <w:t>) darbo dien</w:t>
      </w:r>
      <w:r w:rsidR="00E42156">
        <w:rPr>
          <w:bCs/>
          <w:szCs w:val="24"/>
          <w:lang w:eastAsia="ar-SA"/>
        </w:rPr>
        <w:t>as</w:t>
      </w:r>
      <w:r>
        <w:rPr>
          <w:bCs/>
          <w:szCs w:val="24"/>
          <w:lang w:eastAsia="ar-SA"/>
        </w:rPr>
        <w:t xml:space="preserve"> raštu informuoti Įstaigos vadovą.</w:t>
      </w:r>
    </w:p>
    <w:p w:rsidR="006237C3" w:rsidRDefault="006237C3" w:rsidP="006237C3">
      <w:pPr>
        <w:suppressAutoHyphens/>
        <w:ind w:firstLine="851"/>
        <w:jc w:val="both"/>
        <w:rPr>
          <w:bCs/>
          <w:szCs w:val="24"/>
          <w:lang w:eastAsia="ar-SA"/>
        </w:rPr>
      </w:pPr>
      <w:r>
        <w:rPr>
          <w:bCs/>
          <w:szCs w:val="24"/>
          <w:lang w:eastAsia="ar-SA"/>
        </w:rPr>
        <w:t>Neprieštarauju, kad mano pateikti asmens duomenys būtų tvarkomi kelionės išlaidų kompensavimo tikslais.</w:t>
      </w:r>
    </w:p>
    <w:p w:rsidR="006237C3" w:rsidRDefault="006237C3" w:rsidP="006237C3">
      <w:pPr>
        <w:suppressAutoHyphens/>
        <w:ind w:firstLine="851"/>
        <w:jc w:val="both"/>
        <w:rPr>
          <w:bCs/>
          <w:szCs w:val="24"/>
          <w:lang w:eastAsia="ar-SA"/>
        </w:rPr>
      </w:pPr>
      <w:r>
        <w:rPr>
          <w:bCs/>
          <w:szCs w:val="24"/>
          <w:lang w:eastAsia="ar-SA"/>
        </w:rPr>
        <w:t xml:space="preserve">Su </w:t>
      </w:r>
      <w:r w:rsidR="00E42156">
        <w:rPr>
          <w:bCs/>
          <w:szCs w:val="24"/>
          <w:lang w:eastAsia="ar-SA"/>
        </w:rPr>
        <w:t>Plungės rajono</w:t>
      </w:r>
      <w:r>
        <w:rPr>
          <w:bCs/>
          <w:szCs w:val="24"/>
          <w:lang w:eastAsia="ar-SA"/>
        </w:rPr>
        <w:t xml:space="preserve"> </w:t>
      </w:r>
      <w:r w:rsidRPr="00BB07ED">
        <w:rPr>
          <w:bCs/>
          <w:szCs w:val="24"/>
          <w:lang w:eastAsia="ar-SA"/>
        </w:rPr>
        <w:t xml:space="preserve">savivaldybės </w:t>
      </w:r>
      <w:r w:rsidR="00E42156">
        <w:rPr>
          <w:bCs/>
          <w:szCs w:val="24"/>
          <w:lang w:eastAsia="ar-SA"/>
        </w:rPr>
        <w:t>į</w:t>
      </w:r>
      <w:r w:rsidR="00E42156">
        <w:rPr>
          <w:lang w:eastAsia="lt-LT"/>
        </w:rPr>
        <w:t xml:space="preserve">staigų darbuotojų kelionės išlaidų kompensavimo tvarkos </w:t>
      </w:r>
      <w:r w:rsidRPr="00BB07ED">
        <w:rPr>
          <w:bCs/>
          <w:szCs w:val="24"/>
          <w:lang w:eastAsia="ar-SA"/>
        </w:rPr>
        <w:t xml:space="preserve">aprašu esu susipažinęs </w:t>
      </w:r>
      <w:r>
        <w:rPr>
          <w:bCs/>
          <w:szCs w:val="24"/>
          <w:lang w:eastAsia="ar-SA"/>
        </w:rPr>
        <w:t>(-usi).</w:t>
      </w:r>
    </w:p>
    <w:p w:rsidR="006237C3" w:rsidRDefault="006237C3" w:rsidP="006237C3">
      <w:pPr>
        <w:suppressAutoHyphens/>
        <w:jc w:val="both"/>
        <w:rPr>
          <w:bCs/>
          <w:szCs w:val="24"/>
          <w:lang w:eastAsia="ar-SA"/>
        </w:rPr>
      </w:pPr>
    </w:p>
    <w:p w:rsidR="006237C3" w:rsidRDefault="00E42156" w:rsidP="006237C3">
      <w:pPr>
        <w:suppressAutoHyphens/>
        <w:rPr>
          <w:szCs w:val="24"/>
          <w:lang w:eastAsia="ar-SA"/>
        </w:rPr>
      </w:pPr>
      <w:r>
        <w:rPr>
          <w:szCs w:val="24"/>
          <w:lang w:eastAsia="ar-SA"/>
        </w:rPr>
        <w:t>___________________________</w:t>
      </w:r>
      <w:r w:rsidR="006237C3">
        <w:rPr>
          <w:szCs w:val="24"/>
          <w:lang w:eastAsia="ar-SA"/>
        </w:rPr>
        <w:tab/>
      </w:r>
      <w:r w:rsidR="006237C3">
        <w:rPr>
          <w:szCs w:val="24"/>
          <w:lang w:eastAsia="ar-SA"/>
        </w:rPr>
        <w:tab/>
      </w:r>
      <w:r w:rsidR="006237C3">
        <w:rPr>
          <w:szCs w:val="24"/>
          <w:lang w:eastAsia="ar-SA"/>
        </w:rPr>
        <w:tab/>
      </w:r>
      <w:r w:rsidR="006237C3">
        <w:rPr>
          <w:szCs w:val="24"/>
          <w:lang w:eastAsia="ar-SA"/>
        </w:rPr>
        <w:tab/>
        <w:t>_______________</w:t>
      </w:r>
    </w:p>
    <w:p w:rsidR="006237C3" w:rsidRPr="00342E38" w:rsidRDefault="006237C3" w:rsidP="006237C3">
      <w:pPr>
        <w:suppressAutoHyphens/>
        <w:ind w:firstLine="742"/>
        <w:rPr>
          <w:sz w:val="20"/>
          <w:lang w:eastAsia="ar-SA"/>
        </w:rPr>
      </w:pPr>
      <w:r>
        <w:rPr>
          <w:sz w:val="20"/>
          <w:lang w:eastAsia="ar-SA"/>
        </w:rPr>
        <w:t>(vardas, pavardė)</w:t>
      </w:r>
      <w:r>
        <w:rPr>
          <w:sz w:val="20"/>
          <w:lang w:eastAsia="ar-SA"/>
        </w:rPr>
        <w:tab/>
        <w:t xml:space="preserve">                                                                                                                      (parašas)</w:t>
      </w:r>
    </w:p>
    <w:p w:rsidR="006237C3" w:rsidRDefault="006237C3">
      <w:pPr>
        <w:ind w:left="5954"/>
        <w:rPr>
          <w:szCs w:val="24"/>
          <w:lang w:eastAsia="lt-LT"/>
        </w:rPr>
      </w:pPr>
    </w:p>
    <w:p w:rsidR="00EE451F" w:rsidRDefault="00EE451F">
      <w:pPr>
        <w:ind w:left="5954"/>
        <w:rPr>
          <w:szCs w:val="24"/>
          <w:lang w:eastAsia="lt-LT"/>
        </w:rPr>
      </w:pPr>
    </w:p>
    <w:p w:rsidR="00EE451F" w:rsidRDefault="00EE451F">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rsidP="00506A9D">
      <w:pPr>
        <w:rPr>
          <w:szCs w:val="24"/>
          <w:lang w:eastAsia="lt-LT"/>
        </w:rPr>
      </w:pPr>
    </w:p>
    <w:p w:rsidR="006D6148" w:rsidRDefault="006D6148">
      <w:pPr>
        <w:ind w:left="5954"/>
        <w:rPr>
          <w:szCs w:val="24"/>
          <w:lang w:eastAsia="lt-LT"/>
        </w:rPr>
      </w:pPr>
    </w:p>
    <w:p w:rsidR="006D6148" w:rsidRDefault="006D6148" w:rsidP="006D6148">
      <w:pPr>
        <w:jc w:val="center"/>
        <w:rPr>
          <w:b/>
        </w:rPr>
      </w:pPr>
      <w:r>
        <w:rPr>
          <w:b/>
        </w:rPr>
        <w:lastRenderedPageBreak/>
        <w:t>ŠVIETIMO IR SPORTO SKYRIUS</w:t>
      </w:r>
    </w:p>
    <w:p w:rsidR="006D6148" w:rsidRDefault="006D6148" w:rsidP="006D6148">
      <w:pPr>
        <w:jc w:val="center"/>
        <w:rPr>
          <w:b/>
        </w:rPr>
      </w:pPr>
    </w:p>
    <w:p w:rsidR="006D6148" w:rsidRPr="006975E2" w:rsidRDefault="006D6148" w:rsidP="006D6148">
      <w:pPr>
        <w:jc w:val="center"/>
        <w:rPr>
          <w:b/>
        </w:rPr>
      </w:pPr>
      <w:r w:rsidRPr="006975E2">
        <w:rPr>
          <w:b/>
        </w:rPr>
        <w:t>AIŠKINAMASIS RAŠTAS</w:t>
      </w:r>
    </w:p>
    <w:p w:rsidR="006D6148" w:rsidRPr="006975E2" w:rsidRDefault="006D6148" w:rsidP="006D614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6D6148" w:rsidRPr="006975E2" w:rsidTr="00030C8D">
        <w:tc>
          <w:tcPr>
            <w:tcW w:w="9854" w:type="dxa"/>
            <w:shd w:val="clear" w:color="auto" w:fill="auto"/>
          </w:tcPr>
          <w:p w:rsidR="006D6148" w:rsidRPr="006D6148" w:rsidRDefault="006D6148" w:rsidP="006D6148">
            <w:pPr>
              <w:jc w:val="center"/>
              <w:rPr>
                <w:szCs w:val="24"/>
                <w:lang w:eastAsia="lt-LT"/>
              </w:rPr>
            </w:pPr>
            <w:r w:rsidRPr="006D6148">
              <w:rPr>
                <w:b/>
                <w:caps/>
                <w:szCs w:val="24"/>
              </w:rPr>
              <w:t>„</w:t>
            </w:r>
            <w:r w:rsidRPr="006D6148">
              <w:rPr>
                <w:b/>
                <w:szCs w:val="24"/>
                <w:lang w:eastAsia="lt-LT"/>
              </w:rPr>
              <w:t xml:space="preserve">DĖL PLUNGĖS RAJONO SAVIVALDYBĖS TARYBOS 2021 M. RUGSĖJO 29 D. SPRENDIMO NR. T1-249 „DĖL </w:t>
            </w:r>
            <w:r w:rsidRPr="006D6148">
              <w:rPr>
                <w:b/>
                <w:bCs/>
                <w:szCs w:val="24"/>
                <w:lang w:eastAsia="lt-LT"/>
              </w:rPr>
              <w:t xml:space="preserve">PLUNGĖS RAJONO SAVIVALDYBĖS ŠVIETIMO ĮSTAIGŲ DARBUOTOJŲ (TIKSLINIŲ PAREIGYBIŲ) KELIONĖS IŠLAIDŲ KOMPENSAVIMO TVARKOS </w:t>
            </w:r>
            <w:r w:rsidRPr="00C61DF8">
              <w:rPr>
                <w:b/>
                <w:bCs/>
                <w:szCs w:val="24"/>
                <w:lang w:eastAsia="lt-LT"/>
              </w:rPr>
              <w:t>APRAŠO PATVIRTINIMO“</w:t>
            </w:r>
            <w:r w:rsidR="000319D7" w:rsidRPr="00506A9D">
              <w:rPr>
                <w:b/>
                <w:bCs/>
                <w:szCs w:val="24"/>
                <w:lang w:eastAsia="lt-LT"/>
              </w:rPr>
              <w:t xml:space="preserve"> IR JĮ KEITUSIŲ SPRENDIMŲ</w:t>
            </w:r>
            <w:r w:rsidRPr="00C61DF8">
              <w:rPr>
                <w:b/>
                <w:bCs/>
                <w:szCs w:val="24"/>
                <w:lang w:eastAsia="lt-LT"/>
              </w:rPr>
              <w:t xml:space="preserve"> PAKEITIMO</w:t>
            </w:r>
            <w:r w:rsidRPr="00C61DF8">
              <w:rPr>
                <w:b/>
                <w:caps/>
                <w:szCs w:val="24"/>
              </w:rPr>
              <w:t>“</w:t>
            </w:r>
          </w:p>
        </w:tc>
      </w:tr>
      <w:tr w:rsidR="006D6148" w:rsidRPr="002E25C0" w:rsidTr="00030C8D">
        <w:tc>
          <w:tcPr>
            <w:tcW w:w="9854" w:type="dxa"/>
            <w:shd w:val="clear" w:color="auto" w:fill="auto"/>
          </w:tcPr>
          <w:p w:rsidR="006D6148" w:rsidRDefault="006D6148" w:rsidP="00030C8D">
            <w:pPr>
              <w:jc w:val="center"/>
            </w:pPr>
          </w:p>
          <w:p w:rsidR="006D6148" w:rsidRDefault="006D6148" w:rsidP="00030C8D">
            <w:pPr>
              <w:jc w:val="center"/>
            </w:pPr>
            <w:r>
              <w:t xml:space="preserve">2023 m. gruodžio </w:t>
            </w:r>
            <w:r w:rsidR="009110F3">
              <w:t>4</w:t>
            </w:r>
            <w:r>
              <w:t xml:space="preserve"> d.</w:t>
            </w:r>
            <w:r w:rsidRPr="002E25C0">
              <w:t xml:space="preserve"> </w:t>
            </w:r>
          </w:p>
          <w:p w:rsidR="006D6148" w:rsidRPr="002E25C0" w:rsidRDefault="006D6148" w:rsidP="00030C8D">
            <w:pPr>
              <w:jc w:val="center"/>
            </w:pPr>
            <w:r w:rsidRPr="002E25C0">
              <w:t>Plungė</w:t>
            </w:r>
          </w:p>
        </w:tc>
      </w:tr>
    </w:tbl>
    <w:p w:rsidR="006D6148" w:rsidRDefault="006D6148" w:rsidP="006D6148"/>
    <w:p w:rsidR="006D6148" w:rsidRPr="00DD2DFD" w:rsidRDefault="006D6148" w:rsidP="006D6148">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rsidR="006D6148" w:rsidRDefault="006D6148" w:rsidP="006D6148">
      <w:pPr>
        <w:autoSpaceDE w:val="0"/>
        <w:autoSpaceDN w:val="0"/>
        <w:adjustRightInd w:val="0"/>
        <w:ind w:firstLine="720"/>
        <w:jc w:val="both"/>
        <w:rPr>
          <w:rFonts w:eastAsia="TimesNewRomanPSMT"/>
          <w:b/>
        </w:rPr>
      </w:pPr>
      <w:r w:rsidRPr="0074440C">
        <w:rPr>
          <w:shd w:val="clear" w:color="auto" w:fill="FFFFFF"/>
        </w:rPr>
        <w:t xml:space="preserve">Pakeisti </w:t>
      </w:r>
      <w:r w:rsidR="002C0DD4" w:rsidRPr="00EE451F">
        <w:rPr>
          <w:szCs w:val="24"/>
        </w:rPr>
        <w:t xml:space="preserve">Plungės rajono savivaldybės švietimo įstaigų darbuotojų (tikslinių pareigybių) kelionės išlaidų kompensavimo tvarkos aprašą </w:t>
      </w:r>
      <w:r w:rsidR="003B4924">
        <w:rPr>
          <w:szCs w:val="24"/>
        </w:rPr>
        <w:t xml:space="preserve">(toliau – Aprašas) </w:t>
      </w:r>
      <w:r w:rsidR="002C0DD4" w:rsidRPr="00EE451F">
        <w:rPr>
          <w:szCs w:val="24"/>
        </w:rPr>
        <w:t>(su visais pakeitimais) ir išdėstyti jį nauja redakcija</w:t>
      </w:r>
      <w:r w:rsidR="002C0DD4" w:rsidRPr="002C0DD4">
        <w:rPr>
          <w:rFonts w:eastAsia="TimesNewRomanPSMT"/>
        </w:rPr>
        <w:t>.</w:t>
      </w:r>
    </w:p>
    <w:p w:rsidR="006D6148" w:rsidRDefault="006D6148" w:rsidP="006D6148">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2C0DD4" w:rsidRDefault="002C0DD4" w:rsidP="006D6148">
      <w:pPr>
        <w:autoSpaceDE w:val="0"/>
        <w:autoSpaceDN w:val="0"/>
        <w:adjustRightInd w:val="0"/>
        <w:ind w:firstLine="720"/>
        <w:jc w:val="both"/>
      </w:pPr>
      <w:r w:rsidRPr="00592547">
        <w:rPr>
          <w:bCs/>
        </w:rPr>
        <w:t xml:space="preserve">Reikalinga </w:t>
      </w:r>
      <w:r>
        <w:t>p</w:t>
      </w:r>
      <w:r w:rsidRPr="005E6AFA">
        <w:t xml:space="preserve">akeisti </w:t>
      </w:r>
      <w:r>
        <w:t xml:space="preserve">Plungės rajono savivaldybės švietimo įstaigų darbuotojų (tikslinių pareigybių) </w:t>
      </w:r>
      <w:r w:rsidRPr="00697F22">
        <w:t>kelionės išlaidų kompensavimo tvarkos apraš</w:t>
      </w:r>
      <w:r>
        <w:t>o</w:t>
      </w:r>
      <w:r w:rsidRPr="00697F22">
        <w:t>, patvirtint</w:t>
      </w:r>
      <w:r>
        <w:t>o</w:t>
      </w:r>
      <w:r w:rsidRPr="00697F22">
        <w:t xml:space="preserve"> Plungės rajono savivaldybės tarybos 2021 m. rugsėjo 29 d. sprendimu</w:t>
      </w:r>
      <w:r w:rsidRPr="00015789">
        <w:t xml:space="preserve"> Nr. T1-249 „Dėl Plungės rajono savivaldybės švietimo įstaigų darbuotojų (tikslinių pareigybių) kelionės išlaidų kompensavimo tvarkos aprašo </w:t>
      </w:r>
      <w:r w:rsidRPr="00697F22">
        <w:t>patvirtinimo“</w:t>
      </w:r>
      <w:r w:rsidR="000319D7">
        <w:t xml:space="preserve"> (su visais pakeitimais)</w:t>
      </w:r>
      <w:r w:rsidRPr="000319D7">
        <w:t>.</w:t>
      </w:r>
    </w:p>
    <w:p w:rsidR="006D6148" w:rsidRDefault="006D6148" w:rsidP="006D6148">
      <w:pPr>
        <w:autoSpaceDE w:val="0"/>
        <w:autoSpaceDN w:val="0"/>
        <w:adjustRightInd w:val="0"/>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rsidR="00BE7E76" w:rsidRPr="00BE7E76" w:rsidRDefault="00BE7E76" w:rsidP="006D6148">
      <w:pPr>
        <w:autoSpaceDE w:val="0"/>
        <w:autoSpaceDN w:val="0"/>
        <w:adjustRightInd w:val="0"/>
        <w:ind w:firstLine="720"/>
        <w:jc w:val="both"/>
      </w:pPr>
      <w:r w:rsidRPr="00BE7E76">
        <w:t>Pakeitimai siūlomi</w:t>
      </w:r>
      <w:r>
        <w:t xml:space="preserve"> siekiant sudaryti sąlygas pritraukti</w:t>
      </w:r>
      <w:r w:rsidR="00C32AA5">
        <w:t xml:space="preserve"> kitų sričių, ne tik švietimo įstaigų, specialistus, kurių trūksta darbo rinkoje. </w:t>
      </w:r>
      <w:r w:rsidR="008140E9">
        <w:t xml:space="preserve">Gavus VšĮ Plungės rajono savivaldybės ligoninės </w:t>
      </w:r>
      <w:r w:rsidR="003B4924">
        <w:t xml:space="preserve">(toliau </w:t>
      </w:r>
      <w:r w:rsidR="00F63F5F">
        <w:t>–</w:t>
      </w:r>
      <w:r w:rsidR="003B4924">
        <w:t xml:space="preserve"> Ligoninė) </w:t>
      </w:r>
      <w:r w:rsidR="008140E9">
        <w:t xml:space="preserve">2023 m. rugsėjo 21 d. raštą Nr. 396, paaiškėjo, jog </w:t>
      </w:r>
      <w:r w:rsidR="003B4924">
        <w:t>L</w:t>
      </w:r>
      <w:r w:rsidR="008140E9">
        <w:t xml:space="preserve">igoninė kelionės išlaidoms apmokėti skiria apie 39 tūkst. </w:t>
      </w:r>
      <w:r w:rsidR="003B4924">
        <w:t>e</w:t>
      </w:r>
      <w:r w:rsidR="008140E9">
        <w:t>ur</w:t>
      </w:r>
      <w:r w:rsidR="003B4924">
        <w:t>ų</w:t>
      </w:r>
      <w:r w:rsidR="008140E9">
        <w:t xml:space="preserve">. Kadangi iki šiol </w:t>
      </w:r>
      <w:r w:rsidR="003B4924">
        <w:t>L</w:t>
      </w:r>
      <w:r w:rsidR="008140E9">
        <w:t>igoninės ši</w:t>
      </w:r>
      <w:r w:rsidR="003B4924">
        <w:t>ame</w:t>
      </w:r>
      <w:r w:rsidR="008140E9">
        <w:t xml:space="preserve"> </w:t>
      </w:r>
      <w:r w:rsidR="003B4924">
        <w:t>Apraše</w:t>
      </w:r>
      <w:r w:rsidR="008140E9">
        <w:t xml:space="preserve"> nebuvo, pagal L</w:t>
      </w:r>
      <w:r w:rsidR="003B4924">
        <w:t xml:space="preserve">ietuvos </w:t>
      </w:r>
      <w:r w:rsidR="008140E9">
        <w:t>R</w:t>
      </w:r>
      <w:r w:rsidR="003B4924">
        <w:t>espublikos</w:t>
      </w:r>
      <w:r w:rsidR="008140E9">
        <w:t xml:space="preserve"> teisės aktus skiriamos lėšos negali būti vertinamos kaip kompensacija, o yra traktuojamos kaip su darbo užmokesčiu susijusios pajamos</w:t>
      </w:r>
      <w:r w:rsidR="003B4924">
        <w:t>. D</w:t>
      </w:r>
      <w:r w:rsidR="008140E9">
        <w:t xml:space="preserve">ėl šios priežasties </w:t>
      </w:r>
      <w:r w:rsidR="003B4924">
        <w:t>L</w:t>
      </w:r>
      <w:r w:rsidR="008140E9">
        <w:t>igoninė iš nurodytos sumos skiria apie 15,5 tūkst.</w:t>
      </w:r>
      <w:r w:rsidR="003B4924">
        <w:t xml:space="preserve"> e</w:t>
      </w:r>
      <w:r w:rsidR="008140E9">
        <w:t>ur</w:t>
      </w:r>
      <w:r w:rsidR="003B4924">
        <w:t>ų</w:t>
      </w:r>
      <w:r w:rsidR="008140E9">
        <w:t xml:space="preserve"> padengti privalomus mokesčius</w:t>
      </w:r>
      <w:r w:rsidR="003B4924">
        <w:t>,</w:t>
      </w:r>
      <w:r w:rsidR="008140E9">
        <w:t xml:space="preserve"> susijusius su darbo užmokesčiu. Patvirtintus naują </w:t>
      </w:r>
      <w:r w:rsidR="003B4924">
        <w:t>Aprašą</w:t>
      </w:r>
      <w:r w:rsidR="008140E9">
        <w:t xml:space="preserve">, </w:t>
      </w:r>
      <w:r w:rsidR="003B4924">
        <w:t>L</w:t>
      </w:r>
      <w:r w:rsidR="008140E9">
        <w:t>igoninei bus sudarytas teisinis pagrindas lėšas naudoti kaip kompensaciją.</w:t>
      </w:r>
    </w:p>
    <w:p w:rsidR="006D6148" w:rsidRDefault="006D6148" w:rsidP="006D6148">
      <w:pPr>
        <w:ind w:firstLine="720"/>
        <w:jc w:val="both"/>
        <w:rPr>
          <w:b/>
        </w:rPr>
      </w:pPr>
      <w:r>
        <w:rPr>
          <w:rFonts w:eastAsia="TimesNewRomanPSMT"/>
          <w:b/>
        </w:rPr>
        <w:t xml:space="preserve">4. </w:t>
      </w:r>
      <w:r>
        <w:rPr>
          <w:b/>
        </w:rPr>
        <w:t>Lėšų poreikis ir finansavimo šaltiniai</w:t>
      </w:r>
      <w:r w:rsidRPr="00A035DD">
        <w:rPr>
          <w:b/>
        </w:rPr>
        <w:t>.</w:t>
      </w:r>
    </w:p>
    <w:p w:rsidR="00C32AA5" w:rsidRDefault="006D6148" w:rsidP="006D6148">
      <w:pPr>
        <w:ind w:firstLine="720"/>
        <w:jc w:val="both"/>
      </w:pPr>
      <w:r>
        <w:t>Lėšų šaltinis</w:t>
      </w:r>
      <w:r w:rsidR="00C32AA5">
        <w:t xml:space="preserve"> </w:t>
      </w:r>
      <w:r w:rsidR="003B4924">
        <w:t>–</w:t>
      </w:r>
      <w:r>
        <w:t xml:space="preserve"> </w:t>
      </w:r>
      <w:r w:rsidR="003B4924">
        <w:t>S</w:t>
      </w:r>
      <w:r>
        <w:t>avivaldybės biudžeto lėšos.</w:t>
      </w:r>
      <w:r w:rsidR="00C32AA5">
        <w:t xml:space="preserve"> Lėšos numatomos įstaigų biudžetuose pagal asmenų, dirbančių įstaigose skaičių, atsižvelgiant į pareigybių sąrašą, kurių išlaidos kompensuojamos. </w:t>
      </w:r>
    </w:p>
    <w:p w:rsidR="006D6148" w:rsidRPr="00115962" w:rsidRDefault="00C32AA5" w:rsidP="006D6148">
      <w:pPr>
        <w:ind w:firstLine="720"/>
        <w:jc w:val="both"/>
      </w:pPr>
      <w:r>
        <w:t>Lėšų poreikį galima nurodyti tik pagal galiojantį reglamentavimą. 2024 metams, remiantis švietimo įstaigų</w:t>
      </w:r>
      <w:r w:rsidR="002D7C53">
        <w:t xml:space="preserve"> ir </w:t>
      </w:r>
      <w:r w:rsidR="003B4924">
        <w:t>L</w:t>
      </w:r>
      <w:r w:rsidR="002D7C53">
        <w:t>igoninės</w:t>
      </w:r>
      <w:r>
        <w:t xml:space="preserve"> pateikta</w:t>
      </w:r>
      <w:r w:rsidR="002D7C53">
        <w:t>i</w:t>
      </w:r>
      <w:r>
        <w:t xml:space="preserve">s duomenimis, poreikis siekia beveik </w:t>
      </w:r>
      <w:r w:rsidR="002D7C53">
        <w:t>91</w:t>
      </w:r>
      <w:r>
        <w:t xml:space="preserve"> tūkst. </w:t>
      </w:r>
      <w:r w:rsidR="003B4924">
        <w:t>e</w:t>
      </w:r>
      <w:r>
        <w:t>ur</w:t>
      </w:r>
      <w:r w:rsidR="003B4924">
        <w:t>ų</w:t>
      </w:r>
      <w:r>
        <w:t xml:space="preserve">. Lėšų poreikis, patvirtinus </w:t>
      </w:r>
      <w:r w:rsidR="003B4924">
        <w:t>Aprašą</w:t>
      </w:r>
      <w:r>
        <w:t xml:space="preserve">, tikrai didės, bet sudėtinga prognozuoti kiek, nes tai priklauso nuo to, kiek kreipsis kito pobūdžio įstaigų. </w:t>
      </w:r>
    </w:p>
    <w:p w:rsidR="006D6148" w:rsidRPr="00CF2CE8" w:rsidRDefault="006D6148" w:rsidP="006D6148">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p>
    <w:p w:rsidR="006D6148" w:rsidRPr="00650E8C" w:rsidRDefault="006D6148" w:rsidP="006D614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6D6148" w:rsidRPr="0047606A" w:rsidRDefault="006D6148" w:rsidP="006D6148">
      <w:pPr>
        <w:ind w:firstLine="720"/>
        <w:jc w:val="both"/>
      </w:pPr>
      <w:r w:rsidRPr="0047606A">
        <w:t>Sprendimo lyginamasis variantas pridedamas.</w:t>
      </w:r>
    </w:p>
    <w:p w:rsidR="006D6148" w:rsidRPr="00D1346C" w:rsidRDefault="006D6148" w:rsidP="006D6148">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rsidR="006D6148" w:rsidRPr="00CF3A1E" w:rsidRDefault="006D6148" w:rsidP="006D6148">
      <w:pPr>
        <w:tabs>
          <w:tab w:val="left" w:pos="720"/>
        </w:tabs>
        <w:ind w:firstLine="720"/>
        <w:jc w:val="both"/>
        <w:rPr>
          <w:b/>
        </w:rPr>
      </w:pPr>
      <w:r>
        <w:t xml:space="preserve">Vadovaujantis LR Korupcijos prevencijos įstatymo 8 straipsnio 1 dalies 2 punktu, antikorupcinis teisės akto projekto vertinimas atliekamas. </w:t>
      </w:r>
    </w:p>
    <w:p w:rsidR="006D6148" w:rsidRDefault="006D6148" w:rsidP="006D614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6D6148" w:rsidRPr="00165224" w:rsidRDefault="002D7C53" w:rsidP="006D6148">
      <w:pPr>
        <w:tabs>
          <w:tab w:val="left" w:pos="720"/>
        </w:tabs>
        <w:ind w:firstLine="720"/>
        <w:jc w:val="both"/>
      </w:pPr>
      <w:r>
        <w:lastRenderedPageBreak/>
        <w:t>VšĮ Plungės rajono savivaldybės ligoninės ir P</w:t>
      </w:r>
      <w:r w:rsidR="006D6148" w:rsidRPr="00165224">
        <w:t xml:space="preserve">lungės </w:t>
      </w:r>
      <w:r w:rsidR="006D6148">
        <w:t>rajono savivaldybės administracijos iniciatyva.</w:t>
      </w:r>
    </w:p>
    <w:p w:rsidR="006D6148" w:rsidRDefault="006D6148" w:rsidP="006D6148">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6D6148" w:rsidRDefault="006D6148" w:rsidP="006D6148">
      <w:pPr>
        <w:tabs>
          <w:tab w:val="left" w:pos="720"/>
        </w:tabs>
        <w:ind w:firstLine="720"/>
        <w:jc w:val="both"/>
        <w:rPr>
          <w:b/>
        </w:rPr>
      </w:pPr>
      <w:r>
        <w:rPr>
          <w:b/>
        </w:rPr>
        <w:t>-</w:t>
      </w:r>
    </w:p>
    <w:p w:rsidR="006D6148" w:rsidRDefault="006D6148" w:rsidP="006D6148">
      <w:pPr>
        <w:tabs>
          <w:tab w:val="left" w:pos="720"/>
        </w:tabs>
        <w:ind w:firstLine="720"/>
        <w:jc w:val="both"/>
        <w:rPr>
          <w:b/>
        </w:rPr>
      </w:pPr>
      <w:r>
        <w:rPr>
          <w:b/>
        </w:rPr>
        <w:t xml:space="preserve">10. Kam (institucijoms, skyriams, organizacijoms ir t. t.) patvirtintas sprendimas turi būti išsiųstas. </w:t>
      </w:r>
    </w:p>
    <w:p w:rsidR="006D6148" w:rsidRDefault="006D6148" w:rsidP="006D6148">
      <w:pPr>
        <w:tabs>
          <w:tab w:val="left" w:pos="1710"/>
        </w:tabs>
        <w:ind w:firstLine="720"/>
        <w:jc w:val="both"/>
        <w:rPr>
          <w:szCs w:val="24"/>
          <w:lang w:eastAsia="lt-LT"/>
        </w:rPr>
      </w:pPr>
      <w:r>
        <w:rPr>
          <w:szCs w:val="24"/>
          <w:lang w:eastAsia="lt-LT"/>
        </w:rPr>
        <w:t>Plungės rajono savivaldybės viešosioms ir biudžetinėms įstaigoms, kurių savininkė arba dalininkė yra Plungės rajono savivaldybės taryba.</w:t>
      </w:r>
    </w:p>
    <w:p w:rsidR="006D6148" w:rsidRDefault="006D6148" w:rsidP="006D614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D6148" w:rsidRDefault="006D6148" w:rsidP="006D6148">
      <w:pPr>
        <w:ind w:firstLine="720"/>
        <w:jc w:val="both"/>
        <w:rPr>
          <w:b/>
        </w:rPr>
      </w:pPr>
      <w:r>
        <w:t>Nėra.</w:t>
      </w:r>
    </w:p>
    <w:p w:rsidR="006D6148" w:rsidRPr="006B0A1C" w:rsidRDefault="006D6148" w:rsidP="006D61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6148" w:rsidRPr="007D4B69" w:rsidTr="00030C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D6148" w:rsidRPr="007D4B69" w:rsidRDefault="006D6148" w:rsidP="00030C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D6148" w:rsidRPr="007D4B69" w:rsidRDefault="006D6148" w:rsidP="00030C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D6148" w:rsidRPr="007D4B69" w:rsidTr="00030C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D6148" w:rsidRPr="007D4B69" w:rsidRDefault="006D6148" w:rsidP="00030C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b/>
                <w:kern w:val="1"/>
                <w:lang w:bidi="lo-LA"/>
              </w:rPr>
            </w:pPr>
            <w:r w:rsidRPr="007D4B69">
              <w:rPr>
                <w:rFonts w:eastAsia="Lucida Sans Unicode"/>
                <w:b/>
                <w:kern w:val="1"/>
              </w:rPr>
              <w:t>Neigiamas poveikis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506A9D">
            <w:pPr>
              <w:widowControl w:val="0"/>
              <w:jc w:val="center"/>
              <w:rPr>
                <w:rFonts w:eastAsia="Lucida Sans Unicode"/>
                <w:i/>
                <w:kern w:val="1"/>
                <w:lang w:bidi="lo-LA"/>
              </w:rPr>
            </w:pPr>
            <w:r w:rsidRPr="009110F3">
              <w:rPr>
                <w:rFonts w:eastAsia="Lucida Sans Unicode"/>
                <w:i/>
                <w:kern w:val="1"/>
                <w:lang w:bidi="lo-LA"/>
              </w:rPr>
              <w:t>Tikimasi užtikrinti reikalingų specialistų įdarbinimą Plungės r.</w:t>
            </w: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506A9D">
            <w:pPr>
              <w:widowControl w:val="0"/>
              <w:jc w:val="center"/>
              <w:rPr>
                <w:rFonts w:eastAsia="Lucida Sans Unicode"/>
                <w:i/>
                <w:kern w:val="1"/>
                <w:lang w:bidi="lo-LA"/>
              </w:rPr>
            </w:pPr>
            <w:r>
              <w:rPr>
                <w:rFonts w:eastAsia="Lucida Sans Unicode"/>
                <w:i/>
                <w:kern w:val="1"/>
                <w:lang w:bidi="lo-LA"/>
              </w:rPr>
              <w:t>Esant pakankamam viešųjų paslaugų spektrui, rajonas tampa patrauklesnis gyventojams kurtis ir gyventi rajone</w:t>
            </w: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bl>
    <w:p w:rsidR="006D6148" w:rsidRDefault="006D6148" w:rsidP="006D6148">
      <w:pPr>
        <w:widowControl w:val="0"/>
        <w:rPr>
          <w:rFonts w:eastAsia="Lucida Sans Unicode"/>
          <w:kern w:val="1"/>
          <w:lang w:bidi="lo-LA"/>
        </w:rPr>
      </w:pPr>
    </w:p>
    <w:p w:rsidR="006D6148" w:rsidRDefault="006D6148" w:rsidP="006D61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D6148" w:rsidRDefault="006D6148" w:rsidP="006D6148">
      <w:pPr>
        <w:widowControl w:val="0"/>
        <w:rPr>
          <w:rFonts w:eastAsia="Lucida Sans Unicode"/>
          <w:kern w:val="2"/>
        </w:rPr>
      </w:pPr>
    </w:p>
    <w:p w:rsidR="006D6148" w:rsidRDefault="006D6148" w:rsidP="006D6148">
      <w:pPr>
        <w:widowControl w:val="0"/>
        <w:rPr>
          <w:rFonts w:eastAsia="Lucida Sans Unicode"/>
          <w:kern w:val="2"/>
        </w:rPr>
      </w:pPr>
    </w:p>
    <w:p w:rsidR="006D6148" w:rsidRDefault="006D6148" w:rsidP="006D6148">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6D6148" w:rsidRDefault="006D6148" w:rsidP="006D6148">
      <w:pPr>
        <w:widowControl w:val="0"/>
      </w:pPr>
      <w:r w:rsidRPr="00A36E04">
        <w:rPr>
          <w:rFonts w:eastAsia="Lucida Sans Unicode" w:cs="Tahoma"/>
          <w:bCs/>
        </w:rPr>
        <w:t xml:space="preserve">Švietimo ir sporto skyriaus </w:t>
      </w:r>
      <w:r>
        <w:rPr>
          <w:rFonts w:eastAsia="Lucida Sans Unicode" w:cs="Tahoma"/>
          <w:bCs/>
        </w:rPr>
        <w:t>vyr</w:t>
      </w:r>
      <w:r w:rsidR="000319D7">
        <w:rPr>
          <w:rFonts w:eastAsia="Lucida Sans Unicode" w:cs="Tahoma"/>
          <w:bCs/>
        </w:rPr>
        <w:t>.</w:t>
      </w:r>
      <w:r>
        <w:rPr>
          <w:rFonts w:eastAsia="Lucida Sans Unicode" w:cs="Tahoma"/>
          <w:bCs/>
        </w:rPr>
        <w:t xml:space="preserve"> specialistė </w:t>
      </w:r>
      <w:r>
        <w:rPr>
          <w:rFonts w:eastAsia="Lucida Sans Unicode" w:cs="Tahoma"/>
          <w:bCs/>
        </w:rPr>
        <w:tab/>
      </w:r>
      <w:r>
        <w:rPr>
          <w:rFonts w:eastAsia="Lucida Sans Unicode" w:cs="Tahoma"/>
          <w:bCs/>
        </w:rPr>
        <w:tab/>
      </w:r>
      <w:r>
        <w:rPr>
          <w:rFonts w:eastAsia="Lucida Sans Unicode" w:cs="Tahoma"/>
          <w:bCs/>
        </w:rPr>
        <w:tab/>
        <w:t>Julija Čiuželienė</w:t>
      </w:r>
    </w:p>
    <w:p w:rsidR="006D6148" w:rsidRDefault="006D6148" w:rsidP="006D6148">
      <w:pPr>
        <w:rPr>
          <w:rFonts w:eastAsia="HG Mincho Light J"/>
        </w:rPr>
      </w:pPr>
    </w:p>
    <w:p w:rsidR="006D6148" w:rsidRDefault="006D6148" w:rsidP="006D6148"/>
    <w:p w:rsidR="006D6148" w:rsidRDefault="006D614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44C86" w:rsidRPr="00EE451F" w:rsidRDefault="00644C86">
      <w:pPr>
        <w:widowControl w:val="0"/>
        <w:rPr>
          <w:strike/>
          <w:snapToGrid w:val="0"/>
          <w:color w:val="FF0000"/>
        </w:rPr>
      </w:pPr>
    </w:p>
    <w:sectPr w:rsidR="00644C86" w:rsidRPr="00EE451F" w:rsidSect="00CF722F">
      <w:headerReference w:type="default" r:id="rId9"/>
      <w:pgSz w:w="11906" w:h="16838"/>
      <w:pgMar w:top="993"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C72" w:rsidRDefault="002B0C72">
      <w:pPr>
        <w:rPr>
          <w:lang w:eastAsia="lt-LT"/>
        </w:rPr>
      </w:pPr>
      <w:r>
        <w:rPr>
          <w:lang w:eastAsia="lt-LT"/>
        </w:rPr>
        <w:separator/>
      </w:r>
    </w:p>
  </w:endnote>
  <w:endnote w:type="continuationSeparator" w:id="0">
    <w:p w:rsidR="002B0C72" w:rsidRDefault="002B0C7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G Mincho Light J">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C72" w:rsidRDefault="002B0C72">
      <w:pPr>
        <w:rPr>
          <w:lang w:eastAsia="lt-LT"/>
        </w:rPr>
      </w:pPr>
      <w:r>
        <w:rPr>
          <w:lang w:eastAsia="lt-LT"/>
        </w:rPr>
        <w:separator/>
      </w:r>
    </w:p>
  </w:footnote>
  <w:footnote w:type="continuationSeparator" w:id="0">
    <w:p w:rsidR="002B0C72" w:rsidRDefault="002B0C7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C86" w:rsidRDefault="00644C86">
    <w:pPr>
      <w:tabs>
        <w:tab w:val="center" w:pos="4819"/>
        <w:tab w:val="right" w:pos="9638"/>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C86" w:rsidRDefault="00644C86">
    <w:pPr>
      <w:tabs>
        <w:tab w:val="center" w:pos="4819"/>
        <w:tab w:val="right" w:pos="9638"/>
      </w:tabs>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70C"/>
    <w:rsid w:val="000319D7"/>
    <w:rsid w:val="00031F95"/>
    <w:rsid w:val="000B61DD"/>
    <w:rsid w:val="000D1AF4"/>
    <w:rsid w:val="001108BC"/>
    <w:rsid w:val="001274F0"/>
    <w:rsid w:val="001A0CE7"/>
    <w:rsid w:val="001B1D58"/>
    <w:rsid w:val="001E127A"/>
    <w:rsid w:val="001E5EFC"/>
    <w:rsid w:val="00203949"/>
    <w:rsid w:val="00282612"/>
    <w:rsid w:val="00285225"/>
    <w:rsid w:val="00291808"/>
    <w:rsid w:val="00292594"/>
    <w:rsid w:val="002B0C72"/>
    <w:rsid w:val="002B2008"/>
    <w:rsid w:val="002C0DD4"/>
    <w:rsid w:val="002D7C53"/>
    <w:rsid w:val="003931B2"/>
    <w:rsid w:val="0039697C"/>
    <w:rsid w:val="003A07D5"/>
    <w:rsid w:val="003B4924"/>
    <w:rsid w:val="004069F3"/>
    <w:rsid w:val="004600BC"/>
    <w:rsid w:val="0047355F"/>
    <w:rsid w:val="0048270C"/>
    <w:rsid w:val="00486A00"/>
    <w:rsid w:val="004B36B7"/>
    <w:rsid w:val="004C376C"/>
    <w:rsid w:val="004D457F"/>
    <w:rsid w:val="00506A9D"/>
    <w:rsid w:val="0054766E"/>
    <w:rsid w:val="005D595C"/>
    <w:rsid w:val="005F5101"/>
    <w:rsid w:val="0060711C"/>
    <w:rsid w:val="006237C3"/>
    <w:rsid w:val="00644C86"/>
    <w:rsid w:val="006469C7"/>
    <w:rsid w:val="006627CC"/>
    <w:rsid w:val="00687063"/>
    <w:rsid w:val="00687E00"/>
    <w:rsid w:val="006D6148"/>
    <w:rsid w:val="00747235"/>
    <w:rsid w:val="00753AD1"/>
    <w:rsid w:val="007A1995"/>
    <w:rsid w:val="007B059C"/>
    <w:rsid w:val="007B2197"/>
    <w:rsid w:val="007E4731"/>
    <w:rsid w:val="008140E9"/>
    <w:rsid w:val="00873074"/>
    <w:rsid w:val="0087402D"/>
    <w:rsid w:val="008A500C"/>
    <w:rsid w:val="00902FFD"/>
    <w:rsid w:val="009110F3"/>
    <w:rsid w:val="00970352"/>
    <w:rsid w:val="00972A09"/>
    <w:rsid w:val="00993361"/>
    <w:rsid w:val="00996AA9"/>
    <w:rsid w:val="009A34E6"/>
    <w:rsid w:val="009A37A6"/>
    <w:rsid w:val="009B46E6"/>
    <w:rsid w:val="009B63FC"/>
    <w:rsid w:val="009C0567"/>
    <w:rsid w:val="009C4262"/>
    <w:rsid w:val="00A54BE7"/>
    <w:rsid w:val="00A77BFA"/>
    <w:rsid w:val="00AC7A9D"/>
    <w:rsid w:val="00B14598"/>
    <w:rsid w:val="00B35115"/>
    <w:rsid w:val="00B47B96"/>
    <w:rsid w:val="00B96EAB"/>
    <w:rsid w:val="00BE7E76"/>
    <w:rsid w:val="00C07ADD"/>
    <w:rsid w:val="00C147D0"/>
    <w:rsid w:val="00C31846"/>
    <w:rsid w:val="00C32AA5"/>
    <w:rsid w:val="00C3566C"/>
    <w:rsid w:val="00C61DF8"/>
    <w:rsid w:val="00CE02E6"/>
    <w:rsid w:val="00CF722F"/>
    <w:rsid w:val="00D63596"/>
    <w:rsid w:val="00D72785"/>
    <w:rsid w:val="00D8111E"/>
    <w:rsid w:val="00DA31E5"/>
    <w:rsid w:val="00DF6016"/>
    <w:rsid w:val="00E014B6"/>
    <w:rsid w:val="00E075D7"/>
    <w:rsid w:val="00E107C8"/>
    <w:rsid w:val="00E263A2"/>
    <w:rsid w:val="00E42156"/>
    <w:rsid w:val="00E56EBB"/>
    <w:rsid w:val="00E8482E"/>
    <w:rsid w:val="00E962A3"/>
    <w:rsid w:val="00ED61A7"/>
    <w:rsid w:val="00EE3A2D"/>
    <w:rsid w:val="00EE451F"/>
    <w:rsid w:val="00F4189F"/>
    <w:rsid w:val="00F53F58"/>
    <w:rsid w:val="00F63F5F"/>
    <w:rsid w:val="00F65608"/>
    <w:rsid w:val="00F741B9"/>
    <w:rsid w:val="00FD409B"/>
    <w:rsid w:val="00FE0F0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2AC246-A6E3-4000-9B81-9D408C33F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Debesliotekstas">
    <w:name w:val="Balloon Text"/>
    <w:basedOn w:val="prastasis"/>
    <w:link w:val="DebesliotekstasDiagrama"/>
    <w:semiHidden/>
    <w:unhideWhenUsed/>
    <w:rsid w:val="006627C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627CC"/>
    <w:rPr>
      <w:rFonts w:ascii="Segoe UI" w:hAnsi="Segoe UI" w:cs="Segoe UI"/>
      <w:sz w:val="18"/>
      <w:szCs w:val="18"/>
    </w:rPr>
  </w:style>
  <w:style w:type="paragraph" w:styleId="Porat">
    <w:name w:val="footer"/>
    <w:basedOn w:val="prastasis"/>
    <w:link w:val="PoratDiagrama"/>
    <w:unhideWhenUsed/>
    <w:rsid w:val="006627CC"/>
    <w:pPr>
      <w:tabs>
        <w:tab w:val="center" w:pos="4819"/>
        <w:tab w:val="right" w:pos="9638"/>
      </w:tabs>
    </w:pPr>
  </w:style>
  <w:style w:type="character" w:customStyle="1" w:styleId="PoratDiagrama">
    <w:name w:val="Poraštė Diagrama"/>
    <w:basedOn w:val="Numatytasispastraiposriftas"/>
    <w:link w:val="Porat"/>
    <w:rsid w:val="00662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E480D096-3530-4F0B-BFE1-6BDE23636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13237</Words>
  <Characters>7546</Characters>
  <Application>Microsoft Office Word</Application>
  <DocSecurity>0</DocSecurity>
  <Lines>62</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Irma Kvizikevičienė</cp:lastModifiedBy>
  <cp:revision>2</cp:revision>
  <cp:lastPrinted>2018-11-29T08:47:00Z</cp:lastPrinted>
  <dcterms:created xsi:type="dcterms:W3CDTF">2023-12-07T07:29:00Z</dcterms:created>
  <dcterms:modified xsi:type="dcterms:W3CDTF">2023-12-07T07:29:00Z</dcterms:modified>
</cp:coreProperties>
</file>