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3E90DD12" w14:textId="77777777" w:rsidR="00560219" w:rsidRDefault="00A7658D" w:rsidP="00560219">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E374AC">
        <w:rPr>
          <w:b/>
          <w:szCs w:val="24"/>
          <w:lang w:eastAsia="lt-LT"/>
        </w:rPr>
        <w:t>Dėl</w:t>
      </w:r>
      <w:r w:rsidR="001E73A8" w:rsidRPr="00E374AC">
        <w:rPr>
          <w:b/>
          <w:szCs w:val="24"/>
          <w:lang w:eastAsia="lt-LT"/>
        </w:rPr>
        <w:t xml:space="preserve"> </w:t>
      </w:r>
      <w:r w:rsidR="00560219" w:rsidRPr="0073137C">
        <w:rPr>
          <w:b/>
        </w:rPr>
        <w:t>žemės mokesčio tarifų nustatymo</w:t>
      </w:r>
    </w:p>
    <w:p w14:paraId="2E22747B" w14:textId="33F62FA8" w:rsidR="000008A0" w:rsidRDefault="00A7658D" w:rsidP="00560219">
      <w:pPr>
        <w:rPr>
          <w:szCs w:val="24"/>
          <w:shd w:val="clear" w:color="auto" w:fill="FFFFFF"/>
        </w:rPr>
      </w:pPr>
      <w:r>
        <w:rPr>
          <w:szCs w:val="24"/>
          <w:lang w:eastAsia="lt-LT"/>
        </w:rPr>
        <w:t>Teisės akto projekto tiesioginis rengėjas</w:t>
      </w:r>
      <w:r w:rsidR="009E0922">
        <w:rPr>
          <w:szCs w:val="24"/>
          <w:lang w:eastAsia="lt-LT"/>
        </w:rPr>
        <w:t xml:space="preserve">: </w:t>
      </w:r>
      <w:r w:rsidR="00560219">
        <w:rPr>
          <w:szCs w:val="24"/>
          <w:shd w:val="clear" w:color="auto" w:fill="FFFFFF"/>
        </w:rPr>
        <w:t xml:space="preserve">Finansų ir biudžeto skyriaus vyriausioji specialistė Milda </w:t>
      </w:r>
      <w:proofErr w:type="spellStart"/>
      <w:r w:rsidR="00560219">
        <w:rPr>
          <w:szCs w:val="24"/>
          <w:shd w:val="clear" w:color="auto" w:fill="FFFFFF"/>
        </w:rPr>
        <w:t>Šapalienė</w:t>
      </w:r>
      <w:proofErr w:type="spellEnd"/>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87E6791" w:rsidR="009C54AB" w:rsidRDefault="00753247"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D8B92C3" w:rsidR="00753247" w:rsidRDefault="00753247"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6E238855" w:rsidR="00753247" w:rsidRDefault="00560219"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0FC47D44" w:rsidR="00753247" w:rsidRDefault="00560219"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47B2F69" w:rsidR="00FC299C"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4EBDF3D5" w:rsidR="00FC299C" w:rsidRPr="00097F54"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75E32D" w14:textId="77777777" w:rsidR="00560219" w:rsidRDefault="00FC299C" w:rsidP="00FC299C">
            <w:pPr>
              <w:suppressAutoHyphens/>
              <w:textAlignment w:val="baseline"/>
              <w:rPr>
                <w:i/>
                <w:szCs w:val="24"/>
                <w:lang w:eastAsia="lt-LT"/>
              </w:rPr>
            </w:pPr>
            <w:r>
              <w:rPr>
                <w:i/>
                <w:szCs w:val="24"/>
                <w:lang w:eastAsia="lt-LT"/>
              </w:rPr>
              <w:t xml:space="preserve">9.1. </w:t>
            </w:r>
            <w:r w:rsidR="00560219" w:rsidRPr="00753247">
              <w:rPr>
                <w:bCs/>
                <w:i/>
              </w:rPr>
              <w:t>Kriterijus nėra teisės akto projekto reglamentavimo dalykas</w:t>
            </w:r>
            <w:r w:rsidR="00560219">
              <w:rPr>
                <w:i/>
                <w:szCs w:val="24"/>
                <w:lang w:eastAsia="lt-LT"/>
              </w:rPr>
              <w:t>;</w:t>
            </w:r>
          </w:p>
          <w:p w14:paraId="6AE5A1EE" w14:textId="5EDE126E" w:rsidR="00FC299C" w:rsidRDefault="00FC299C" w:rsidP="00FC299C">
            <w:pPr>
              <w:suppressAutoHyphens/>
              <w:textAlignment w:val="baseline"/>
              <w:rPr>
                <w:i/>
                <w:szCs w:val="24"/>
                <w:lang w:eastAsia="lt-LT"/>
              </w:rPr>
            </w:pPr>
            <w:r>
              <w:rPr>
                <w:i/>
                <w:szCs w:val="24"/>
                <w:lang w:eastAsia="lt-LT"/>
              </w:rPr>
              <w:t xml:space="preserve">9.2. </w:t>
            </w:r>
            <w:r w:rsidR="00F87214" w:rsidRPr="00753247">
              <w:rPr>
                <w:bCs/>
                <w:i/>
              </w:rPr>
              <w:t>Kriterijus nėra teisės akto projekto reglamentavimo dalykas</w:t>
            </w:r>
            <w:r>
              <w:rPr>
                <w:i/>
                <w:szCs w:val="24"/>
                <w:lang w:eastAsia="lt-LT"/>
              </w:rPr>
              <w:t>;</w:t>
            </w:r>
          </w:p>
          <w:p w14:paraId="459DEF72" w14:textId="77777777" w:rsidR="00560219" w:rsidRDefault="00FC299C" w:rsidP="00FC299C">
            <w:pPr>
              <w:suppressAutoHyphens/>
              <w:textAlignment w:val="baseline"/>
              <w:rPr>
                <w:i/>
                <w:szCs w:val="24"/>
                <w:lang w:eastAsia="lt-LT"/>
              </w:rPr>
            </w:pPr>
            <w:r>
              <w:rPr>
                <w:i/>
                <w:szCs w:val="24"/>
                <w:lang w:eastAsia="lt-LT"/>
              </w:rPr>
              <w:t xml:space="preserve">9.3. </w:t>
            </w:r>
            <w:r w:rsidR="00560219" w:rsidRPr="00753247">
              <w:rPr>
                <w:bCs/>
                <w:i/>
              </w:rPr>
              <w:t>Kriterijus nėra teisės akto projekto reglamentavimo dalykas</w:t>
            </w:r>
            <w:r w:rsidR="00560219">
              <w:rPr>
                <w:i/>
                <w:szCs w:val="24"/>
                <w:lang w:eastAsia="lt-LT"/>
              </w:rPr>
              <w:t>;</w:t>
            </w:r>
          </w:p>
          <w:p w14:paraId="07DE38C7" w14:textId="29EB5EBB" w:rsidR="00FC299C" w:rsidRDefault="00FC299C" w:rsidP="00FC299C">
            <w:pPr>
              <w:suppressAutoHyphens/>
              <w:textAlignment w:val="baseline"/>
              <w:rPr>
                <w:bCs/>
                <w:i/>
              </w:rPr>
            </w:pPr>
            <w:r>
              <w:rPr>
                <w:i/>
                <w:szCs w:val="24"/>
                <w:lang w:eastAsia="lt-LT"/>
              </w:rPr>
              <w:t xml:space="preserve">9.4. </w:t>
            </w:r>
            <w:r w:rsidR="0023002C" w:rsidRPr="00753247">
              <w:rPr>
                <w:bCs/>
                <w:i/>
              </w:rPr>
              <w:t>Kriterijus nėra teisės akto projekto reglamentavimo dalykas</w:t>
            </w:r>
            <w:r>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39FDDC40" w:rsidR="00FC299C" w:rsidRDefault="00FC299C" w:rsidP="00FC299C">
            <w:pPr>
              <w:suppressAutoHyphens/>
              <w:textAlignment w:val="baseline"/>
              <w:rPr>
                <w:i/>
                <w:szCs w:val="24"/>
                <w:lang w:eastAsia="lt-LT"/>
              </w:rPr>
            </w:pPr>
            <w:r>
              <w:rPr>
                <w:bCs/>
                <w:i/>
              </w:rPr>
              <w:t xml:space="preserve">9.6. </w:t>
            </w:r>
            <w:r w:rsidR="00560219" w:rsidRPr="00753247">
              <w:rPr>
                <w:bCs/>
                <w:i/>
              </w:rPr>
              <w:t>Kriterijus nėra teisės akto projekto reglamentavimo dalykas</w:t>
            </w:r>
            <w:r w:rsidR="00560219">
              <w:rPr>
                <w:i/>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27EE91B2" w:rsidR="00FC299C"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BAC997F" w:rsidR="00FC299C" w:rsidRPr="00D3047F" w:rsidRDefault="00560219"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70AA18E2" w:rsidR="00FC299C" w:rsidRPr="00B547CB"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1DE6F8B0" w:rsidR="00FC299C"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35141837" w:rsidR="00FC299C" w:rsidRPr="004218E3" w:rsidRDefault="00560219" w:rsidP="00FC299C">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4568652" w:rsidR="00FC299C" w:rsidRDefault="00560219" w:rsidP="00FC299C">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7A68710E" w:rsidR="00FC299C" w:rsidRPr="006F27B1" w:rsidRDefault="00560219" w:rsidP="00FC299C">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FC299C" w:rsidRPr="003979A3" w:rsidRDefault="00FC299C"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75A6AED5" w:rsidR="00FC299C" w:rsidRPr="003979A3" w:rsidRDefault="00715FC5" w:rsidP="00FC299C">
            <w:pPr>
              <w:suppressAutoHyphens/>
              <w:textAlignment w:val="baseline"/>
              <w:rPr>
                <w:szCs w:val="24"/>
                <w:lang w:eastAsia="lt-LT"/>
              </w:rPr>
            </w:pPr>
            <w:r>
              <w:rPr>
                <w:bCs/>
              </w:rPr>
              <w:t>Kriterijų atitinka</w:t>
            </w:r>
            <w:bookmarkStart w:id="0" w:name="_GoBack"/>
            <w:bookmarkEnd w:id="0"/>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2D6EFE98" w:rsidR="00FC299C" w:rsidRDefault="00560219" w:rsidP="00FC299C">
            <w:pPr>
              <w:suppressAutoHyphens/>
              <w:textAlignment w:val="baseline"/>
              <w:rPr>
                <w:szCs w:val="24"/>
                <w:lang w:eastAsia="lt-LT"/>
              </w:rPr>
            </w:pPr>
            <w:r>
              <w:rPr>
                <w:szCs w:val="24"/>
                <w:shd w:val="clear" w:color="auto" w:fill="FFFFFF"/>
              </w:rPr>
              <w:t xml:space="preserve">Finansų ir biudžeto skyriaus vyriausioji specialistė Milda </w:t>
            </w:r>
            <w:proofErr w:type="spellStart"/>
            <w:r>
              <w:rPr>
                <w:szCs w:val="24"/>
                <w:shd w:val="clear" w:color="auto" w:fill="FFFFFF"/>
              </w:rPr>
              <w:t>Šapalienė</w:t>
            </w:r>
            <w:proofErr w:type="spellEnd"/>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72A351CE" w:rsidR="00FC299C" w:rsidRDefault="00560219" w:rsidP="00FC299C">
            <w:pPr>
              <w:suppressAutoHyphens/>
              <w:textAlignment w:val="baseline"/>
              <w:rPr>
                <w:szCs w:val="24"/>
                <w:lang w:eastAsia="lt-LT"/>
              </w:rPr>
            </w:pPr>
            <w:r>
              <w:rPr>
                <w:szCs w:val="24"/>
                <w:lang w:eastAsia="lt-LT"/>
              </w:rPr>
              <w:t>Švietimo ir sporto skyriaus vedėjas Gintautas Rimeikis</w:t>
            </w:r>
            <w:r w:rsidR="00FC299C">
              <w:rPr>
                <w:szCs w:val="24"/>
                <w:lang w:eastAsia="lt-LT"/>
              </w:rPr>
              <w:t xml:space="preserve">               </w:t>
            </w:r>
          </w:p>
        </w:tc>
      </w:tr>
      <w:tr w:rsidR="00FC299C" w14:paraId="0560FEE0" w14:textId="77777777" w:rsidTr="000E5A54">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0C56F6A9" w14:textId="7F415E3C"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7F416A69" w14:textId="066C2E85"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FC299C" w:rsidRDefault="00FC299C" w:rsidP="00FC299C">
            <w:pPr>
              <w:suppressAutoHyphens/>
              <w:ind w:left="-11" w:firstLine="64"/>
              <w:textAlignment w:val="baseline"/>
              <w:rPr>
                <w:szCs w:val="24"/>
                <w:lang w:eastAsia="lt-LT"/>
              </w:rPr>
            </w:pPr>
            <w:r>
              <w:rPr>
                <w:szCs w:val="24"/>
                <w:lang w:eastAsia="lt-LT"/>
              </w:rPr>
              <w:t xml:space="preserve">     (parašas)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3E43C" w14:textId="77777777" w:rsidR="00023AA7" w:rsidRDefault="00023AA7">
      <w:pPr>
        <w:rPr>
          <w:lang w:eastAsia="lt-LT"/>
        </w:rPr>
      </w:pPr>
      <w:r>
        <w:rPr>
          <w:lang w:eastAsia="lt-LT"/>
        </w:rPr>
        <w:separator/>
      </w:r>
    </w:p>
  </w:endnote>
  <w:endnote w:type="continuationSeparator" w:id="0">
    <w:p w14:paraId="5F77FA56" w14:textId="77777777" w:rsidR="00023AA7" w:rsidRDefault="00023AA7">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53E2C" w14:textId="77777777" w:rsidR="00023AA7" w:rsidRDefault="00023AA7">
      <w:pPr>
        <w:rPr>
          <w:lang w:eastAsia="lt-LT"/>
        </w:rPr>
      </w:pPr>
      <w:r>
        <w:rPr>
          <w:lang w:eastAsia="lt-LT"/>
        </w:rPr>
        <w:separator/>
      </w:r>
    </w:p>
  </w:footnote>
  <w:footnote w:type="continuationSeparator" w:id="0">
    <w:p w14:paraId="358A2F77" w14:textId="77777777" w:rsidR="00023AA7" w:rsidRDefault="00023AA7">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31A70148" w:rsidR="009C54AB" w:rsidRDefault="00A7658D">
    <w:pPr>
      <w:pStyle w:val="Antrats"/>
      <w:jc w:val="center"/>
    </w:pPr>
    <w:r>
      <w:fldChar w:fldCharType="begin"/>
    </w:r>
    <w:r>
      <w:instrText>PAGE   \* MERGEFORMAT</w:instrText>
    </w:r>
    <w:r>
      <w:fldChar w:fldCharType="separate"/>
    </w:r>
    <w:r w:rsidR="00715FC5">
      <w:rPr>
        <w:noProof/>
      </w:rPr>
      <w:t>4</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23AA7"/>
    <w:rsid w:val="0003462D"/>
    <w:rsid w:val="00036500"/>
    <w:rsid w:val="000549CA"/>
    <w:rsid w:val="00097F54"/>
    <w:rsid w:val="000A27BA"/>
    <w:rsid w:val="000A2B42"/>
    <w:rsid w:val="000D2406"/>
    <w:rsid w:val="000E5A54"/>
    <w:rsid w:val="00100217"/>
    <w:rsid w:val="00101F43"/>
    <w:rsid w:val="00120339"/>
    <w:rsid w:val="0016235F"/>
    <w:rsid w:val="001804C5"/>
    <w:rsid w:val="001E2686"/>
    <w:rsid w:val="001E73A8"/>
    <w:rsid w:val="001F23D4"/>
    <w:rsid w:val="002017AA"/>
    <w:rsid w:val="0023002C"/>
    <w:rsid w:val="00260BE5"/>
    <w:rsid w:val="00274562"/>
    <w:rsid w:val="00284137"/>
    <w:rsid w:val="002B7E56"/>
    <w:rsid w:val="002F213C"/>
    <w:rsid w:val="00323063"/>
    <w:rsid w:val="00334F8D"/>
    <w:rsid w:val="00337259"/>
    <w:rsid w:val="003500D7"/>
    <w:rsid w:val="00372118"/>
    <w:rsid w:val="00381A7E"/>
    <w:rsid w:val="00391A07"/>
    <w:rsid w:val="003979A3"/>
    <w:rsid w:val="003C144E"/>
    <w:rsid w:val="004218E3"/>
    <w:rsid w:val="004968F7"/>
    <w:rsid w:val="004C5438"/>
    <w:rsid w:val="004C66E7"/>
    <w:rsid w:val="004E5369"/>
    <w:rsid w:val="0052334A"/>
    <w:rsid w:val="00560219"/>
    <w:rsid w:val="00597F72"/>
    <w:rsid w:val="005D6B9D"/>
    <w:rsid w:val="0060304D"/>
    <w:rsid w:val="006908FE"/>
    <w:rsid w:val="006D7AAF"/>
    <w:rsid w:val="006F27B1"/>
    <w:rsid w:val="00715FC5"/>
    <w:rsid w:val="0073137C"/>
    <w:rsid w:val="00753247"/>
    <w:rsid w:val="00777689"/>
    <w:rsid w:val="00810194"/>
    <w:rsid w:val="00824858"/>
    <w:rsid w:val="00866251"/>
    <w:rsid w:val="00897DE1"/>
    <w:rsid w:val="008A4EB8"/>
    <w:rsid w:val="008D3662"/>
    <w:rsid w:val="008D4458"/>
    <w:rsid w:val="008E16E6"/>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B7893"/>
    <w:rsid w:val="00AC66D5"/>
    <w:rsid w:val="00AF535D"/>
    <w:rsid w:val="00B04622"/>
    <w:rsid w:val="00B10517"/>
    <w:rsid w:val="00B11E2A"/>
    <w:rsid w:val="00B239CE"/>
    <w:rsid w:val="00B547CB"/>
    <w:rsid w:val="00BA06AD"/>
    <w:rsid w:val="00BA3D1B"/>
    <w:rsid w:val="00BA4377"/>
    <w:rsid w:val="00BB77AF"/>
    <w:rsid w:val="00BC374B"/>
    <w:rsid w:val="00C0074B"/>
    <w:rsid w:val="00C12E47"/>
    <w:rsid w:val="00C624AF"/>
    <w:rsid w:val="00C8560D"/>
    <w:rsid w:val="00CA1D6B"/>
    <w:rsid w:val="00CC71BA"/>
    <w:rsid w:val="00CD7DC9"/>
    <w:rsid w:val="00D034C6"/>
    <w:rsid w:val="00D0787A"/>
    <w:rsid w:val="00D26847"/>
    <w:rsid w:val="00D3047F"/>
    <w:rsid w:val="00D93799"/>
    <w:rsid w:val="00D9431D"/>
    <w:rsid w:val="00DB0BB6"/>
    <w:rsid w:val="00DF13AA"/>
    <w:rsid w:val="00E166A8"/>
    <w:rsid w:val="00E24822"/>
    <w:rsid w:val="00E31E04"/>
    <w:rsid w:val="00E374AC"/>
    <w:rsid w:val="00E82D0C"/>
    <w:rsid w:val="00EE77F0"/>
    <w:rsid w:val="00EF68AD"/>
    <w:rsid w:val="00F05DAF"/>
    <w:rsid w:val="00F400FF"/>
    <w:rsid w:val="00F51AA0"/>
    <w:rsid w:val="00F860F8"/>
    <w:rsid w:val="00F87214"/>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A0294-5A79-4626-B3FE-03B0890D8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4814</Words>
  <Characters>2745</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11</cp:revision>
  <cp:lastPrinted>2022-09-14T10:44:00Z</cp:lastPrinted>
  <dcterms:created xsi:type="dcterms:W3CDTF">2023-05-03T12:55:00Z</dcterms:created>
  <dcterms:modified xsi:type="dcterms:W3CDTF">2023-06-02T12:22:00Z</dcterms:modified>
</cp:coreProperties>
</file>