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C8" w:rsidRDefault="00EB71E3" w:rsidP="001E4CC2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2B75E20E" wp14:editId="646DF28C">
            <wp:simplePos x="0" y="0"/>
            <wp:positionH relativeFrom="column">
              <wp:posOffset>2689860</wp:posOffset>
            </wp:positionH>
            <wp:positionV relativeFrom="paragraph">
              <wp:posOffset>-294005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4CC2" w:rsidRPr="001E4CC2">
        <w:rPr>
          <w:b/>
          <w:sz w:val="28"/>
        </w:rPr>
        <w:t xml:space="preserve">PLUNGĖS RAJONO SAVIVALDYBĖS </w:t>
      </w:r>
      <w:r w:rsidR="001E4CC2" w:rsidRPr="001E4CC2">
        <w:rPr>
          <w:b/>
          <w:sz w:val="28"/>
        </w:rPr>
        <w:br/>
        <w:t>TARYBA</w:t>
      </w:r>
    </w:p>
    <w:p w:rsidR="004C621B" w:rsidRPr="001E4CC2" w:rsidRDefault="004C621B" w:rsidP="001E4CC2">
      <w:pPr>
        <w:ind w:firstLine="0"/>
        <w:jc w:val="center"/>
        <w:rPr>
          <w:b/>
        </w:rPr>
      </w:pPr>
    </w:p>
    <w:p w:rsidR="001E4CC2" w:rsidRDefault="001E4CC2" w:rsidP="001E4C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C14522" w:rsidRPr="00AB5822" w:rsidRDefault="00C14522" w:rsidP="00C14522">
      <w:pPr>
        <w:ind w:firstLine="0"/>
        <w:jc w:val="center"/>
      </w:pPr>
      <w:r w:rsidRPr="00AB5822">
        <w:rPr>
          <w:rStyle w:val="Komentaronuoroda"/>
          <w:b/>
          <w:sz w:val="28"/>
        </w:rPr>
        <w:t xml:space="preserve">DĖL </w:t>
      </w:r>
      <w:r w:rsidR="001E7AA1">
        <w:rPr>
          <w:rStyle w:val="Komentaronuoroda"/>
          <w:b/>
          <w:sz w:val="28"/>
        </w:rPr>
        <w:t>PAVEDIMO PLUNGĖS RAJONO SAVIVALDYBĖS MERUI VYKDYTI ĮGALIOJIMUS, PRISKIRTUS PAPRASTĄJAI SAVIVALDYBĖS TARYBOS KOMPETENCIJAI</w:t>
      </w:r>
    </w:p>
    <w:p w:rsidR="001E4CC2" w:rsidRDefault="001E4CC2" w:rsidP="001E4CC2">
      <w:pPr>
        <w:ind w:firstLine="0"/>
        <w:jc w:val="center"/>
        <w:rPr>
          <w:rStyle w:val="Komentaronuoroda"/>
          <w:b/>
          <w:sz w:val="28"/>
        </w:rPr>
      </w:pPr>
    </w:p>
    <w:p w:rsidR="001E4CC2" w:rsidRDefault="00C52854" w:rsidP="001E4C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 xml:space="preserve">2023 m. </w:t>
      </w:r>
      <w:r w:rsidR="00425290" w:rsidRPr="00425290">
        <w:rPr>
          <w:rStyle w:val="Komentaronuoroda"/>
          <w:sz w:val="24"/>
          <w:szCs w:val="24"/>
        </w:rPr>
        <w:t>gegužės 18</w:t>
      </w:r>
      <w:r w:rsidR="003D55A7" w:rsidRPr="003D55A7">
        <w:rPr>
          <w:rStyle w:val="Komentaronuoroda"/>
          <w:sz w:val="24"/>
          <w:szCs w:val="24"/>
        </w:rPr>
        <w:t xml:space="preserve"> d. Nr.</w:t>
      </w:r>
      <w:r w:rsidR="004C621B">
        <w:rPr>
          <w:rStyle w:val="Komentaronuoroda"/>
          <w:sz w:val="24"/>
          <w:szCs w:val="24"/>
        </w:rPr>
        <w:t xml:space="preserve"> T1-</w:t>
      </w:r>
      <w:r w:rsidR="00871E12">
        <w:rPr>
          <w:rStyle w:val="Komentaronuoroda"/>
          <w:sz w:val="24"/>
          <w:szCs w:val="24"/>
        </w:rPr>
        <w:t>143</w:t>
      </w:r>
    </w:p>
    <w:p w:rsidR="001E4CC2" w:rsidRDefault="001E4CC2" w:rsidP="001E4CC2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3D55A7" w:rsidRDefault="003D55A7" w:rsidP="001E4CC2">
      <w:pPr>
        <w:ind w:firstLine="0"/>
        <w:jc w:val="center"/>
        <w:rPr>
          <w:rStyle w:val="Komentaronuoroda"/>
          <w:sz w:val="24"/>
        </w:rPr>
      </w:pPr>
    </w:p>
    <w:p w:rsidR="00C52854" w:rsidRDefault="00C52854" w:rsidP="00C52854">
      <w:pPr>
        <w:tabs>
          <w:tab w:val="left" w:pos="255"/>
        </w:tabs>
      </w:pPr>
      <w:r>
        <w:t xml:space="preserve">Vadovaudamasi </w:t>
      </w:r>
      <w:r>
        <w:rPr>
          <w:rFonts w:cs="Arial Unicode MS"/>
          <w:szCs w:val="24"/>
          <w:lang w:eastAsia="lt-LT" w:bidi="lo-LA"/>
        </w:rPr>
        <w:t xml:space="preserve">Lietuvos Respublikos </w:t>
      </w:r>
      <w:bookmarkStart w:id="0" w:name="_Hlk132204930"/>
      <w:r>
        <w:rPr>
          <w:rFonts w:cs="Arial Unicode MS"/>
          <w:szCs w:val="24"/>
          <w:lang w:eastAsia="lt-LT" w:bidi="lo-LA"/>
        </w:rPr>
        <w:t xml:space="preserve">vietos savivaldos </w:t>
      </w:r>
      <w:r w:rsidRPr="00BC3BF7">
        <w:rPr>
          <w:rFonts w:cs="Arial Unicode MS"/>
          <w:szCs w:val="24"/>
          <w:lang w:eastAsia="lt-LT" w:bidi="lo-LA"/>
        </w:rPr>
        <w:t xml:space="preserve">įstatymo </w:t>
      </w:r>
      <w:r w:rsidR="00A73E76" w:rsidRPr="00BC3BF7">
        <w:t xml:space="preserve">15 straipsnio </w:t>
      </w:r>
      <w:r w:rsidR="001E7AA1">
        <w:t>7</w:t>
      </w:r>
      <w:r w:rsidR="00A73E76" w:rsidRPr="00BC3BF7">
        <w:t xml:space="preserve"> dali</w:t>
      </w:r>
      <w:r w:rsidR="001E7AA1">
        <w:t>mi</w:t>
      </w:r>
      <w:r w:rsidR="00A73E76" w:rsidRPr="00BC3BF7">
        <w:t xml:space="preserve"> </w:t>
      </w:r>
      <w:bookmarkEnd w:id="0"/>
      <w:r w:rsidR="00A73E76" w:rsidRPr="00BC3BF7">
        <w:rPr>
          <w:szCs w:val="24"/>
        </w:rPr>
        <w:t xml:space="preserve">bei </w:t>
      </w:r>
      <w:r w:rsidR="00A73E76" w:rsidRPr="00BC3BF7">
        <w:t>Plungės rajono savivaldybės</w:t>
      </w:r>
      <w:r w:rsidR="00A73E76">
        <w:t xml:space="preserve"> tarybos veiklos reglamento, patvirtinto </w:t>
      </w:r>
      <w:r w:rsidR="00A73E76">
        <w:rPr>
          <w:szCs w:val="24"/>
        </w:rPr>
        <w:t>Plungės rajono savivaldybės tarybos 2023 m. kovo 30 d. sprendimu Nr. T1-</w:t>
      </w:r>
      <w:r w:rsidR="00B2655C">
        <w:rPr>
          <w:szCs w:val="24"/>
        </w:rPr>
        <w:t>71</w:t>
      </w:r>
      <w:r w:rsidR="00A73E76">
        <w:rPr>
          <w:szCs w:val="24"/>
        </w:rPr>
        <w:t xml:space="preserve"> „Dėl</w:t>
      </w:r>
      <w:r w:rsidR="00A73E76">
        <w:t xml:space="preserve"> Plungės rajono savivaldybės tarybos veiklos reglamento patvirtinimo</w:t>
      </w:r>
      <w:r w:rsidR="003B460D" w:rsidRPr="00987301">
        <w:rPr>
          <w:szCs w:val="24"/>
        </w:rPr>
        <w:t xml:space="preserve"> </w:t>
      </w:r>
      <w:r w:rsidR="00C41D06">
        <w:rPr>
          <w:szCs w:val="24"/>
        </w:rPr>
        <w:t xml:space="preserve">8.2. </w:t>
      </w:r>
      <w:r w:rsidR="00A73E76" w:rsidRPr="00987301">
        <w:rPr>
          <w:szCs w:val="24"/>
        </w:rPr>
        <w:t xml:space="preserve"> </w:t>
      </w:r>
      <w:r w:rsidR="00C41D06">
        <w:rPr>
          <w:szCs w:val="24"/>
        </w:rPr>
        <w:t>papunkčiu</w:t>
      </w:r>
      <w:r w:rsidR="00A73E76" w:rsidRPr="00987301">
        <w:rPr>
          <w:szCs w:val="24"/>
        </w:rPr>
        <w:t>,</w:t>
      </w:r>
      <w:r>
        <w:t xml:space="preserve"> </w:t>
      </w:r>
      <w:r w:rsidRPr="00246EAB">
        <w:t>Plungės rajono</w:t>
      </w:r>
      <w:r w:rsidRPr="003767F5">
        <w:rPr>
          <w:b/>
        </w:rPr>
        <w:t xml:space="preserve"> </w:t>
      </w:r>
      <w:r>
        <w:t xml:space="preserve">savivaldybės taryba n u s p r e n d ž i a: </w:t>
      </w:r>
    </w:p>
    <w:p w:rsidR="006F00AB" w:rsidRDefault="00AE47DC" w:rsidP="00AE47DC">
      <w:r>
        <w:t>1</w:t>
      </w:r>
      <w:r w:rsidR="00C41D06">
        <w:t>.</w:t>
      </w:r>
      <w:r w:rsidR="00C41D06" w:rsidRPr="00C41D06">
        <w:rPr>
          <w:szCs w:val="24"/>
          <w:lang w:eastAsia="lt-LT" w:bidi="lo-LA"/>
        </w:rPr>
        <w:t xml:space="preserve"> </w:t>
      </w:r>
      <w:r w:rsidR="00C41D06">
        <w:rPr>
          <w:szCs w:val="24"/>
          <w:lang w:eastAsia="lt-LT" w:bidi="lo-LA"/>
        </w:rPr>
        <w:t>P</w:t>
      </w:r>
      <w:r w:rsidR="00C41D06" w:rsidRPr="002A78DA">
        <w:rPr>
          <w:szCs w:val="24"/>
          <w:lang w:eastAsia="lt-LT" w:bidi="lo-LA"/>
        </w:rPr>
        <w:t xml:space="preserve">avesti vykdyti </w:t>
      </w:r>
      <w:r w:rsidR="00C41D06">
        <w:rPr>
          <w:szCs w:val="24"/>
          <w:lang w:eastAsia="lt-LT" w:bidi="lo-LA"/>
        </w:rPr>
        <w:t>Plungės rajono savivaldybės merui</w:t>
      </w:r>
      <w:r w:rsidR="00C41D06" w:rsidRPr="00C41D06">
        <w:rPr>
          <w:szCs w:val="24"/>
          <w:lang w:eastAsia="lt-LT" w:bidi="lo-LA"/>
        </w:rPr>
        <w:t xml:space="preserve"> </w:t>
      </w:r>
      <w:r w:rsidR="00C41D06">
        <w:rPr>
          <w:szCs w:val="24"/>
          <w:lang w:eastAsia="lt-LT" w:bidi="lo-LA"/>
        </w:rPr>
        <w:t>šiuos</w:t>
      </w:r>
      <w:r w:rsidR="00C41D06" w:rsidRPr="002A78DA">
        <w:rPr>
          <w:szCs w:val="24"/>
          <w:lang w:eastAsia="lt-LT" w:bidi="lo-LA"/>
        </w:rPr>
        <w:t xml:space="preserve"> įgaliojimus,</w:t>
      </w:r>
      <w:r w:rsidR="00C41D06">
        <w:rPr>
          <w:szCs w:val="24"/>
          <w:lang w:eastAsia="lt-LT" w:bidi="lo-LA"/>
        </w:rPr>
        <w:t xml:space="preserve"> Vietos savivaldos </w:t>
      </w:r>
      <w:r w:rsidR="00C41D06" w:rsidRPr="002A78DA">
        <w:rPr>
          <w:szCs w:val="24"/>
          <w:lang w:eastAsia="lt-LT" w:bidi="lo-LA"/>
        </w:rPr>
        <w:t xml:space="preserve"> </w:t>
      </w:r>
      <w:r w:rsidR="00C41D06">
        <w:rPr>
          <w:szCs w:val="24"/>
          <w:lang w:eastAsia="lt-LT" w:bidi="lo-LA"/>
        </w:rPr>
        <w:t>į</w:t>
      </w:r>
      <w:r w:rsidR="00C41D06" w:rsidRPr="002A78DA">
        <w:rPr>
          <w:szCs w:val="24"/>
          <w:lang w:eastAsia="lt-LT" w:bidi="lo-LA"/>
        </w:rPr>
        <w:t>statyme priskirtus Savivaldybės tarybos paprastajai kompetencijai</w:t>
      </w:r>
      <w:r>
        <w:t xml:space="preserve">: </w:t>
      </w:r>
    </w:p>
    <w:p w:rsidR="006F00AB" w:rsidRDefault="006F00AB" w:rsidP="00AE47DC">
      <w:r>
        <w:t>1.1</w:t>
      </w:r>
      <w:r w:rsidR="006B2F90">
        <w:t>.</w:t>
      </w:r>
      <w:r>
        <w:t xml:space="preserve"> </w:t>
      </w:r>
      <w:r w:rsidR="00A36821" w:rsidRPr="00A36821">
        <w:t>savivaldybės biudžetinių įstaigų metinių ataskaitų rinkinių tvirtinimas;</w:t>
      </w:r>
    </w:p>
    <w:p w:rsidR="00786211" w:rsidRDefault="006F00AB" w:rsidP="00786211">
      <w:r>
        <w:t xml:space="preserve">1.2. </w:t>
      </w:r>
      <w:r w:rsidR="00A36821" w:rsidRPr="00A36821">
        <w:t>viešųjų įstaigų (kurių savininkė yra savivaldybė) kolegialių organų sudarymas, kai tai numatyta viešosios įstaigos įstatuose;</w:t>
      </w:r>
    </w:p>
    <w:p w:rsidR="006F00AB" w:rsidRDefault="006F00AB" w:rsidP="00AE47DC">
      <w:r>
        <w:t xml:space="preserve">1.3. </w:t>
      </w:r>
      <w:r w:rsidR="00A36821" w:rsidRPr="00A36821">
        <w:t>viešųjų įstaigų (kurių savininkė yra savivaldybė) metinių ataskaitų rinkinių tvirtinimas;</w:t>
      </w:r>
    </w:p>
    <w:p w:rsidR="00786211" w:rsidRPr="00AE47DC" w:rsidRDefault="006F00AB" w:rsidP="00786211">
      <w:pPr>
        <w:rPr>
          <w:color w:val="FF0000"/>
        </w:rPr>
      </w:pPr>
      <w:r>
        <w:t xml:space="preserve">1.4. </w:t>
      </w:r>
      <w:r w:rsidR="00A36821" w:rsidRPr="00A36821">
        <w:t>viešųjų įstaigų (kurių savininkė yra savivaldybė) vidaus kontrolės tvarkos nustatymas;</w:t>
      </w:r>
    </w:p>
    <w:p w:rsidR="00A36821" w:rsidRDefault="006F00AB" w:rsidP="003F2ED8">
      <w:r>
        <w:t>1.5.</w:t>
      </w:r>
      <w:r w:rsidR="00A36821">
        <w:t xml:space="preserve"> </w:t>
      </w:r>
      <w:r w:rsidR="00A36821" w:rsidRPr="00A36821">
        <w:t>savivaldybės valdomų įmonių metinių finansinių ataskaitų rinkinių, metinių pranešimų ir (ar) veiklos ataskaitų tvirtinimas;</w:t>
      </w:r>
      <w:bookmarkStart w:id="1" w:name="_GoBack"/>
      <w:bookmarkEnd w:id="1"/>
    </w:p>
    <w:p w:rsidR="00A36821" w:rsidRDefault="00A36821" w:rsidP="003F2ED8">
      <w:r>
        <w:t xml:space="preserve">1.6. </w:t>
      </w:r>
      <w:r w:rsidRPr="00A36821">
        <w:t>sprendimų dėl valstybės socialinių ir ekonominių programų tikslinių lėšų, kitų valstybės fondų lėšų ir materialiojo turto paskirstymo biudžetinėms įstaigoms priėmimas;</w:t>
      </w:r>
    </w:p>
    <w:p w:rsidR="00A36821" w:rsidRDefault="00A36821" w:rsidP="003F2ED8">
      <w:r>
        <w:t xml:space="preserve">1.7. </w:t>
      </w:r>
      <w:r w:rsidRPr="00A36821">
        <w:t>savivaldybės ir vietovės lygmens specialiojo teritorijų planavimo dokumentų tvirtinimas, išskyrus įstatymų nustatytus atvejus;</w:t>
      </w:r>
    </w:p>
    <w:p w:rsidR="003F2ED8" w:rsidRPr="00AE47DC" w:rsidRDefault="00A36821" w:rsidP="003F2ED8">
      <w:pPr>
        <w:rPr>
          <w:color w:val="FF0000"/>
        </w:rPr>
      </w:pPr>
      <w:r>
        <w:t>1.8.</w:t>
      </w:r>
      <w:r w:rsidR="006F00AB">
        <w:t xml:space="preserve"> </w:t>
      </w:r>
      <w:r w:rsidRPr="00A36821">
        <w:t>sprendimų dėl žemės sklypų pagrindinės žemės naudojimo paskirties ir (ar) būdo keitimo priėmimas.</w:t>
      </w:r>
    </w:p>
    <w:p w:rsidR="00AE47DC" w:rsidRDefault="00F57F68" w:rsidP="00AE47DC">
      <w:pPr>
        <w:rPr>
          <w:szCs w:val="24"/>
          <w:lang w:eastAsia="lt-LT" w:bidi="lo-LA"/>
        </w:rPr>
      </w:pPr>
      <w:r>
        <w:t>2</w:t>
      </w:r>
      <w:r w:rsidR="00AE47DC">
        <w:t xml:space="preserve">. </w:t>
      </w:r>
      <w:r w:rsidR="00C41D06">
        <w:t>Nustatyti, kad j</w:t>
      </w:r>
      <w:r w:rsidR="00C41D06" w:rsidRPr="002A78DA">
        <w:rPr>
          <w:szCs w:val="24"/>
          <w:lang w:eastAsia="lt-LT" w:bidi="lo-LA"/>
        </w:rPr>
        <w:t>eigu meras dėl viešųjų ir privačių interesų konflikto negali vykdyti Įstatyme nustatytų ir Savivaldybės tarybos jai perduotų įgaliojimų, šiuos įgaliojimus vykdo Savivaldybės taryba.</w:t>
      </w:r>
    </w:p>
    <w:p w:rsidR="00A36821" w:rsidRDefault="00A36821" w:rsidP="00AE47DC">
      <w:pPr>
        <w:rPr>
          <w:szCs w:val="24"/>
          <w:lang w:eastAsia="lt-LT" w:bidi="lo-LA"/>
        </w:rPr>
      </w:pPr>
      <w:r>
        <w:rPr>
          <w:szCs w:val="24"/>
          <w:lang w:eastAsia="lt-LT" w:bidi="lo-LA"/>
        </w:rPr>
        <w:t>3. Pripažinti netekusiais galios:</w:t>
      </w:r>
    </w:p>
    <w:p w:rsidR="00A36821" w:rsidRPr="001E76D0" w:rsidRDefault="00A36821" w:rsidP="00134457">
      <w:pPr>
        <w:rPr>
          <w:szCs w:val="24"/>
          <w:lang w:eastAsia="lt-LT" w:bidi="lo-LA"/>
        </w:rPr>
      </w:pPr>
      <w:r>
        <w:rPr>
          <w:szCs w:val="24"/>
          <w:lang w:eastAsia="lt-LT" w:bidi="lo-LA"/>
        </w:rPr>
        <w:t xml:space="preserve">3.1. </w:t>
      </w:r>
      <w:r w:rsidR="00134457" w:rsidRPr="00134457">
        <w:rPr>
          <w:szCs w:val="24"/>
          <w:lang w:eastAsia="lt-LT" w:bidi="lo-LA"/>
        </w:rPr>
        <w:t>Plungės</w:t>
      </w:r>
      <w:r w:rsidR="00134457">
        <w:rPr>
          <w:szCs w:val="24"/>
          <w:lang w:eastAsia="lt-LT" w:bidi="lo-LA"/>
        </w:rPr>
        <w:t xml:space="preserve"> rajono savivaldybės tarybos 2008</w:t>
      </w:r>
      <w:r w:rsidR="00134457" w:rsidRPr="00134457">
        <w:rPr>
          <w:szCs w:val="24"/>
          <w:lang w:eastAsia="lt-LT" w:bidi="lo-LA"/>
        </w:rPr>
        <w:t xml:space="preserve"> m.</w:t>
      </w:r>
      <w:r w:rsidR="00134457">
        <w:rPr>
          <w:szCs w:val="24"/>
          <w:lang w:eastAsia="lt-LT" w:bidi="lo-LA"/>
        </w:rPr>
        <w:t xml:space="preserve"> sausio</w:t>
      </w:r>
      <w:r w:rsidR="00134457" w:rsidRPr="00134457">
        <w:rPr>
          <w:szCs w:val="24"/>
          <w:lang w:eastAsia="lt-LT" w:bidi="lo-LA"/>
        </w:rPr>
        <w:t xml:space="preserve"> 3</w:t>
      </w:r>
      <w:r w:rsidR="00134457">
        <w:rPr>
          <w:szCs w:val="24"/>
          <w:lang w:eastAsia="lt-LT" w:bidi="lo-LA"/>
        </w:rPr>
        <w:t>1 d. sprendimą</w:t>
      </w:r>
      <w:r w:rsidR="00134457" w:rsidRPr="00134457">
        <w:rPr>
          <w:szCs w:val="24"/>
          <w:lang w:eastAsia="lt-LT" w:bidi="lo-LA"/>
        </w:rPr>
        <w:t xml:space="preserve"> Nr. T1-</w:t>
      </w:r>
      <w:r w:rsidR="00134457">
        <w:rPr>
          <w:szCs w:val="24"/>
          <w:lang w:eastAsia="lt-LT" w:bidi="lo-LA"/>
        </w:rPr>
        <w:t xml:space="preserve">16 </w:t>
      </w:r>
      <w:r w:rsidR="00134457" w:rsidRPr="001E76D0">
        <w:rPr>
          <w:szCs w:val="24"/>
          <w:lang w:eastAsia="lt-LT" w:bidi="lo-LA"/>
        </w:rPr>
        <w:t xml:space="preserve">„Dėl savivaldybės turtinių ir neturtinių teisių įgyvendinimo viešosiose įstaigose“; </w:t>
      </w:r>
    </w:p>
    <w:p w:rsidR="00134457" w:rsidRDefault="00134457" w:rsidP="00134457">
      <w:pPr>
        <w:rPr>
          <w:b/>
          <w:szCs w:val="24"/>
          <w:lang w:eastAsia="lt-LT" w:bidi="lo-LA"/>
        </w:rPr>
      </w:pPr>
      <w:r w:rsidRPr="001E76D0">
        <w:rPr>
          <w:szCs w:val="24"/>
          <w:lang w:eastAsia="lt-LT" w:bidi="lo-LA"/>
        </w:rPr>
        <w:t xml:space="preserve">3.2. Plungės rajono savivaldybės tarybos 2013 m. rugsėjo 26 d. sprendimą Nr. T1-208 </w:t>
      </w:r>
      <w:sdt>
        <w:sdtPr>
          <w:rPr>
            <w:szCs w:val="24"/>
            <w:lang w:eastAsia="lt-LT" w:bidi="lo-LA"/>
          </w:rPr>
          <w:id w:val="1590426567"/>
          <w:placeholder>
            <w:docPart w:val="DefaultPlaceholder_-1854013440"/>
          </w:placeholder>
          <w:text/>
        </w:sdtPr>
        <w:sdtEndPr/>
        <w:sdtContent>
          <w:r w:rsidR="001E76D0" w:rsidRPr="00EE20BF">
            <w:rPr>
              <w:szCs w:val="24"/>
              <w:lang w:eastAsia="lt-LT" w:bidi="lo-LA"/>
            </w:rPr>
            <w:t>„</w:t>
          </w:r>
          <w:r w:rsidRPr="00EE20BF">
            <w:rPr>
              <w:szCs w:val="24"/>
              <w:lang w:eastAsia="lt-LT" w:bidi="lo-LA"/>
            </w:rPr>
            <w:t>Dėl pavedimo administracijos direktoriui tvirtinti savivaldybės biudžetinių ir viešųjų įstaigų finansinių ataskaitų rinkinius</w:t>
          </w:r>
        </w:sdtContent>
      </w:sdt>
      <w:r w:rsidR="001E76D0" w:rsidRPr="00EE20BF">
        <w:rPr>
          <w:szCs w:val="24"/>
          <w:lang w:eastAsia="lt-LT" w:bidi="lo-LA"/>
        </w:rPr>
        <w:t>“</w:t>
      </w:r>
      <w:r w:rsidR="00EE20BF" w:rsidRPr="00EE20BF">
        <w:rPr>
          <w:szCs w:val="24"/>
          <w:lang w:eastAsia="lt-LT" w:bidi="lo-LA"/>
        </w:rPr>
        <w:t>;</w:t>
      </w:r>
    </w:p>
    <w:p w:rsidR="00EE20BF" w:rsidRDefault="00EE20BF" w:rsidP="00EE20BF">
      <w:pPr>
        <w:rPr>
          <w:szCs w:val="24"/>
          <w:lang w:eastAsia="lt-LT" w:bidi="lo-LA"/>
        </w:rPr>
      </w:pPr>
      <w:r w:rsidRPr="00EE20BF">
        <w:rPr>
          <w:szCs w:val="24"/>
          <w:lang w:eastAsia="lt-LT" w:bidi="lo-LA"/>
        </w:rPr>
        <w:t>3.3</w:t>
      </w:r>
      <w:r>
        <w:rPr>
          <w:szCs w:val="24"/>
          <w:lang w:eastAsia="lt-LT" w:bidi="lo-LA"/>
        </w:rPr>
        <w:t>.</w:t>
      </w:r>
      <w:r w:rsidRPr="00EE20BF">
        <w:rPr>
          <w:szCs w:val="24"/>
          <w:lang w:eastAsia="lt-LT" w:bidi="lo-LA"/>
        </w:rPr>
        <w:t xml:space="preserve"> Plungės rajono savivaldybės tarybos 2021 m. liepos 29 d. sprendimo Nr. T1-215 „Dėl Plungės rajono savivaldybės administracijos direktoriaus ir administracijos direktoriaus pavaduotojo pareigybių aprašymų patvirtinimo“ 1 punktą</w:t>
      </w:r>
      <w:r>
        <w:rPr>
          <w:szCs w:val="24"/>
          <w:lang w:eastAsia="lt-LT" w:bidi="lo-LA"/>
        </w:rPr>
        <w:t>;</w:t>
      </w:r>
    </w:p>
    <w:p w:rsidR="00EE20BF" w:rsidRPr="00EE20BF" w:rsidRDefault="00EE20BF" w:rsidP="00EE20BF">
      <w:pPr>
        <w:rPr>
          <w:szCs w:val="24"/>
          <w:lang w:eastAsia="lt-LT" w:bidi="lo-LA"/>
        </w:rPr>
      </w:pPr>
      <w:r>
        <w:rPr>
          <w:szCs w:val="24"/>
          <w:lang w:eastAsia="lt-LT" w:bidi="lo-LA"/>
        </w:rPr>
        <w:t xml:space="preserve">3.4. </w:t>
      </w:r>
      <w:r w:rsidRPr="00EE20BF">
        <w:rPr>
          <w:szCs w:val="24"/>
          <w:lang w:eastAsia="lt-LT" w:bidi="lo-LA"/>
        </w:rPr>
        <w:t>Plungės rajono savivaldybės tarybos 20</w:t>
      </w:r>
      <w:r>
        <w:rPr>
          <w:szCs w:val="24"/>
          <w:lang w:eastAsia="lt-LT" w:bidi="lo-LA"/>
        </w:rPr>
        <w:t>21</w:t>
      </w:r>
      <w:r w:rsidRPr="00EE20BF">
        <w:rPr>
          <w:szCs w:val="24"/>
          <w:lang w:eastAsia="lt-LT" w:bidi="lo-LA"/>
        </w:rPr>
        <w:t xml:space="preserve"> m. </w:t>
      </w:r>
      <w:r>
        <w:rPr>
          <w:szCs w:val="24"/>
          <w:lang w:eastAsia="lt-LT" w:bidi="lo-LA"/>
        </w:rPr>
        <w:t>birželio 23</w:t>
      </w:r>
      <w:r w:rsidRPr="00EE20BF">
        <w:rPr>
          <w:szCs w:val="24"/>
          <w:lang w:eastAsia="lt-LT" w:bidi="lo-LA"/>
        </w:rPr>
        <w:t xml:space="preserve"> d. sprendimą Nr. T1-</w:t>
      </w:r>
      <w:r>
        <w:rPr>
          <w:szCs w:val="24"/>
          <w:lang w:eastAsia="lt-LT" w:bidi="lo-LA"/>
        </w:rPr>
        <w:t>183 „D</w:t>
      </w:r>
      <w:r w:rsidRPr="00EE20BF">
        <w:rPr>
          <w:szCs w:val="24"/>
          <w:lang w:eastAsia="lt-LT" w:bidi="lo-LA"/>
        </w:rPr>
        <w:t>ėl vykdomosios institucijos įgaliojimų suteikimo Plungės rajono savivaldybės administracijos direktoriaus pavaduotojo pareigybei</w:t>
      </w:r>
      <w:r>
        <w:rPr>
          <w:szCs w:val="24"/>
          <w:lang w:eastAsia="lt-LT" w:bidi="lo-LA"/>
        </w:rPr>
        <w:t>“.</w:t>
      </w:r>
    </w:p>
    <w:p w:rsidR="004C621B" w:rsidRDefault="004C621B" w:rsidP="00425290">
      <w:pPr>
        <w:ind w:firstLine="0"/>
      </w:pPr>
    </w:p>
    <w:p w:rsidR="00EB71E3" w:rsidRDefault="00EB71E3" w:rsidP="00425290">
      <w:pPr>
        <w:ind w:firstLine="0"/>
      </w:pPr>
    </w:p>
    <w:p w:rsidR="00425290" w:rsidRDefault="003D55A7" w:rsidP="00EB71E3">
      <w:pPr>
        <w:tabs>
          <w:tab w:val="left" w:pos="7938"/>
        </w:tabs>
        <w:ind w:firstLine="0"/>
        <w:jc w:val="left"/>
      </w:pPr>
      <w:r>
        <w:t>Savivaldyb</w:t>
      </w:r>
      <w:r w:rsidR="004C621B">
        <w:t>ės meras</w:t>
      </w:r>
      <w:r w:rsidR="00EB71E3">
        <w:t xml:space="preserve"> </w:t>
      </w:r>
      <w:r w:rsidR="00EB71E3">
        <w:tab/>
        <w:t>Audrius Klišonis</w:t>
      </w:r>
    </w:p>
    <w:sectPr w:rsidR="00425290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D70" w:rsidRDefault="00B31D70">
      <w:r>
        <w:separator/>
      </w:r>
    </w:p>
  </w:endnote>
  <w:endnote w:type="continuationSeparator" w:id="0">
    <w:p w:rsidR="00B31D70" w:rsidRDefault="00B31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D70" w:rsidRDefault="00B31D70">
      <w:r>
        <w:separator/>
      </w:r>
    </w:p>
  </w:footnote>
  <w:footnote w:type="continuationSeparator" w:id="0">
    <w:p w:rsidR="00B31D70" w:rsidRDefault="00B31D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B507E0"/>
    <w:multiLevelType w:val="multilevel"/>
    <w:tmpl w:val="D62839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885"/>
    <w:rsid w:val="00013C4E"/>
    <w:rsid w:val="00085A33"/>
    <w:rsid w:val="000A1962"/>
    <w:rsid w:val="000A4D68"/>
    <w:rsid w:val="000D062F"/>
    <w:rsid w:val="00100C1C"/>
    <w:rsid w:val="00134457"/>
    <w:rsid w:val="001367AD"/>
    <w:rsid w:val="00146592"/>
    <w:rsid w:val="00165C4B"/>
    <w:rsid w:val="00172B57"/>
    <w:rsid w:val="00191752"/>
    <w:rsid w:val="001949A1"/>
    <w:rsid w:val="001E4CC2"/>
    <w:rsid w:val="001E76D0"/>
    <w:rsid w:val="001E7AA1"/>
    <w:rsid w:val="00230350"/>
    <w:rsid w:val="00280BE7"/>
    <w:rsid w:val="00306F30"/>
    <w:rsid w:val="00326350"/>
    <w:rsid w:val="00373D15"/>
    <w:rsid w:val="00376BEA"/>
    <w:rsid w:val="003B171A"/>
    <w:rsid w:val="003B43DC"/>
    <w:rsid w:val="003B460D"/>
    <w:rsid w:val="003D55A7"/>
    <w:rsid w:val="003F2ED8"/>
    <w:rsid w:val="00413FEB"/>
    <w:rsid w:val="00416C61"/>
    <w:rsid w:val="00421A63"/>
    <w:rsid w:val="00423DC0"/>
    <w:rsid w:val="00425290"/>
    <w:rsid w:val="00447569"/>
    <w:rsid w:val="00450F04"/>
    <w:rsid w:val="004514A1"/>
    <w:rsid w:val="00472DC7"/>
    <w:rsid w:val="004750C7"/>
    <w:rsid w:val="004818B3"/>
    <w:rsid w:val="004B55AA"/>
    <w:rsid w:val="004C621B"/>
    <w:rsid w:val="004C6667"/>
    <w:rsid w:val="004D4B06"/>
    <w:rsid w:val="004E382C"/>
    <w:rsid w:val="005E1579"/>
    <w:rsid w:val="00613303"/>
    <w:rsid w:val="006220AD"/>
    <w:rsid w:val="00665687"/>
    <w:rsid w:val="0069326B"/>
    <w:rsid w:val="00693D49"/>
    <w:rsid w:val="006B2F90"/>
    <w:rsid w:val="006B6EC8"/>
    <w:rsid w:val="006C5697"/>
    <w:rsid w:val="006F00AB"/>
    <w:rsid w:val="006F077B"/>
    <w:rsid w:val="00725694"/>
    <w:rsid w:val="007618D0"/>
    <w:rsid w:val="00781DA8"/>
    <w:rsid w:val="00783C45"/>
    <w:rsid w:val="00786211"/>
    <w:rsid w:val="007A2956"/>
    <w:rsid w:val="00845E01"/>
    <w:rsid w:val="008574A3"/>
    <w:rsid w:val="0086321A"/>
    <w:rsid w:val="00871E12"/>
    <w:rsid w:val="008B25FB"/>
    <w:rsid w:val="009210C8"/>
    <w:rsid w:val="00924703"/>
    <w:rsid w:val="00935306"/>
    <w:rsid w:val="00946216"/>
    <w:rsid w:val="009574FC"/>
    <w:rsid w:val="0098194D"/>
    <w:rsid w:val="00987301"/>
    <w:rsid w:val="009C3885"/>
    <w:rsid w:val="009C58ED"/>
    <w:rsid w:val="009C5A95"/>
    <w:rsid w:val="009E09A4"/>
    <w:rsid w:val="009F41E5"/>
    <w:rsid w:val="00A33BA5"/>
    <w:rsid w:val="00A36821"/>
    <w:rsid w:val="00A66F97"/>
    <w:rsid w:val="00A7074A"/>
    <w:rsid w:val="00A73E76"/>
    <w:rsid w:val="00A81635"/>
    <w:rsid w:val="00A81C15"/>
    <w:rsid w:val="00AB5285"/>
    <w:rsid w:val="00AB5822"/>
    <w:rsid w:val="00AC1CF9"/>
    <w:rsid w:val="00AC235E"/>
    <w:rsid w:val="00AE47DC"/>
    <w:rsid w:val="00B2655C"/>
    <w:rsid w:val="00B31D70"/>
    <w:rsid w:val="00B95B54"/>
    <w:rsid w:val="00BC3BF7"/>
    <w:rsid w:val="00C10F4B"/>
    <w:rsid w:val="00C14522"/>
    <w:rsid w:val="00C34C57"/>
    <w:rsid w:val="00C41D06"/>
    <w:rsid w:val="00C52854"/>
    <w:rsid w:val="00CD7AED"/>
    <w:rsid w:val="00CF754C"/>
    <w:rsid w:val="00DA5059"/>
    <w:rsid w:val="00DD26D0"/>
    <w:rsid w:val="00E15973"/>
    <w:rsid w:val="00E739A7"/>
    <w:rsid w:val="00E83BF4"/>
    <w:rsid w:val="00E94213"/>
    <w:rsid w:val="00EA09B6"/>
    <w:rsid w:val="00EB71E3"/>
    <w:rsid w:val="00EE20BF"/>
    <w:rsid w:val="00F06B56"/>
    <w:rsid w:val="00F06D53"/>
    <w:rsid w:val="00F57F68"/>
    <w:rsid w:val="00F721C0"/>
    <w:rsid w:val="00F85090"/>
    <w:rsid w:val="00F877CD"/>
    <w:rsid w:val="00F9475D"/>
    <w:rsid w:val="00FA254C"/>
    <w:rsid w:val="00FB1F85"/>
    <w:rsid w:val="00FC7CB3"/>
    <w:rsid w:val="00FD1AD0"/>
    <w:rsid w:val="00FD1F9C"/>
    <w:rsid w:val="00FF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3D55A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3D55A7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A33BA5"/>
    <w:rPr>
      <w:color w:val="0000FF"/>
      <w:u w:val="single"/>
    </w:rPr>
  </w:style>
  <w:style w:type="character" w:styleId="Vietosrezervavimoenklotekstas">
    <w:name w:val="Placeholder Text"/>
    <w:basedOn w:val="Numatytasispastraiposriftas"/>
    <w:uiPriority w:val="99"/>
    <w:semiHidden/>
    <w:rsid w:val="0013445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3D55A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3D55A7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A33BA5"/>
    <w:rPr>
      <w:color w:val="0000FF"/>
      <w:u w:val="single"/>
    </w:rPr>
  </w:style>
  <w:style w:type="character" w:styleId="Vietosrezervavimoenklotekstas">
    <w:name w:val="Placeholder Text"/>
    <w:basedOn w:val="Numatytasispastraiposriftas"/>
    <w:uiPriority w:val="99"/>
    <w:semiHidden/>
    <w:rsid w:val="0013445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5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9A83D9C-451E-47CE-AFF4-4149664CEED9}"/>
      </w:docPartPr>
      <w:docPartBody>
        <w:p w:rsidR="000E40DA" w:rsidRDefault="0067557A">
          <w:r w:rsidRPr="002E30E5">
            <w:rPr>
              <w:rStyle w:val="Vietosrezervavimoenklotekstas"/>
            </w:rPr>
            <w:t>Norėdami įvesti tekstą, spustelėkite arba bakstelėkite čia.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57A"/>
    <w:rsid w:val="000E40DA"/>
    <w:rsid w:val="00535F2B"/>
    <w:rsid w:val="00575B0B"/>
    <w:rsid w:val="0067557A"/>
    <w:rsid w:val="006E35BB"/>
    <w:rsid w:val="00825F56"/>
    <w:rsid w:val="008F7B7A"/>
    <w:rsid w:val="009B6D22"/>
    <w:rsid w:val="00B333FC"/>
    <w:rsid w:val="00FB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67557A"/>
    <w:rPr>
      <w:color w:val="808080"/>
    </w:rPr>
  </w:style>
  <w:style w:type="paragraph" w:customStyle="1" w:styleId="57DB6554659E49989E1B7F6BC7490D9F">
    <w:name w:val="57DB6554659E49989E1B7F6BC7490D9F"/>
    <w:rsid w:val="0067557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67557A"/>
    <w:rPr>
      <w:color w:val="808080"/>
    </w:rPr>
  </w:style>
  <w:style w:type="paragraph" w:customStyle="1" w:styleId="57DB6554659E49989E1B7F6BC7490D9F">
    <w:name w:val="57DB6554659E49989E1B7F6BC7490D9F"/>
    <w:rsid w:val="006755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2D1CA562</Template>
  <TotalTime>4</TotalTime>
  <Pages>1</Pages>
  <Words>1782</Words>
  <Characters>1016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2793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8</cp:revision>
  <cp:lastPrinted>2023-04-13T13:40:00Z</cp:lastPrinted>
  <dcterms:created xsi:type="dcterms:W3CDTF">2023-04-13T13:42:00Z</dcterms:created>
  <dcterms:modified xsi:type="dcterms:W3CDTF">2023-05-18T13:32:00Z</dcterms:modified>
</cp:coreProperties>
</file>