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6C9" w:rsidRPr="000A30AA" w:rsidRDefault="001606C9" w:rsidP="000A30AA">
      <w:pPr>
        <w:jc w:val="right"/>
        <w:rPr>
          <w:b/>
        </w:rPr>
      </w:pPr>
      <w:r w:rsidRPr="000A30AA">
        <w:rPr>
          <w:b/>
        </w:rPr>
        <w:t>Projektas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3E5139" w:rsidRDefault="00070095" w:rsidP="00E9739B">
      <w:pPr>
        <w:ind w:firstLine="0"/>
        <w:jc w:val="center"/>
        <w:rPr>
          <w:b/>
          <w:sz w:val="28"/>
          <w:szCs w:val="28"/>
        </w:rPr>
      </w:pPr>
      <w:r w:rsidRPr="00070095">
        <w:rPr>
          <w:b/>
          <w:sz w:val="28"/>
          <w:szCs w:val="28"/>
        </w:rPr>
        <w:t>DĖL PLUNGĖS RAJONO SAVIVALDYBĖS TARYBOS 202</w:t>
      </w:r>
      <w:r w:rsidR="008023D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8023D9">
        <w:rPr>
          <w:b/>
          <w:sz w:val="28"/>
          <w:szCs w:val="28"/>
        </w:rPr>
        <w:t>M. L</w:t>
      </w:r>
      <w:r>
        <w:rPr>
          <w:b/>
          <w:sz w:val="28"/>
          <w:szCs w:val="28"/>
        </w:rPr>
        <w:t>I</w:t>
      </w:r>
      <w:r w:rsidR="008023D9">
        <w:rPr>
          <w:b/>
          <w:sz w:val="28"/>
          <w:szCs w:val="28"/>
        </w:rPr>
        <w:t>EP</w:t>
      </w:r>
      <w:r>
        <w:rPr>
          <w:b/>
          <w:sz w:val="28"/>
          <w:szCs w:val="28"/>
        </w:rPr>
        <w:t>O</w:t>
      </w:r>
      <w:r w:rsidR="008023D9">
        <w:rPr>
          <w:b/>
          <w:sz w:val="28"/>
          <w:szCs w:val="28"/>
        </w:rPr>
        <w:t>S 28 D. SPRENDIMO NR. T1-188</w:t>
      </w:r>
      <w:r>
        <w:rPr>
          <w:b/>
          <w:sz w:val="28"/>
          <w:szCs w:val="28"/>
        </w:rPr>
        <w:t xml:space="preserve"> „DĖL </w:t>
      </w:r>
      <w:r w:rsidR="008023D9">
        <w:rPr>
          <w:b/>
          <w:sz w:val="28"/>
          <w:szCs w:val="28"/>
        </w:rPr>
        <w:t>VIETINĖS R</w:t>
      </w:r>
      <w:r w:rsidR="007327C9">
        <w:rPr>
          <w:b/>
          <w:sz w:val="28"/>
          <w:szCs w:val="28"/>
        </w:rPr>
        <w:t>I</w:t>
      </w:r>
      <w:r w:rsidR="008023D9">
        <w:rPr>
          <w:b/>
          <w:sz w:val="28"/>
          <w:szCs w:val="28"/>
        </w:rPr>
        <w:t>NKLIAV</w:t>
      </w:r>
      <w:r w:rsidR="007327C9">
        <w:rPr>
          <w:b/>
          <w:sz w:val="28"/>
          <w:szCs w:val="28"/>
        </w:rPr>
        <w:t>O</w:t>
      </w:r>
      <w:r w:rsidR="008023D9">
        <w:rPr>
          <w:b/>
          <w:sz w:val="28"/>
          <w:szCs w:val="28"/>
        </w:rPr>
        <w:t>S</w:t>
      </w:r>
      <w:r w:rsidR="007327C9">
        <w:rPr>
          <w:b/>
          <w:sz w:val="28"/>
          <w:szCs w:val="28"/>
        </w:rPr>
        <w:t xml:space="preserve"> </w:t>
      </w:r>
      <w:r w:rsidR="009E722E" w:rsidRPr="005C7A33">
        <w:rPr>
          <w:b/>
          <w:sz w:val="28"/>
          <w:szCs w:val="28"/>
        </w:rPr>
        <w:t>U</w:t>
      </w:r>
      <w:r w:rsidR="008023D9">
        <w:rPr>
          <w:b/>
          <w:sz w:val="28"/>
          <w:szCs w:val="28"/>
        </w:rPr>
        <w:t xml:space="preserve">Ž </w:t>
      </w:r>
      <w:r w:rsidR="00FC4CE4">
        <w:rPr>
          <w:b/>
          <w:sz w:val="28"/>
          <w:szCs w:val="28"/>
        </w:rPr>
        <w:t>LEIDIMO P</w:t>
      </w:r>
      <w:r w:rsidR="007327C9">
        <w:rPr>
          <w:b/>
          <w:sz w:val="28"/>
          <w:szCs w:val="28"/>
        </w:rPr>
        <w:t>R</w:t>
      </w:r>
      <w:r w:rsidR="00FC4CE4">
        <w:rPr>
          <w:b/>
          <w:sz w:val="28"/>
          <w:szCs w:val="28"/>
        </w:rPr>
        <w:t>EKIAUTI AR (</w:t>
      </w:r>
      <w:r w:rsidR="007327C9">
        <w:rPr>
          <w:b/>
          <w:sz w:val="28"/>
          <w:szCs w:val="28"/>
        </w:rPr>
        <w:t>I</w:t>
      </w:r>
      <w:r w:rsidR="00FC4CE4">
        <w:rPr>
          <w:b/>
          <w:sz w:val="28"/>
          <w:szCs w:val="28"/>
        </w:rPr>
        <w:t>R)</w:t>
      </w:r>
      <w:r w:rsidR="00500C9A">
        <w:rPr>
          <w:b/>
          <w:sz w:val="28"/>
          <w:szCs w:val="28"/>
        </w:rPr>
        <w:t xml:space="preserve"> TEIKTI P</w:t>
      </w:r>
      <w:r w:rsidR="007327C9">
        <w:rPr>
          <w:b/>
          <w:sz w:val="28"/>
          <w:szCs w:val="28"/>
        </w:rPr>
        <w:t>A</w:t>
      </w:r>
      <w:r w:rsidR="00500C9A">
        <w:rPr>
          <w:b/>
          <w:sz w:val="28"/>
          <w:szCs w:val="28"/>
        </w:rPr>
        <w:t xml:space="preserve">SLAUGAS </w:t>
      </w:r>
      <w:r w:rsidR="00E9739B" w:rsidRPr="00E9739B">
        <w:rPr>
          <w:b/>
          <w:sz w:val="28"/>
          <w:szCs w:val="28"/>
        </w:rPr>
        <w:t xml:space="preserve">PLUNGĖS RAJONO SAVIVALDYBĖS </w:t>
      </w:r>
      <w:r w:rsidR="00500C9A">
        <w:rPr>
          <w:b/>
          <w:sz w:val="28"/>
          <w:szCs w:val="28"/>
        </w:rPr>
        <w:t>V</w:t>
      </w:r>
      <w:r w:rsidR="00E9739B" w:rsidRPr="00E9739B">
        <w:rPr>
          <w:b/>
          <w:sz w:val="28"/>
          <w:szCs w:val="28"/>
        </w:rPr>
        <w:t>I</w:t>
      </w:r>
      <w:r w:rsidR="00500C9A">
        <w:rPr>
          <w:b/>
          <w:sz w:val="28"/>
          <w:szCs w:val="28"/>
        </w:rPr>
        <w:t>EŠOS</w:t>
      </w:r>
      <w:r w:rsidR="00E9739B" w:rsidRPr="00E9739B">
        <w:rPr>
          <w:b/>
          <w:sz w:val="28"/>
          <w:szCs w:val="28"/>
        </w:rPr>
        <w:t>I</w:t>
      </w:r>
      <w:r w:rsidR="00500C9A">
        <w:rPr>
          <w:b/>
          <w:sz w:val="28"/>
          <w:szCs w:val="28"/>
        </w:rPr>
        <w:t>OSE</w:t>
      </w:r>
      <w:r w:rsidR="00E9739B" w:rsidRPr="00E9739B">
        <w:rPr>
          <w:b/>
          <w:sz w:val="28"/>
          <w:szCs w:val="28"/>
        </w:rPr>
        <w:t xml:space="preserve"> </w:t>
      </w:r>
      <w:r w:rsidR="00EA3895">
        <w:rPr>
          <w:b/>
          <w:sz w:val="28"/>
          <w:szCs w:val="28"/>
        </w:rPr>
        <w:t>VIETOSE</w:t>
      </w:r>
      <w:r w:rsidR="00E9739B" w:rsidRPr="00E9739B">
        <w:rPr>
          <w:b/>
          <w:sz w:val="28"/>
          <w:szCs w:val="28"/>
        </w:rPr>
        <w:t xml:space="preserve"> </w:t>
      </w:r>
      <w:r w:rsidR="00EA3895">
        <w:rPr>
          <w:b/>
          <w:sz w:val="28"/>
          <w:szCs w:val="28"/>
        </w:rPr>
        <w:t>IŠ</w:t>
      </w:r>
      <w:r w:rsidR="00E9739B" w:rsidRPr="00E9739B">
        <w:rPr>
          <w:b/>
          <w:sz w:val="28"/>
          <w:szCs w:val="28"/>
        </w:rPr>
        <w:t>D</w:t>
      </w:r>
      <w:r w:rsidR="00EA3895">
        <w:rPr>
          <w:b/>
          <w:sz w:val="28"/>
          <w:szCs w:val="28"/>
        </w:rPr>
        <w:t>A</w:t>
      </w:r>
      <w:r w:rsidR="00120547">
        <w:rPr>
          <w:b/>
          <w:sz w:val="28"/>
          <w:szCs w:val="28"/>
        </w:rPr>
        <w:t>VIMĄ NUOSTATŲ</w:t>
      </w:r>
      <w:r>
        <w:rPr>
          <w:b/>
          <w:sz w:val="28"/>
          <w:szCs w:val="28"/>
        </w:rPr>
        <w:t xml:space="preserve"> </w:t>
      </w:r>
      <w:r w:rsidR="003A1E0A">
        <w:rPr>
          <w:b/>
          <w:sz w:val="28"/>
          <w:szCs w:val="28"/>
        </w:rPr>
        <w:t>PAT</w:t>
      </w:r>
      <w:r w:rsidR="00120547">
        <w:rPr>
          <w:b/>
          <w:sz w:val="28"/>
          <w:szCs w:val="28"/>
        </w:rPr>
        <w:t>VIRT</w:t>
      </w:r>
      <w:r w:rsidR="003A1E0A">
        <w:rPr>
          <w:b/>
          <w:sz w:val="28"/>
          <w:szCs w:val="28"/>
        </w:rPr>
        <w:t>I</w:t>
      </w:r>
      <w:r w:rsidR="00120547">
        <w:rPr>
          <w:b/>
          <w:sz w:val="28"/>
          <w:szCs w:val="28"/>
        </w:rPr>
        <w:t>NIMO</w:t>
      </w:r>
      <w:r>
        <w:rPr>
          <w:b/>
          <w:sz w:val="28"/>
          <w:szCs w:val="28"/>
        </w:rPr>
        <w:t>“ P</w:t>
      </w:r>
      <w:r w:rsidR="00D14DDD">
        <w:rPr>
          <w:b/>
          <w:sz w:val="28"/>
          <w:szCs w:val="28"/>
        </w:rPr>
        <w:t>AKEITIMO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070095">
        <w:rPr>
          <w:szCs w:val="24"/>
        </w:rPr>
        <w:t>3</w:t>
      </w:r>
      <w:r w:rsidRPr="003E5139">
        <w:rPr>
          <w:szCs w:val="24"/>
        </w:rPr>
        <w:t xml:space="preserve"> m.</w:t>
      </w:r>
      <w:r w:rsidR="00FC1D56">
        <w:rPr>
          <w:szCs w:val="24"/>
        </w:rPr>
        <w:t xml:space="preserve"> </w:t>
      </w:r>
      <w:r w:rsidR="00467C12" w:rsidRPr="00467C12">
        <w:rPr>
          <w:szCs w:val="24"/>
        </w:rPr>
        <w:t>gegužės 18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070095" w:rsidRDefault="00070095" w:rsidP="00F9382F">
      <w:pPr>
        <w:pStyle w:val="Komentarotekstas"/>
        <w:rPr>
          <w:rFonts w:ascii="Times New Roman" w:hAnsi="Times New Roman"/>
          <w:spacing w:val="0"/>
        </w:rPr>
      </w:pPr>
      <w:r w:rsidRPr="00070095">
        <w:rPr>
          <w:rFonts w:ascii="Times New Roman" w:hAnsi="Times New Roman"/>
          <w:spacing w:val="0"/>
        </w:rPr>
        <w:t>Plungės rajono savivaldybės taryba n u s p r e n d ž i a:</w:t>
      </w:r>
    </w:p>
    <w:p w:rsidR="00A239E8" w:rsidRDefault="008D214F" w:rsidP="00F9382F">
      <w:pPr>
        <w:pStyle w:val="Komentarotekstas"/>
        <w:rPr>
          <w:rFonts w:ascii="Times New Roman" w:hAnsi="Times New Roman"/>
          <w:spacing w:val="0"/>
        </w:rPr>
      </w:pPr>
      <w:r w:rsidRPr="008D214F">
        <w:rPr>
          <w:rFonts w:ascii="Times New Roman" w:hAnsi="Times New Roman"/>
          <w:spacing w:val="0"/>
        </w:rPr>
        <w:t>Papildyti Plungės rajono savivaldybės tarybos</w:t>
      </w:r>
      <w:r>
        <w:rPr>
          <w:rFonts w:ascii="Times New Roman" w:hAnsi="Times New Roman"/>
          <w:spacing w:val="0"/>
        </w:rPr>
        <w:t xml:space="preserve"> </w:t>
      </w:r>
      <w:r w:rsidR="00EA3895">
        <w:rPr>
          <w:rFonts w:ascii="Times New Roman" w:hAnsi="Times New Roman"/>
          <w:spacing w:val="0"/>
        </w:rPr>
        <w:t>2022</w:t>
      </w:r>
      <w:r w:rsidR="004632AD">
        <w:rPr>
          <w:rFonts w:ascii="Times New Roman" w:hAnsi="Times New Roman"/>
          <w:spacing w:val="0"/>
        </w:rPr>
        <w:t xml:space="preserve"> m. l</w:t>
      </w:r>
      <w:r>
        <w:rPr>
          <w:rFonts w:ascii="Times New Roman" w:hAnsi="Times New Roman"/>
          <w:spacing w:val="0"/>
        </w:rPr>
        <w:t>i</w:t>
      </w:r>
      <w:r w:rsidR="004632AD">
        <w:rPr>
          <w:rFonts w:ascii="Times New Roman" w:hAnsi="Times New Roman"/>
          <w:spacing w:val="0"/>
        </w:rPr>
        <w:t>ep</w:t>
      </w:r>
      <w:r>
        <w:rPr>
          <w:rFonts w:ascii="Times New Roman" w:hAnsi="Times New Roman"/>
          <w:spacing w:val="0"/>
        </w:rPr>
        <w:t>o</w:t>
      </w:r>
      <w:r w:rsidR="004632AD">
        <w:rPr>
          <w:rFonts w:ascii="Times New Roman" w:hAnsi="Times New Roman"/>
          <w:spacing w:val="0"/>
        </w:rPr>
        <w:t>s 28</w:t>
      </w:r>
      <w:r>
        <w:rPr>
          <w:rFonts w:ascii="Times New Roman" w:hAnsi="Times New Roman"/>
          <w:spacing w:val="0"/>
        </w:rPr>
        <w:t xml:space="preserve"> d. sprendimą Nr. T</w:t>
      </w:r>
      <w:r w:rsidR="004632AD">
        <w:rPr>
          <w:rFonts w:ascii="Times New Roman" w:hAnsi="Times New Roman"/>
          <w:spacing w:val="0"/>
        </w:rPr>
        <w:t>1-188</w:t>
      </w:r>
      <w:r w:rsidRPr="008D214F">
        <w:rPr>
          <w:rFonts w:ascii="Times New Roman" w:hAnsi="Times New Roman"/>
          <w:spacing w:val="0"/>
        </w:rPr>
        <w:t xml:space="preserve"> „</w:t>
      </w:r>
      <w:r>
        <w:rPr>
          <w:rFonts w:ascii="Times New Roman" w:hAnsi="Times New Roman"/>
          <w:spacing w:val="0"/>
        </w:rPr>
        <w:t>D</w:t>
      </w:r>
      <w:r w:rsidR="004632AD">
        <w:rPr>
          <w:rFonts w:ascii="Times New Roman" w:hAnsi="Times New Roman"/>
          <w:spacing w:val="0"/>
        </w:rPr>
        <w:t>ėl vietinės rinkliavos</w:t>
      </w:r>
      <w:r w:rsidR="001209BB">
        <w:rPr>
          <w:rFonts w:ascii="Times New Roman" w:hAnsi="Times New Roman"/>
          <w:spacing w:val="0"/>
        </w:rPr>
        <w:t xml:space="preserve"> už le</w:t>
      </w:r>
      <w:r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di</w:t>
      </w:r>
      <w:r>
        <w:rPr>
          <w:rFonts w:ascii="Times New Roman" w:hAnsi="Times New Roman"/>
          <w:spacing w:val="0"/>
        </w:rPr>
        <w:t>mo</w:t>
      </w:r>
      <w:r w:rsidR="001209BB">
        <w:rPr>
          <w:rFonts w:ascii="Times New Roman" w:hAnsi="Times New Roman"/>
          <w:spacing w:val="0"/>
        </w:rPr>
        <w:t xml:space="preserve"> prekiauti </w:t>
      </w:r>
      <w:r w:rsidRPr="008D214F">
        <w:rPr>
          <w:rFonts w:ascii="Times New Roman" w:hAnsi="Times New Roman"/>
          <w:spacing w:val="0"/>
        </w:rPr>
        <w:t>a</w:t>
      </w:r>
      <w:r w:rsidR="001209BB">
        <w:rPr>
          <w:rFonts w:ascii="Times New Roman" w:hAnsi="Times New Roman"/>
          <w:spacing w:val="0"/>
        </w:rPr>
        <w:t>r</w:t>
      </w:r>
      <w:r>
        <w:rPr>
          <w:rFonts w:ascii="Times New Roman" w:hAnsi="Times New Roman"/>
          <w:spacing w:val="0"/>
        </w:rPr>
        <w:t xml:space="preserve"> </w:t>
      </w:r>
      <w:r w:rsidR="001209BB">
        <w:rPr>
          <w:rFonts w:ascii="Times New Roman" w:hAnsi="Times New Roman"/>
          <w:spacing w:val="0"/>
        </w:rPr>
        <w:t>(</w:t>
      </w:r>
      <w:r>
        <w:rPr>
          <w:rFonts w:ascii="Times New Roman" w:hAnsi="Times New Roman"/>
          <w:spacing w:val="0"/>
        </w:rPr>
        <w:t>ir</w:t>
      </w:r>
      <w:r w:rsidR="001209BB">
        <w:rPr>
          <w:rFonts w:ascii="Times New Roman" w:hAnsi="Times New Roman"/>
          <w:spacing w:val="0"/>
        </w:rPr>
        <w:t>) teikti p</w:t>
      </w:r>
      <w:r>
        <w:rPr>
          <w:rFonts w:ascii="Times New Roman" w:hAnsi="Times New Roman"/>
          <w:spacing w:val="0"/>
        </w:rPr>
        <w:t>a</w:t>
      </w:r>
      <w:r w:rsidR="001209BB">
        <w:rPr>
          <w:rFonts w:ascii="Times New Roman" w:hAnsi="Times New Roman"/>
          <w:spacing w:val="0"/>
        </w:rPr>
        <w:t>slaugas</w:t>
      </w:r>
      <w:r>
        <w:rPr>
          <w:rFonts w:ascii="Times New Roman" w:hAnsi="Times New Roman"/>
          <w:spacing w:val="0"/>
        </w:rPr>
        <w:t xml:space="preserve"> P</w:t>
      </w:r>
      <w:r w:rsidRPr="008D214F">
        <w:rPr>
          <w:rFonts w:ascii="Times New Roman" w:hAnsi="Times New Roman"/>
          <w:spacing w:val="0"/>
        </w:rPr>
        <w:t>lungės raj</w:t>
      </w:r>
      <w:r w:rsidR="001209BB">
        <w:rPr>
          <w:rFonts w:ascii="Times New Roman" w:hAnsi="Times New Roman"/>
          <w:spacing w:val="0"/>
        </w:rPr>
        <w:t>ono savivaldybės viešos</w:t>
      </w:r>
      <w:r w:rsidRPr="008D214F"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ose vie</w:t>
      </w:r>
      <w:r w:rsidRPr="008D214F">
        <w:rPr>
          <w:rFonts w:ascii="Times New Roman" w:hAnsi="Times New Roman"/>
          <w:spacing w:val="0"/>
        </w:rPr>
        <w:t>t</w:t>
      </w:r>
      <w:r w:rsidR="001209BB">
        <w:rPr>
          <w:rFonts w:ascii="Times New Roman" w:hAnsi="Times New Roman"/>
          <w:spacing w:val="0"/>
        </w:rPr>
        <w:t>ose</w:t>
      </w:r>
      <w:r w:rsidRPr="008D214F">
        <w:rPr>
          <w:rFonts w:ascii="Times New Roman" w:hAnsi="Times New Roman"/>
          <w:spacing w:val="0"/>
        </w:rPr>
        <w:t xml:space="preserve"> i</w:t>
      </w:r>
      <w:r w:rsidR="001209BB">
        <w:rPr>
          <w:rFonts w:ascii="Times New Roman" w:hAnsi="Times New Roman"/>
          <w:spacing w:val="0"/>
        </w:rPr>
        <w:t>š</w:t>
      </w:r>
      <w:r w:rsidRPr="008D214F">
        <w:rPr>
          <w:rFonts w:ascii="Times New Roman" w:hAnsi="Times New Roman"/>
          <w:spacing w:val="0"/>
        </w:rPr>
        <w:t>d</w:t>
      </w:r>
      <w:r w:rsidR="001209BB">
        <w:rPr>
          <w:rFonts w:ascii="Times New Roman" w:hAnsi="Times New Roman"/>
          <w:spacing w:val="0"/>
        </w:rPr>
        <w:t>av</w:t>
      </w:r>
      <w:r w:rsidRPr="008D214F"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mą nuostatų</w:t>
      </w:r>
      <w:r w:rsidRPr="008D214F">
        <w:rPr>
          <w:rFonts w:ascii="Times New Roman" w:hAnsi="Times New Roman"/>
          <w:spacing w:val="0"/>
        </w:rPr>
        <w:t xml:space="preserve"> pat</w:t>
      </w:r>
      <w:r w:rsidR="001209BB">
        <w:rPr>
          <w:rFonts w:ascii="Times New Roman" w:hAnsi="Times New Roman"/>
          <w:spacing w:val="0"/>
        </w:rPr>
        <w:t>virt</w:t>
      </w:r>
      <w:r w:rsidRPr="008D214F">
        <w:rPr>
          <w:rFonts w:ascii="Times New Roman" w:hAnsi="Times New Roman"/>
          <w:spacing w:val="0"/>
        </w:rPr>
        <w:t>i</w:t>
      </w:r>
      <w:r w:rsidR="001209BB">
        <w:rPr>
          <w:rFonts w:ascii="Times New Roman" w:hAnsi="Times New Roman"/>
          <w:spacing w:val="0"/>
        </w:rPr>
        <w:t>nimo</w:t>
      </w:r>
      <w:r>
        <w:rPr>
          <w:rFonts w:ascii="Times New Roman" w:hAnsi="Times New Roman"/>
          <w:spacing w:val="0"/>
        </w:rPr>
        <w:t>“</w:t>
      </w:r>
      <w:r w:rsidRPr="008D214F">
        <w:t xml:space="preserve"> </w:t>
      </w:r>
      <w:r w:rsidR="001209BB">
        <w:rPr>
          <w:rFonts w:ascii="Times New Roman" w:hAnsi="Times New Roman"/>
          <w:spacing w:val="0"/>
        </w:rPr>
        <w:t>19.5 p</w:t>
      </w:r>
      <w:r w:rsidR="009207F9">
        <w:rPr>
          <w:rFonts w:ascii="Times New Roman" w:hAnsi="Times New Roman"/>
          <w:spacing w:val="0"/>
        </w:rPr>
        <w:t>apunktį</w:t>
      </w:r>
      <w:r w:rsidR="00A239E8">
        <w:rPr>
          <w:rFonts w:ascii="Times New Roman" w:hAnsi="Times New Roman"/>
          <w:spacing w:val="0"/>
        </w:rPr>
        <w:t xml:space="preserve">:  </w:t>
      </w:r>
      <w:r w:rsidR="00120547">
        <w:rPr>
          <w:rFonts w:ascii="Times New Roman" w:hAnsi="Times New Roman"/>
          <w:spacing w:val="0"/>
        </w:rPr>
        <w:t xml:space="preserve"> </w:t>
      </w:r>
    </w:p>
    <w:p w:rsidR="00A239E8" w:rsidRDefault="000A30AA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1. </w:t>
      </w:r>
      <w:r w:rsidR="00A239E8">
        <w:rPr>
          <w:rFonts w:ascii="Times New Roman" w:hAnsi="Times New Roman"/>
          <w:spacing w:val="0"/>
        </w:rPr>
        <w:t>Į</w:t>
      </w:r>
      <w:r w:rsidR="009207F9">
        <w:rPr>
          <w:rFonts w:ascii="Times New Roman" w:hAnsi="Times New Roman"/>
          <w:spacing w:val="0"/>
        </w:rPr>
        <w:t>rašant</w:t>
      </w:r>
      <w:r w:rsidR="00CC40E3">
        <w:rPr>
          <w:rFonts w:ascii="Times New Roman" w:hAnsi="Times New Roman"/>
          <w:spacing w:val="0"/>
        </w:rPr>
        <w:t xml:space="preserve"> po žodžių</w:t>
      </w:r>
      <w:r w:rsidR="009207F9">
        <w:t xml:space="preserve"> </w:t>
      </w:r>
      <w:r w:rsidR="00CC40E3">
        <w:rPr>
          <w:rFonts w:ascii="Times New Roman" w:hAnsi="Times New Roman"/>
        </w:rPr>
        <w:t>Plungės miesto sen. skaitmenį</w:t>
      </w:r>
      <w:r w:rsidR="009207F9" w:rsidRPr="00F04070">
        <w:rPr>
          <w:rFonts w:ascii="Times New Roman" w:hAnsi="Times New Roman"/>
        </w:rPr>
        <w:t xml:space="preserve"> </w:t>
      </w:r>
      <w:r w:rsidR="00CC40E3">
        <w:rPr>
          <w:rFonts w:ascii="Times New Roman" w:hAnsi="Times New Roman"/>
        </w:rPr>
        <w:t>,,</w:t>
      </w:r>
      <w:r w:rsidR="009207F9" w:rsidRPr="00F04070">
        <w:rPr>
          <w:rFonts w:ascii="Times New Roman" w:hAnsi="Times New Roman"/>
        </w:rPr>
        <w:t>53411</w:t>
      </w:r>
      <w:r w:rsidR="00A239E8">
        <w:rPr>
          <w:rFonts w:ascii="Times New Roman" w:hAnsi="Times New Roman"/>
        </w:rPr>
        <w:t>-13</w:t>
      </w:r>
      <w:r w:rsidR="00A239E8">
        <w:rPr>
          <w:rFonts w:ascii="Times New Roman" w:hAnsi="Times New Roman"/>
          <w:spacing w:val="0"/>
        </w:rPr>
        <w:t xml:space="preserve">“, </w:t>
      </w:r>
    </w:p>
    <w:p w:rsidR="00070095" w:rsidRPr="009207F9" w:rsidRDefault="000A30AA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2.</w:t>
      </w:r>
      <w:r w:rsidR="00A239E8">
        <w:rPr>
          <w:rFonts w:ascii="Times New Roman" w:hAnsi="Times New Roman"/>
          <w:spacing w:val="0"/>
        </w:rPr>
        <w:t xml:space="preserve"> Po žodžių Nausodžio sen. išbraukti skaitmenį 53404 ir įrašyti naujai skaitmenį ,,53404-13“. </w:t>
      </w:r>
      <w:r w:rsidR="00CC40E3">
        <w:rPr>
          <w:rFonts w:ascii="Times New Roman" w:hAnsi="Times New Roman"/>
          <w:spacing w:val="0"/>
        </w:rPr>
        <w:t xml:space="preserve"> </w:t>
      </w:r>
    </w:p>
    <w:p w:rsidR="008D214F" w:rsidRPr="001C5109" w:rsidRDefault="008D214F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73D3" w:rsidRDefault="003E73D3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AC359C" w:rsidRPr="002121DE" w:rsidRDefault="00E646D0" w:rsidP="00A239E8">
      <w:pPr>
        <w:pStyle w:val="Komentarotekstas"/>
        <w:ind w:firstLine="0"/>
        <w:rPr>
          <w:rFonts w:ascii="Palemonas" w:hAnsi="Palemonas" w:cs="Palemonas"/>
        </w:rPr>
      </w:pPr>
      <w:r>
        <w:rPr>
          <w:rFonts w:ascii="Times New Roman" w:hAnsi="Times New Roman"/>
          <w:szCs w:val="24"/>
        </w:rPr>
        <w:t xml:space="preserve">Savivaldybės meras </w:t>
      </w: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3E73D3" w:rsidRDefault="003E73D3" w:rsidP="00CD4B5B">
      <w:pPr>
        <w:ind w:firstLine="0"/>
      </w:pPr>
    </w:p>
    <w:p w:rsidR="009207F9" w:rsidRDefault="009207F9" w:rsidP="00CD4B5B">
      <w:pPr>
        <w:ind w:firstLine="0"/>
      </w:pPr>
    </w:p>
    <w:p w:rsidR="009207F9" w:rsidRDefault="009207F9" w:rsidP="00CD4B5B">
      <w:pPr>
        <w:ind w:firstLine="0"/>
      </w:pPr>
    </w:p>
    <w:p w:rsidR="009207F9" w:rsidRDefault="009207F9" w:rsidP="00CD4B5B">
      <w:pPr>
        <w:ind w:firstLine="0"/>
      </w:pPr>
    </w:p>
    <w:p w:rsidR="009207F9" w:rsidRDefault="009207F9" w:rsidP="00CD4B5B">
      <w:pPr>
        <w:ind w:firstLine="0"/>
      </w:pPr>
    </w:p>
    <w:p w:rsidR="00CD4B5B" w:rsidRDefault="00CD4B5B" w:rsidP="00CD4B5B">
      <w:pPr>
        <w:ind w:firstLine="0"/>
      </w:pPr>
      <w:r>
        <w:t>SUDERINTA:</w:t>
      </w:r>
    </w:p>
    <w:p w:rsidR="00CD7CF8" w:rsidRDefault="00CD7CF8" w:rsidP="00CD7CF8">
      <w:pPr>
        <w:ind w:firstLine="0"/>
      </w:pPr>
      <w:r>
        <w:t>Savivaldybės meras Andrius Klišonis</w:t>
      </w:r>
    </w:p>
    <w:p w:rsidR="00CD7CF8" w:rsidRDefault="00CD7CF8" w:rsidP="00CD7CF8">
      <w:pPr>
        <w:ind w:firstLine="0"/>
      </w:pPr>
      <w:r>
        <w:t>Administracijos direktorius Dalius Pečiulis</w:t>
      </w:r>
    </w:p>
    <w:p w:rsidR="00CD4B5B" w:rsidRDefault="00E83C8B" w:rsidP="00CD4B5B">
      <w:pPr>
        <w:ind w:firstLine="0"/>
      </w:pPr>
      <w:bookmarkStart w:id="1" w:name="_GoBack"/>
      <w:bookmarkEnd w:id="1"/>
      <w:r>
        <w:t>Protokolo skyriaus k</w:t>
      </w:r>
      <w:r w:rsidR="006B2D9F">
        <w:t>alb</w:t>
      </w:r>
      <w:r w:rsidR="00CD4B5B">
        <w:t>o</w:t>
      </w:r>
      <w:r w:rsidR="006B2D9F">
        <w:t>s tvar</w:t>
      </w:r>
      <w:r w:rsidR="00CD4B5B">
        <w:t>ky</w:t>
      </w:r>
      <w:r w:rsidR="00DC28C3">
        <w:t>toja Simona</w:t>
      </w:r>
      <w:r w:rsidR="006B2D9F">
        <w:t xml:space="preserve"> </w:t>
      </w:r>
      <w:proofErr w:type="spellStart"/>
      <w:r w:rsidR="006B2D9F">
        <w:t>Grigal</w:t>
      </w:r>
      <w:r w:rsidR="00CD4B5B">
        <w:t>ausk</w:t>
      </w:r>
      <w:r w:rsidR="006B2D9F">
        <w:t>ait</w:t>
      </w:r>
      <w:r w:rsidR="00CD4B5B">
        <w:t>ė</w:t>
      </w:r>
      <w:proofErr w:type="spellEnd"/>
    </w:p>
    <w:p w:rsidR="00CD4B5B" w:rsidRDefault="00CD4B5B" w:rsidP="00CD4B5B">
      <w:pPr>
        <w:ind w:firstLine="0"/>
      </w:pPr>
      <w:r>
        <w:t>Juridinio ir personalo administravimo vedėjas Vytautas Tumas</w:t>
      </w:r>
    </w:p>
    <w:p w:rsidR="00CD4B5B" w:rsidRDefault="00CD4B5B" w:rsidP="00CD4B5B">
      <w:pPr>
        <w:ind w:firstLine="0"/>
      </w:pPr>
    </w:p>
    <w:p w:rsidR="004F71D3" w:rsidRDefault="00120547" w:rsidP="00717517">
      <w:pPr>
        <w:ind w:firstLine="0"/>
      </w:pPr>
      <w:r>
        <w:t>Sprendimą rengė Juridini</w:t>
      </w:r>
      <w:r w:rsidR="00CD4B5B">
        <w:t>o</w:t>
      </w:r>
      <w:r>
        <w:t xml:space="preserve"> ir personalo administravimo</w:t>
      </w:r>
      <w:r w:rsidR="00CD4B5B">
        <w:t xml:space="preserve"> skyriau</w:t>
      </w:r>
      <w:r w:rsidR="00F04070">
        <w:t>s vyr. specialistas Stasys</w:t>
      </w:r>
      <w:r>
        <w:t xml:space="preserve"> Žilinskas</w:t>
      </w:r>
    </w:p>
    <w:p w:rsid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  <w:sectPr w:rsidR="00717517" w:rsidSect="00033AA1">
          <w:pgSz w:w="12240" w:h="15840"/>
          <w:pgMar w:top="1134" w:right="567" w:bottom="1134" w:left="1701" w:header="708" w:footer="708" w:gutter="0"/>
          <w:cols w:space="708"/>
          <w:docGrid w:linePitch="360"/>
        </w:sectPr>
      </w:pPr>
    </w:p>
    <w:p w:rsidR="00D53877" w:rsidRPr="002064DC" w:rsidRDefault="00CC04E0">
      <w:pPr>
        <w:ind w:firstLine="0"/>
        <w:jc w:val="center"/>
        <w:rPr>
          <w:b/>
          <w:caps/>
          <w:lang w:eastAsia="my-MM" w:bidi="my-MM"/>
        </w:rPr>
      </w:pPr>
      <w:r>
        <w:rPr>
          <w:b/>
          <w:caps/>
          <w:lang w:eastAsia="my-MM" w:bidi="my-MM"/>
        </w:rPr>
        <w:lastRenderedPageBreak/>
        <w:t>J</w:t>
      </w:r>
      <w:r w:rsidR="00D53877" w:rsidRPr="002064DC">
        <w:rPr>
          <w:b/>
          <w:caps/>
          <w:lang w:eastAsia="my-MM" w:bidi="my-MM"/>
        </w:rPr>
        <w:t>UR</w:t>
      </w:r>
      <w:r>
        <w:rPr>
          <w:b/>
          <w:caps/>
          <w:lang w:eastAsia="my-MM" w:bidi="my-MM"/>
        </w:rPr>
        <w:t>RIDINIS IR PERSONALO ADMINISTRAVIM</w:t>
      </w:r>
      <w:r w:rsidR="00D53877" w:rsidRPr="002064DC">
        <w:rPr>
          <w:b/>
          <w:caps/>
          <w:lang w:eastAsia="my-MM" w:bidi="my-MM"/>
        </w:rPr>
        <w:t>O SKYRIUS</w:t>
      </w:r>
    </w:p>
    <w:p w:rsidR="00D53877" w:rsidRPr="002064DC" w:rsidRDefault="00D53877" w:rsidP="003E5139">
      <w:pPr>
        <w:widowControl w:val="0"/>
        <w:ind w:firstLine="0"/>
        <w:jc w:val="center"/>
        <w:rPr>
          <w:rFonts w:eastAsia="Lucida Sans Unicode"/>
          <w:b/>
          <w:kern w:val="1"/>
        </w:rPr>
      </w:pPr>
    </w:p>
    <w:p w:rsidR="00D53877" w:rsidRPr="002064DC" w:rsidRDefault="00D53877" w:rsidP="003E5139">
      <w:pPr>
        <w:widowControl w:val="0"/>
        <w:ind w:firstLine="0"/>
        <w:jc w:val="center"/>
        <w:rPr>
          <w:rFonts w:eastAsia="Lucida Sans Unicode"/>
          <w:b/>
          <w:kern w:val="1"/>
          <w:szCs w:val="24"/>
        </w:rPr>
      </w:pPr>
      <w:r w:rsidRPr="002064DC">
        <w:rPr>
          <w:rFonts w:eastAsia="Lucida Sans Unicode"/>
          <w:b/>
          <w:kern w:val="1"/>
          <w:szCs w:val="24"/>
        </w:rPr>
        <w:t>AIŠKINAMASIS RAŠTAS</w:t>
      </w:r>
    </w:p>
    <w:p w:rsidR="003E73D3" w:rsidRDefault="003E5139" w:rsidP="001C5109">
      <w:pPr>
        <w:widowControl w:val="0"/>
        <w:ind w:firstLine="0"/>
        <w:jc w:val="center"/>
        <w:rPr>
          <w:rFonts w:eastAsia="Lucida Sans Unicode" w:cs="Tahoma"/>
          <w:b/>
          <w:kern w:val="1"/>
          <w:szCs w:val="24"/>
        </w:rPr>
      </w:pPr>
      <w:r w:rsidRPr="00FE7195">
        <w:rPr>
          <w:rFonts w:eastAsia="Lucida Sans Unicode" w:cs="Tahoma"/>
          <w:b/>
          <w:kern w:val="1"/>
          <w:szCs w:val="24"/>
        </w:rPr>
        <w:t xml:space="preserve">PRIE </w:t>
      </w:r>
      <w:r w:rsidR="00D53877" w:rsidRPr="00FE7195">
        <w:rPr>
          <w:rFonts w:eastAsia="Lucida Sans Unicode" w:cs="Tahoma"/>
          <w:b/>
          <w:kern w:val="1"/>
          <w:szCs w:val="24"/>
        </w:rPr>
        <w:t xml:space="preserve">PLUNGĖS RAJONO </w:t>
      </w:r>
      <w:r w:rsidRPr="00FE7195">
        <w:rPr>
          <w:rFonts w:eastAsia="Lucida Sans Unicode" w:cs="Tahoma"/>
          <w:b/>
          <w:kern w:val="1"/>
          <w:szCs w:val="24"/>
        </w:rPr>
        <w:t xml:space="preserve">SAVIVALDYBĖS TARYBOS SPRENDIMO </w:t>
      </w:r>
      <w:r w:rsidR="00D53877" w:rsidRPr="00FE7195">
        <w:rPr>
          <w:rFonts w:eastAsia="Lucida Sans Unicode" w:cs="Tahoma"/>
          <w:b/>
          <w:kern w:val="1"/>
          <w:szCs w:val="24"/>
        </w:rPr>
        <w:t>PROJEKTO</w:t>
      </w:r>
    </w:p>
    <w:p w:rsidR="00D53877" w:rsidRPr="003A1E0A" w:rsidRDefault="001C5109" w:rsidP="001C5109">
      <w:pPr>
        <w:widowControl w:val="0"/>
        <w:ind w:firstLine="0"/>
        <w:jc w:val="center"/>
        <w:rPr>
          <w:b/>
          <w:szCs w:val="24"/>
        </w:rPr>
      </w:pPr>
      <w:r>
        <w:rPr>
          <w:rFonts w:eastAsia="Lucida Sans Unicode" w:cs="Tahoma"/>
          <w:b/>
          <w:kern w:val="1"/>
          <w:szCs w:val="24"/>
        </w:rPr>
        <w:t>„</w:t>
      </w:r>
      <w:r w:rsidRPr="001C5109">
        <w:rPr>
          <w:rFonts w:eastAsia="Lucida Sans Unicode" w:cs="Tahoma"/>
          <w:b/>
          <w:kern w:val="1"/>
          <w:szCs w:val="24"/>
        </w:rPr>
        <w:t xml:space="preserve">DĖL PLUNGĖS </w:t>
      </w:r>
      <w:r w:rsidR="002E73A3">
        <w:rPr>
          <w:rFonts w:eastAsia="Lucida Sans Unicode" w:cs="Tahoma"/>
          <w:b/>
          <w:kern w:val="1"/>
          <w:szCs w:val="24"/>
        </w:rPr>
        <w:t>RAJONO SAVIVALDYBĖS TARYBOS 2022 M. L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2E73A3">
        <w:rPr>
          <w:rFonts w:eastAsia="Lucida Sans Unicode" w:cs="Tahoma"/>
          <w:b/>
          <w:kern w:val="1"/>
          <w:szCs w:val="24"/>
        </w:rPr>
        <w:t>EP</w:t>
      </w:r>
      <w:r w:rsidRPr="001C5109">
        <w:rPr>
          <w:rFonts w:eastAsia="Lucida Sans Unicode" w:cs="Tahoma"/>
          <w:b/>
          <w:kern w:val="1"/>
          <w:szCs w:val="24"/>
        </w:rPr>
        <w:t>O</w:t>
      </w:r>
      <w:r w:rsidR="002E73A3">
        <w:rPr>
          <w:rFonts w:eastAsia="Lucida Sans Unicode" w:cs="Tahoma"/>
          <w:b/>
          <w:kern w:val="1"/>
          <w:szCs w:val="24"/>
        </w:rPr>
        <w:t>S</w:t>
      </w:r>
      <w:r w:rsidRPr="001C5109">
        <w:rPr>
          <w:rFonts w:eastAsia="Lucida Sans Unicode" w:cs="Tahoma"/>
          <w:b/>
          <w:kern w:val="1"/>
          <w:szCs w:val="24"/>
        </w:rPr>
        <w:t xml:space="preserve"> 2</w:t>
      </w:r>
      <w:r w:rsidR="0013412B">
        <w:rPr>
          <w:rFonts w:eastAsia="Lucida Sans Unicode" w:cs="Tahoma"/>
          <w:b/>
          <w:kern w:val="1"/>
          <w:szCs w:val="24"/>
        </w:rPr>
        <w:t>8</w:t>
      </w:r>
      <w:r w:rsidRPr="001C5109">
        <w:rPr>
          <w:rFonts w:eastAsia="Lucida Sans Unicode" w:cs="Tahoma"/>
          <w:b/>
          <w:kern w:val="1"/>
          <w:szCs w:val="24"/>
        </w:rPr>
        <w:t xml:space="preserve"> D. SPRENDIMO NR. T1-</w:t>
      </w:r>
      <w:r w:rsidR="002E73A3">
        <w:rPr>
          <w:rFonts w:eastAsia="Lucida Sans Unicode" w:cs="Tahoma"/>
          <w:b/>
          <w:kern w:val="1"/>
          <w:szCs w:val="24"/>
        </w:rPr>
        <w:t>188 „DĖL VIETINĖS R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2E73A3">
        <w:rPr>
          <w:rFonts w:eastAsia="Lucida Sans Unicode" w:cs="Tahoma"/>
          <w:b/>
          <w:kern w:val="1"/>
          <w:szCs w:val="24"/>
        </w:rPr>
        <w:t>NKLIAV</w:t>
      </w:r>
      <w:r w:rsidRPr="001C5109">
        <w:rPr>
          <w:rFonts w:eastAsia="Lucida Sans Unicode" w:cs="Tahoma"/>
          <w:b/>
          <w:kern w:val="1"/>
          <w:szCs w:val="24"/>
        </w:rPr>
        <w:t>O</w:t>
      </w:r>
      <w:r w:rsidR="002E73A3">
        <w:rPr>
          <w:rFonts w:eastAsia="Lucida Sans Unicode" w:cs="Tahoma"/>
          <w:b/>
          <w:kern w:val="1"/>
          <w:szCs w:val="24"/>
        </w:rPr>
        <w:t xml:space="preserve">S </w:t>
      </w:r>
      <w:r w:rsidRPr="001C5109">
        <w:rPr>
          <w:rFonts w:eastAsia="Lucida Sans Unicode" w:cs="Tahoma"/>
          <w:b/>
          <w:kern w:val="1"/>
          <w:szCs w:val="24"/>
        </w:rPr>
        <w:t>U</w:t>
      </w:r>
      <w:r w:rsidR="002E73A3">
        <w:rPr>
          <w:rFonts w:eastAsia="Lucida Sans Unicode" w:cs="Tahoma"/>
          <w:b/>
          <w:kern w:val="1"/>
          <w:szCs w:val="24"/>
        </w:rPr>
        <w:t>Ž LEIDIM</w:t>
      </w:r>
      <w:r w:rsidRPr="001C5109">
        <w:rPr>
          <w:rFonts w:eastAsia="Lucida Sans Unicode" w:cs="Tahoma"/>
          <w:b/>
          <w:kern w:val="1"/>
          <w:szCs w:val="24"/>
        </w:rPr>
        <w:t xml:space="preserve">O </w:t>
      </w:r>
      <w:r w:rsidR="002E73A3">
        <w:rPr>
          <w:rFonts w:eastAsia="Lucida Sans Unicode" w:cs="Tahoma"/>
          <w:b/>
          <w:kern w:val="1"/>
          <w:szCs w:val="24"/>
        </w:rPr>
        <w:t xml:space="preserve"> IR P</w:t>
      </w:r>
      <w:r w:rsidRPr="001C5109">
        <w:rPr>
          <w:rFonts w:eastAsia="Lucida Sans Unicode" w:cs="Tahoma"/>
          <w:b/>
          <w:kern w:val="1"/>
          <w:szCs w:val="24"/>
        </w:rPr>
        <w:t>R</w:t>
      </w:r>
      <w:r w:rsidR="002E73A3">
        <w:rPr>
          <w:rFonts w:eastAsia="Lucida Sans Unicode" w:cs="Tahoma"/>
          <w:b/>
          <w:kern w:val="1"/>
          <w:szCs w:val="24"/>
        </w:rPr>
        <w:t>EK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2E73A3">
        <w:rPr>
          <w:rFonts w:eastAsia="Lucida Sans Unicode" w:cs="Tahoma"/>
          <w:b/>
          <w:kern w:val="1"/>
          <w:szCs w:val="24"/>
        </w:rPr>
        <w:t>UTI AR (IR) TEIKTI</w:t>
      </w:r>
      <w:r w:rsidR="0013412B">
        <w:rPr>
          <w:rFonts w:eastAsia="Lucida Sans Unicode" w:cs="Tahoma"/>
          <w:b/>
          <w:kern w:val="1"/>
          <w:szCs w:val="24"/>
        </w:rPr>
        <w:t xml:space="preserve"> PASLUGAS</w:t>
      </w:r>
      <w:r w:rsidRPr="001C5109">
        <w:rPr>
          <w:rFonts w:eastAsia="Lucida Sans Unicode" w:cs="Tahoma"/>
          <w:b/>
          <w:kern w:val="1"/>
          <w:szCs w:val="24"/>
        </w:rPr>
        <w:t xml:space="preserve"> PLUNGĖS RAJ</w:t>
      </w:r>
      <w:r w:rsidR="0013412B">
        <w:rPr>
          <w:rFonts w:eastAsia="Lucida Sans Unicode" w:cs="Tahoma"/>
          <w:b/>
          <w:kern w:val="1"/>
          <w:szCs w:val="24"/>
        </w:rPr>
        <w:t>ONO SAVIVALDYBĖS  VIEŠOS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13412B">
        <w:rPr>
          <w:rFonts w:eastAsia="Lucida Sans Unicode" w:cs="Tahoma"/>
          <w:b/>
          <w:kern w:val="1"/>
          <w:szCs w:val="24"/>
        </w:rPr>
        <w:t xml:space="preserve">OSE VIETOSE 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13412B">
        <w:rPr>
          <w:rFonts w:eastAsia="Lucida Sans Unicode" w:cs="Tahoma"/>
          <w:b/>
          <w:kern w:val="1"/>
          <w:szCs w:val="24"/>
        </w:rPr>
        <w:t>ŠDAVIMĄ NUOSTATŲ</w:t>
      </w:r>
      <w:r w:rsidRPr="001C5109">
        <w:rPr>
          <w:rFonts w:eastAsia="Lucida Sans Unicode" w:cs="Tahoma"/>
          <w:b/>
          <w:kern w:val="1"/>
          <w:szCs w:val="24"/>
        </w:rPr>
        <w:t xml:space="preserve"> </w:t>
      </w:r>
      <w:r w:rsidR="0013412B">
        <w:rPr>
          <w:rFonts w:eastAsia="Lucida Sans Unicode" w:cs="Tahoma"/>
          <w:b/>
          <w:kern w:val="1"/>
          <w:szCs w:val="24"/>
        </w:rPr>
        <w:t>PATV</w:t>
      </w:r>
      <w:r w:rsidRPr="001C5109">
        <w:rPr>
          <w:rFonts w:eastAsia="Lucida Sans Unicode" w:cs="Tahoma"/>
          <w:b/>
          <w:kern w:val="1"/>
          <w:szCs w:val="24"/>
        </w:rPr>
        <w:t>I</w:t>
      </w:r>
      <w:r w:rsidR="0013412B">
        <w:rPr>
          <w:rFonts w:eastAsia="Lucida Sans Unicode" w:cs="Tahoma"/>
          <w:b/>
          <w:kern w:val="1"/>
          <w:szCs w:val="24"/>
        </w:rPr>
        <w:t>RTINIMO</w:t>
      </w:r>
      <w:r w:rsidRPr="001C5109">
        <w:rPr>
          <w:rFonts w:eastAsia="Lucida Sans Unicode" w:cs="Tahoma"/>
          <w:b/>
          <w:kern w:val="1"/>
          <w:szCs w:val="24"/>
        </w:rPr>
        <w:t>“ PA</w:t>
      </w:r>
      <w:r w:rsidR="00D14DDD">
        <w:rPr>
          <w:rFonts w:eastAsia="Lucida Sans Unicode" w:cs="Tahoma"/>
          <w:b/>
          <w:kern w:val="1"/>
          <w:szCs w:val="24"/>
        </w:rPr>
        <w:t>KEITIM</w:t>
      </w:r>
      <w:r w:rsidR="00FE6606">
        <w:rPr>
          <w:rFonts w:eastAsia="Lucida Sans Unicode" w:cs="Tahoma"/>
          <w:b/>
          <w:kern w:val="1"/>
          <w:szCs w:val="24"/>
        </w:rPr>
        <w:t>O</w:t>
      </w:r>
    </w:p>
    <w:p w:rsidR="006747F4" w:rsidRDefault="006747F4" w:rsidP="003E5139">
      <w:pPr>
        <w:ind w:firstLine="0"/>
        <w:jc w:val="center"/>
      </w:pPr>
    </w:p>
    <w:p w:rsidR="00D53877" w:rsidRPr="00D1296F" w:rsidRDefault="00D53877" w:rsidP="003E5139">
      <w:pPr>
        <w:ind w:firstLine="0"/>
        <w:jc w:val="center"/>
      </w:pPr>
      <w:r w:rsidRPr="00D1296F">
        <w:t>20</w:t>
      </w:r>
      <w:r w:rsidR="0069318C">
        <w:t>2</w:t>
      </w:r>
      <w:r w:rsidR="0013412B">
        <w:t>3</w:t>
      </w:r>
      <w:r w:rsidRPr="00D1296F">
        <w:t xml:space="preserve"> m.</w:t>
      </w:r>
      <w:r>
        <w:t xml:space="preserve"> </w:t>
      </w:r>
      <w:r w:rsidR="002E73A3">
        <w:t>balandž</w:t>
      </w:r>
      <w:r w:rsidR="001C5109">
        <w:t>io</w:t>
      </w:r>
      <w:r w:rsidR="00CD4B5B">
        <w:t xml:space="preserve"> </w:t>
      </w:r>
      <w:r w:rsidR="002E73A3">
        <w:t>1</w:t>
      </w:r>
      <w:r w:rsidR="00E83C8B">
        <w:t>3</w:t>
      </w:r>
      <w:r>
        <w:t xml:space="preserve"> d. </w:t>
      </w:r>
    </w:p>
    <w:p w:rsidR="00D53877" w:rsidRDefault="00D53877" w:rsidP="003E5139">
      <w:pPr>
        <w:ind w:firstLine="0"/>
        <w:jc w:val="center"/>
      </w:pPr>
      <w:r w:rsidRPr="00D1296F">
        <w:t>Plungė</w:t>
      </w:r>
    </w:p>
    <w:p w:rsidR="00827073" w:rsidRDefault="00657B1A" w:rsidP="003E5139">
      <w:pPr>
        <w:ind w:firstLine="0"/>
        <w:jc w:val="center"/>
      </w:pPr>
      <w:r>
        <w:t xml:space="preserve"> </w:t>
      </w:r>
    </w:p>
    <w:p w:rsidR="00DB6337" w:rsidRPr="00DB6337" w:rsidRDefault="00DB6337" w:rsidP="00DB6337">
      <w:pPr>
        <w:ind w:firstLine="0"/>
        <w:jc w:val="left"/>
      </w:pPr>
    </w:p>
    <w:p w:rsidR="009207F9" w:rsidRDefault="00DB6337" w:rsidP="009207F9">
      <w:pPr>
        <w:autoSpaceDE w:val="0"/>
        <w:autoSpaceDN w:val="0"/>
        <w:adjustRightInd w:val="0"/>
      </w:pPr>
      <w:r w:rsidRPr="00DB6337">
        <w:rPr>
          <w:b/>
        </w:rPr>
        <w:t>1. Parengto sprendimo projekto tikslai, uždaviniai.</w:t>
      </w:r>
      <w:r w:rsidR="005F0B02">
        <w:rPr>
          <w:b/>
        </w:rPr>
        <w:t xml:space="preserve"> </w:t>
      </w:r>
      <w:r w:rsidR="005F0B02">
        <w:t xml:space="preserve">Parengto </w:t>
      </w:r>
      <w:r w:rsidR="009207F9">
        <w:t xml:space="preserve">Savivaldybės </w:t>
      </w:r>
      <w:r w:rsidR="005F0B02">
        <w:t xml:space="preserve">tarybos sprendimo </w:t>
      </w:r>
      <w:r w:rsidR="009207F9">
        <w:t xml:space="preserve">projekto </w:t>
      </w:r>
      <w:r w:rsidR="005F0B02">
        <w:t>esmė</w:t>
      </w:r>
      <w:r w:rsidR="009207F9">
        <w:t xml:space="preserve"> – p</w:t>
      </w:r>
      <w:r w:rsidR="009207F9" w:rsidRPr="008D214F">
        <w:t>apildyti Plungės rajono savivaldybės tarybos</w:t>
      </w:r>
      <w:r w:rsidR="009207F9">
        <w:t xml:space="preserve"> 2022 m. liepos 28 d. sprendimo Nr. T1-188</w:t>
      </w:r>
      <w:r w:rsidR="009207F9" w:rsidRPr="008D214F">
        <w:t xml:space="preserve"> „</w:t>
      </w:r>
      <w:r w:rsidR="009207F9">
        <w:t xml:space="preserve">Dėl vietinės rinkliavos už leidimo prekiauti </w:t>
      </w:r>
      <w:r w:rsidR="009207F9" w:rsidRPr="008D214F">
        <w:t>a</w:t>
      </w:r>
      <w:r w:rsidR="009207F9">
        <w:t>r (ir) teikti paslaugas P</w:t>
      </w:r>
      <w:r w:rsidR="009207F9" w:rsidRPr="008D214F">
        <w:t>lungės raj</w:t>
      </w:r>
      <w:r w:rsidR="009207F9">
        <w:t>ono savivaldybės viešos</w:t>
      </w:r>
      <w:r w:rsidR="009207F9" w:rsidRPr="008D214F">
        <w:t>i</w:t>
      </w:r>
      <w:r w:rsidR="009207F9">
        <w:t>ose vie</w:t>
      </w:r>
      <w:r w:rsidR="009207F9" w:rsidRPr="008D214F">
        <w:t>t</w:t>
      </w:r>
      <w:r w:rsidR="009207F9">
        <w:t>ose</w:t>
      </w:r>
      <w:r w:rsidR="009207F9" w:rsidRPr="008D214F">
        <w:t xml:space="preserve"> i</w:t>
      </w:r>
      <w:r w:rsidR="009207F9">
        <w:t>š</w:t>
      </w:r>
      <w:r w:rsidR="009207F9" w:rsidRPr="008D214F">
        <w:t>d</w:t>
      </w:r>
      <w:r w:rsidR="009207F9">
        <w:t>av</w:t>
      </w:r>
      <w:r w:rsidR="009207F9" w:rsidRPr="008D214F">
        <w:t>i</w:t>
      </w:r>
      <w:r w:rsidR="009207F9">
        <w:t>mą nuostatų</w:t>
      </w:r>
      <w:r w:rsidR="009207F9" w:rsidRPr="008D214F">
        <w:t xml:space="preserve"> pat</w:t>
      </w:r>
      <w:r w:rsidR="009207F9">
        <w:t>virt</w:t>
      </w:r>
      <w:r w:rsidR="009207F9" w:rsidRPr="008D214F">
        <w:t>i</w:t>
      </w:r>
      <w:r w:rsidR="009207F9">
        <w:t>nimo“</w:t>
      </w:r>
      <w:r w:rsidR="009207F9" w:rsidRPr="008D214F">
        <w:t xml:space="preserve"> </w:t>
      </w:r>
      <w:r w:rsidR="009207F9">
        <w:t>19.5 papunktį,</w:t>
      </w:r>
      <w:r w:rsidR="005F0B02">
        <w:t xml:space="preserve"> </w:t>
      </w:r>
      <w:r w:rsidR="009207F9">
        <w:t xml:space="preserve">įrašant </w:t>
      </w:r>
      <w:r w:rsidR="00AB4247">
        <w:t xml:space="preserve">naujiems paviljonams suteiktą </w:t>
      </w:r>
      <w:r w:rsidR="005F0B02">
        <w:t>Plungės miesto seniūnijos pavedimo</w:t>
      </w:r>
      <w:r w:rsidR="004A5D42">
        <w:t xml:space="preserve"> paskirties</w:t>
      </w:r>
      <w:r w:rsidR="005F0B02">
        <w:t xml:space="preserve"> kod</w:t>
      </w:r>
      <w:r w:rsidR="009207F9">
        <w:t>ą</w:t>
      </w:r>
      <w:r w:rsidR="004A5D42">
        <w:t xml:space="preserve"> </w:t>
      </w:r>
      <w:r w:rsidR="005F0B02">
        <w:t>53411</w:t>
      </w:r>
      <w:r w:rsidR="00AB4247">
        <w:t xml:space="preserve">-13, o Nausodžio seniūnijai būsimam paviljonui –pavedimo paskirties kodą 53404-13 </w:t>
      </w:r>
      <w:r w:rsidR="009207F9">
        <w:t>.</w:t>
      </w:r>
    </w:p>
    <w:p w:rsidR="00DB6337" w:rsidRPr="00DB6337" w:rsidRDefault="00DB6337" w:rsidP="009207F9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DB6337">
        <w:rPr>
          <w:rFonts w:eastAsia="TimesNewRomanPSMT"/>
          <w:b/>
          <w:szCs w:val="24"/>
        </w:rPr>
        <w:t>2. Siūlomos teisinio reguliavimo nuostatos, šiuo metu esantis teisinis reglamentavimas, kokie šios srities teisės aktai tebegalioja ir kokius teisės aktus būtina pakeisti ar panaikinti, priėmus teikiamą tarybos sprendimo projektą.</w:t>
      </w:r>
      <w:r w:rsidR="005F0B02">
        <w:rPr>
          <w:rFonts w:eastAsia="TimesNewRomanPSMT"/>
          <w:b/>
          <w:szCs w:val="24"/>
        </w:rPr>
        <w:t xml:space="preserve"> </w:t>
      </w:r>
      <w:r w:rsidR="005F0B02">
        <w:rPr>
          <w:rFonts w:eastAsia="TimesNewRomanPSMT"/>
          <w:szCs w:val="24"/>
        </w:rPr>
        <w:t xml:space="preserve"> Šiuo</w:t>
      </w:r>
      <w:r w:rsidR="004A5D42">
        <w:rPr>
          <w:rFonts w:eastAsia="TimesNewRomanPSMT"/>
          <w:szCs w:val="24"/>
        </w:rPr>
        <w:t xml:space="preserve"> metu galioja </w:t>
      </w:r>
      <w:r w:rsidR="009207F9">
        <w:rPr>
          <w:rFonts w:eastAsia="TimesNewRomanPSMT"/>
          <w:szCs w:val="24"/>
        </w:rPr>
        <w:t xml:space="preserve">Savivaldybės tarybos </w:t>
      </w:r>
      <w:r w:rsidR="004A5D42">
        <w:rPr>
          <w:rFonts w:eastAsia="TimesNewRomanPSMT"/>
          <w:szCs w:val="24"/>
        </w:rPr>
        <w:t>2022</w:t>
      </w:r>
      <w:r w:rsidR="009207F9">
        <w:rPr>
          <w:rFonts w:eastAsia="TimesNewRomanPSMT"/>
          <w:szCs w:val="24"/>
        </w:rPr>
        <w:t xml:space="preserve"> m. liepos </w:t>
      </w:r>
      <w:r w:rsidR="004A5D42">
        <w:rPr>
          <w:rFonts w:eastAsia="TimesNewRomanPSMT"/>
          <w:szCs w:val="24"/>
        </w:rPr>
        <w:t>28</w:t>
      </w:r>
      <w:r w:rsidR="009207F9">
        <w:rPr>
          <w:rFonts w:eastAsia="TimesNewRomanPSMT"/>
          <w:szCs w:val="24"/>
        </w:rPr>
        <w:t xml:space="preserve"> d.</w:t>
      </w:r>
      <w:r w:rsidR="004A5D42">
        <w:rPr>
          <w:rFonts w:eastAsia="TimesNewRomanPSMT"/>
          <w:szCs w:val="24"/>
        </w:rPr>
        <w:t xml:space="preserve"> sprendimas Nr. T1-188. Š</w:t>
      </w:r>
      <w:r w:rsidR="009207F9">
        <w:rPr>
          <w:rFonts w:eastAsia="TimesNewRomanPSMT"/>
          <w:szCs w:val="24"/>
        </w:rPr>
        <w:t>io</w:t>
      </w:r>
      <w:r w:rsidR="004A5D42">
        <w:rPr>
          <w:rFonts w:eastAsia="TimesNewRomanPSMT"/>
          <w:szCs w:val="24"/>
        </w:rPr>
        <w:t xml:space="preserve"> sprendim</w:t>
      </w:r>
      <w:r w:rsidR="009207F9">
        <w:rPr>
          <w:rFonts w:eastAsia="TimesNewRomanPSMT"/>
          <w:szCs w:val="24"/>
        </w:rPr>
        <w:t>o</w:t>
      </w:r>
      <w:r w:rsidR="004A5D42">
        <w:rPr>
          <w:rFonts w:eastAsia="TimesNewRomanPSMT"/>
          <w:szCs w:val="24"/>
        </w:rPr>
        <w:t xml:space="preserve"> </w:t>
      </w:r>
      <w:r w:rsidR="009207F9">
        <w:rPr>
          <w:rFonts w:eastAsia="TimesNewRomanPSMT"/>
          <w:szCs w:val="24"/>
        </w:rPr>
        <w:t xml:space="preserve">19.5 papunktį </w:t>
      </w:r>
      <w:r w:rsidR="004A5D42">
        <w:rPr>
          <w:rFonts w:eastAsia="TimesNewRomanPSMT"/>
          <w:szCs w:val="24"/>
        </w:rPr>
        <w:t>reik</w:t>
      </w:r>
      <w:r w:rsidR="009207F9">
        <w:rPr>
          <w:rFonts w:eastAsia="TimesNewRomanPSMT"/>
          <w:szCs w:val="24"/>
        </w:rPr>
        <w:t>ia</w:t>
      </w:r>
      <w:r w:rsidR="004A5D42">
        <w:rPr>
          <w:rFonts w:eastAsia="TimesNewRomanPSMT"/>
          <w:szCs w:val="24"/>
        </w:rPr>
        <w:t xml:space="preserve"> papildyti </w:t>
      </w:r>
      <w:r w:rsidR="009207F9">
        <w:rPr>
          <w:rFonts w:eastAsia="TimesNewRomanPSMT"/>
          <w:szCs w:val="24"/>
        </w:rPr>
        <w:t xml:space="preserve">Plungės miesto seniūnijos </w:t>
      </w:r>
      <w:r w:rsidR="004A5D42">
        <w:rPr>
          <w:rFonts w:eastAsia="TimesNewRomanPSMT"/>
          <w:szCs w:val="24"/>
        </w:rPr>
        <w:t>pavedimo paskirties kodu 53411</w:t>
      </w:r>
      <w:r w:rsidR="00AB4247">
        <w:rPr>
          <w:rFonts w:eastAsia="TimesNewRomanPSMT"/>
          <w:szCs w:val="24"/>
        </w:rPr>
        <w:t>-13 bei Nausodžio seniūnijos –kodu 53404-13</w:t>
      </w:r>
      <w:r w:rsidR="004A5D42">
        <w:rPr>
          <w:rFonts w:eastAsia="TimesNewRomanPSMT"/>
          <w:szCs w:val="24"/>
        </w:rPr>
        <w:t>.</w:t>
      </w:r>
      <w:r w:rsidR="005F0B02">
        <w:rPr>
          <w:rFonts w:eastAsia="TimesNewRomanPSMT"/>
          <w:szCs w:val="24"/>
        </w:rPr>
        <w:t xml:space="preserve"> </w:t>
      </w:r>
    </w:p>
    <w:p w:rsidR="00DB6337" w:rsidRPr="00DB6337" w:rsidRDefault="00DB6337" w:rsidP="009207F9">
      <w:pPr>
        <w:rPr>
          <w:b/>
        </w:rPr>
      </w:pPr>
      <w:r w:rsidRPr="00DB6337">
        <w:rPr>
          <w:rFonts w:eastAsia="TimesNewRomanPSMT"/>
          <w:b/>
          <w:szCs w:val="24"/>
        </w:rPr>
        <w:t>3.</w:t>
      </w:r>
      <w:r w:rsidRPr="00DB6337">
        <w:rPr>
          <w:b/>
        </w:rPr>
        <w:t xml:space="preserve"> Kodėl būtina priimti sprendimą, kokių pozityvių rezultatų laukiama.</w:t>
      </w:r>
      <w:r w:rsidR="004A5D42">
        <w:rPr>
          <w:b/>
        </w:rPr>
        <w:t xml:space="preserve"> </w:t>
      </w:r>
      <w:r w:rsidR="004A5D42" w:rsidRPr="004A5D42">
        <w:t>Galimai būtų patogiau valdyti</w:t>
      </w:r>
      <w:r w:rsidR="004A5D42">
        <w:t xml:space="preserve"> finansines įmokas</w:t>
      </w:r>
      <w:r w:rsidR="00E83C8B">
        <w:rPr>
          <w:b/>
        </w:rPr>
        <w:t>.</w:t>
      </w:r>
    </w:p>
    <w:p w:rsidR="00DB6337" w:rsidRPr="00DB6337" w:rsidRDefault="00DB6337" w:rsidP="009207F9">
      <w:pPr>
        <w:rPr>
          <w:b/>
        </w:rPr>
      </w:pPr>
      <w:r w:rsidRPr="00DB6337">
        <w:rPr>
          <w:rFonts w:eastAsia="TimesNewRomanPSMT"/>
          <w:b/>
          <w:szCs w:val="24"/>
        </w:rPr>
        <w:t xml:space="preserve">4. </w:t>
      </w:r>
      <w:r w:rsidRPr="00DB6337">
        <w:rPr>
          <w:b/>
        </w:rPr>
        <w:t>Lėšų poreikis ir finansavimo šaltiniai.</w:t>
      </w:r>
      <w:r w:rsidR="004A5D42">
        <w:rPr>
          <w:b/>
        </w:rPr>
        <w:t xml:space="preserve"> </w:t>
      </w:r>
      <w:r w:rsidR="004A5D42">
        <w:t>Lėšų nereikės.</w:t>
      </w:r>
    </w:p>
    <w:p w:rsidR="00DB6337" w:rsidRPr="00DB6337" w:rsidRDefault="00DB6337" w:rsidP="00F04070">
      <w:pPr>
        <w:autoSpaceDE w:val="0"/>
        <w:autoSpaceDN w:val="0"/>
        <w:adjustRightInd w:val="0"/>
        <w:rPr>
          <w:b/>
        </w:rPr>
      </w:pPr>
      <w:r w:rsidRPr="00DB6337">
        <w:rPr>
          <w:b/>
        </w:rPr>
        <w:t xml:space="preserve">5. Pateikti </w:t>
      </w:r>
      <w:r w:rsidRPr="00DB6337">
        <w:rPr>
          <w:rFonts w:eastAsia="TimesNewRomanPSMT"/>
          <w:b/>
          <w:szCs w:val="24"/>
        </w:rPr>
        <w:t>kitus sprendimui priimti reikalingus pagrindimus, skaičiavimus ar paaiškinimus.</w:t>
      </w:r>
      <w:r w:rsidR="004A5D42">
        <w:rPr>
          <w:rFonts w:eastAsia="TimesNewRomanPSMT"/>
          <w:b/>
          <w:szCs w:val="24"/>
        </w:rPr>
        <w:t xml:space="preserve"> </w:t>
      </w:r>
      <w:r w:rsidR="004A5D42">
        <w:rPr>
          <w:rFonts w:eastAsia="TimesNewRomanPSMT"/>
          <w:szCs w:val="24"/>
        </w:rPr>
        <w:t>Pagrindimo ar skaičiavimų nėra.</w:t>
      </w:r>
    </w:p>
    <w:p w:rsidR="00DB6337" w:rsidRPr="00DB6337" w:rsidRDefault="00DB6337" w:rsidP="00F04070">
      <w:pPr>
        <w:autoSpaceDE w:val="0"/>
        <w:autoSpaceDN w:val="0"/>
        <w:adjustRightInd w:val="0"/>
        <w:rPr>
          <w:b/>
        </w:rPr>
      </w:pPr>
      <w:r w:rsidRPr="00DB6337">
        <w:rPr>
          <w:b/>
        </w:rPr>
        <w:t xml:space="preserve">6. Pateikti </w:t>
      </w:r>
      <w:r w:rsidRPr="00DB6337">
        <w:rPr>
          <w:rFonts w:eastAsia="TimesNewRomanPSMT"/>
          <w:b/>
          <w:szCs w:val="24"/>
        </w:rPr>
        <w:t>sprendimo projekto lyginamąjį variantą, jeigu teikiamas sprendimo pakeitimo projektas.</w:t>
      </w:r>
      <w:r w:rsidR="003B7BB8">
        <w:rPr>
          <w:rFonts w:eastAsia="TimesNewRomanPSMT"/>
          <w:szCs w:val="24"/>
        </w:rPr>
        <w:t xml:space="preserve"> Nepateikiamas.</w:t>
      </w:r>
    </w:p>
    <w:p w:rsidR="00DB6337" w:rsidRPr="00DB6337" w:rsidRDefault="00DB6337" w:rsidP="00F04070">
      <w:pPr>
        <w:autoSpaceDE w:val="0"/>
        <w:autoSpaceDN w:val="0"/>
        <w:adjustRightInd w:val="0"/>
      </w:pPr>
      <w:r w:rsidRPr="00DB6337">
        <w:rPr>
          <w:rFonts w:eastAsia="TimesNewRomanPSMT"/>
          <w:b/>
          <w:szCs w:val="24"/>
        </w:rPr>
        <w:t xml:space="preserve">7. </w:t>
      </w:r>
      <w:r w:rsidRPr="00DB6337">
        <w:rPr>
          <w:b/>
          <w:color w:val="000000"/>
          <w:szCs w:val="24"/>
        </w:rPr>
        <w:t>Sprendimo projekto antikorupcinis vertinimas.</w:t>
      </w:r>
      <w:r w:rsidR="004A5D42">
        <w:rPr>
          <w:b/>
          <w:color w:val="000000"/>
          <w:szCs w:val="24"/>
        </w:rPr>
        <w:t xml:space="preserve"> </w:t>
      </w:r>
      <w:r w:rsidR="004A5D42" w:rsidRPr="004A5D42">
        <w:rPr>
          <w:color w:val="000000"/>
          <w:szCs w:val="24"/>
        </w:rPr>
        <w:t>Korupcijos pasireiškimo</w:t>
      </w:r>
      <w:r w:rsidR="004A5D42">
        <w:rPr>
          <w:color w:val="000000"/>
          <w:szCs w:val="24"/>
        </w:rPr>
        <w:t xml:space="preserve"> </w:t>
      </w:r>
      <w:r w:rsidR="00E83C8B">
        <w:rPr>
          <w:color w:val="000000"/>
          <w:szCs w:val="24"/>
        </w:rPr>
        <w:t xml:space="preserve">tikimybės </w:t>
      </w:r>
      <w:r w:rsidR="004A5D42">
        <w:rPr>
          <w:color w:val="000000"/>
          <w:szCs w:val="24"/>
        </w:rPr>
        <w:t>nėra.</w:t>
      </w:r>
    </w:p>
    <w:p w:rsidR="00DB6337" w:rsidRPr="00F04070" w:rsidRDefault="00DB6337" w:rsidP="009207F9">
      <w:pPr>
        <w:tabs>
          <w:tab w:val="left" w:pos="720"/>
        </w:tabs>
      </w:pPr>
      <w:r w:rsidRPr="00DB6337">
        <w:rPr>
          <w:b/>
        </w:rPr>
        <w:t>8. Nurodyti, kieno iniciatyva sprendimo projektas yra parengtas.</w:t>
      </w:r>
      <w:r w:rsidR="003B7BB8">
        <w:rPr>
          <w:b/>
        </w:rPr>
        <w:t xml:space="preserve"> </w:t>
      </w:r>
      <w:r w:rsidR="009207F9" w:rsidRPr="00F04070">
        <w:t>Savivaldybės Juridinio ir personalo administravimo skyriaus iniciatyva.</w:t>
      </w:r>
    </w:p>
    <w:p w:rsidR="00DB6337" w:rsidRPr="00DB6337" w:rsidRDefault="00DB6337" w:rsidP="009207F9">
      <w:pPr>
        <w:tabs>
          <w:tab w:val="left" w:pos="720"/>
        </w:tabs>
        <w:rPr>
          <w:b/>
        </w:rPr>
      </w:pPr>
      <w:r w:rsidRPr="00DB6337">
        <w:rPr>
          <w:b/>
        </w:rPr>
        <w:t>9. Nurodyti, kuri sprendimo projekto ar pridedamos medžiagos dalis (remiantis teisės aktais) yra neskelbtina.</w:t>
      </w:r>
      <w:r w:rsidR="004A5D42">
        <w:rPr>
          <w:b/>
        </w:rPr>
        <w:t xml:space="preserve"> </w:t>
      </w:r>
      <w:r w:rsidR="004A5D42" w:rsidRPr="004A5D42">
        <w:t>Nėra.</w:t>
      </w:r>
    </w:p>
    <w:p w:rsidR="00DB6337" w:rsidRPr="004A5D42" w:rsidRDefault="00DB6337" w:rsidP="00DB6337">
      <w:pPr>
        <w:tabs>
          <w:tab w:val="left" w:pos="720"/>
        </w:tabs>
      </w:pPr>
      <w:r w:rsidRPr="00DB6337">
        <w:rPr>
          <w:b/>
        </w:rPr>
        <w:t xml:space="preserve">10. Kam (institucijoms, skyriams, organizacijoms ir t. t.) patvirtintas sprendimas turi būti išsiųstas. </w:t>
      </w:r>
      <w:r w:rsidR="00E83C8B" w:rsidRPr="00F04070">
        <w:t>Plungės</w:t>
      </w:r>
      <w:r w:rsidR="00E83C8B">
        <w:rPr>
          <w:b/>
        </w:rPr>
        <w:t xml:space="preserve"> </w:t>
      </w:r>
      <w:r w:rsidR="00E83C8B">
        <w:t>r</w:t>
      </w:r>
      <w:r w:rsidR="004A5D42">
        <w:t>ajono seniūnijoms.</w:t>
      </w:r>
      <w:r w:rsidR="00C10DA7">
        <w:t xml:space="preserve">   </w:t>
      </w:r>
    </w:p>
    <w:p w:rsidR="00E83C8B" w:rsidRDefault="00E83C8B" w:rsidP="00E83C8B">
      <w:r w:rsidRPr="00DB6337">
        <w:rPr>
          <w:b/>
        </w:rPr>
        <w:t>11. Kita svarbi informacija</w:t>
      </w:r>
      <w:r w:rsidRPr="00DB6337">
        <w:t xml:space="preserve"> (gali būti nurodomos kitos galimos projekto ir (ar) jo įgyvendinimo alternatyvos, taip pat jų poveikio įvertinimas; nurodoma, kokios institucijos būtų atsakingos už jo atlikimą, kokie duomenys turėtų būti renkami, siekiant vėliau įvertinti, ar buvo pasiektas projekto tikslas; nurodoma, ar buvo konsultuotasi su visuomene, apibendrinami konsultavimosi rezultatai (nurodoma, su kokiomis suinteresuotomis grupėmis buvo konsultuotasi, ar atsižvelgta į suinteresuotų grupių pateiktus siūlymus, kiek į juos atsižvelgta) ir kita.). </w:t>
      </w:r>
    </w:p>
    <w:p w:rsidR="00DB6337" w:rsidRPr="00DB6337" w:rsidRDefault="00E83C8B" w:rsidP="00F04070">
      <w:pPr>
        <w:rPr>
          <w:b/>
        </w:rPr>
      </w:pPr>
      <w:r w:rsidRPr="00F04070">
        <w:rPr>
          <w:b/>
        </w:rPr>
        <w:t>12. Numatomo teisinio reguliavimo poveikio vertinimas</w:t>
      </w:r>
      <w:r w:rsidRPr="00F04070">
        <w:rPr>
          <w:b/>
          <w:lang w:val="en-US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DB6337" w:rsidRPr="00DB6337" w:rsidTr="006670F3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337" w:rsidRPr="00DB6337" w:rsidRDefault="00DB6337" w:rsidP="00DB6337">
            <w:pPr>
              <w:widowControl w:val="0"/>
              <w:ind w:firstLine="0"/>
              <w:jc w:val="center"/>
              <w:rPr>
                <w:rFonts w:eastAsia="Lucida Sans Unicode"/>
                <w:b/>
                <w:kern w:val="1"/>
                <w:lang w:bidi="lo-LA"/>
              </w:rPr>
            </w:pPr>
            <w:r w:rsidRPr="00DB6337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center"/>
              <w:rPr>
                <w:rFonts w:eastAsia="Lucida Sans Unicode"/>
                <w:b/>
                <w:bCs/>
                <w:kern w:val="1"/>
              </w:rPr>
            </w:pPr>
            <w:r w:rsidRPr="00DB6337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DB6337" w:rsidRPr="00DB6337" w:rsidTr="006670F3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center"/>
              <w:rPr>
                <w:rFonts w:eastAsia="Lucida Sans Unicode"/>
                <w:b/>
                <w:kern w:val="1"/>
              </w:rPr>
            </w:pPr>
            <w:r w:rsidRPr="00DB6337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center"/>
              <w:rPr>
                <w:rFonts w:eastAsia="Lucida Sans Unicode"/>
                <w:b/>
                <w:kern w:val="1"/>
                <w:lang w:bidi="lo-LA"/>
              </w:rPr>
            </w:pPr>
            <w:r w:rsidRPr="00DB6337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lastRenderedPageBreak/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</w:p>
        </w:tc>
      </w:tr>
      <w:tr w:rsidR="00DB6337" w:rsidRPr="00DB6337" w:rsidTr="006670F3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DB6337" w:rsidP="00DB6337">
            <w:pPr>
              <w:widowControl w:val="0"/>
              <w:ind w:firstLine="0"/>
              <w:jc w:val="left"/>
              <w:rPr>
                <w:rFonts w:eastAsia="Lucida Sans Unicode"/>
                <w:i/>
                <w:kern w:val="1"/>
                <w:lang w:bidi="lo-LA"/>
              </w:rPr>
            </w:pPr>
            <w:r w:rsidRPr="00DB6337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337" w:rsidRPr="00DB6337" w:rsidRDefault="004A5D42" w:rsidP="00F04070">
            <w:pPr>
              <w:widowControl w:val="0"/>
              <w:ind w:firstLine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DB6337" w:rsidRPr="00DB6337" w:rsidRDefault="00DB6337" w:rsidP="00DB6337">
      <w:pPr>
        <w:rPr>
          <w:b/>
        </w:rPr>
      </w:pPr>
    </w:p>
    <w:p w:rsidR="00DB6337" w:rsidRDefault="00DB6337" w:rsidP="00DB6337">
      <w:pPr>
        <w:ind w:firstLine="0"/>
        <w:jc w:val="left"/>
      </w:pPr>
    </w:p>
    <w:p w:rsidR="004C7776" w:rsidRPr="00F04070" w:rsidRDefault="00E83C8B" w:rsidP="004C7776">
      <w:pPr>
        <w:ind w:firstLine="0"/>
      </w:pPr>
      <w:r w:rsidRPr="00F04070">
        <w:t>Rengėjas</w:t>
      </w:r>
    </w:p>
    <w:p w:rsidR="00E83C8B" w:rsidRPr="004C7776" w:rsidRDefault="00E83C8B" w:rsidP="004C7776">
      <w:pPr>
        <w:ind w:firstLine="0"/>
        <w:rPr>
          <w:b/>
        </w:rPr>
      </w:pPr>
      <w:r w:rsidRPr="00F04070">
        <w:t>Juridinio ir personalo administravimo skyriaus</w:t>
      </w:r>
      <w:r>
        <w:rPr>
          <w:b/>
        </w:rPr>
        <w:t xml:space="preserve"> </w:t>
      </w:r>
    </w:p>
    <w:p w:rsidR="004C7776" w:rsidRPr="00E83C8B" w:rsidRDefault="00537DC8" w:rsidP="004C7776">
      <w:pPr>
        <w:ind w:firstLine="0"/>
      </w:pPr>
      <w:r w:rsidRPr="00E83C8B">
        <w:t>vyr</w:t>
      </w:r>
      <w:r w:rsidR="00E83C8B">
        <w:t xml:space="preserve">. </w:t>
      </w:r>
      <w:r w:rsidRPr="00E83C8B">
        <w:t>specialistas</w:t>
      </w:r>
      <w:r w:rsidR="004C7776" w:rsidRPr="00E83C8B">
        <w:t xml:space="preserve">       </w:t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="00E83C8B">
        <w:tab/>
      </w:r>
      <w:r w:rsidRPr="00E83C8B">
        <w:t>Sta</w:t>
      </w:r>
      <w:r w:rsidR="004C7776" w:rsidRPr="00E83C8B">
        <w:t>s</w:t>
      </w:r>
      <w:r w:rsidRPr="00E83C8B">
        <w:t>ys Žilins</w:t>
      </w:r>
      <w:r w:rsidR="004C7776" w:rsidRPr="00E83C8B">
        <w:t xml:space="preserve">kas </w:t>
      </w:r>
    </w:p>
    <w:p w:rsidR="004C7776" w:rsidRPr="004C7776" w:rsidRDefault="004C7776" w:rsidP="004C7776">
      <w:pPr>
        <w:ind w:firstLine="0"/>
        <w:rPr>
          <w:b/>
        </w:rPr>
      </w:pPr>
    </w:p>
    <w:p w:rsidR="00D53877" w:rsidRPr="007327C9" w:rsidRDefault="00D53877" w:rsidP="00033AA1">
      <w:pPr>
        <w:ind w:firstLine="0"/>
        <w:rPr>
          <w:b/>
        </w:rPr>
      </w:pPr>
    </w:p>
    <w:sectPr w:rsidR="00D53877" w:rsidRPr="007327C9" w:rsidSect="00033AA1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457" w:rsidRDefault="001A1457" w:rsidP="00C21289">
      <w:r>
        <w:separator/>
      </w:r>
    </w:p>
  </w:endnote>
  <w:endnote w:type="continuationSeparator" w:id="0">
    <w:p w:rsidR="001A1457" w:rsidRDefault="001A1457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457" w:rsidRDefault="001A1457" w:rsidP="00C21289">
      <w:r>
        <w:separator/>
      </w:r>
    </w:p>
  </w:footnote>
  <w:footnote w:type="continuationSeparator" w:id="0">
    <w:p w:rsidR="001A1457" w:rsidRDefault="001A1457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0B27"/>
    <w:rsid w:val="000461B1"/>
    <w:rsid w:val="00051156"/>
    <w:rsid w:val="00064AFC"/>
    <w:rsid w:val="000660AB"/>
    <w:rsid w:val="00070095"/>
    <w:rsid w:val="0007436A"/>
    <w:rsid w:val="0007734F"/>
    <w:rsid w:val="00081ABB"/>
    <w:rsid w:val="000A0FE0"/>
    <w:rsid w:val="000A192C"/>
    <w:rsid w:val="000A30AA"/>
    <w:rsid w:val="000B713D"/>
    <w:rsid w:val="000C2860"/>
    <w:rsid w:val="000C3C5B"/>
    <w:rsid w:val="000E038C"/>
    <w:rsid w:val="000E0CBF"/>
    <w:rsid w:val="00103288"/>
    <w:rsid w:val="001035ED"/>
    <w:rsid w:val="00113E12"/>
    <w:rsid w:val="00114FAD"/>
    <w:rsid w:val="00120547"/>
    <w:rsid w:val="001209BB"/>
    <w:rsid w:val="00126962"/>
    <w:rsid w:val="0012795A"/>
    <w:rsid w:val="001331DE"/>
    <w:rsid w:val="0013412B"/>
    <w:rsid w:val="00143B27"/>
    <w:rsid w:val="00144CD1"/>
    <w:rsid w:val="001464E7"/>
    <w:rsid w:val="00147CE1"/>
    <w:rsid w:val="001508C4"/>
    <w:rsid w:val="001606C9"/>
    <w:rsid w:val="001870B3"/>
    <w:rsid w:val="00197C5B"/>
    <w:rsid w:val="001A1457"/>
    <w:rsid w:val="001B5023"/>
    <w:rsid w:val="001C5109"/>
    <w:rsid w:val="001D233C"/>
    <w:rsid w:val="001E2D6B"/>
    <w:rsid w:val="001E44FE"/>
    <w:rsid w:val="002011BA"/>
    <w:rsid w:val="002029B1"/>
    <w:rsid w:val="002059C6"/>
    <w:rsid w:val="002064DC"/>
    <w:rsid w:val="0021359A"/>
    <w:rsid w:val="0021713E"/>
    <w:rsid w:val="00220F76"/>
    <w:rsid w:val="00221DF0"/>
    <w:rsid w:val="00227F8B"/>
    <w:rsid w:val="00243C4B"/>
    <w:rsid w:val="002470C1"/>
    <w:rsid w:val="00275C7A"/>
    <w:rsid w:val="00275F14"/>
    <w:rsid w:val="00280BBC"/>
    <w:rsid w:val="00294E7B"/>
    <w:rsid w:val="002A67BF"/>
    <w:rsid w:val="002B0462"/>
    <w:rsid w:val="002B39C1"/>
    <w:rsid w:val="002C1646"/>
    <w:rsid w:val="002D0DB7"/>
    <w:rsid w:val="002D4D0D"/>
    <w:rsid w:val="002E73A3"/>
    <w:rsid w:val="002F0A7C"/>
    <w:rsid w:val="00301E48"/>
    <w:rsid w:val="00311166"/>
    <w:rsid w:val="003138DF"/>
    <w:rsid w:val="00314432"/>
    <w:rsid w:val="003261EC"/>
    <w:rsid w:val="00333844"/>
    <w:rsid w:val="00352437"/>
    <w:rsid w:val="00353230"/>
    <w:rsid w:val="003620D7"/>
    <w:rsid w:val="00362CDE"/>
    <w:rsid w:val="00365DDE"/>
    <w:rsid w:val="0036733B"/>
    <w:rsid w:val="00372CAA"/>
    <w:rsid w:val="00377C49"/>
    <w:rsid w:val="00392DE4"/>
    <w:rsid w:val="003A1E0A"/>
    <w:rsid w:val="003A7501"/>
    <w:rsid w:val="003B7BB8"/>
    <w:rsid w:val="003C5159"/>
    <w:rsid w:val="003D41F2"/>
    <w:rsid w:val="003E2101"/>
    <w:rsid w:val="003E5139"/>
    <w:rsid w:val="003E73D3"/>
    <w:rsid w:val="003F07F3"/>
    <w:rsid w:val="003F3A19"/>
    <w:rsid w:val="003F3BD6"/>
    <w:rsid w:val="003F4D61"/>
    <w:rsid w:val="00402591"/>
    <w:rsid w:val="00411715"/>
    <w:rsid w:val="0041468E"/>
    <w:rsid w:val="00414E8E"/>
    <w:rsid w:val="00422638"/>
    <w:rsid w:val="004410B0"/>
    <w:rsid w:val="00442E03"/>
    <w:rsid w:val="00447648"/>
    <w:rsid w:val="004505F3"/>
    <w:rsid w:val="00455AE1"/>
    <w:rsid w:val="004632AD"/>
    <w:rsid w:val="00467214"/>
    <w:rsid w:val="00467C12"/>
    <w:rsid w:val="004744A0"/>
    <w:rsid w:val="00474C5F"/>
    <w:rsid w:val="0048214B"/>
    <w:rsid w:val="00484302"/>
    <w:rsid w:val="00486AD4"/>
    <w:rsid w:val="004879E9"/>
    <w:rsid w:val="004955C9"/>
    <w:rsid w:val="004A5D42"/>
    <w:rsid w:val="004C7776"/>
    <w:rsid w:val="004E78E2"/>
    <w:rsid w:val="004F08AD"/>
    <w:rsid w:val="004F24F1"/>
    <w:rsid w:val="004F498A"/>
    <w:rsid w:val="004F71D3"/>
    <w:rsid w:val="00500C9A"/>
    <w:rsid w:val="00500DBC"/>
    <w:rsid w:val="00501C69"/>
    <w:rsid w:val="00532AA1"/>
    <w:rsid w:val="00532ADE"/>
    <w:rsid w:val="00532C13"/>
    <w:rsid w:val="00537DC8"/>
    <w:rsid w:val="0055102D"/>
    <w:rsid w:val="0055753A"/>
    <w:rsid w:val="005577BC"/>
    <w:rsid w:val="00560160"/>
    <w:rsid w:val="00571A84"/>
    <w:rsid w:val="0058109B"/>
    <w:rsid w:val="005A0870"/>
    <w:rsid w:val="005B3E05"/>
    <w:rsid w:val="005C7A33"/>
    <w:rsid w:val="005D3CD4"/>
    <w:rsid w:val="005D4F21"/>
    <w:rsid w:val="005F060A"/>
    <w:rsid w:val="005F0B02"/>
    <w:rsid w:val="006141AB"/>
    <w:rsid w:val="00615ECF"/>
    <w:rsid w:val="00630C9A"/>
    <w:rsid w:val="006369D8"/>
    <w:rsid w:val="00656F0B"/>
    <w:rsid w:val="00657B1A"/>
    <w:rsid w:val="006673F0"/>
    <w:rsid w:val="0066758D"/>
    <w:rsid w:val="006747F4"/>
    <w:rsid w:val="0069318C"/>
    <w:rsid w:val="00695617"/>
    <w:rsid w:val="006A3BDD"/>
    <w:rsid w:val="006B2D9F"/>
    <w:rsid w:val="006C4B10"/>
    <w:rsid w:val="006D183E"/>
    <w:rsid w:val="006D1DA3"/>
    <w:rsid w:val="006E6DD8"/>
    <w:rsid w:val="00701545"/>
    <w:rsid w:val="00702ED6"/>
    <w:rsid w:val="007074AC"/>
    <w:rsid w:val="00712450"/>
    <w:rsid w:val="00717517"/>
    <w:rsid w:val="0072368D"/>
    <w:rsid w:val="007327C9"/>
    <w:rsid w:val="00742335"/>
    <w:rsid w:val="00744E3D"/>
    <w:rsid w:val="00745F68"/>
    <w:rsid w:val="00771BE5"/>
    <w:rsid w:val="00790CB7"/>
    <w:rsid w:val="00793BD8"/>
    <w:rsid w:val="007A0844"/>
    <w:rsid w:val="007B28F6"/>
    <w:rsid w:val="007C0698"/>
    <w:rsid w:val="007C481B"/>
    <w:rsid w:val="007E6060"/>
    <w:rsid w:val="007E6C30"/>
    <w:rsid w:val="007F35DB"/>
    <w:rsid w:val="008023D9"/>
    <w:rsid w:val="00806374"/>
    <w:rsid w:val="008210C3"/>
    <w:rsid w:val="00827073"/>
    <w:rsid w:val="00837D7C"/>
    <w:rsid w:val="00872E13"/>
    <w:rsid w:val="008975FD"/>
    <w:rsid w:val="008A2DE5"/>
    <w:rsid w:val="008B0557"/>
    <w:rsid w:val="008D0D80"/>
    <w:rsid w:val="008D214F"/>
    <w:rsid w:val="008D7F02"/>
    <w:rsid w:val="008E09B7"/>
    <w:rsid w:val="0090085D"/>
    <w:rsid w:val="0090379A"/>
    <w:rsid w:val="009049DB"/>
    <w:rsid w:val="00905C9B"/>
    <w:rsid w:val="009207F9"/>
    <w:rsid w:val="00940BB4"/>
    <w:rsid w:val="0095208B"/>
    <w:rsid w:val="009536CE"/>
    <w:rsid w:val="0095532B"/>
    <w:rsid w:val="00956B33"/>
    <w:rsid w:val="00960727"/>
    <w:rsid w:val="0096419C"/>
    <w:rsid w:val="00965B58"/>
    <w:rsid w:val="00983D04"/>
    <w:rsid w:val="00996B7D"/>
    <w:rsid w:val="009A3D96"/>
    <w:rsid w:val="009B3E6F"/>
    <w:rsid w:val="009B5B9D"/>
    <w:rsid w:val="009B7E8B"/>
    <w:rsid w:val="009C0CF9"/>
    <w:rsid w:val="009C2C0D"/>
    <w:rsid w:val="009D0FC6"/>
    <w:rsid w:val="009E722E"/>
    <w:rsid w:val="009F1860"/>
    <w:rsid w:val="009F76F1"/>
    <w:rsid w:val="00A00F3C"/>
    <w:rsid w:val="00A01F13"/>
    <w:rsid w:val="00A05060"/>
    <w:rsid w:val="00A05994"/>
    <w:rsid w:val="00A160D2"/>
    <w:rsid w:val="00A16C72"/>
    <w:rsid w:val="00A239E8"/>
    <w:rsid w:val="00A27F4D"/>
    <w:rsid w:val="00A33437"/>
    <w:rsid w:val="00A45DF3"/>
    <w:rsid w:val="00A5724F"/>
    <w:rsid w:val="00A57A60"/>
    <w:rsid w:val="00A66004"/>
    <w:rsid w:val="00A7235E"/>
    <w:rsid w:val="00A83A8D"/>
    <w:rsid w:val="00A84E07"/>
    <w:rsid w:val="00A8625A"/>
    <w:rsid w:val="00A90383"/>
    <w:rsid w:val="00A97DF7"/>
    <w:rsid w:val="00AA1E30"/>
    <w:rsid w:val="00AB0ACC"/>
    <w:rsid w:val="00AB311A"/>
    <w:rsid w:val="00AB4247"/>
    <w:rsid w:val="00AB4A23"/>
    <w:rsid w:val="00AC359C"/>
    <w:rsid w:val="00AC5EF4"/>
    <w:rsid w:val="00AD0691"/>
    <w:rsid w:val="00AD5524"/>
    <w:rsid w:val="00AD5F96"/>
    <w:rsid w:val="00AE2971"/>
    <w:rsid w:val="00B05E16"/>
    <w:rsid w:val="00B307D7"/>
    <w:rsid w:val="00B4700C"/>
    <w:rsid w:val="00B53918"/>
    <w:rsid w:val="00B60443"/>
    <w:rsid w:val="00B66F57"/>
    <w:rsid w:val="00B71B43"/>
    <w:rsid w:val="00BB00E2"/>
    <w:rsid w:val="00BB3F2E"/>
    <w:rsid w:val="00BE1740"/>
    <w:rsid w:val="00BE40B8"/>
    <w:rsid w:val="00BE6B2B"/>
    <w:rsid w:val="00BE7CFF"/>
    <w:rsid w:val="00BF3381"/>
    <w:rsid w:val="00BF51B4"/>
    <w:rsid w:val="00C04A46"/>
    <w:rsid w:val="00C10DA7"/>
    <w:rsid w:val="00C14336"/>
    <w:rsid w:val="00C15DBF"/>
    <w:rsid w:val="00C21289"/>
    <w:rsid w:val="00C4406B"/>
    <w:rsid w:val="00C6173D"/>
    <w:rsid w:val="00C76D84"/>
    <w:rsid w:val="00CB0C8F"/>
    <w:rsid w:val="00CB7B0F"/>
    <w:rsid w:val="00CC04E0"/>
    <w:rsid w:val="00CC40E3"/>
    <w:rsid w:val="00CD4B5B"/>
    <w:rsid w:val="00CD69DC"/>
    <w:rsid w:val="00CD7CF8"/>
    <w:rsid w:val="00CE48B2"/>
    <w:rsid w:val="00CF3CF3"/>
    <w:rsid w:val="00CF3EE4"/>
    <w:rsid w:val="00D14047"/>
    <w:rsid w:val="00D1488F"/>
    <w:rsid w:val="00D14DDD"/>
    <w:rsid w:val="00D1586F"/>
    <w:rsid w:val="00D15FEB"/>
    <w:rsid w:val="00D20FCA"/>
    <w:rsid w:val="00D3375F"/>
    <w:rsid w:val="00D340BB"/>
    <w:rsid w:val="00D44647"/>
    <w:rsid w:val="00D44BE0"/>
    <w:rsid w:val="00D53877"/>
    <w:rsid w:val="00D63339"/>
    <w:rsid w:val="00D77654"/>
    <w:rsid w:val="00D82E33"/>
    <w:rsid w:val="00D8685F"/>
    <w:rsid w:val="00D93183"/>
    <w:rsid w:val="00D959E3"/>
    <w:rsid w:val="00D9682D"/>
    <w:rsid w:val="00DA2245"/>
    <w:rsid w:val="00DA35B4"/>
    <w:rsid w:val="00DA675E"/>
    <w:rsid w:val="00DA74D6"/>
    <w:rsid w:val="00DB0989"/>
    <w:rsid w:val="00DB1CB9"/>
    <w:rsid w:val="00DB244E"/>
    <w:rsid w:val="00DB3B3D"/>
    <w:rsid w:val="00DB6337"/>
    <w:rsid w:val="00DC28C3"/>
    <w:rsid w:val="00DC388E"/>
    <w:rsid w:val="00DC6049"/>
    <w:rsid w:val="00DD049F"/>
    <w:rsid w:val="00DD46A8"/>
    <w:rsid w:val="00DE3CE7"/>
    <w:rsid w:val="00DE5298"/>
    <w:rsid w:val="00E13A14"/>
    <w:rsid w:val="00E23182"/>
    <w:rsid w:val="00E50FA2"/>
    <w:rsid w:val="00E53CAC"/>
    <w:rsid w:val="00E57871"/>
    <w:rsid w:val="00E646D0"/>
    <w:rsid w:val="00E70AC4"/>
    <w:rsid w:val="00E77CA5"/>
    <w:rsid w:val="00E83940"/>
    <w:rsid w:val="00E83C8B"/>
    <w:rsid w:val="00E9689C"/>
    <w:rsid w:val="00E9739B"/>
    <w:rsid w:val="00EA3895"/>
    <w:rsid w:val="00EB3620"/>
    <w:rsid w:val="00EB7996"/>
    <w:rsid w:val="00EC7798"/>
    <w:rsid w:val="00EF42A9"/>
    <w:rsid w:val="00EF490E"/>
    <w:rsid w:val="00EF6CB0"/>
    <w:rsid w:val="00F00114"/>
    <w:rsid w:val="00F02860"/>
    <w:rsid w:val="00F04070"/>
    <w:rsid w:val="00F1100C"/>
    <w:rsid w:val="00F229A6"/>
    <w:rsid w:val="00F3054C"/>
    <w:rsid w:val="00F415BE"/>
    <w:rsid w:val="00F46C1D"/>
    <w:rsid w:val="00F533CA"/>
    <w:rsid w:val="00F562D8"/>
    <w:rsid w:val="00F73395"/>
    <w:rsid w:val="00F86981"/>
    <w:rsid w:val="00F87081"/>
    <w:rsid w:val="00F90DEB"/>
    <w:rsid w:val="00F9382F"/>
    <w:rsid w:val="00FB2EC6"/>
    <w:rsid w:val="00FC1D56"/>
    <w:rsid w:val="00FC4CE4"/>
    <w:rsid w:val="00FD3777"/>
    <w:rsid w:val="00FD716D"/>
    <w:rsid w:val="00FE2F21"/>
    <w:rsid w:val="00FE6606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40C1B-B35C-4E69-9AFB-72A92BD78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B2526DAE</Template>
  <TotalTime>1</TotalTime>
  <Pages>3</Pages>
  <Words>2977</Words>
  <Characters>1698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4</cp:revision>
  <cp:lastPrinted>2023-04-13T13:27:00Z</cp:lastPrinted>
  <dcterms:created xsi:type="dcterms:W3CDTF">2023-04-13T13:27:00Z</dcterms:created>
  <dcterms:modified xsi:type="dcterms:W3CDTF">2023-04-25T11:56:00Z</dcterms:modified>
</cp:coreProperties>
</file>