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286D" w:rsidRDefault="0031286D" w:rsidP="0031286D">
      <w:pPr>
        <w:ind w:firstLine="0"/>
        <w:jc w:val="right"/>
        <w:rPr>
          <w:b/>
          <w:szCs w:val="24"/>
        </w:rPr>
      </w:pPr>
      <w:r w:rsidRPr="0031286D">
        <w:rPr>
          <w:b/>
          <w:szCs w:val="24"/>
        </w:rPr>
        <w:t>Projektas</w:t>
      </w:r>
    </w:p>
    <w:p w:rsidR="009210C8" w:rsidRDefault="001E4CC2" w:rsidP="009210C1">
      <w:pPr>
        <w:ind w:firstLine="0"/>
        <w:jc w:val="center"/>
        <w:rPr>
          <w:b/>
          <w:sz w:val="28"/>
        </w:rPr>
      </w:pPr>
      <w:r w:rsidRPr="001E4CC2">
        <w:rPr>
          <w:b/>
          <w:sz w:val="28"/>
        </w:rPr>
        <w:t xml:space="preserve">PLUNGĖS RAJONO SAVIVALDYBĖS </w:t>
      </w:r>
      <w:r w:rsidRPr="001E4CC2">
        <w:rPr>
          <w:b/>
          <w:sz w:val="28"/>
        </w:rPr>
        <w:br/>
        <w:t>TARYBA</w:t>
      </w:r>
    </w:p>
    <w:p w:rsidR="001068A6" w:rsidRPr="001E4CC2" w:rsidRDefault="001068A6" w:rsidP="009210C1">
      <w:pPr>
        <w:ind w:firstLine="0"/>
        <w:jc w:val="center"/>
        <w:rPr>
          <w:b/>
        </w:rPr>
      </w:pPr>
    </w:p>
    <w:p w:rsidR="001E4CC2" w:rsidRDefault="001E4CC2" w:rsidP="009210C1">
      <w:pPr>
        <w:ind w:firstLine="0"/>
        <w:jc w:val="center"/>
        <w:rPr>
          <w:rStyle w:val="Komentaronuoroda"/>
          <w:b/>
          <w:sz w:val="28"/>
        </w:rPr>
      </w:pPr>
      <w:r>
        <w:rPr>
          <w:rStyle w:val="Komentaronuoroda"/>
          <w:b/>
          <w:sz w:val="28"/>
        </w:rPr>
        <w:t>SPRENDIMAS</w:t>
      </w:r>
    </w:p>
    <w:p w:rsidR="00271D43" w:rsidRDefault="00271D43" w:rsidP="009210C1">
      <w:pPr>
        <w:ind w:firstLine="0"/>
        <w:jc w:val="center"/>
      </w:pPr>
      <w:r w:rsidRPr="00863D81">
        <w:rPr>
          <w:b/>
          <w:caps/>
          <w:sz w:val="28"/>
          <w:szCs w:val="28"/>
        </w:rPr>
        <w:t xml:space="preserve">DĖL </w:t>
      </w:r>
      <w:r w:rsidR="0029663C" w:rsidRPr="002A7783">
        <w:rPr>
          <w:b/>
          <w:caps/>
          <w:sz w:val="28"/>
          <w:szCs w:val="28"/>
        </w:rPr>
        <w:t>sudaromų</w:t>
      </w:r>
      <w:r w:rsidR="0029663C">
        <w:rPr>
          <w:b/>
          <w:caps/>
          <w:color w:val="FF0000"/>
          <w:sz w:val="28"/>
          <w:szCs w:val="28"/>
        </w:rPr>
        <w:t xml:space="preserve"> </w:t>
      </w:r>
      <w:r w:rsidRPr="00863D81">
        <w:rPr>
          <w:rStyle w:val="Komentaronuoroda"/>
          <w:b/>
          <w:sz w:val="28"/>
          <w:szCs w:val="28"/>
        </w:rPr>
        <w:t>PLUNGĖS RAJONO SAVIVALDYBĖS TARYBOS KOMITETŲ</w:t>
      </w:r>
      <w:r w:rsidR="00EF5E21">
        <w:rPr>
          <w:rStyle w:val="Komentaronuoroda"/>
          <w:b/>
          <w:sz w:val="28"/>
          <w:szCs w:val="28"/>
        </w:rPr>
        <w:t xml:space="preserve"> SKAIČIAUS IR</w:t>
      </w:r>
      <w:r w:rsidR="00E42E4C">
        <w:rPr>
          <w:rStyle w:val="Komentaronuoroda"/>
          <w:b/>
          <w:sz w:val="28"/>
          <w:szCs w:val="28"/>
        </w:rPr>
        <w:t xml:space="preserve"> ĮGALIOJIMŲ NUSTATYMO</w:t>
      </w:r>
    </w:p>
    <w:p w:rsidR="001E4CC2" w:rsidRDefault="001E4CC2" w:rsidP="009210C1">
      <w:pPr>
        <w:ind w:firstLine="0"/>
        <w:jc w:val="center"/>
        <w:rPr>
          <w:rStyle w:val="Komentaronuoroda"/>
          <w:b/>
          <w:sz w:val="28"/>
        </w:rPr>
      </w:pPr>
    </w:p>
    <w:p w:rsidR="001E4CC2" w:rsidRDefault="000A5D81" w:rsidP="009210C1">
      <w:pPr>
        <w:ind w:firstLine="0"/>
        <w:jc w:val="center"/>
        <w:rPr>
          <w:rStyle w:val="Komentaronuoroda"/>
          <w:b/>
          <w:sz w:val="28"/>
        </w:rPr>
      </w:pPr>
      <w:r>
        <w:rPr>
          <w:rStyle w:val="Komentaronuoroda"/>
          <w:sz w:val="24"/>
          <w:szCs w:val="24"/>
        </w:rPr>
        <w:t xml:space="preserve">2023 m. balandžio </w:t>
      </w:r>
      <w:r w:rsidR="00F52BBA" w:rsidRPr="003A7A41">
        <w:rPr>
          <w:rStyle w:val="Komentaronuoroda"/>
          <w:sz w:val="24"/>
          <w:szCs w:val="24"/>
        </w:rPr>
        <w:t>11</w:t>
      </w:r>
      <w:r w:rsidR="001068A6">
        <w:rPr>
          <w:rStyle w:val="Komentaronuoroda"/>
          <w:sz w:val="24"/>
          <w:szCs w:val="24"/>
        </w:rPr>
        <w:t xml:space="preserve"> d. Nr.T1-</w:t>
      </w:r>
    </w:p>
    <w:p w:rsidR="001E4CC2" w:rsidRDefault="001E4CC2" w:rsidP="009210C1">
      <w:pPr>
        <w:ind w:firstLine="0"/>
        <w:jc w:val="center"/>
        <w:rPr>
          <w:rStyle w:val="Komentaronuoroda"/>
          <w:sz w:val="24"/>
        </w:rPr>
      </w:pPr>
      <w:r>
        <w:rPr>
          <w:rStyle w:val="Komentaronuoroda"/>
          <w:sz w:val="24"/>
        </w:rPr>
        <w:t>Plungė</w:t>
      </w:r>
    </w:p>
    <w:p w:rsidR="00271D43" w:rsidRDefault="00271D43" w:rsidP="001E4CC2">
      <w:pPr>
        <w:ind w:firstLine="0"/>
        <w:jc w:val="center"/>
        <w:rPr>
          <w:rStyle w:val="Komentaronuoroda"/>
          <w:sz w:val="24"/>
        </w:rPr>
      </w:pPr>
    </w:p>
    <w:p w:rsidR="00271D43" w:rsidRDefault="00271D43" w:rsidP="00A54E9B">
      <w:pPr>
        <w:tabs>
          <w:tab w:val="left" w:pos="255"/>
        </w:tabs>
      </w:pPr>
      <w:r>
        <w:t xml:space="preserve">Vadovaudamasi </w:t>
      </w:r>
      <w:r w:rsidR="000A5D81">
        <w:rPr>
          <w:rFonts w:cs="Arial Unicode MS"/>
          <w:szCs w:val="24"/>
          <w:lang w:eastAsia="lt-LT" w:bidi="lo-LA"/>
        </w:rPr>
        <w:t xml:space="preserve">Lietuvos Respublikos vietos savivaldos </w:t>
      </w:r>
      <w:r w:rsidR="000A5D81" w:rsidRPr="0033398E">
        <w:rPr>
          <w:rFonts w:cs="Arial Unicode MS"/>
          <w:szCs w:val="24"/>
          <w:lang w:eastAsia="lt-LT" w:bidi="lo-LA"/>
        </w:rPr>
        <w:t xml:space="preserve">įstatymo </w:t>
      </w:r>
      <w:r w:rsidR="003664E4">
        <w:t>15</w:t>
      </w:r>
      <w:r w:rsidR="0029663C" w:rsidRPr="00982001">
        <w:rPr>
          <w:color w:val="FF0000"/>
        </w:rPr>
        <w:t xml:space="preserve"> </w:t>
      </w:r>
      <w:r w:rsidR="000A5D81">
        <w:t xml:space="preserve">straipsnio </w:t>
      </w:r>
      <w:r w:rsidR="000A5D81" w:rsidRPr="003664E4">
        <w:t>2 dalies 4</w:t>
      </w:r>
      <w:r w:rsidR="001068A6" w:rsidRPr="003664E4">
        <w:t xml:space="preserve"> punktu</w:t>
      </w:r>
      <w:r w:rsidR="003664E4">
        <w:t xml:space="preserve"> </w:t>
      </w:r>
      <w:r w:rsidR="003664E4" w:rsidRPr="002A7783">
        <w:t xml:space="preserve">ir 19 straipsnio 3 dalimi </w:t>
      </w:r>
      <w:r w:rsidR="003D21DA">
        <w:rPr>
          <w:szCs w:val="24"/>
        </w:rPr>
        <w:t xml:space="preserve">bei </w:t>
      </w:r>
      <w:r w:rsidR="003D21DA">
        <w:t xml:space="preserve">Plungės rajono savivaldybės tarybos veiklos reglamento, patvirtinto </w:t>
      </w:r>
      <w:r w:rsidR="003D21DA">
        <w:rPr>
          <w:szCs w:val="24"/>
        </w:rPr>
        <w:t>Plungės rajono savivaldybės tarybos 2023 m. kovo 30 d. sprendimu Nr. T1-</w:t>
      </w:r>
      <w:r w:rsidR="0035791A">
        <w:rPr>
          <w:szCs w:val="24"/>
        </w:rPr>
        <w:t>71</w:t>
      </w:r>
      <w:r w:rsidR="003D21DA">
        <w:rPr>
          <w:szCs w:val="24"/>
        </w:rPr>
        <w:t xml:space="preserve"> „Dėl</w:t>
      </w:r>
      <w:r w:rsidR="003D21DA">
        <w:t xml:space="preserve"> Plungės rajono savivaldybės tarybos veiklos reglamento patvirtinimo“</w:t>
      </w:r>
      <w:r w:rsidR="003D21DA">
        <w:rPr>
          <w:szCs w:val="24"/>
        </w:rPr>
        <w:t xml:space="preserve"> XIV skyriaus 184 ir 186 punktais,</w:t>
      </w:r>
      <w:r w:rsidR="002A7783">
        <w:rPr>
          <w:szCs w:val="24"/>
        </w:rPr>
        <w:t xml:space="preserve"> </w:t>
      </w:r>
      <w:r w:rsidRPr="00246EAB">
        <w:t>Plungės rajono</w:t>
      </w:r>
      <w:r w:rsidR="002A7783">
        <w:t xml:space="preserve"> </w:t>
      </w:r>
      <w:r>
        <w:t xml:space="preserve">savivaldybės taryba n u s p r e n d ž i a: </w:t>
      </w:r>
    </w:p>
    <w:p w:rsidR="00EF5E21" w:rsidRDefault="00EF5E21" w:rsidP="00EF5E21">
      <w:r>
        <w:t xml:space="preserve">1. </w:t>
      </w:r>
      <w:r w:rsidR="000A5D81">
        <w:t xml:space="preserve">Sudaryti šiuos </w:t>
      </w:r>
      <w:r>
        <w:t xml:space="preserve">6 (šešis) </w:t>
      </w:r>
      <w:r w:rsidR="000A5D81">
        <w:t xml:space="preserve">komitetus </w:t>
      </w:r>
      <w:r w:rsidR="001068A6">
        <w:t>X</w:t>
      </w:r>
      <w:r w:rsidR="00271D43">
        <w:t xml:space="preserve"> šaukimo Plungės rajono </w:t>
      </w:r>
      <w:r w:rsidR="00271D43" w:rsidRPr="00F40EB3">
        <w:t>savivaldybės tarybos kadencijai:</w:t>
      </w:r>
    </w:p>
    <w:p w:rsidR="00EF5E21" w:rsidRPr="00A73218" w:rsidRDefault="00EF5E21" w:rsidP="00EF5E21">
      <w:r>
        <w:t>1.1</w:t>
      </w:r>
      <w:r w:rsidRPr="00A73218">
        <w:t xml:space="preserve">. </w:t>
      </w:r>
      <w:r w:rsidR="00271D43" w:rsidRPr="00A73218">
        <w:t>Ekonomikos, finansų ir biudžeto</w:t>
      </w:r>
      <w:r w:rsidR="00756DC9" w:rsidRPr="00A73218">
        <w:t xml:space="preserve"> komitetą iš 5 narių</w:t>
      </w:r>
      <w:r w:rsidRPr="00A73218">
        <w:t>;</w:t>
      </w:r>
    </w:p>
    <w:p w:rsidR="00EF5E21" w:rsidRPr="00A73218" w:rsidRDefault="00EF5E21" w:rsidP="00EF5E21">
      <w:r w:rsidRPr="00A73218">
        <w:t xml:space="preserve">1.2. </w:t>
      </w:r>
      <w:r w:rsidR="009D2925" w:rsidRPr="00A73218">
        <w:t>Kaimo reikalų</w:t>
      </w:r>
      <w:r w:rsidR="00756DC9" w:rsidRPr="00A73218">
        <w:t xml:space="preserve"> komitetą iš 5 narių;</w:t>
      </w:r>
    </w:p>
    <w:p w:rsidR="00EF5E21" w:rsidRPr="00A73218" w:rsidRDefault="00EF5E21" w:rsidP="00A54E9B">
      <w:r w:rsidRPr="00A73218">
        <w:t xml:space="preserve">1.3. </w:t>
      </w:r>
      <w:r w:rsidR="00271D43" w:rsidRPr="00A73218">
        <w:t>Kontrolės</w:t>
      </w:r>
      <w:r w:rsidR="00756DC9" w:rsidRPr="00A73218">
        <w:t xml:space="preserve"> komitetą</w:t>
      </w:r>
      <w:r w:rsidRPr="00A73218">
        <w:t>;</w:t>
      </w:r>
    </w:p>
    <w:p w:rsidR="00EF5E21" w:rsidRPr="00A73218" w:rsidRDefault="00EF5E21" w:rsidP="00A54E9B">
      <w:r w:rsidRPr="00A73218">
        <w:t xml:space="preserve">1.4. </w:t>
      </w:r>
      <w:r w:rsidR="00271D43" w:rsidRPr="00A73218">
        <w:t>Sveikatos ir socialinės apsaugos</w:t>
      </w:r>
      <w:r w:rsidR="00756DC9" w:rsidRPr="00A73218">
        <w:t xml:space="preserve"> komitetą iš 5 narių;</w:t>
      </w:r>
    </w:p>
    <w:p w:rsidR="00EF5E21" w:rsidRPr="00A73218" w:rsidRDefault="00EF5E21" w:rsidP="00A54E9B">
      <w:r w:rsidRPr="00A73218">
        <w:t xml:space="preserve">1.5. </w:t>
      </w:r>
      <w:r w:rsidR="00271D43" w:rsidRPr="00A73218">
        <w:t>Švietimo, kultūros ir sporto</w:t>
      </w:r>
      <w:r w:rsidR="00756DC9" w:rsidRPr="00A73218">
        <w:t xml:space="preserve"> komitetą iš 5 narių;</w:t>
      </w:r>
    </w:p>
    <w:p w:rsidR="00271D43" w:rsidRPr="00A73218" w:rsidRDefault="00EF5E21" w:rsidP="00A54E9B">
      <w:r w:rsidRPr="00A73218">
        <w:t xml:space="preserve">1.6. </w:t>
      </w:r>
      <w:r w:rsidR="009D2925" w:rsidRPr="00A73218">
        <w:t>Vietos ū</w:t>
      </w:r>
      <w:r w:rsidR="00C76963" w:rsidRPr="00A73218">
        <w:t>kio</w:t>
      </w:r>
      <w:r w:rsidR="009D2925" w:rsidRPr="00A73218">
        <w:t xml:space="preserve"> ir</w:t>
      </w:r>
      <w:r w:rsidR="002A7783" w:rsidRPr="00A73218">
        <w:t xml:space="preserve"> </w:t>
      </w:r>
      <w:r w:rsidR="00271D43" w:rsidRPr="00A73218">
        <w:t>ekologijos</w:t>
      </w:r>
      <w:r w:rsidR="00756DC9" w:rsidRPr="00A73218">
        <w:t xml:space="preserve"> komitetą iš 5 narių.</w:t>
      </w:r>
    </w:p>
    <w:p w:rsidR="00271D43" w:rsidRPr="0033398E" w:rsidRDefault="003D21DA" w:rsidP="00271D43">
      <w:r>
        <w:t xml:space="preserve">2. </w:t>
      </w:r>
      <w:r w:rsidRPr="0033398E">
        <w:t xml:space="preserve">Nustatyti Savivaldybės tarybos komitetų </w:t>
      </w:r>
      <w:r w:rsidR="0033398E" w:rsidRPr="0033398E">
        <w:rPr>
          <w:rFonts w:eastAsia="Calibri"/>
          <w:szCs w:val="24"/>
        </w:rPr>
        <w:t xml:space="preserve">išskyrus Kontrolės komiteto </w:t>
      </w:r>
      <w:r w:rsidRPr="0033398E">
        <w:t>įgaliojimus (</w:t>
      </w:r>
      <w:r w:rsidR="00EF5E21" w:rsidRPr="0033398E">
        <w:t>pridedama</w:t>
      </w:r>
      <w:r w:rsidRPr="0033398E">
        <w:t>).</w:t>
      </w:r>
    </w:p>
    <w:p w:rsidR="001068A6" w:rsidRDefault="001068A6" w:rsidP="00271D43"/>
    <w:p w:rsidR="003D21DA" w:rsidRDefault="003D21DA" w:rsidP="00271D43"/>
    <w:p w:rsidR="00271D43" w:rsidRDefault="00271D43" w:rsidP="00271D43">
      <w:pPr>
        <w:ind w:firstLine="0"/>
      </w:pPr>
      <w:r>
        <w:t>Savivaldybės meras</w:t>
      </w:r>
      <w:r>
        <w:tab/>
      </w:r>
      <w:r>
        <w:tab/>
      </w:r>
      <w:r>
        <w:tab/>
      </w:r>
      <w:r>
        <w:tab/>
      </w:r>
      <w:r>
        <w:tab/>
      </w:r>
    </w:p>
    <w:p w:rsidR="001068A6" w:rsidRDefault="001068A6" w:rsidP="001068A6">
      <w:pPr>
        <w:tabs>
          <w:tab w:val="left" w:pos="255"/>
        </w:tabs>
        <w:ind w:firstLine="0"/>
      </w:pPr>
    </w:p>
    <w:p w:rsidR="001068A6" w:rsidRDefault="001068A6" w:rsidP="001068A6">
      <w:pPr>
        <w:tabs>
          <w:tab w:val="left" w:pos="255"/>
        </w:tabs>
        <w:ind w:firstLine="0"/>
      </w:pPr>
    </w:p>
    <w:p w:rsidR="001068A6" w:rsidRDefault="001068A6" w:rsidP="001068A6">
      <w:pPr>
        <w:tabs>
          <w:tab w:val="left" w:pos="255"/>
        </w:tabs>
        <w:ind w:firstLine="0"/>
      </w:pPr>
    </w:p>
    <w:p w:rsidR="001068A6" w:rsidRDefault="001068A6" w:rsidP="001068A6">
      <w:pPr>
        <w:tabs>
          <w:tab w:val="left" w:pos="255"/>
        </w:tabs>
        <w:ind w:firstLine="0"/>
      </w:pPr>
    </w:p>
    <w:p w:rsidR="001068A6" w:rsidRDefault="001068A6" w:rsidP="001068A6">
      <w:pPr>
        <w:tabs>
          <w:tab w:val="left" w:pos="255"/>
        </w:tabs>
        <w:ind w:firstLine="0"/>
      </w:pPr>
    </w:p>
    <w:p w:rsidR="001068A6" w:rsidRDefault="001068A6" w:rsidP="001068A6">
      <w:pPr>
        <w:tabs>
          <w:tab w:val="left" w:pos="255"/>
        </w:tabs>
        <w:ind w:firstLine="0"/>
      </w:pPr>
    </w:p>
    <w:p w:rsidR="0067179E" w:rsidRDefault="0067179E" w:rsidP="001068A6">
      <w:pPr>
        <w:tabs>
          <w:tab w:val="left" w:pos="255"/>
        </w:tabs>
        <w:ind w:firstLine="0"/>
      </w:pPr>
    </w:p>
    <w:p w:rsidR="0067179E" w:rsidRDefault="0067179E" w:rsidP="001068A6">
      <w:pPr>
        <w:tabs>
          <w:tab w:val="left" w:pos="255"/>
        </w:tabs>
        <w:ind w:firstLine="0"/>
      </w:pPr>
    </w:p>
    <w:p w:rsidR="0031286D" w:rsidRDefault="0031286D" w:rsidP="001068A6">
      <w:pPr>
        <w:tabs>
          <w:tab w:val="left" w:pos="255"/>
        </w:tabs>
        <w:ind w:firstLine="0"/>
      </w:pPr>
    </w:p>
    <w:p w:rsidR="0031286D" w:rsidRDefault="0031286D" w:rsidP="001068A6">
      <w:pPr>
        <w:tabs>
          <w:tab w:val="left" w:pos="255"/>
        </w:tabs>
        <w:ind w:firstLine="0"/>
      </w:pPr>
    </w:p>
    <w:p w:rsidR="0031286D" w:rsidRDefault="0031286D" w:rsidP="001068A6">
      <w:pPr>
        <w:tabs>
          <w:tab w:val="left" w:pos="255"/>
        </w:tabs>
        <w:ind w:firstLine="0"/>
      </w:pPr>
    </w:p>
    <w:p w:rsidR="00B2032D" w:rsidRDefault="00B2032D" w:rsidP="000E7A47">
      <w:pPr>
        <w:tabs>
          <w:tab w:val="left" w:pos="255"/>
        </w:tabs>
        <w:ind w:firstLine="0"/>
      </w:pPr>
    </w:p>
    <w:p w:rsidR="00B2032D" w:rsidRDefault="00B2032D" w:rsidP="000E7A47">
      <w:pPr>
        <w:tabs>
          <w:tab w:val="left" w:pos="255"/>
        </w:tabs>
        <w:ind w:firstLine="0"/>
      </w:pPr>
    </w:p>
    <w:p w:rsidR="00B2032D" w:rsidRDefault="00B2032D" w:rsidP="000E7A47">
      <w:pPr>
        <w:tabs>
          <w:tab w:val="left" w:pos="255"/>
        </w:tabs>
        <w:ind w:firstLine="0"/>
      </w:pPr>
    </w:p>
    <w:p w:rsidR="00B2032D" w:rsidRDefault="00B2032D" w:rsidP="000E7A47">
      <w:pPr>
        <w:tabs>
          <w:tab w:val="left" w:pos="255"/>
        </w:tabs>
        <w:ind w:firstLine="0"/>
      </w:pPr>
    </w:p>
    <w:p w:rsidR="00B2032D" w:rsidRDefault="00B2032D" w:rsidP="000E7A47">
      <w:pPr>
        <w:tabs>
          <w:tab w:val="left" w:pos="255"/>
        </w:tabs>
        <w:ind w:firstLine="0"/>
      </w:pPr>
    </w:p>
    <w:p w:rsidR="000E7A47" w:rsidRDefault="000E7A47" w:rsidP="000E7A47">
      <w:pPr>
        <w:tabs>
          <w:tab w:val="left" w:pos="255"/>
        </w:tabs>
        <w:ind w:firstLine="0"/>
      </w:pPr>
      <w:r>
        <w:t>SUDERINTA:</w:t>
      </w:r>
    </w:p>
    <w:p w:rsidR="000A5D81" w:rsidRDefault="000A5D81" w:rsidP="000A5D81">
      <w:pPr>
        <w:tabs>
          <w:tab w:val="left" w:pos="255"/>
        </w:tabs>
        <w:ind w:firstLine="0"/>
      </w:pPr>
      <w:r>
        <w:t>Savivaldybės administracijos direktorius Mindaugas Kaunas</w:t>
      </w:r>
    </w:p>
    <w:p w:rsidR="000A5D81" w:rsidRPr="00677D8B" w:rsidRDefault="000A5D81" w:rsidP="000A5D81">
      <w:pPr>
        <w:ind w:firstLine="0"/>
        <w:rPr>
          <w:szCs w:val="24"/>
        </w:rPr>
      </w:pPr>
      <w:r w:rsidRPr="00677D8B">
        <w:rPr>
          <w:szCs w:val="24"/>
        </w:rPr>
        <w:t>Juridinio ir personalo administravimo skyriaus vedėjas Vytautas Tumas</w:t>
      </w:r>
    </w:p>
    <w:p w:rsidR="000A5D81" w:rsidRPr="005F6F60" w:rsidRDefault="00B2032D" w:rsidP="000A5D81">
      <w:pPr>
        <w:ind w:firstLine="0"/>
        <w:rPr>
          <w:szCs w:val="24"/>
        </w:rPr>
      </w:pPr>
      <w:r>
        <w:rPr>
          <w:szCs w:val="24"/>
        </w:rPr>
        <w:t xml:space="preserve">Protokolo skyriaus </w:t>
      </w:r>
      <w:r w:rsidR="000A5D81">
        <w:rPr>
          <w:szCs w:val="24"/>
        </w:rPr>
        <w:t>kalbos tvarkytoja</w:t>
      </w:r>
      <w:r w:rsidR="00CC6F08">
        <w:rPr>
          <w:szCs w:val="24"/>
        </w:rPr>
        <w:t xml:space="preserve"> </w:t>
      </w:r>
      <w:r w:rsidR="000A5D81">
        <w:rPr>
          <w:szCs w:val="24"/>
        </w:rPr>
        <w:t xml:space="preserve">Simona </w:t>
      </w:r>
      <w:proofErr w:type="spellStart"/>
      <w:r w:rsidR="000A5D81">
        <w:rPr>
          <w:szCs w:val="24"/>
        </w:rPr>
        <w:t>Grigalauskaitė</w:t>
      </w:r>
      <w:proofErr w:type="spellEnd"/>
    </w:p>
    <w:p w:rsidR="000A5D81" w:rsidRDefault="000A5D81" w:rsidP="000A5D81">
      <w:pPr>
        <w:tabs>
          <w:tab w:val="left" w:pos="7938"/>
        </w:tabs>
        <w:ind w:firstLine="0"/>
      </w:pPr>
      <w:r>
        <w:tab/>
      </w:r>
      <w:r>
        <w:tab/>
      </w:r>
    </w:p>
    <w:p w:rsidR="000A5D81" w:rsidRDefault="000A5D81" w:rsidP="000A5D81">
      <w:pPr>
        <w:ind w:firstLine="0"/>
      </w:pPr>
      <w:r>
        <w:t>Sprendimą rengė Protokolo skyriaus vedėja Jovita Šumskienė</w:t>
      </w:r>
    </w:p>
    <w:p w:rsidR="00EF5E21" w:rsidRDefault="00E8390D" w:rsidP="00EF5E21">
      <w:pPr>
        <w:ind w:left="5182" w:firstLine="1298"/>
        <w:rPr>
          <w:szCs w:val="24"/>
        </w:rPr>
      </w:pPr>
      <w:r>
        <w:br w:type="page"/>
      </w:r>
      <w:r w:rsidR="00EF5E21">
        <w:rPr>
          <w:szCs w:val="24"/>
        </w:rPr>
        <w:lastRenderedPageBreak/>
        <w:t>Plungės rajono savivaldybės</w:t>
      </w:r>
    </w:p>
    <w:p w:rsidR="00EF5E21" w:rsidRDefault="00EF5E21" w:rsidP="00EF5E21">
      <w:pPr>
        <w:ind w:left="5182" w:firstLine="1298"/>
        <w:rPr>
          <w:szCs w:val="24"/>
        </w:rPr>
      </w:pPr>
      <w:r>
        <w:rPr>
          <w:szCs w:val="24"/>
        </w:rPr>
        <w:t>tarybos 2023 m. balandžio 11 d.</w:t>
      </w:r>
    </w:p>
    <w:p w:rsidR="00EF5E21" w:rsidRDefault="00EF5E21" w:rsidP="00EF5E21">
      <w:pPr>
        <w:ind w:left="5182" w:firstLine="1298"/>
        <w:rPr>
          <w:szCs w:val="24"/>
        </w:rPr>
      </w:pPr>
      <w:r>
        <w:rPr>
          <w:szCs w:val="24"/>
        </w:rPr>
        <w:t>sprendimo Nr. T1-</w:t>
      </w:r>
    </w:p>
    <w:p w:rsidR="00EF5E21" w:rsidRDefault="00EF5E21" w:rsidP="00EF5E21">
      <w:pPr>
        <w:ind w:left="5182" w:firstLine="1298"/>
        <w:rPr>
          <w:szCs w:val="24"/>
        </w:rPr>
      </w:pPr>
      <w:r>
        <w:rPr>
          <w:szCs w:val="24"/>
        </w:rPr>
        <w:t>priedas</w:t>
      </w:r>
    </w:p>
    <w:p w:rsidR="00EF5E21" w:rsidRDefault="00EF5E21" w:rsidP="00EF5E21">
      <w:pPr>
        <w:ind w:left="5760"/>
        <w:jc w:val="center"/>
      </w:pPr>
    </w:p>
    <w:p w:rsidR="00EF5E21" w:rsidRDefault="00EF5E21" w:rsidP="00EF5E21">
      <w:pPr>
        <w:ind w:firstLine="0"/>
        <w:jc w:val="center"/>
        <w:rPr>
          <w:b/>
        </w:rPr>
      </w:pPr>
      <w:r w:rsidRPr="00EF5E21">
        <w:rPr>
          <w:b/>
        </w:rPr>
        <w:t>SAVIVALDY</w:t>
      </w:r>
      <w:r w:rsidR="00602D9F">
        <w:rPr>
          <w:b/>
        </w:rPr>
        <w:t>BĖS TARYBOS KOMITETŲ ĮGALIOJIMAI</w:t>
      </w:r>
    </w:p>
    <w:p w:rsidR="00DD0F0E" w:rsidRDefault="00DD0F0E" w:rsidP="00602D9F">
      <w:pPr>
        <w:ind w:firstLine="0"/>
      </w:pPr>
    </w:p>
    <w:p w:rsidR="00602D9F" w:rsidRPr="00DD0F0E" w:rsidRDefault="00DD0F0E" w:rsidP="00DD0F0E">
      <w:pPr>
        <w:jc w:val="center"/>
        <w:rPr>
          <w:b/>
        </w:rPr>
      </w:pPr>
      <w:r w:rsidRPr="00DD0F0E">
        <w:rPr>
          <w:b/>
        </w:rPr>
        <w:t>Ekonomikos, finansų ir biudžeto komitetas</w:t>
      </w:r>
    </w:p>
    <w:p w:rsidR="00DD0F0E" w:rsidRPr="00602D9F" w:rsidRDefault="00DD0F0E" w:rsidP="00602D9F">
      <w:pPr>
        <w:ind w:firstLine="0"/>
      </w:pPr>
    </w:p>
    <w:p w:rsidR="00664E57" w:rsidRDefault="00DD0F0E" w:rsidP="00467B36">
      <w:r>
        <w:t xml:space="preserve">1. </w:t>
      </w:r>
      <w:r w:rsidR="00602D9F" w:rsidRPr="00F40EB3">
        <w:t>Ekonomikos, finansų ir biudžeto</w:t>
      </w:r>
      <w:r>
        <w:t xml:space="preserve"> komiteto </w:t>
      </w:r>
      <w:r w:rsidR="00664E57">
        <w:t>įgaliojimai:</w:t>
      </w:r>
    </w:p>
    <w:p w:rsidR="00664E57" w:rsidRPr="000E64E7" w:rsidRDefault="00664E57" w:rsidP="00664E57">
      <w:pPr>
        <w:rPr>
          <w:szCs w:val="24"/>
          <w:lang w:eastAsia="lt-LT"/>
        </w:rPr>
      </w:pPr>
      <w:r>
        <w:rPr>
          <w:szCs w:val="24"/>
          <w:lang w:eastAsia="lt-LT"/>
        </w:rPr>
        <w:t>1.1 sudaryti K</w:t>
      </w:r>
      <w:r w:rsidRPr="000E64E7">
        <w:rPr>
          <w:szCs w:val="24"/>
          <w:lang w:eastAsia="lt-LT"/>
        </w:rPr>
        <w:t>omiteto darbo planą;</w:t>
      </w:r>
    </w:p>
    <w:p w:rsidR="00664E57" w:rsidRPr="000E06B4" w:rsidRDefault="00664E57" w:rsidP="00664E57">
      <w:pPr>
        <w:rPr>
          <w:szCs w:val="24"/>
          <w:lang w:eastAsia="lt-LT"/>
        </w:rPr>
      </w:pPr>
      <w:r>
        <w:rPr>
          <w:szCs w:val="24"/>
          <w:lang w:eastAsia="lt-LT"/>
        </w:rPr>
        <w:t xml:space="preserve">1.2. </w:t>
      </w:r>
      <w:r w:rsidRPr="000E06B4">
        <w:rPr>
          <w:szCs w:val="24"/>
          <w:lang w:eastAsia="lt-LT"/>
        </w:rPr>
        <w:t>savo iniciatyva ar Tarybos pavedimu reng</w:t>
      </w:r>
      <w:r>
        <w:rPr>
          <w:szCs w:val="24"/>
          <w:lang w:eastAsia="lt-LT"/>
        </w:rPr>
        <w:t>ti Tarybos sprendimų projektus K</w:t>
      </w:r>
      <w:r w:rsidRPr="000E06B4">
        <w:rPr>
          <w:szCs w:val="24"/>
          <w:lang w:eastAsia="lt-LT"/>
        </w:rPr>
        <w:t>omiteto veiklos sričių klausimais;</w:t>
      </w:r>
    </w:p>
    <w:p w:rsidR="00664E57" w:rsidRPr="000E06B4" w:rsidRDefault="00664E57" w:rsidP="00664E57">
      <w:pPr>
        <w:rPr>
          <w:szCs w:val="24"/>
          <w:lang w:eastAsia="lt-LT"/>
        </w:rPr>
      </w:pPr>
      <w:r>
        <w:rPr>
          <w:szCs w:val="24"/>
          <w:lang w:eastAsia="lt-LT"/>
        </w:rPr>
        <w:t xml:space="preserve">1.3. </w:t>
      </w:r>
      <w:r w:rsidRPr="000E06B4">
        <w:rPr>
          <w:szCs w:val="24"/>
          <w:lang w:eastAsia="lt-LT"/>
        </w:rPr>
        <w:t>svarstyti Tarybai pateiktų sprendimų projektus, teikti dėl jų</w:t>
      </w:r>
      <w:r>
        <w:rPr>
          <w:szCs w:val="24"/>
          <w:lang w:eastAsia="lt-LT"/>
        </w:rPr>
        <w:t xml:space="preserve"> pasiūlymus ir išvadas K</w:t>
      </w:r>
      <w:r w:rsidRPr="000E06B4">
        <w:rPr>
          <w:szCs w:val="24"/>
          <w:lang w:eastAsia="lt-LT"/>
        </w:rPr>
        <w:t>omiteto veiklos sričių klausimais;</w:t>
      </w:r>
    </w:p>
    <w:p w:rsidR="00664E57" w:rsidRPr="000E06B4" w:rsidRDefault="00664E57" w:rsidP="00664E57">
      <w:pPr>
        <w:rPr>
          <w:szCs w:val="24"/>
          <w:lang w:eastAsia="lt-LT"/>
        </w:rPr>
      </w:pPr>
      <w:r>
        <w:rPr>
          <w:szCs w:val="24"/>
          <w:lang w:eastAsia="lt-LT"/>
        </w:rPr>
        <w:t xml:space="preserve">1.4. </w:t>
      </w:r>
      <w:r w:rsidRPr="000E06B4">
        <w:rPr>
          <w:szCs w:val="24"/>
          <w:lang w:eastAsia="lt-LT"/>
        </w:rPr>
        <w:t>svarstyti  Savivaldybės biudžeto projektą ir biudžeto įvykdymo apyskaitą, prireikus  teikti pasiūlymus dėl Savivaldybės biudžeto tikslinimo;</w:t>
      </w:r>
    </w:p>
    <w:p w:rsidR="00664E57" w:rsidRPr="000E06B4" w:rsidRDefault="00664E57" w:rsidP="00664E57">
      <w:pPr>
        <w:ind w:left="720" w:firstLine="0"/>
        <w:rPr>
          <w:szCs w:val="24"/>
          <w:lang w:eastAsia="lt-LT"/>
        </w:rPr>
      </w:pPr>
      <w:r>
        <w:rPr>
          <w:szCs w:val="24"/>
          <w:lang w:eastAsia="lt-LT"/>
        </w:rPr>
        <w:t xml:space="preserve">1.5. </w:t>
      </w:r>
      <w:r w:rsidRPr="000E06B4">
        <w:rPr>
          <w:szCs w:val="24"/>
          <w:lang w:eastAsia="lt-LT"/>
        </w:rPr>
        <w:t>nagrinėti piliečių ir organizacijų pasiūlymus ir skundus;</w:t>
      </w:r>
    </w:p>
    <w:p w:rsidR="00664E57" w:rsidRPr="000E06B4" w:rsidRDefault="00664E57" w:rsidP="00664E57">
      <w:pPr>
        <w:rPr>
          <w:szCs w:val="24"/>
          <w:lang w:eastAsia="lt-LT"/>
        </w:rPr>
      </w:pPr>
      <w:r>
        <w:rPr>
          <w:szCs w:val="24"/>
          <w:lang w:eastAsia="lt-LT"/>
        </w:rPr>
        <w:t xml:space="preserve">1.6. </w:t>
      </w:r>
      <w:r w:rsidRPr="000E06B4">
        <w:rPr>
          <w:szCs w:val="24"/>
          <w:lang w:eastAsia="lt-LT"/>
        </w:rPr>
        <w:t>svarstyti klausimus kartu su kitais Tarybos komitetais ir komisijomis, priimti bendras išvadas ir teikti pasiūlymus;</w:t>
      </w:r>
    </w:p>
    <w:p w:rsidR="00664E57" w:rsidRPr="000E06B4" w:rsidRDefault="00664E57" w:rsidP="00664E57">
      <w:pPr>
        <w:rPr>
          <w:szCs w:val="24"/>
          <w:lang w:eastAsia="lt-LT"/>
        </w:rPr>
      </w:pPr>
      <w:r>
        <w:rPr>
          <w:szCs w:val="24"/>
          <w:lang w:eastAsia="lt-LT"/>
        </w:rPr>
        <w:t>1.7. įgalioti K</w:t>
      </w:r>
      <w:r w:rsidRPr="000E06B4">
        <w:rPr>
          <w:szCs w:val="24"/>
          <w:lang w:eastAsia="lt-LT"/>
        </w:rPr>
        <w:t>omiteto narius rengti pranešimus Tarybos posė</w:t>
      </w:r>
      <w:r>
        <w:rPr>
          <w:szCs w:val="24"/>
          <w:lang w:eastAsia="lt-LT"/>
        </w:rPr>
        <w:t xml:space="preserve">džiuose Komiteto veiklos sričių </w:t>
      </w:r>
      <w:r w:rsidRPr="000E06B4">
        <w:rPr>
          <w:szCs w:val="24"/>
          <w:lang w:eastAsia="lt-LT"/>
        </w:rPr>
        <w:t>klausimais ir papildomus pranešimus visais svarstomais klausimais;</w:t>
      </w:r>
    </w:p>
    <w:p w:rsidR="00664E57" w:rsidRPr="00A26E6A" w:rsidRDefault="00664E57" w:rsidP="00664E57">
      <w:pPr>
        <w:rPr>
          <w:szCs w:val="24"/>
          <w:lang w:eastAsia="lt-LT"/>
        </w:rPr>
      </w:pPr>
      <w:r>
        <w:rPr>
          <w:szCs w:val="24"/>
          <w:lang w:eastAsia="lt-LT"/>
        </w:rPr>
        <w:t xml:space="preserve">1.8. </w:t>
      </w:r>
      <w:r w:rsidRPr="000E06B4">
        <w:rPr>
          <w:szCs w:val="24"/>
          <w:lang w:eastAsia="lt-LT"/>
        </w:rPr>
        <w:t>siūlyti Tarybai teikti svarstyti visuomenei tam tikrus sprendimų projektus ir klausimus;</w:t>
      </w:r>
      <w:r w:rsidR="007E6580">
        <w:rPr>
          <w:szCs w:val="24"/>
          <w:lang w:eastAsia="lt-LT"/>
        </w:rPr>
        <w:t xml:space="preserve"> </w:t>
      </w:r>
      <w:r w:rsidRPr="000E06B4">
        <w:rPr>
          <w:szCs w:val="24"/>
          <w:lang w:eastAsia="lt-LT"/>
        </w:rPr>
        <w:t xml:space="preserve">išklausyti Savivaldybės </w:t>
      </w:r>
      <w:r w:rsidRPr="00A26E6A">
        <w:rPr>
          <w:szCs w:val="24"/>
          <w:lang w:eastAsia="lt-LT"/>
        </w:rPr>
        <w:t>merą, administracijos direktorių, jo pavaduotoją, Savivaldybės administracijos padalinių, Savivaldybės teritorijoje esančių įstaigų ir įmonių atstovus;</w:t>
      </w:r>
    </w:p>
    <w:p w:rsidR="00664E57" w:rsidRPr="00A26E6A" w:rsidRDefault="00664E57" w:rsidP="00664E57">
      <w:pPr>
        <w:rPr>
          <w:szCs w:val="24"/>
          <w:lang w:eastAsia="lt-LT"/>
        </w:rPr>
      </w:pPr>
      <w:r w:rsidRPr="00A26E6A">
        <w:rPr>
          <w:szCs w:val="24"/>
          <w:lang w:eastAsia="lt-LT"/>
        </w:rPr>
        <w:t>1.9. reikalauti iš Savivaldybės mero, administracijos direktoriaus, jo pavaduotojo, Savivaldybės administracijos padalinių, Savivaldybės įmonių, įstaigų pareigūnų dokumentų, reikalingų klausimui nagrinėti;</w:t>
      </w:r>
    </w:p>
    <w:p w:rsidR="00664E57" w:rsidRPr="00A26E6A" w:rsidRDefault="00664E57" w:rsidP="00664E57">
      <w:pPr>
        <w:rPr>
          <w:szCs w:val="24"/>
          <w:lang w:eastAsia="lt-LT"/>
        </w:rPr>
      </w:pPr>
      <w:r w:rsidRPr="00A26E6A">
        <w:rPr>
          <w:szCs w:val="24"/>
          <w:lang w:eastAsia="lt-LT"/>
        </w:rPr>
        <w:t>1.10. tikrinti, kaip vykdomi Tarybos sprendimai, mero potvarkiai Komiteto veiklos sričių klausimais, aiškintis, ar atsižvelgiama į Komiteto išvadas ir pasiūlymus;</w:t>
      </w:r>
    </w:p>
    <w:p w:rsidR="00664E57" w:rsidRPr="00A26E6A" w:rsidRDefault="00664E57" w:rsidP="00664E57">
      <w:pPr>
        <w:rPr>
          <w:szCs w:val="24"/>
          <w:lang w:eastAsia="lt-LT"/>
        </w:rPr>
      </w:pPr>
      <w:r w:rsidRPr="00A26E6A">
        <w:rPr>
          <w:szCs w:val="24"/>
          <w:lang w:eastAsia="lt-LT"/>
        </w:rPr>
        <w:t>1.11. teikti paklausimus visoms Savivaldybės teritorijoje esančioms įstaigoms, įmonėms, organizacijoms, pareigūnams;</w:t>
      </w:r>
    </w:p>
    <w:p w:rsidR="00664E57" w:rsidRPr="000E06B4" w:rsidRDefault="00664E57" w:rsidP="00664E57">
      <w:pPr>
        <w:rPr>
          <w:szCs w:val="24"/>
          <w:lang w:eastAsia="lt-LT"/>
        </w:rPr>
      </w:pPr>
      <w:r w:rsidRPr="00A26E6A">
        <w:rPr>
          <w:szCs w:val="24"/>
          <w:lang w:eastAsia="lt-LT"/>
        </w:rPr>
        <w:t>1.12. kviesti į posėdžius kitus Tarybos narius, merą, Savivaldybės</w:t>
      </w:r>
      <w:r w:rsidRPr="000E06B4">
        <w:rPr>
          <w:szCs w:val="24"/>
          <w:lang w:eastAsia="lt-LT"/>
        </w:rPr>
        <w:t xml:space="preserve"> administracijos direktorių, </w:t>
      </w:r>
      <w:r w:rsidRPr="00A26E6A">
        <w:rPr>
          <w:szCs w:val="24"/>
          <w:lang w:eastAsia="lt-LT"/>
        </w:rPr>
        <w:t>jo pavaduotoją,</w:t>
      </w:r>
      <w:r w:rsidRPr="000E06B4">
        <w:rPr>
          <w:szCs w:val="24"/>
          <w:lang w:eastAsia="lt-LT"/>
        </w:rPr>
        <w:t xml:space="preserve"> valstybinių institucijų ir organizacijų atstovus, specialistus ir kitus asmenis;</w:t>
      </w:r>
    </w:p>
    <w:p w:rsidR="00664E57" w:rsidRPr="000E06B4" w:rsidRDefault="00664E57" w:rsidP="00664E57">
      <w:pPr>
        <w:ind w:left="720" w:firstLine="0"/>
        <w:rPr>
          <w:szCs w:val="24"/>
          <w:lang w:eastAsia="lt-LT"/>
        </w:rPr>
      </w:pPr>
      <w:r>
        <w:rPr>
          <w:szCs w:val="24"/>
          <w:lang w:eastAsia="lt-LT"/>
        </w:rPr>
        <w:t xml:space="preserve">1.13. </w:t>
      </w:r>
      <w:r w:rsidRPr="000E06B4">
        <w:rPr>
          <w:szCs w:val="24"/>
          <w:lang w:eastAsia="lt-LT"/>
        </w:rPr>
        <w:t>siūlyti Tarybai keisti ir papildyti Tarybos posėdžių darbotvarkę;</w:t>
      </w:r>
    </w:p>
    <w:p w:rsidR="00664E57" w:rsidRPr="000E06B4" w:rsidRDefault="00664E57" w:rsidP="00664E57">
      <w:pPr>
        <w:rPr>
          <w:szCs w:val="24"/>
          <w:lang w:eastAsia="lt-LT"/>
        </w:rPr>
      </w:pPr>
      <w:r>
        <w:rPr>
          <w:szCs w:val="24"/>
          <w:lang w:eastAsia="lt-LT"/>
        </w:rPr>
        <w:t xml:space="preserve">1.14. </w:t>
      </w:r>
      <w:r w:rsidRPr="000E06B4">
        <w:rPr>
          <w:szCs w:val="24"/>
          <w:lang w:eastAsia="lt-LT"/>
        </w:rPr>
        <w:t xml:space="preserve">inicijuoti dokumentų rengimą, teikti išvadas ir pasiūlymus Tarybai dėl biudžeto lėšų panaudojimo, biudžeto sudarymo ir vykdymo, investicijų, </w:t>
      </w:r>
      <w:r>
        <w:rPr>
          <w:szCs w:val="24"/>
          <w:lang w:eastAsia="lt-LT"/>
        </w:rPr>
        <w:t>nekilnojamojo turto grąžinimo, S</w:t>
      </w:r>
      <w:r w:rsidRPr="000E06B4">
        <w:rPr>
          <w:szCs w:val="24"/>
          <w:lang w:eastAsia="lt-LT"/>
        </w:rPr>
        <w:t>avivaldybės nuosavybės;</w:t>
      </w:r>
    </w:p>
    <w:p w:rsidR="00664E57" w:rsidRPr="000E06B4" w:rsidRDefault="00664E57" w:rsidP="00664E57">
      <w:pPr>
        <w:ind w:firstLine="709"/>
        <w:rPr>
          <w:szCs w:val="24"/>
          <w:lang w:eastAsia="lt-LT"/>
        </w:rPr>
      </w:pPr>
      <w:r>
        <w:rPr>
          <w:szCs w:val="24"/>
          <w:lang w:eastAsia="lt-LT"/>
        </w:rPr>
        <w:t>1.15. kontroliuoti su K</w:t>
      </w:r>
      <w:r w:rsidRPr="000E06B4">
        <w:rPr>
          <w:szCs w:val="24"/>
          <w:lang w:eastAsia="lt-LT"/>
        </w:rPr>
        <w:t>omiteto veiklos sritimis susijusių įstatymų ir normin</w:t>
      </w:r>
      <w:r>
        <w:rPr>
          <w:szCs w:val="24"/>
          <w:lang w:eastAsia="lt-LT"/>
        </w:rPr>
        <w:t>ių aktų vykdymą S</w:t>
      </w:r>
      <w:r w:rsidRPr="000E06B4">
        <w:rPr>
          <w:szCs w:val="24"/>
          <w:lang w:eastAsia="lt-LT"/>
        </w:rPr>
        <w:t>avivaldybės teritorijoje;</w:t>
      </w:r>
    </w:p>
    <w:p w:rsidR="00664E57" w:rsidRPr="000E06B4" w:rsidRDefault="00664E57" w:rsidP="00664E57">
      <w:pPr>
        <w:rPr>
          <w:szCs w:val="24"/>
          <w:lang w:eastAsia="lt-LT"/>
        </w:rPr>
      </w:pPr>
      <w:r>
        <w:rPr>
          <w:szCs w:val="24"/>
          <w:lang w:eastAsia="lt-LT"/>
        </w:rPr>
        <w:t xml:space="preserve">1.16. </w:t>
      </w:r>
      <w:r w:rsidRPr="000E06B4">
        <w:rPr>
          <w:szCs w:val="24"/>
          <w:lang w:eastAsia="lt-LT"/>
        </w:rPr>
        <w:t xml:space="preserve">teikti Tarybai išvadas ir pasiūlymus dėl įstatymų ir </w:t>
      </w:r>
      <w:r>
        <w:rPr>
          <w:szCs w:val="24"/>
          <w:lang w:eastAsia="lt-LT"/>
        </w:rPr>
        <w:t xml:space="preserve">Lietuvos Respublikos </w:t>
      </w:r>
      <w:r w:rsidRPr="000E06B4">
        <w:rPr>
          <w:szCs w:val="24"/>
          <w:lang w:eastAsia="lt-LT"/>
        </w:rPr>
        <w:t>Vyriausybės nutarimų projektų arba jų pakeitimo;</w:t>
      </w:r>
    </w:p>
    <w:p w:rsidR="00664E57" w:rsidRPr="000E06B4" w:rsidRDefault="00664E57" w:rsidP="00664E57">
      <w:pPr>
        <w:rPr>
          <w:szCs w:val="24"/>
          <w:lang w:eastAsia="lt-LT"/>
        </w:rPr>
      </w:pPr>
      <w:r>
        <w:rPr>
          <w:szCs w:val="24"/>
          <w:lang w:eastAsia="lt-LT"/>
        </w:rPr>
        <w:t xml:space="preserve">1.17. </w:t>
      </w:r>
      <w:r w:rsidRPr="000E06B4">
        <w:rPr>
          <w:szCs w:val="24"/>
          <w:lang w:eastAsia="lt-LT"/>
        </w:rPr>
        <w:t>svarstyti klausimus dėl Savivaldybės administracijos et</w:t>
      </w:r>
      <w:r>
        <w:rPr>
          <w:szCs w:val="24"/>
          <w:lang w:eastAsia="lt-LT"/>
        </w:rPr>
        <w:t>atų ir darbo užmokesčio fondo bei</w:t>
      </w:r>
      <w:r w:rsidRPr="000E06B4">
        <w:rPr>
          <w:szCs w:val="24"/>
          <w:lang w:eastAsia="lt-LT"/>
        </w:rPr>
        <w:t xml:space="preserve"> teikti pasiūlymus;</w:t>
      </w:r>
    </w:p>
    <w:p w:rsidR="00664E57" w:rsidRPr="000E06B4" w:rsidRDefault="00664E57" w:rsidP="00664E57">
      <w:pPr>
        <w:ind w:left="720" w:firstLine="0"/>
        <w:rPr>
          <w:szCs w:val="24"/>
          <w:lang w:eastAsia="lt-LT"/>
        </w:rPr>
      </w:pPr>
      <w:r>
        <w:rPr>
          <w:szCs w:val="24"/>
          <w:lang w:eastAsia="lt-LT"/>
        </w:rPr>
        <w:t xml:space="preserve">1.18. </w:t>
      </w:r>
      <w:r w:rsidRPr="000E06B4">
        <w:rPr>
          <w:szCs w:val="24"/>
          <w:lang w:eastAsia="lt-LT"/>
        </w:rPr>
        <w:t>svarstyti specialiųjų lėšų panaudojimo klausimus ir teikti išvadas bei pasiūlymus;</w:t>
      </w:r>
    </w:p>
    <w:p w:rsidR="00664E57" w:rsidRPr="004A7B21" w:rsidRDefault="00664E57" w:rsidP="00664E57">
      <w:pPr>
        <w:rPr>
          <w:szCs w:val="24"/>
          <w:lang w:eastAsia="lt-LT"/>
        </w:rPr>
      </w:pPr>
      <w:r>
        <w:rPr>
          <w:szCs w:val="24"/>
          <w:lang w:eastAsia="lt-LT"/>
        </w:rPr>
        <w:t xml:space="preserve">1.19. </w:t>
      </w:r>
      <w:r w:rsidRPr="000E06B4">
        <w:rPr>
          <w:szCs w:val="24"/>
          <w:lang w:eastAsia="lt-LT"/>
        </w:rPr>
        <w:t>analizuoti, vertinti Savivaldybės administracijos pad</w:t>
      </w:r>
      <w:r>
        <w:rPr>
          <w:szCs w:val="24"/>
          <w:lang w:eastAsia="lt-LT"/>
        </w:rPr>
        <w:t>alinių – asignavimų valdytojų, S</w:t>
      </w:r>
      <w:r w:rsidRPr="000E06B4">
        <w:rPr>
          <w:szCs w:val="24"/>
          <w:lang w:eastAsia="lt-LT"/>
        </w:rPr>
        <w:t>avivaldybės įmonių veiklą ir teikti pasiūlymus;</w:t>
      </w:r>
      <w:r w:rsidR="002A7783">
        <w:rPr>
          <w:szCs w:val="24"/>
          <w:lang w:eastAsia="lt-LT"/>
        </w:rPr>
        <w:t xml:space="preserve"> </w:t>
      </w:r>
      <w:r w:rsidRPr="004A7B21">
        <w:rPr>
          <w:szCs w:val="24"/>
          <w:lang w:eastAsia="lt-LT"/>
        </w:rPr>
        <w:t>organizuoti konferencijas ir seminarus ar inicijuoti jų rengimą.</w:t>
      </w:r>
    </w:p>
    <w:p w:rsidR="00467B36" w:rsidRDefault="00467B36" w:rsidP="00664E57">
      <w:pPr>
        <w:ind w:firstLine="0"/>
        <w:jc w:val="left"/>
        <w:rPr>
          <w:szCs w:val="24"/>
          <w:lang w:eastAsia="lt-LT"/>
        </w:rPr>
      </w:pPr>
    </w:p>
    <w:p w:rsidR="0073203E" w:rsidRDefault="0073203E" w:rsidP="00467B36">
      <w:pPr>
        <w:ind w:firstLine="0"/>
        <w:jc w:val="center"/>
        <w:rPr>
          <w:b/>
        </w:rPr>
      </w:pPr>
    </w:p>
    <w:p w:rsidR="0073203E" w:rsidRDefault="0073203E" w:rsidP="00467B36">
      <w:pPr>
        <w:ind w:firstLine="0"/>
        <w:jc w:val="center"/>
        <w:rPr>
          <w:b/>
        </w:rPr>
      </w:pPr>
    </w:p>
    <w:p w:rsidR="008B2B5B" w:rsidRDefault="008B2B5B" w:rsidP="00467B36">
      <w:pPr>
        <w:ind w:firstLine="0"/>
        <w:jc w:val="center"/>
        <w:rPr>
          <w:b/>
        </w:rPr>
      </w:pPr>
    </w:p>
    <w:p w:rsidR="00467B36" w:rsidRDefault="00467B36" w:rsidP="00467B36">
      <w:pPr>
        <w:ind w:firstLine="0"/>
        <w:jc w:val="center"/>
        <w:rPr>
          <w:b/>
        </w:rPr>
      </w:pPr>
      <w:r w:rsidRPr="00467B36">
        <w:rPr>
          <w:b/>
        </w:rPr>
        <w:lastRenderedPageBreak/>
        <w:t>Kaimo reikalų</w:t>
      </w:r>
      <w:r>
        <w:rPr>
          <w:b/>
        </w:rPr>
        <w:t xml:space="preserve"> komitetas</w:t>
      </w:r>
    </w:p>
    <w:p w:rsidR="00467B36" w:rsidRDefault="00467B36" w:rsidP="00467B36">
      <w:pPr>
        <w:ind w:firstLine="0"/>
        <w:jc w:val="center"/>
        <w:rPr>
          <w:b/>
        </w:rPr>
      </w:pPr>
    </w:p>
    <w:p w:rsidR="00664E57" w:rsidRDefault="00664E57" w:rsidP="00664E57">
      <w:pPr>
        <w:pStyle w:val="Sraopastraipa"/>
        <w:ind w:left="0" w:firstLine="720"/>
      </w:pPr>
      <w:r>
        <w:t>2. Kaimo reikalų komiteto įgaliojimai:</w:t>
      </w:r>
    </w:p>
    <w:p w:rsidR="00664E57" w:rsidRPr="00A929F9" w:rsidRDefault="00664E57" w:rsidP="00664E57">
      <w:pPr>
        <w:pStyle w:val="Sraopastraipa"/>
        <w:ind w:left="0" w:firstLine="720"/>
        <w:rPr>
          <w:szCs w:val="24"/>
          <w:lang w:eastAsia="lt-LT"/>
        </w:rPr>
      </w:pPr>
      <w:r>
        <w:rPr>
          <w:szCs w:val="24"/>
          <w:lang w:eastAsia="lt-LT"/>
        </w:rPr>
        <w:t xml:space="preserve">2.1. </w:t>
      </w:r>
      <w:r w:rsidR="0073203E">
        <w:rPr>
          <w:szCs w:val="24"/>
          <w:lang w:eastAsia="lt-LT"/>
        </w:rPr>
        <w:t>sudaryti K</w:t>
      </w:r>
      <w:r w:rsidRPr="00A929F9">
        <w:rPr>
          <w:szCs w:val="24"/>
          <w:lang w:eastAsia="lt-LT"/>
        </w:rPr>
        <w:t xml:space="preserve">omiteto darbo planą.           </w:t>
      </w:r>
    </w:p>
    <w:p w:rsidR="00664E57" w:rsidRPr="00A929F9" w:rsidRDefault="00664E57" w:rsidP="00664E57">
      <w:pPr>
        <w:pStyle w:val="Sraopastraipa"/>
        <w:ind w:left="0" w:firstLine="720"/>
        <w:jc w:val="both"/>
        <w:rPr>
          <w:szCs w:val="24"/>
          <w:lang w:eastAsia="lt-LT"/>
        </w:rPr>
      </w:pPr>
      <w:r>
        <w:rPr>
          <w:szCs w:val="24"/>
          <w:lang w:eastAsia="lt-LT"/>
        </w:rPr>
        <w:t xml:space="preserve">2.2. </w:t>
      </w:r>
      <w:r w:rsidRPr="00A929F9">
        <w:rPr>
          <w:szCs w:val="24"/>
          <w:lang w:eastAsia="lt-LT"/>
        </w:rPr>
        <w:t>savo iniciatyva ar Tarybos pavedimu rengti Tarybos sprendimų pr</w:t>
      </w:r>
      <w:r w:rsidR="0073203E">
        <w:rPr>
          <w:szCs w:val="24"/>
          <w:lang w:eastAsia="lt-LT"/>
        </w:rPr>
        <w:t>ojektus K</w:t>
      </w:r>
      <w:r>
        <w:rPr>
          <w:szCs w:val="24"/>
          <w:lang w:eastAsia="lt-LT"/>
        </w:rPr>
        <w:t xml:space="preserve">omiteto veiklos </w:t>
      </w:r>
      <w:r w:rsidRPr="00A929F9">
        <w:rPr>
          <w:szCs w:val="24"/>
          <w:lang w:eastAsia="lt-LT"/>
        </w:rPr>
        <w:t>sričių klausimais;</w:t>
      </w:r>
    </w:p>
    <w:p w:rsidR="00664E57" w:rsidRDefault="00664E57" w:rsidP="00664E57">
      <w:pPr>
        <w:rPr>
          <w:szCs w:val="24"/>
          <w:lang w:eastAsia="lt-LT"/>
        </w:rPr>
      </w:pPr>
      <w:r>
        <w:rPr>
          <w:szCs w:val="24"/>
          <w:lang w:eastAsia="lt-LT"/>
        </w:rPr>
        <w:t xml:space="preserve">2.3. </w:t>
      </w:r>
      <w:r w:rsidRPr="000E06B4">
        <w:rPr>
          <w:szCs w:val="24"/>
          <w:lang w:eastAsia="lt-LT"/>
        </w:rPr>
        <w:t>svarstyti Tarybai pateiktų sprendimų projektus, teikti</w:t>
      </w:r>
      <w:r w:rsidR="0073203E">
        <w:rPr>
          <w:szCs w:val="24"/>
          <w:lang w:eastAsia="lt-LT"/>
        </w:rPr>
        <w:t xml:space="preserve"> dėl jų pasiūlymus ir išvadas K</w:t>
      </w:r>
      <w:r w:rsidRPr="000E06B4">
        <w:rPr>
          <w:szCs w:val="24"/>
          <w:lang w:eastAsia="lt-LT"/>
        </w:rPr>
        <w:t>omiteto veiklos sričių klausimais;</w:t>
      </w:r>
    </w:p>
    <w:p w:rsidR="00664E57" w:rsidRPr="008776BD" w:rsidRDefault="00664E57" w:rsidP="00664E57">
      <w:pPr>
        <w:rPr>
          <w:szCs w:val="24"/>
          <w:lang w:eastAsia="lt-LT"/>
        </w:rPr>
      </w:pPr>
      <w:r>
        <w:rPr>
          <w:szCs w:val="24"/>
          <w:lang w:eastAsia="lt-LT"/>
        </w:rPr>
        <w:t xml:space="preserve">2.4. </w:t>
      </w:r>
      <w:r w:rsidRPr="008776BD">
        <w:rPr>
          <w:szCs w:val="24"/>
          <w:lang w:eastAsia="lt-LT"/>
        </w:rPr>
        <w:t>svarstyti ir teikti išvadas dėl Savivaldybės administracijos struktūros, kompetencijos, etatų ir darbo užmokesčio fondo;</w:t>
      </w:r>
    </w:p>
    <w:p w:rsidR="00664E57" w:rsidRPr="008776BD" w:rsidRDefault="00664E57" w:rsidP="00664E57">
      <w:pPr>
        <w:rPr>
          <w:szCs w:val="24"/>
          <w:lang w:eastAsia="lt-LT"/>
        </w:rPr>
      </w:pPr>
      <w:r>
        <w:rPr>
          <w:szCs w:val="24"/>
          <w:lang w:eastAsia="lt-LT"/>
        </w:rPr>
        <w:t xml:space="preserve">2.5. </w:t>
      </w:r>
      <w:r w:rsidRPr="008776BD">
        <w:rPr>
          <w:szCs w:val="24"/>
          <w:lang w:eastAsia="lt-LT"/>
        </w:rPr>
        <w:t>svarstyti Tarybos sprendimų projektus, teikti dėl jų pasiūlymus ir išvadas;</w:t>
      </w:r>
    </w:p>
    <w:p w:rsidR="00664E57" w:rsidRPr="008776BD" w:rsidRDefault="00664E57" w:rsidP="00664E57">
      <w:pPr>
        <w:rPr>
          <w:szCs w:val="24"/>
          <w:lang w:eastAsia="lt-LT"/>
        </w:rPr>
      </w:pPr>
      <w:r>
        <w:rPr>
          <w:szCs w:val="24"/>
          <w:lang w:eastAsia="lt-LT"/>
        </w:rPr>
        <w:t xml:space="preserve">2.6. </w:t>
      </w:r>
      <w:r w:rsidRPr="008776BD">
        <w:rPr>
          <w:szCs w:val="24"/>
          <w:lang w:eastAsia="lt-LT"/>
        </w:rPr>
        <w:t>svarstyti Savivaldybės biudžeto projektą ir biudžeto įvykdymo apyskaitą, teikti dėl jų pasiūlymus ir išvadas;</w:t>
      </w:r>
    </w:p>
    <w:p w:rsidR="00664E57" w:rsidRPr="000A3E2C" w:rsidRDefault="00664E57" w:rsidP="00664E57">
      <w:pPr>
        <w:rPr>
          <w:szCs w:val="24"/>
          <w:lang w:eastAsia="lt-LT"/>
        </w:rPr>
      </w:pPr>
      <w:r>
        <w:rPr>
          <w:szCs w:val="24"/>
          <w:lang w:eastAsia="lt-LT"/>
        </w:rPr>
        <w:t xml:space="preserve">2.7. </w:t>
      </w:r>
      <w:r w:rsidRPr="008776BD">
        <w:rPr>
          <w:szCs w:val="24"/>
          <w:lang w:eastAsia="lt-LT"/>
        </w:rPr>
        <w:t>nagrinėti gyventojų, visuomeninių ir kitų visuomenės interesus atstovaujančių organizacijų pasiūlymus bei skundus ir informuoti juos apie nagrinėjimo rezultatus; atsižvelgiant į gyventojų ir organizacijų pasiūlymus, pageidavimus, rekomenduoti Savivaldybės administracijai rengti Tarybos sprendimų projektus;</w:t>
      </w:r>
    </w:p>
    <w:p w:rsidR="00664E57" w:rsidRPr="00A929F9" w:rsidRDefault="0073203E" w:rsidP="00664E57">
      <w:pPr>
        <w:rPr>
          <w:szCs w:val="24"/>
          <w:lang w:eastAsia="lt-LT"/>
        </w:rPr>
      </w:pPr>
      <w:r>
        <w:rPr>
          <w:szCs w:val="24"/>
          <w:lang w:eastAsia="lt-LT"/>
        </w:rPr>
        <w:t xml:space="preserve">2.8. </w:t>
      </w:r>
      <w:r w:rsidR="00664E57" w:rsidRPr="00A929F9">
        <w:rPr>
          <w:szCs w:val="24"/>
          <w:lang w:eastAsia="lt-LT"/>
        </w:rPr>
        <w:t>svarstyti ir teikti išvadas dėl  kaimo plėtros programų tvirtinimo;</w:t>
      </w:r>
    </w:p>
    <w:p w:rsidR="00664E57" w:rsidRPr="00535DE3" w:rsidRDefault="0073203E" w:rsidP="00664E57">
      <w:pPr>
        <w:rPr>
          <w:szCs w:val="24"/>
          <w:lang w:eastAsia="lt-LT"/>
        </w:rPr>
      </w:pPr>
      <w:r>
        <w:rPr>
          <w:szCs w:val="24"/>
          <w:lang w:eastAsia="lt-LT"/>
        </w:rPr>
        <w:t xml:space="preserve">2.9. </w:t>
      </w:r>
      <w:r w:rsidR="00664E57" w:rsidRPr="00535DE3">
        <w:rPr>
          <w:szCs w:val="24"/>
          <w:lang w:eastAsia="lt-LT"/>
        </w:rPr>
        <w:t>svarstyti ir teikti išvadas dėl žemės ūkio programų įgyvendinimo;</w:t>
      </w:r>
    </w:p>
    <w:p w:rsidR="00664E57" w:rsidRPr="00535DE3" w:rsidRDefault="0073203E" w:rsidP="00664E57">
      <w:pPr>
        <w:rPr>
          <w:szCs w:val="24"/>
          <w:lang w:eastAsia="lt-LT"/>
        </w:rPr>
      </w:pPr>
      <w:r>
        <w:rPr>
          <w:szCs w:val="24"/>
          <w:lang w:eastAsia="lt-LT"/>
        </w:rPr>
        <w:t xml:space="preserve">2.10. </w:t>
      </w:r>
      <w:r w:rsidR="00664E57" w:rsidRPr="00535DE3">
        <w:rPr>
          <w:szCs w:val="24"/>
          <w:lang w:eastAsia="lt-LT"/>
        </w:rPr>
        <w:t>svarstyti ir teikti išvadas dėl sąlygų verslo plėtrai kaime sudarymo;</w:t>
      </w:r>
    </w:p>
    <w:p w:rsidR="00664E57" w:rsidRPr="00535DE3" w:rsidRDefault="0073203E" w:rsidP="00664E57">
      <w:pPr>
        <w:rPr>
          <w:szCs w:val="24"/>
          <w:lang w:eastAsia="lt-LT"/>
        </w:rPr>
      </w:pPr>
      <w:r>
        <w:rPr>
          <w:szCs w:val="24"/>
          <w:lang w:eastAsia="lt-LT"/>
        </w:rPr>
        <w:t xml:space="preserve">2.11. </w:t>
      </w:r>
      <w:r w:rsidR="00664E57" w:rsidRPr="00535DE3">
        <w:rPr>
          <w:szCs w:val="24"/>
          <w:lang w:eastAsia="lt-LT"/>
        </w:rPr>
        <w:t>svarstyti sprendimų projektus žemės ūkio programų įgyvendinimo klausimais;</w:t>
      </w:r>
    </w:p>
    <w:p w:rsidR="00664E57" w:rsidRPr="00535DE3" w:rsidRDefault="0073203E" w:rsidP="00664E57">
      <w:pPr>
        <w:rPr>
          <w:szCs w:val="24"/>
          <w:lang w:eastAsia="lt-LT"/>
        </w:rPr>
      </w:pPr>
      <w:r>
        <w:rPr>
          <w:szCs w:val="24"/>
          <w:lang w:eastAsia="lt-LT"/>
        </w:rPr>
        <w:t xml:space="preserve">2.12. </w:t>
      </w:r>
      <w:r w:rsidR="00664E57">
        <w:rPr>
          <w:szCs w:val="24"/>
          <w:lang w:eastAsia="lt-LT"/>
        </w:rPr>
        <w:t xml:space="preserve">svarstyti </w:t>
      </w:r>
      <w:r w:rsidR="00664E57" w:rsidRPr="00257A55">
        <w:rPr>
          <w:szCs w:val="24"/>
          <w:lang w:eastAsia="lt-LT"/>
        </w:rPr>
        <w:t>gyvenviečių infrastruktūros plėtojimo bei kaimo žmonių dar</w:t>
      </w:r>
      <w:r w:rsidR="00664E57">
        <w:rPr>
          <w:szCs w:val="24"/>
          <w:lang w:eastAsia="lt-LT"/>
        </w:rPr>
        <w:t>bo ir užimtumo gerinimo programas</w:t>
      </w:r>
      <w:r w:rsidR="00664E57" w:rsidRPr="00257A55">
        <w:rPr>
          <w:szCs w:val="24"/>
          <w:lang w:eastAsia="lt-LT"/>
        </w:rPr>
        <w:t>;</w:t>
      </w:r>
    </w:p>
    <w:p w:rsidR="00664E57" w:rsidRPr="00535DE3" w:rsidRDefault="0073203E" w:rsidP="00664E57">
      <w:pPr>
        <w:rPr>
          <w:szCs w:val="24"/>
          <w:lang w:eastAsia="lt-LT"/>
        </w:rPr>
      </w:pPr>
      <w:r>
        <w:rPr>
          <w:szCs w:val="24"/>
          <w:lang w:eastAsia="lt-LT"/>
        </w:rPr>
        <w:t xml:space="preserve">2.13. </w:t>
      </w:r>
      <w:r w:rsidR="00664E57" w:rsidRPr="00535DE3">
        <w:rPr>
          <w:szCs w:val="24"/>
          <w:lang w:eastAsia="lt-LT"/>
        </w:rPr>
        <w:t xml:space="preserve">svarstyti klausimus, kaip įgyvendinti žemės ūkio, melioracijos, kaimo plėtros valstybės politiką </w:t>
      </w:r>
      <w:r>
        <w:rPr>
          <w:szCs w:val="24"/>
          <w:lang w:eastAsia="lt-LT"/>
        </w:rPr>
        <w:t>S</w:t>
      </w:r>
      <w:r w:rsidR="00664E57" w:rsidRPr="00535DE3">
        <w:rPr>
          <w:szCs w:val="24"/>
          <w:lang w:eastAsia="lt-LT"/>
        </w:rPr>
        <w:t>avivaldybėje;</w:t>
      </w:r>
    </w:p>
    <w:p w:rsidR="00664E57" w:rsidRDefault="0073203E" w:rsidP="0073203E">
      <w:pPr>
        <w:tabs>
          <w:tab w:val="left" w:pos="993"/>
          <w:tab w:val="left" w:pos="1134"/>
          <w:tab w:val="left" w:pos="1276"/>
          <w:tab w:val="left" w:pos="1418"/>
        </w:tabs>
        <w:rPr>
          <w:szCs w:val="24"/>
          <w:lang w:eastAsia="lt-LT"/>
        </w:rPr>
      </w:pPr>
      <w:r>
        <w:rPr>
          <w:szCs w:val="24"/>
          <w:lang w:eastAsia="lt-LT"/>
        </w:rPr>
        <w:t xml:space="preserve">2.14. </w:t>
      </w:r>
      <w:r w:rsidR="00664E57" w:rsidRPr="00535DE3">
        <w:rPr>
          <w:szCs w:val="24"/>
          <w:lang w:eastAsia="lt-LT"/>
        </w:rPr>
        <w:t>svarstyti klausimus, kaip organizuoti agrarinės aplinkosaugos priemonių įgyvendinimą, skatinti ekologinį ūkininkavimą, tausojančią žemdirbystę;</w:t>
      </w:r>
    </w:p>
    <w:p w:rsidR="00664E57" w:rsidRPr="000A3E2C" w:rsidRDefault="0073203E" w:rsidP="00664E57">
      <w:pPr>
        <w:rPr>
          <w:szCs w:val="24"/>
          <w:lang w:eastAsia="lt-LT"/>
        </w:rPr>
      </w:pPr>
      <w:r>
        <w:rPr>
          <w:szCs w:val="24"/>
          <w:lang w:eastAsia="lt-LT"/>
        </w:rPr>
        <w:t xml:space="preserve">2.15. </w:t>
      </w:r>
      <w:r w:rsidR="00664E57" w:rsidRPr="008776BD">
        <w:rPr>
          <w:szCs w:val="24"/>
          <w:lang w:eastAsia="lt-LT"/>
        </w:rPr>
        <w:t>tikrinti, kaip vykdomi Tarybos </w:t>
      </w:r>
      <w:r>
        <w:rPr>
          <w:szCs w:val="24"/>
          <w:lang w:eastAsia="lt-LT"/>
        </w:rPr>
        <w:t xml:space="preserve"> sprendimai ir mero potvarkiai K</w:t>
      </w:r>
      <w:r w:rsidR="00664E57" w:rsidRPr="008776BD">
        <w:rPr>
          <w:szCs w:val="24"/>
          <w:lang w:eastAsia="lt-LT"/>
        </w:rPr>
        <w:t xml:space="preserve">omiteto veiklos sričių klausimais,  </w:t>
      </w:r>
      <w:r>
        <w:rPr>
          <w:szCs w:val="24"/>
          <w:lang w:eastAsia="lt-LT"/>
        </w:rPr>
        <w:t>aiškintis, ar atsižvelgiama į K</w:t>
      </w:r>
      <w:r w:rsidR="00664E57" w:rsidRPr="008776BD">
        <w:rPr>
          <w:szCs w:val="24"/>
          <w:lang w:eastAsia="lt-LT"/>
        </w:rPr>
        <w:t>omiteto išvadas ir pasiūlymus;</w:t>
      </w:r>
    </w:p>
    <w:p w:rsidR="00664E57" w:rsidRPr="00535DE3" w:rsidRDefault="0073203E" w:rsidP="00664E57">
      <w:pPr>
        <w:rPr>
          <w:szCs w:val="24"/>
          <w:lang w:eastAsia="lt-LT"/>
        </w:rPr>
      </w:pPr>
      <w:r>
        <w:rPr>
          <w:szCs w:val="24"/>
          <w:lang w:eastAsia="lt-LT"/>
        </w:rPr>
        <w:t xml:space="preserve">2.16. </w:t>
      </w:r>
      <w:r w:rsidR="00664E57" w:rsidRPr="00535DE3">
        <w:rPr>
          <w:szCs w:val="24"/>
          <w:lang w:eastAsia="lt-LT"/>
        </w:rPr>
        <w:t>svarstyti ir teikti</w:t>
      </w:r>
      <w:r>
        <w:rPr>
          <w:szCs w:val="24"/>
          <w:lang w:eastAsia="lt-LT"/>
        </w:rPr>
        <w:t xml:space="preserve"> išvadas bei pasiūlymus kitais k</w:t>
      </w:r>
      <w:r w:rsidR="00664E57" w:rsidRPr="00535DE3">
        <w:rPr>
          <w:szCs w:val="24"/>
          <w:lang w:eastAsia="lt-LT"/>
        </w:rPr>
        <w:t>omiteto arba jo kompetencijai priskirtais klausimais</w:t>
      </w:r>
      <w:r>
        <w:rPr>
          <w:szCs w:val="24"/>
          <w:lang w:eastAsia="lt-LT"/>
        </w:rPr>
        <w:t xml:space="preserve">. </w:t>
      </w:r>
    </w:p>
    <w:p w:rsidR="002124B4" w:rsidRDefault="002124B4" w:rsidP="00664E57">
      <w:pPr>
        <w:rPr>
          <w:b/>
        </w:rPr>
      </w:pPr>
    </w:p>
    <w:p w:rsidR="00467B36" w:rsidRDefault="00467B36" w:rsidP="00467B36">
      <w:pPr>
        <w:ind w:firstLine="0"/>
        <w:jc w:val="center"/>
        <w:rPr>
          <w:b/>
        </w:rPr>
      </w:pPr>
      <w:r w:rsidRPr="00467B36">
        <w:rPr>
          <w:b/>
        </w:rPr>
        <w:t>Sveikatos ir socialinės apsaugos</w:t>
      </w:r>
      <w:r w:rsidR="00A75884">
        <w:rPr>
          <w:b/>
        </w:rPr>
        <w:t xml:space="preserve"> komitetas</w:t>
      </w:r>
    </w:p>
    <w:p w:rsidR="00467B36" w:rsidRDefault="00467B36" w:rsidP="00467B36">
      <w:pPr>
        <w:ind w:firstLine="0"/>
        <w:rPr>
          <w:b/>
        </w:rPr>
      </w:pPr>
    </w:p>
    <w:p w:rsidR="00467B36" w:rsidRDefault="0073203E" w:rsidP="00467B36">
      <w:pPr>
        <w:rPr>
          <w:bCs/>
          <w:szCs w:val="24"/>
          <w:lang w:eastAsia="lt-LT"/>
        </w:rPr>
      </w:pPr>
      <w:r>
        <w:rPr>
          <w:bCs/>
          <w:szCs w:val="24"/>
          <w:lang w:eastAsia="lt-LT"/>
        </w:rPr>
        <w:t>3</w:t>
      </w:r>
      <w:r w:rsidR="00467B36" w:rsidRPr="00467B36">
        <w:rPr>
          <w:bCs/>
          <w:szCs w:val="24"/>
          <w:lang w:eastAsia="lt-LT"/>
        </w:rPr>
        <w:t>. Sveikatos ir socialinės apsaugos komiteto</w:t>
      </w:r>
      <w:r>
        <w:rPr>
          <w:bCs/>
          <w:szCs w:val="24"/>
          <w:lang w:eastAsia="lt-LT"/>
        </w:rPr>
        <w:t xml:space="preserve"> įgaliojimai</w:t>
      </w:r>
      <w:r w:rsidR="00467B36" w:rsidRPr="00467B36">
        <w:rPr>
          <w:bCs/>
          <w:szCs w:val="24"/>
          <w:lang w:eastAsia="lt-LT"/>
        </w:rPr>
        <w:t>:</w:t>
      </w:r>
    </w:p>
    <w:p w:rsidR="007E6C01" w:rsidRPr="007E6C01" w:rsidRDefault="007E6C01" w:rsidP="007E6C01">
      <w:pPr>
        <w:rPr>
          <w:bCs/>
          <w:szCs w:val="24"/>
          <w:lang w:eastAsia="lt-LT"/>
        </w:rPr>
      </w:pPr>
      <w:r>
        <w:rPr>
          <w:bCs/>
          <w:szCs w:val="24"/>
          <w:lang w:eastAsia="lt-LT"/>
        </w:rPr>
        <w:t>3.1. sudaryti K</w:t>
      </w:r>
      <w:r w:rsidRPr="007E6C01">
        <w:rPr>
          <w:bCs/>
          <w:szCs w:val="24"/>
          <w:lang w:eastAsia="lt-LT"/>
        </w:rPr>
        <w:t>omiteto darbo planą;</w:t>
      </w:r>
    </w:p>
    <w:p w:rsidR="007E6C01" w:rsidRPr="007E6C01" w:rsidRDefault="007E6C01" w:rsidP="007E6C01">
      <w:pPr>
        <w:rPr>
          <w:bCs/>
          <w:szCs w:val="24"/>
          <w:lang w:eastAsia="lt-LT"/>
        </w:rPr>
      </w:pPr>
      <w:r>
        <w:rPr>
          <w:bCs/>
          <w:szCs w:val="24"/>
          <w:lang w:eastAsia="lt-LT"/>
        </w:rPr>
        <w:t xml:space="preserve">3.2. </w:t>
      </w:r>
      <w:r w:rsidRPr="007E6C01">
        <w:rPr>
          <w:bCs/>
          <w:szCs w:val="24"/>
          <w:lang w:eastAsia="lt-LT"/>
        </w:rPr>
        <w:t>savo iniciatyva ar Tarybos pavedimu reng</w:t>
      </w:r>
      <w:r>
        <w:rPr>
          <w:bCs/>
          <w:szCs w:val="24"/>
          <w:lang w:eastAsia="lt-LT"/>
        </w:rPr>
        <w:t>ti Tarybos sprendimų projektus K</w:t>
      </w:r>
      <w:r w:rsidRPr="007E6C01">
        <w:rPr>
          <w:bCs/>
          <w:szCs w:val="24"/>
          <w:lang w:eastAsia="lt-LT"/>
        </w:rPr>
        <w:t>omiteto veiklos sričių klausimais;</w:t>
      </w:r>
    </w:p>
    <w:p w:rsidR="007E6C01" w:rsidRPr="007E6C01" w:rsidRDefault="007E6C01" w:rsidP="007E6C01">
      <w:pPr>
        <w:rPr>
          <w:bCs/>
          <w:szCs w:val="24"/>
          <w:lang w:eastAsia="lt-LT"/>
        </w:rPr>
      </w:pPr>
      <w:r>
        <w:rPr>
          <w:bCs/>
          <w:szCs w:val="24"/>
          <w:lang w:eastAsia="lt-LT"/>
        </w:rPr>
        <w:t xml:space="preserve">3.3. </w:t>
      </w:r>
      <w:r w:rsidRPr="007E6C01">
        <w:rPr>
          <w:bCs/>
          <w:szCs w:val="24"/>
          <w:lang w:eastAsia="lt-LT"/>
        </w:rPr>
        <w:t>svarstyti ir teikti išvadas dėl Savivaldybės administracijos struktūros, kompetencijos, etatų ir darbo užmokesčio fondo;</w:t>
      </w:r>
    </w:p>
    <w:p w:rsidR="007E6C01" w:rsidRPr="007E6C01" w:rsidRDefault="007E6C01" w:rsidP="007E6C01">
      <w:pPr>
        <w:rPr>
          <w:bCs/>
          <w:szCs w:val="24"/>
          <w:lang w:eastAsia="lt-LT"/>
        </w:rPr>
      </w:pPr>
      <w:r>
        <w:rPr>
          <w:bCs/>
          <w:szCs w:val="24"/>
          <w:lang w:eastAsia="lt-LT"/>
        </w:rPr>
        <w:t xml:space="preserve">3.4. </w:t>
      </w:r>
      <w:r w:rsidRPr="007E6C01">
        <w:rPr>
          <w:bCs/>
          <w:szCs w:val="24"/>
          <w:lang w:eastAsia="lt-LT"/>
        </w:rPr>
        <w:t>svarstyti Tarybos sprendimų projektus, teikti dėl jų pasiūlymus ir išvadas;</w:t>
      </w:r>
    </w:p>
    <w:p w:rsidR="007E6C01" w:rsidRPr="007E6C01" w:rsidRDefault="007E6C01" w:rsidP="007E6C01">
      <w:pPr>
        <w:rPr>
          <w:bCs/>
          <w:szCs w:val="24"/>
          <w:lang w:eastAsia="lt-LT"/>
        </w:rPr>
      </w:pPr>
      <w:r>
        <w:rPr>
          <w:bCs/>
          <w:szCs w:val="24"/>
          <w:lang w:eastAsia="lt-LT"/>
        </w:rPr>
        <w:t xml:space="preserve">3.5. </w:t>
      </w:r>
      <w:r w:rsidRPr="007E6C01">
        <w:rPr>
          <w:bCs/>
          <w:szCs w:val="24"/>
          <w:lang w:eastAsia="lt-LT"/>
        </w:rPr>
        <w:t>svarstyti Savivaldybės biudžeto projektą ir biudžeto įvykdymo apyskaitą, teikti dėl jų pasiūlymus ir išvadas;</w:t>
      </w:r>
    </w:p>
    <w:p w:rsidR="007E6C01" w:rsidRPr="007E6C01" w:rsidRDefault="007E6C01" w:rsidP="007E6C01">
      <w:pPr>
        <w:rPr>
          <w:bCs/>
          <w:szCs w:val="24"/>
          <w:lang w:eastAsia="lt-LT"/>
        </w:rPr>
      </w:pPr>
      <w:r>
        <w:rPr>
          <w:bCs/>
          <w:szCs w:val="24"/>
          <w:lang w:eastAsia="lt-LT"/>
        </w:rPr>
        <w:t xml:space="preserve">3.6. </w:t>
      </w:r>
      <w:r w:rsidRPr="007E6C01">
        <w:rPr>
          <w:bCs/>
          <w:szCs w:val="24"/>
          <w:lang w:eastAsia="lt-LT"/>
        </w:rPr>
        <w:t>nagrinėti gyventojų, visuomeninių ir kitų visuomenės interesus atstovaujančių organizacijų pasiūlymus bei skundus ir informuoti juos apie nagrinėjimo rezultatus; atsižvelgiant į gyventojų ir organizacijų pasiūlymus, pageidavimus, rekomenduoti Savivaldybės administracijai rengti Tarybos sprendimų projektus;</w:t>
      </w:r>
    </w:p>
    <w:p w:rsidR="007E6C01" w:rsidRPr="007E6C01" w:rsidRDefault="007E6C01" w:rsidP="007E6C01">
      <w:pPr>
        <w:rPr>
          <w:bCs/>
          <w:szCs w:val="24"/>
          <w:lang w:eastAsia="lt-LT"/>
        </w:rPr>
      </w:pPr>
      <w:r>
        <w:rPr>
          <w:bCs/>
          <w:szCs w:val="24"/>
          <w:lang w:eastAsia="lt-LT"/>
        </w:rPr>
        <w:t xml:space="preserve">3.7. </w:t>
      </w:r>
      <w:r w:rsidRPr="007E6C01">
        <w:rPr>
          <w:bCs/>
          <w:szCs w:val="24"/>
          <w:lang w:eastAsia="lt-LT"/>
        </w:rPr>
        <w:t>analizuoti ir kontroliuoti Savivaldybės reguliavimo sričiai priskirtų globos ir rūpybos įstaigų veiklą ir teikti pasiūlymus dėl jų veiklos;</w:t>
      </w:r>
    </w:p>
    <w:p w:rsidR="007E6C01" w:rsidRPr="007E6C01" w:rsidRDefault="007E6C01" w:rsidP="007E6C01">
      <w:pPr>
        <w:rPr>
          <w:bCs/>
          <w:szCs w:val="24"/>
          <w:lang w:eastAsia="lt-LT"/>
        </w:rPr>
      </w:pPr>
      <w:r>
        <w:rPr>
          <w:bCs/>
          <w:szCs w:val="24"/>
          <w:lang w:eastAsia="lt-LT"/>
        </w:rPr>
        <w:t xml:space="preserve">3.8. </w:t>
      </w:r>
      <w:r w:rsidRPr="007E6C01">
        <w:rPr>
          <w:bCs/>
          <w:szCs w:val="24"/>
          <w:lang w:eastAsia="lt-LT"/>
        </w:rPr>
        <w:t>svarstyti ir vertinti Socialinės paramos skyriaus veiklos metų planą, jo įvykdymą pusmečiais;</w:t>
      </w:r>
    </w:p>
    <w:p w:rsidR="007E6C01" w:rsidRPr="007E6C01" w:rsidRDefault="007E6C01" w:rsidP="007E6C01">
      <w:pPr>
        <w:rPr>
          <w:bCs/>
          <w:szCs w:val="24"/>
          <w:lang w:eastAsia="lt-LT"/>
        </w:rPr>
      </w:pPr>
      <w:r>
        <w:rPr>
          <w:bCs/>
          <w:szCs w:val="24"/>
          <w:lang w:eastAsia="lt-LT"/>
        </w:rPr>
        <w:t xml:space="preserve">3.9. </w:t>
      </w:r>
      <w:r w:rsidRPr="007E6C01">
        <w:rPr>
          <w:bCs/>
          <w:szCs w:val="24"/>
          <w:lang w:eastAsia="lt-LT"/>
        </w:rPr>
        <w:t>svarstyti pasiūlymus ir teikti išvadas dėl naujų socialinių paslaugų teikimo;</w:t>
      </w:r>
    </w:p>
    <w:p w:rsidR="007E6C01" w:rsidRPr="007E6C01" w:rsidRDefault="007E6C01" w:rsidP="007E6C01">
      <w:pPr>
        <w:rPr>
          <w:bCs/>
          <w:szCs w:val="24"/>
          <w:lang w:eastAsia="lt-LT"/>
        </w:rPr>
      </w:pPr>
      <w:r>
        <w:rPr>
          <w:bCs/>
          <w:szCs w:val="24"/>
          <w:lang w:eastAsia="lt-LT"/>
        </w:rPr>
        <w:t xml:space="preserve">3.10. </w:t>
      </w:r>
      <w:r w:rsidRPr="007E6C01">
        <w:rPr>
          <w:bCs/>
          <w:szCs w:val="24"/>
          <w:lang w:eastAsia="lt-LT"/>
        </w:rPr>
        <w:t>svarstyti ir teikti išvadas dėl kompensacijų skyrimo socialiai remtiniems asmenims;</w:t>
      </w:r>
    </w:p>
    <w:p w:rsidR="007E6C01" w:rsidRPr="007E6C01" w:rsidRDefault="007E6C01" w:rsidP="007E6C01">
      <w:pPr>
        <w:rPr>
          <w:bCs/>
          <w:szCs w:val="24"/>
          <w:lang w:eastAsia="lt-LT"/>
        </w:rPr>
      </w:pPr>
      <w:r>
        <w:rPr>
          <w:bCs/>
          <w:szCs w:val="24"/>
          <w:lang w:eastAsia="lt-LT"/>
        </w:rPr>
        <w:lastRenderedPageBreak/>
        <w:t xml:space="preserve">3.11. </w:t>
      </w:r>
      <w:r w:rsidRPr="007E6C01">
        <w:rPr>
          <w:bCs/>
          <w:szCs w:val="24"/>
          <w:lang w:eastAsia="lt-LT"/>
        </w:rPr>
        <w:t>svarstyti ir teikti pasiūlymus dėl Socialinės paramos skyriaus ir jo reguliavimo sričiai priskirtų globos ir rūpybos įstaigų organizacinės struktūros;</w:t>
      </w:r>
    </w:p>
    <w:p w:rsidR="007E6C01" w:rsidRPr="007E6C01" w:rsidRDefault="007E6C01" w:rsidP="007E6C01">
      <w:pPr>
        <w:rPr>
          <w:bCs/>
          <w:szCs w:val="24"/>
          <w:lang w:eastAsia="lt-LT"/>
        </w:rPr>
      </w:pPr>
      <w:r>
        <w:rPr>
          <w:bCs/>
          <w:szCs w:val="24"/>
          <w:lang w:eastAsia="lt-LT"/>
        </w:rPr>
        <w:t xml:space="preserve">3.12. </w:t>
      </w:r>
      <w:r w:rsidRPr="007E6C01">
        <w:rPr>
          <w:bCs/>
          <w:szCs w:val="24"/>
          <w:lang w:eastAsia="lt-LT"/>
        </w:rPr>
        <w:t>svarstyti klausimus kartu su kitais Tarybos sudarytais komitetais ar komisijomis, priimti bendrus sprendimus, išvadas;</w:t>
      </w:r>
    </w:p>
    <w:p w:rsidR="007E6C01" w:rsidRPr="007E6C01" w:rsidRDefault="007E6C01" w:rsidP="007E6C01">
      <w:pPr>
        <w:rPr>
          <w:bCs/>
          <w:szCs w:val="24"/>
          <w:lang w:eastAsia="lt-LT"/>
        </w:rPr>
      </w:pPr>
      <w:r>
        <w:rPr>
          <w:bCs/>
          <w:szCs w:val="24"/>
          <w:lang w:eastAsia="lt-LT"/>
        </w:rPr>
        <w:t>3.13. įgalioti Komiteto narius</w:t>
      </w:r>
      <w:r w:rsidRPr="007E6C01">
        <w:rPr>
          <w:bCs/>
          <w:szCs w:val="24"/>
          <w:lang w:eastAsia="lt-LT"/>
        </w:rPr>
        <w:t xml:space="preserve"> daryti </w:t>
      </w:r>
      <w:r>
        <w:rPr>
          <w:bCs/>
          <w:szCs w:val="24"/>
          <w:lang w:eastAsia="lt-LT"/>
        </w:rPr>
        <w:t>pranešimus Tarybos posėdžiuose K</w:t>
      </w:r>
      <w:r w:rsidRPr="007E6C01">
        <w:rPr>
          <w:bCs/>
          <w:szCs w:val="24"/>
          <w:lang w:eastAsia="lt-LT"/>
        </w:rPr>
        <w:t>omiteto veiklos sričių klausimais ir papildomus pranešimus visais svarstomais klausimais;</w:t>
      </w:r>
    </w:p>
    <w:p w:rsidR="007E6C01" w:rsidRPr="007E6C01" w:rsidRDefault="007E6C01" w:rsidP="007E6C01">
      <w:pPr>
        <w:rPr>
          <w:bCs/>
          <w:szCs w:val="24"/>
          <w:lang w:eastAsia="lt-LT"/>
        </w:rPr>
      </w:pPr>
      <w:r>
        <w:rPr>
          <w:bCs/>
          <w:szCs w:val="24"/>
          <w:lang w:eastAsia="lt-LT"/>
        </w:rPr>
        <w:t xml:space="preserve">3.14. </w:t>
      </w:r>
      <w:r w:rsidRPr="007E6C01">
        <w:rPr>
          <w:bCs/>
          <w:szCs w:val="24"/>
          <w:lang w:eastAsia="lt-LT"/>
        </w:rPr>
        <w:t>teikti Tarybai</w:t>
      </w:r>
      <w:r>
        <w:rPr>
          <w:bCs/>
          <w:szCs w:val="24"/>
          <w:lang w:eastAsia="lt-LT"/>
        </w:rPr>
        <w:t xml:space="preserve"> išvadas bei pasiūlymus dėl su K</w:t>
      </w:r>
      <w:r w:rsidRPr="007E6C01">
        <w:rPr>
          <w:bCs/>
          <w:szCs w:val="24"/>
          <w:lang w:eastAsia="lt-LT"/>
        </w:rPr>
        <w:t>omiteto veiklos sritimis susijusių Lietuvos Respublikos įstatymų ir norminių aktų, taip pat Tarybos sprendimų, mero potvarkių vykdymo Savivaldybės teritorijoje;</w:t>
      </w:r>
    </w:p>
    <w:p w:rsidR="007E6C01" w:rsidRPr="007E6C01" w:rsidRDefault="007E6C01" w:rsidP="007E6C01">
      <w:pPr>
        <w:rPr>
          <w:bCs/>
          <w:szCs w:val="24"/>
          <w:lang w:eastAsia="lt-LT"/>
        </w:rPr>
      </w:pPr>
      <w:r>
        <w:rPr>
          <w:bCs/>
          <w:szCs w:val="24"/>
          <w:lang w:eastAsia="lt-LT"/>
        </w:rPr>
        <w:t>3.15. organizuoti pasitarimus K</w:t>
      </w:r>
      <w:r w:rsidRPr="007E6C01">
        <w:rPr>
          <w:bCs/>
          <w:szCs w:val="24"/>
          <w:lang w:eastAsia="lt-LT"/>
        </w:rPr>
        <w:t>omiteto veiklos sričių klausimais ar inicijuoti jų rengimą;</w:t>
      </w:r>
    </w:p>
    <w:p w:rsidR="007E6C01" w:rsidRPr="007E6C01" w:rsidRDefault="007E6C01" w:rsidP="007E6C01">
      <w:pPr>
        <w:rPr>
          <w:bCs/>
          <w:szCs w:val="24"/>
          <w:lang w:eastAsia="lt-LT"/>
        </w:rPr>
      </w:pPr>
      <w:r>
        <w:rPr>
          <w:bCs/>
          <w:szCs w:val="24"/>
          <w:lang w:eastAsia="lt-LT"/>
        </w:rPr>
        <w:t xml:space="preserve">3.16. </w:t>
      </w:r>
      <w:r w:rsidRPr="007E6C01">
        <w:rPr>
          <w:bCs/>
          <w:szCs w:val="24"/>
          <w:lang w:eastAsia="lt-LT"/>
        </w:rPr>
        <w:t>kviesti į posėdžius kitus Tarybos narius, merą, Savivaldybės administracijos darbuotojus, valstybinių institucijų ir visuomeninių organizacijų atstovus, specialistus ir kitus asmenis;</w:t>
      </w:r>
    </w:p>
    <w:p w:rsidR="007E6C01" w:rsidRPr="007E6C01" w:rsidRDefault="007E6C01" w:rsidP="007E6C01">
      <w:pPr>
        <w:rPr>
          <w:bCs/>
          <w:szCs w:val="24"/>
          <w:lang w:eastAsia="lt-LT"/>
        </w:rPr>
      </w:pPr>
      <w:r>
        <w:rPr>
          <w:bCs/>
          <w:szCs w:val="24"/>
          <w:lang w:eastAsia="lt-LT"/>
        </w:rPr>
        <w:t>3.17. tikrinti, kaip vykdomi Tarybos sprendimai ir mero potvarkiai K</w:t>
      </w:r>
      <w:r w:rsidRPr="007E6C01">
        <w:rPr>
          <w:bCs/>
          <w:szCs w:val="24"/>
          <w:lang w:eastAsia="lt-LT"/>
        </w:rPr>
        <w:t xml:space="preserve">omiteto veiklos sričių klausimais, </w:t>
      </w:r>
      <w:r>
        <w:rPr>
          <w:bCs/>
          <w:szCs w:val="24"/>
          <w:lang w:eastAsia="lt-LT"/>
        </w:rPr>
        <w:t>aiškintis, ar atsižvelgiama į K</w:t>
      </w:r>
      <w:r w:rsidRPr="007E6C01">
        <w:rPr>
          <w:bCs/>
          <w:szCs w:val="24"/>
          <w:lang w:eastAsia="lt-LT"/>
        </w:rPr>
        <w:t>omiteto išvadas ir pasiūlymus;</w:t>
      </w:r>
    </w:p>
    <w:p w:rsidR="007E6C01" w:rsidRPr="007E6C01" w:rsidRDefault="007E6C01" w:rsidP="007E6C01">
      <w:pPr>
        <w:rPr>
          <w:bCs/>
          <w:szCs w:val="24"/>
          <w:lang w:eastAsia="lt-LT"/>
        </w:rPr>
      </w:pPr>
      <w:r>
        <w:rPr>
          <w:bCs/>
          <w:szCs w:val="24"/>
          <w:lang w:eastAsia="lt-LT"/>
        </w:rPr>
        <w:t xml:space="preserve">3.18. </w:t>
      </w:r>
      <w:r w:rsidRPr="007E6C01">
        <w:rPr>
          <w:bCs/>
          <w:szCs w:val="24"/>
          <w:lang w:eastAsia="lt-LT"/>
        </w:rPr>
        <w:t>siūlyti Tarybai keisti ir papildyti Tarybos posėdžio darbotvarkę;</w:t>
      </w:r>
    </w:p>
    <w:p w:rsidR="007E6C01" w:rsidRPr="00467B36" w:rsidRDefault="007E6C01" w:rsidP="007E6C01">
      <w:pPr>
        <w:rPr>
          <w:bCs/>
          <w:szCs w:val="24"/>
          <w:lang w:eastAsia="lt-LT"/>
        </w:rPr>
      </w:pPr>
      <w:r>
        <w:rPr>
          <w:bCs/>
          <w:szCs w:val="24"/>
          <w:lang w:eastAsia="lt-LT"/>
        </w:rPr>
        <w:t xml:space="preserve">3.19. </w:t>
      </w:r>
      <w:r w:rsidRPr="007E6C01">
        <w:rPr>
          <w:bCs/>
          <w:szCs w:val="24"/>
          <w:lang w:eastAsia="lt-LT"/>
        </w:rPr>
        <w:t xml:space="preserve">naudotis kitomis teisės aktų nustatytomis teisėmis.     </w:t>
      </w:r>
    </w:p>
    <w:p w:rsidR="00467B36" w:rsidRDefault="00467B36" w:rsidP="00467B36">
      <w:pPr>
        <w:rPr>
          <w:b/>
        </w:rPr>
      </w:pPr>
    </w:p>
    <w:p w:rsidR="00126B58" w:rsidRDefault="00126B58" w:rsidP="00126B58">
      <w:pPr>
        <w:ind w:firstLine="0"/>
        <w:jc w:val="center"/>
        <w:rPr>
          <w:b/>
        </w:rPr>
      </w:pPr>
      <w:r w:rsidRPr="00126B58">
        <w:rPr>
          <w:b/>
        </w:rPr>
        <w:t>Švietimo, kultūros ir sporto</w:t>
      </w:r>
      <w:r w:rsidR="00635339">
        <w:rPr>
          <w:b/>
        </w:rPr>
        <w:t xml:space="preserve"> komitetas</w:t>
      </w:r>
    </w:p>
    <w:p w:rsidR="00635339" w:rsidRDefault="00635339" w:rsidP="00635339">
      <w:pPr>
        <w:ind w:firstLine="0"/>
        <w:rPr>
          <w:b/>
        </w:rPr>
      </w:pPr>
    </w:p>
    <w:p w:rsidR="000C199F" w:rsidRDefault="007E6C01" w:rsidP="007E6C01">
      <w:pPr>
        <w:rPr>
          <w:bCs/>
          <w:szCs w:val="24"/>
          <w:lang w:eastAsia="lt-LT"/>
        </w:rPr>
      </w:pPr>
      <w:r>
        <w:rPr>
          <w:bCs/>
          <w:szCs w:val="24"/>
          <w:lang w:eastAsia="lt-LT"/>
        </w:rPr>
        <w:t>4</w:t>
      </w:r>
      <w:r w:rsidR="000C199F" w:rsidRPr="000C199F">
        <w:rPr>
          <w:bCs/>
          <w:szCs w:val="24"/>
          <w:lang w:eastAsia="lt-LT"/>
        </w:rPr>
        <w:t xml:space="preserve">. Švietimo, kultūros ir sporto komiteto </w:t>
      </w:r>
      <w:r>
        <w:rPr>
          <w:bCs/>
          <w:szCs w:val="24"/>
          <w:lang w:eastAsia="lt-LT"/>
        </w:rPr>
        <w:t xml:space="preserve">įgaliojimai: </w:t>
      </w:r>
    </w:p>
    <w:p w:rsidR="00056322" w:rsidRPr="00056322" w:rsidRDefault="00056322" w:rsidP="00056322">
      <w:pPr>
        <w:rPr>
          <w:szCs w:val="24"/>
          <w:lang w:eastAsia="lt-LT"/>
        </w:rPr>
      </w:pPr>
      <w:r>
        <w:rPr>
          <w:szCs w:val="24"/>
          <w:lang w:eastAsia="lt-LT"/>
        </w:rPr>
        <w:t>4.1. sudaryti K</w:t>
      </w:r>
      <w:r w:rsidRPr="00056322">
        <w:rPr>
          <w:szCs w:val="24"/>
          <w:lang w:eastAsia="lt-LT"/>
        </w:rPr>
        <w:t>omiteto darbo planą;</w:t>
      </w:r>
    </w:p>
    <w:p w:rsidR="00056322" w:rsidRPr="00056322" w:rsidRDefault="00056322" w:rsidP="00056322">
      <w:pPr>
        <w:rPr>
          <w:szCs w:val="24"/>
          <w:lang w:eastAsia="lt-LT"/>
        </w:rPr>
      </w:pPr>
      <w:r>
        <w:rPr>
          <w:szCs w:val="24"/>
          <w:lang w:eastAsia="lt-LT"/>
        </w:rPr>
        <w:t xml:space="preserve">4.2. </w:t>
      </w:r>
      <w:r w:rsidRPr="00056322">
        <w:rPr>
          <w:szCs w:val="24"/>
          <w:lang w:eastAsia="lt-LT"/>
        </w:rPr>
        <w:t>savo iniciatyva ar Tarybos pavedimu reng</w:t>
      </w:r>
      <w:r>
        <w:rPr>
          <w:szCs w:val="24"/>
          <w:lang w:eastAsia="lt-LT"/>
        </w:rPr>
        <w:t>ti Tarybos sprendimų projektus K</w:t>
      </w:r>
      <w:r w:rsidRPr="00056322">
        <w:rPr>
          <w:szCs w:val="24"/>
          <w:lang w:eastAsia="lt-LT"/>
        </w:rPr>
        <w:t>omiteto veiklos sričių klausimais;</w:t>
      </w:r>
    </w:p>
    <w:p w:rsidR="00056322" w:rsidRPr="00056322" w:rsidRDefault="00056322" w:rsidP="00056322">
      <w:pPr>
        <w:rPr>
          <w:szCs w:val="24"/>
          <w:lang w:eastAsia="lt-LT"/>
        </w:rPr>
      </w:pPr>
      <w:r>
        <w:rPr>
          <w:szCs w:val="24"/>
          <w:lang w:eastAsia="lt-LT"/>
        </w:rPr>
        <w:t xml:space="preserve">4.3. </w:t>
      </w:r>
      <w:r w:rsidRPr="00056322">
        <w:rPr>
          <w:szCs w:val="24"/>
          <w:lang w:eastAsia="lt-LT"/>
        </w:rPr>
        <w:t>svarstyti Tarybai pateiktų sprendimų projektus, teikt</w:t>
      </w:r>
      <w:r>
        <w:rPr>
          <w:szCs w:val="24"/>
          <w:lang w:eastAsia="lt-LT"/>
        </w:rPr>
        <w:t>i dėl jų pasiūlymus ir išvadas K</w:t>
      </w:r>
      <w:r w:rsidRPr="00056322">
        <w:rPr>
          <w:szCs w:val="24"/>
          <w:lang w:eastAsia="lt-LT"/>
        </w:rPr>
        <w:t>omiteto veiklos sričių klausimais;</w:t>
      </w:r>
    </w:p>
    <w:p w:rsidR="00056322" w:rsidRPr="00056322" w:rsidRDefault="00056322" w:rsidP="00056322">
      <w:pPr>
        <w:rPr>
          <w:szCs w:val="24"/>
          <w:lang w:eastAsia="lt-LT"/>
        </w:rPr>
      </w:pPr>
      <w:r>
        <w:rPr>
          <w:szCs w:val="24"/>
          <w:lang w:eastAsia="lt-LT"/>
        </w:rPr>
        <w:t xml:space="preserve">4.4. svarstyti </w:t>
      </w:r>
      <w:r w:rsidRPr="00056322">
        <w:rPr>
          <w:szCs w:val="24"/>
          <w:lang w:eastAsia="lt-LT"/>
        </w:rPr>
        <w:t>Savivaldybės biudžeto projektą ir biudžeto įvykdymo apyskaitą, prireikus  teikti pasiūlymus dėl Savivaldybės biudžeto tikslinimo</w:t>
      </w:r>
      <w:r>
        <w:rPr>
          <w:szCs w:val="24"/>
          <w:lang w:eastAsia="lt-LT"/>
        </w:rPr>
        <w:t>;</w:t>
      </w:r>
    </w:p>
    <w:p w:rsidR="00056322" w:rsidRPr="00056322" w:rsidRDefault="00056322" w:rsidP="00056322">
      <w:pPr>
        <w:rPr>
          <w:szCs w:val="24"/>
          <w:lang w:eastAsia="lt-LT"/>
        </w:rPr>
      </w:pPr>
      <w:r>
        <w:rPr>
          <w:szCs w:val="24"/>
          <w:lang w:eastAsia="lt-LT"/>
        </w:rPr>
        <w:t>4.5. svarstyti ir rengti</w:t>
      </w:r>
      <w:r w:rsidRPr="00056322">
        <w:rPr>
          <w:szCs w:val="24"/>
          <w:lang w:eastAsia="lt-LT"/>
        </w:rPr>
        <w:t xml:space="preserve"> pasiūlymus dėl politikos formavimo ikimokyklinio, bendrojo lavinimo ir papildomojo ugdymo, kultūros, sporto, turizmo bei </w:t>
      </w:r>
      <w:r>
        <w:rPr>
          <w:szCs w:val="24"/>
          <w:lang w:eastAsia="lt-LT"/>
        </w:rPr>
        <w:t>jaunimo reikalų srityse ir siūlyti</w:t>
      </w:r>
      <w:r w:rsidRPr="00056322">
        <w:rPr>
          <w:szCs w:val="24"/>
          <w:lang w:eastAsia="lt-LT"/>
        </w:rPr>
        <w:t xml:space="preserve"> jos įgyvendinim</w:t>
      </w:r>
      <w:r>
        <w:rPr>
          <w:szCs w:val="24"/>
          <w:lang w:eastAsia="lt-LT"/>
        </w:rPr>
        <w:t>o kryptis ir būdus, kontroliuoti</w:t>
      </w:r>
      <w:r w:rsidRPr="00056322">
        <w:rPr>
          <w:szCs w:val="24"/>
          <w:lang w:eastAsia="lt-LT"/>
        </w:rPr>
        <w:t xml:space="preserve"> suformuot</w:t>
      </w:r>
      <w:r>
        <w:rPr>
          <w:szCs w:val="24"/>
          <w:lang w:eastAsia="lt-LT"/>
        </w:rPr>
        <w:t>os politikos įgyvendinimą;</w:t>
      </w:r>
    </w:p>
    <w:p w:rsidR="00056322" w:rsidRPr="00056322" w:rsidRDefault="00056322" w:rsidP="00056322">
      <w:pPr>
        <w:rPr>
          <w:szCs w:val="24"/>
          <w:lang w:eastAsia="lt-LT"/>
        </w:rPr>
      </w:pPr>
      <w:r>
        <w:rPr>
          <w:szCs w:val="24"/>
          <w:lang w:eastAsia="lt-LT"/>
        </w:rPr>
        <w:t>4.6. analizuoti ir kontroliuoti</w:t>
      </w:r>
      <w:r w:rsidRPr="00056322">
        <w:rPr>
          <w:szCs w:val="24"/>
          <w:lang w:eastAsia="lt-LT"/>
        </w:rPr>
        <w:t xml:space="preserve"> Savivaldybės reguliavimo sričiai priskirtų ugdymo, sporto ir jaunimo reikalų, k</w:t>
      </w:r>
      <w:r w:rsidR="008B2B5B">
        <w:rPr>
          <w:szCs w:val="24"/>
          <w:lang w:eastAsia="lt-LT"/>
        </w:rPr>
        <w:t>ultūros įstaigų veiklą ir teikti</w:t>
      </w:r>
      <w:r w:rsidRPr="00056322">
        <w:rPr>
          <w:szCs w:val="24"/>
          <w:lang w:eastAsia="lt-LT"/>
        </w:rPr>
        <w:t xml:space="preserve"> pasiūlymus dėl jų veiklos;</w:t>
      </w:r>
    </w:p>
    <w:p w:rsidR="00056322" w:rsidRPr="00056322" w:rsidRDefault="00056322" w:rsidP="00056322">
      <w:pPr>
        <w:rPr>
          <w:szCs w:val="24"/>
          <w:lang w:eastAsia="lt-LT"/>
        </w:rPr>
      </w:pPr>
      <w:r>
        <w:rPr>
          <w:szCs w:val="24"/>
          <w:lang w:eastAsia="lt-LT"/>
        </w:rPr>
        <w:t xml:space="preserve">4.7. </w:t>
      </w:r>
      <w:r w:rsidR="008B2B5B">
        <w:rPr>
          <w:szCs w:val="24"/>
          <w:lang w:eastAsia="lt-LT"/>
        </w:rPr>
        <w:t>svarstyti ir teikti</w:t>
      </w:r>
      <w:r w:rsidRPr="00056322">
        <w:rPr>
          <w:szCs w:val="24"/>
          <w:lang w:eastAsia="lt-LT"/>
        </w:rPr>
        <w:t xml:space="preserve"> išvadas bei pasiūlymus dėl Savivaldybės švietimo ir kultūros tinklų optimizavimo;</w:t>
      </w:r>
    </w:p>
    <w:p w:rsidR="00056322" w:rsidRPr="00056322" w:rsidRDefault="00056322" w:rsidP="00056322">
      <w:pPr>
        <w:rPr>
          <w:szCs w:val="24"/>
          <w:lang w:eastAsia="lt-LT"/>
        </w:rPr>
      </w:pPr>
      <w:r>
        <w:rPr>
          <w:szCs w:val="24"/>
          <w:lang w:eastAsia="lt-LT"/>
        </w:rPr>
        <w:t xml:space="preserve">4.8. </w:t>
      </w:r>
      <w:r w:rsidR="008B2B5B">
        <w:rPr>
          <w:szCs w:val="24"/>
          <w:lang w:eastAsia="lt-LT"/>
        </w:rPr>
        <w:t>svarstyti ir teikti</w:t>
      </w:r>
      <w:r w:rsidRPr="00056322">
        <w:rPr>
          <w:szCs w:val="24"/>
          <w:lang w:eastAsia="lt-LT"/>
        </w:rPr>
        <w:t xml:space="preserve"> išvadas dėl sporto ir turizmo infrastruktūros bei plėtros rajone;</w:t>
      </w:r>
    </w:p>
    <w:p w:rsidR="00056322" w:rsidRPr="00056322" w:rsidRDefault="00056322" w:rsidP="00056322">
      <w:pPr>
        <w:rPr>
          <w:szCs w:val="24"/>
          <w:lang w:eastAsia="lt-LT"/>
        </w:rPr>
      </w:pPr>
      <w:r>
        <w:rPr>
          <w:szCs w:val="24"/>
          <w:lang w:eastAsia="lt-LT"/>
        </w:rPr>
        <w:t xml:space="preserve">4.9. </w:t>
      </w:r>
      <w:r w:rsidR="008B2B5B">
        <w:rPr>
          <w:szCs w:val="24"/>
          <w:lang w:eastAsia="lt-LT"/>
        </w:rPr>
        <w:t>svarstyti ir teikti</w:t>
      </w:r>
      <w:r w:rsidRPr="00056322">
        <w:rPr>
          <w:szCs w:val="24"/>
          <w:lang w:eastAsia="lt-LT"/>
        </w:rPr>
        <w:t xml:space="preserve"> išvadas bei pasiūlymus dėl vaikų ir jaunimo užimtumo organizavimo ir </w:t>
      </w:r>
      <w:proofErr w:type="spellStart"/>
      <w:r w:rsidRPr="00056322">
        <w:rPr>
          <w:szCs w:val="24"/>
          <w:lang w:eastAsia="lt-LT"/>
        </w:rPr>
        <w:t>savanorystės</w:t>
      </w:r>
      <w:proofErr w:type="spellEnd"/>
      <w:r w:rsidRPr="00056322">
        <w:rPr>
          <w:szCs w:val="24"/>
          <w:lang w:eastAsia="lt-LT"/>
        </w:rPr>
        <w:t xml:space="preserve"> skatinimo;</w:t>
      </w:r>
    </w:p>
    <w:p w:rsidR="00056322" w:rsidRPr="00056322" w:rsidRDefault="00056322" w:rsidP="00056322">
      <w:pPr>
        <w:rPr>
          <w:szCs w:val="24"/>
          <w:lang w:eastAsia="lt-LT"/>
        </w:rPr>
      </w:pPr>
      <w:r>
        <w:rPr>
          <w:szCs w:val="24"/>
          <w:lang w:eastAsia="lt-LT"/>
        </w:rPr>
        <w:t xml:space="preserve">4.10. </w:t>
      </w:r>
      <w:r w:rsidR="008B2B5B">
        <w:rPr>
          <w:szCs w:val="24"/>
          <w:lang w:eastAsia="lt-LT"/>
        </w:rPr>
        <w:t>palaikant</w:t>
      </w:r>
      <w:r w:rsidRPr="00056322">
        <w:rPr>
          <w:szCs w:val="24"/>
          <w:lang w:eastAsia="lt-LT"/>
        </w:rPr>
        <w:t xml:space="preserve"> ryšį su Kultūros vertybių (paveldo) apsaugos, Aplinkos apsa</w:t>
      </w:r>
      <w:r w:rsidR="008B2B5B">
        <w:rPr>
          <w:szCs w:val="24"/>
          <w:lang w:eastAsia="lt-LT"/>
        </w:rPr>
        <w:t>ugos inspekcijomis, kontroliuoti</w:t>
      </w:r>
      <w:r w:rsidRPr="00056322">
        <w:rPr>
          <w:szCs w:val="24"/>
          <w:lang w:eastAsia="lt-LT"/>
        </w:rPr>
        <w:t xml:space="preserve"> istorijos, kultūros paminklų apsaugą, jų restauravim</w:t>
      </w:r>
      <w:r w:rsidR="008B2B5B">
        <w:rPr>
          <w:szCs w:val="24"/>
          <w:lang w:eastAsia="lt-LT"/>
        </w:rPr>
        <w:t>ą, eksploatavimo sąlygas, numatyti</w:t>
      </w:r>
      <w:r w:rsidRPr="00056322">
        <w:rPr>
          <w:szCs w:val="24"/>
          <w:lang w:eastAsia="lt-LT"/>
        </w:rPr>
        <w:t xml:space="preserve"> naujų kultū</w:t>
      </w:r>
      <w:r w:rsidR="008B2B5B">
        <w:rPr>
          <w:szCs w:val="24"/>
          <w:lang w:eastAsia="lt-LT"/>
        </w:rPr>
        <w:t>ros paminklų kūrimą, koordinuoti</w:t>
      </w:r>
      <w:r w:rsidRPr="00056322">
        <w:rPr>
          <w:szCs w:val="24"/>
          <w:lang w:eastAsia="lt-LT"/>
        </w:rPr>
        <w:t xml:space="preserve"> kraštotyros darbo kryptis;</w:t>
      </w:r>
    </w:p>
    <w:p w:rsidR="00056322" w:rsidRPr="00056322" w:rsidRDefault="00056322" w:rsidP="00056322">
      <w:pPr>
        <w:rPr>
          <w:szCs w:val="24"/>
          <w:lang w:eastAsia="lt-LT"/>
        </w:rPr>
      </w:pPr>
      <w:r>
        <w:rPr>
          <w:szCs w:val="24"/>
          <w:lang w:eastAsia="lt-LT"/>
        </w:rPr>
        <w:t xml:space="preserve">4.11. </w:t>
      </w:r>
      <w:r w:rsidRPr="00056322">
        <w:rPr>
          <w:szCs w:val="24"/>
          <w:lang w:eastAsia="lt-LT"/>
        </w:rPr>
        <w:t>nagrinėti gyventojų, visuomeninių ir kitų visuomenės interesus atstovaujančių organizacijų pasiūlymus bei skundus ir informuoti juos apie nagrinėjimo rezultatus; atsižvelgiant į gyventojų ir organizacijų pasiūlymus, pageidavimus, rekomenduoti Savivaldybės administracijai rengti Tarybos sprendimų projektus;</w:t>
      </w:r>
    </w:p>
    <w:p w:rsidR="00056322" w:rsidRPr="00056322" w:rsidRDefault="00056322" w:rsidP="00056322">
      <w:pPr>
        <w:rPr>
          <w:szCs w:val="24"/>
          <w:lang w:eastAsia="lt-LT"/>
        </w:rPr>
      </w:pPr>
      <w:r>
        <w:rPr>
          <w:szCs w:val="24"/>
          <w:lang w:eastAsia="lt-LT"/>
        </w:rPr>
        <w:t xml:space="preserve">4.12. </w:t>
      </w:r>
      <w:r w:rsidR="008B2B5B">
        <w:rPr>
          <w:szCs w:val="24"/>
          <w:lang w:eastAsia="lt-LT"/>
        </w:rPr>
        <w:t>kontroliuoti</w:t>
      </w:r>
      <w:r w:rsidRPr="00056322">
        <w:rPr>
          <w:szCs w:val="24"/>
          <w:lang w:eastAsia="lt-LT"/>
        </w:rPr>
        <w:t xml:space="preserve"> Savivaldybė tarybos priimtų sprendimų Komiteto veiklos klausimais įgyvendinimą;</w:t>
      </w:r>
    </w:p>
    <w:p w:rsidR="00056322" w:rsidRPr="00056322" w:rsidRDefault="00056322" w:rsidP="00056322">
      <w:pPr>
        <w:rPr>
          <w:szCs w:val="24"/>
          <w:lang w:eastAsia="lt-LT"/>
        </w:rPr>
      </w:pPr>
      <w:r>
        <w:rPr>
          <w:szCs w:val="24"/>
          <w:lang w:eastAsia="lt-LT"/>
        </w:rPr>
        <w:t xml:space="preserve">4.13. </w:t>
      </w:r>
      <w:r w:rsidR="008B2B5B">
        <w:rPr>
          <w:szCs w:val="24"/>
          <w:lang w:eastAsia="lt-LT"/>
        </w:rPr>
        <w:t xml:space="preserve">svarstyti ir vertinti Švietimo </w:t>
      </w:r>
      <w:r w:rsidRPr="00056322">
        <w:rPr>
          <w:szCs w:val="24"/>
          <w:lang w:eastAsia="lt-LT"/>
        </w:rPr>
        <w:t>ir sporto skyriaus veiklos metų planą, jo įvykdymą pusmečiais;</w:t>
      </w:r>
    </w:p>
    <w:p w:rsidR="007E6C01" w:rsidRPr="000C199F" w:rsidRDefault="00056322" w:rsidP="00056322">
      <w:pPr>
        <w:rPr>
          <w:szCs w:val="24"/>
          <w:lang w:eastAsia="lt-LT"/>
        </w:rPr>
      </w:pPr>
      <w:r>
        <w:rPr>
          <w:szCs w:val="24"/>
          <w:lang w:eastAsia="lt-LT"/>
        </w:rPr>
        <w:t xml:space="preserve">4.14. </w:t>
      </w:r>
      <w:r w:rsidR="008B2B5B">
        <w:rPr>
          <w:szCs w:val="24"/>
          <w:lang w:eastAsia="lt-LT"/>
        </w:rPr>
        <w:t>teikti</w:t>
      </w:r>
      <w:r w:rsidRPr="00056322">
        <w:rPr>
          <w:szCs w:val="24"/>
          <w:lang w:eastAsia="lt-LT"/>
        </w:rPr>
        <w:t xml:space="preserve"> Savivaldybės tarybai išvadas bei pasiūlymus dėl su Komiteto veiklos sritimis susijusių Lietuvos Respublikos įstatymų ir norminių aktų, taip pat Savivaldybės tarybos sprendimų, mero potvarkių vykdymo Savivaldybės teritorijoje.</w:t>
      </w:r>
    </w:p>
    <w:p w:rsidR="00635339" w:rsidRDefault="00635339" w:rsidP="000C199F">
      <w:pPr>
        <w:ind w:firstLine="0"/>
        <w:rPr>
          <w:b/>
        </w:rPr>
      </w:pPr>
    </w:p>
    <w:p w:rsidR="005034B7" w:rsidRDefault="005034B7" w:rsidP="005034B7">
      <w:pPr>
        <w:ind w:firstLine="0"/>
        <w:jc w:val="center"/>
        <w:rPr>
          <w:b/>
        </w:rPr>
      </w:pPr>
      <w:r w:rsidRPr="005034B7">
        <w:rPr>
          <w:b/>
        </w:rPr>
        <w:lastRenderedPageBreak/>
        <w:t>Vietos ūkio ir ekologijos</w:t>
      </w:r>
      <w:r>
        <w:rPr>
          <w:b/>
        </w:rPr>
        <w:t xml:space="preserve"> komitetas</w:t>
      </w:r>
    </w:p>
    <w:p w:rsidR="005034B7" w:rsidRDefault="005034B7" w:rsidP="005034B7">
      <w:pPr>
        <w:ind w:firstLine="0"/>
        <w:rPr>
          <w:b/>
        </w:rPr>
      </w:pPr>
    </w:p>
    <w:p w:rsidR="005034B7" w:rsidRDefault="008B2B5B" w:rsidP="008B2B5B">
      <w:pPr>
        <w:rPr>
          <w:bCs/>
          <w:szCs w:val="24"/>
          <w:lang w:eastAsia="lt-LT"/>
        </w:rPr>
      </w:pPr>
      <w:r>
        <w:t>5</w:t>
      </w:r>
      <w:r w:rsidR="005034B7">
        <w:t xml:space="preserve">. </w:t>
      </w:r>
      <w:r w:rsidR="005034B7" w:rsidRPr="00D8014A">
        <w:t>Vietos ū</w:t>
      </w:r>
      <w:r w:rsidR="005034B7" w:rsidRPr="00F40EB3">
        <w:t>kio ir ekologijos</w:t>
      </w:r>
      <w:r w:rsidR="002A7783">
        <w:t xml:space="preserve"> </w:t>
      </w:r>
      <w:r w:rsidR="005034B7" w:rsidRPr="000C199F">
        <w:rPr>
          <w:bCs/>
          <w:szCs w:val="24"/>
          <w:lang w:eastAsia="lt-LT"/>
        </w:rPr>
        <w:t xml:space="preserve">komiteto </w:t>
      </w:r>
      <w:r>
        <w:rPr>
          <w:bCs/>
          <w:szCs w:val="24"/>
          <w:lang w:eastAsia="lt-LT"/>
        </w:rPr>
        <w:t xml:space="preserve">įgaliojimai: </w:t>
      </w:r>
    </w:p>
    <w:p w:rsidR="008B2B5B" w:rsidRPr="008B2B5B" w:rsidRDefault="008B2B5B" w:rsidP="008B2B5B">
      <w:pPr>
        <w:rPr>
          <w:szCs w:val="24"/>
          <w:lang w:eastAsia="lt-LT"/>
        </w:rPr>
      </w:pPr>
      <w:r>
        <w:rPr>
          <w:szCs w:val="24"/>
          <w:lang w:eastAsia="lt-LT"/>
        </w:rPr>
        <w:t>5.1. sudaryti K</w:t>
      </w:r>
      <w:r w:rsidRPr="008B2B5B">
        <w:rPr>
          <w:szCs w:val="24"/>
          <w:lang w:eastAsia="lt-LT"/>
        </w:rPr>
        <w:t>omiteto darbo planą;</w:t>
      </w:r>
    </w:p>
    <w:p w:rsidR="008B2B5B" w:rsidRPr="008B2B5B" w:rsidRDefault="008B2B5B" w:rsidP="008B2B5B">
      <w:pPr>
        <w:rPr>
          <w:szCs w:val="24"/>
          <w:lang w:eastAsia="lt-LT"/>
        </w:rPr>
      </w:pPr>
      <w:r>
        <w:rPr>
          <w:szCs w:val="24"/>
          <w:lang w:eastAsia="lt-LT"/>
        </w:rPr>
        <w:t xml:space="preserve">5.2. </w:t>
      </w:r>
      <w:r w:rsidRPr="008B2B5B">
        <w:rPr>
          <w:szCs w:val="24"/>
          <w:lang w:eastAsia="lt-LT"/>
        </w:rPr>
        <w:t>savo iniciatyva ar Tarybos pavedimu reng</w:t>
      </w:r>
      <w:r>
        <w:rPr>
          <w:szCs w:val="24"/>
          <w:lang w:eastAsia="lt-LT"/>
        </w:rPr>
        <w:t>ti Tarybos sprendimų projektus K</w:t>
      </w:r>
      <w:r w:rsidRPr="008B2B5B">
        <w:rPr>
          <w:szCs w:val="24"/>
          <w:lang w:eastAsia="lt-LT"/>
        </w:rPr>
        <w:t>omiteto veiklos sričių klausimais;</w:t>
      </w:r>
    </w:p>
    <w:p w:rsidR="008B2B5B" w:rsidRPr="008B2B5B" w:rsidRDefault="008B2B5B" w:rsidP="008B2B5B">
      <w:pPr>
        <w:rPr>
          <w:szCs w:val="24"/>
          <w:lang w:eastAsia="lt-LT"/>
        </w:rPr>
      </w:pPr>
      <w:r>
        <w:rPr>
          <w:szCs w:val="24"/>
          <w:lang w:eastAsia="lt-LT"/>
        </w:rPr>
        <w:t xml:space="preserve">5.3. </w:t>
      </w:r>
      <w:r w:rsidRPr="008B2B5B">
        <w:rPr>
          <w:szCs w:val="24"/>
          <w:lang w:eastAsia="lt-LT"/>
        </w:rPr>
        <w:t>svarstyti Tarybai pateiktų sprendimų projektus, teikt</w:t>
      </w:r>
      <w:r>
        <w:rPr>
          <w:szCs w:val="24"/>
          <w:lang w:eastAsia="lt-LT"/>
        </w:rPr>
        <w:t>i dėl jų pasiūlymus ir išvadas K</w:t>
      </w:r>
      <w:r w:rsidRPr="008B2B5B">
        <w:rPr>
          <w:szCs w:val="24"/>
          <w:lang w:eastAsia="lt-LT"/>
        </w:rPr>
        <w:t>omiteto veiklos sričių klausimais;</w:t>
      </w:r>
    </w:p>
    <w:p w:rsidR="008B2B5B" w:rsidRPr="008B2B5B" w:rsidRDefault="008B2B5B" w:rsidP="008B2B5B">
      <w:pPr>
        <w:rPr>
          <w:szCs w:val="24"/>
          <w:lang w:eastAsia="lt-LT"/>
        </w:rPr>
      </w:pPr>
      <w:r>
        <w:rPr>
          <w:szCs w:val="24"/>
          <w:lang w:eastAsia="lt-LT"/>
        </w:rPr>
        <w:t xml:space="preserve">5.4. svarstyti </w:t>
      </w:r>
      <w:r w:rsidRPr="008B2B5B">
        <w:rPr>
          <w:szCs w:val="24"/>
          <w:lang w:eastAsia="lt-LT"/>
        </w:rPr>
        <w:t>Savivaldybės biudžeto projektą ir biudžeto įvykdymo apyskaitą, prireikus  teikti pasiūlymus dėl Savivaldybės biudžeto tikslinimo;</w:t>
      </w:r>
    </w:p>
    <w:p w:rsidR="008B2B5B" w:rsidRPr="008B2B5B" w:rsidRDefault="008B2B5B" w:rsidP="008B2B5B">
      <w:pPr>
        <w:rPr>
          <w:szCs w:val="24"/>
          <w:lang w:eastAsia="lt-LT"/>
        </w:rPr>
      </w:pPr>
      <w:r>
        <w:rPr>
          <w:szCs w:val="24"/>
          <w:lang w:eastAsia="lt-LT"/>
        </w:rPr>
        <w:t xml:space="preserve">5.5. </w:t>
      </w:r>
      <w:r w:rsidRPr="008B2B5B">
        <w:rPr>
          <w:szCs w:val="24"/>
          <w:lang w:eastAsia="lt-LT"/>
        </w:rPr>
        <w:t>svarstyti ir teikti išvadas dėl Savivaldybės administracijos struktūros, kompetencijos, etatų ir darbo užmokesčio fondo;</w:t>
      </w:r>
    </w:p>
    <w:p w:rsidR="008B2B5B" w:rsidRPr="008B2B5B" w:rsidRDefault="008B2B5B" w:rsidP="008B2B5B">
      <w:pPr>
        <w:rPr>
          <w:szCs w:val="24"/>
          <w:lang w:eastAsia="lt-LT"/>
        </w:rPr>
      </w:pPr>
      <w:r>
        <w:rPr>
          <w:szCs w:val="24"/>
          <w:lang w:eastAsia="lt-LT"/>
        </w:rPr>
        <w:t xml:space="preserve">5.6. </w:t>
      </w:r>
      <w:r w:rsidRPr="008B2B5B">
        <w:rPr>
          <w:szCs w:val="24"/>
          <w:lang w:eastAsia="lt-LT"/>
        </w:rPr>
        <w:t>nagrinėti piliečių ir visuomeninių ir visuomenės interesams atstovaujančių organizacijų pasiūlymus ir skundus;</w:t>
      </w:r>
    </w:p>
    <w:p w:rsidR="008B2B5B" w:rsidRPr="008B2B5B" w:rsidRDefault="008B2B5B" w:rsidP="008B2B5B">
      <w:pPr>
        <w:rPr>
          <w:szCs w:val="24"/>
          <w:lang w:eastAsia="lt-LT"/>
        </w:rPr>
      </w:pPr>
      <w:r>
        <w:rPr>
          <w:szCs w:val="24"/>
          <w:lang w:eastAsia="lt-LT"/>
        </w:rPr>
        <w:t xml:space="preserve">5.7. </w:t>
      </w:r>
      <w:r w:rsidRPr="008B2B5B">
        <w:rPr>
          <w:szCs w:val="24"/>
          <w:lang w:eastAsia="lt-LT"/>
        </w:rPr>
        <w:t>svarstyti klausimus kartu su kitais Tarybos sudarytais komitetais ir komisij</w:t>
      </w:r>
      <w:r>
        <w:rPr>
          <w:szCs w:val="24"/>
          <w:lang w:eastAsia="lt-LT"/>
        </w:rPr>
        <w:t>omis, priimti bendras išvadas bei</w:t>
      </w:r>
      <w:r w:rsidRPr="008B2B5B">
        <w:rPr>
          <w:szCs w:val="24"/>
          <w:lang w:eastAsia="lt-LT"/>
        </w:rPr>
        <w:t xml:space="preserve"> teikti pasiūlymus;</w:t>
      </w:r>
    </w:p>
    <w:p w:rsidR="008B2B5B" w:rsidRPr="008B2B5B" w:rsidRDefault="008B2B5B" w:rsidP="008B2B5B">
      <w:pPr>
        <w:rPr>
          <w:szCs w:val="24"/>
          <w:lang w:eastAsia="lt-LT"/>
        </w:rPr>
      </w:pPr>
      <w:r>
        <w:rPr>
          <w:szCs w:val="24"/>
          <w:lang w:eastAsia="lt-LT"/>
        </w:rPr>
        <w:t>5.8. įgalioti K</w:t>
      </w:r>
      <w:r w:rsidRPr="008B2B5B">
        <w:rPr>
          <w:szCs w:val="24"/>
          <w:lang w:eastAsia="lt-LT"/>
        </w:rPr>
        <w:t xml:space="preserve">omiteto narius daryti </w:t>
      </w:r>
      <w:r>
        <w:rPr>
          <w:szCs w:val="24"/>
          <w:lang w:eastAsia="lt-LT"/>
        </w:rPr>
        <w:t>pranešimus Tarybos posėdžiuose K</w:t>
      </w:r>
      <w:r w:rsidRPr="008B2B5B">
        <w:rPr>
          <w:szCs w:val="24"/>
          <w:lang w:eastAsia="lt-LT"/>
        </w:rPr>
        <w:t>omiteto veiklos sričių klausimais ir papildomus pranešimus visais svarstomais klausimais;</w:t>
      </w:r>
    </w:p>
    <w:p w:rsidR="008B2B5B" w:rsidRPr="008B2B5B" w:rsidRDefault="008B2B5B" w:rsidP="008B2B5B">
      <w:pPr>
        <w:rPr>
          <w:szCs w:val="24"/>
          <w:lang w:eastAsia="lt-LT"/>
        </w:rPr>
      </w:pPr>
      <w:r>
        <w:rPr>
          <w:szCs w:val="24"/>
          <w:lang w:eastAsia="lt-LT"/>
        </w:rPr>
        <w:t xml:space="preserve">5.9. </w:t>
      </w:r>
      <w:r w:rsidRPr="008B2B5B">
        <w:rPr>
          <w:szCs w:val="24"/>
          <w:lang w:eastAsia="lt-LT"/>
        </w:rPr>
        <w:t>siūlyti Tarybai teikti sva</w:t>
      </w:r>
      <w:r>
        <w:rPr>
          <w:szCs w:val="24"/>
          <w:lang w:eastAsia="lt-LT"/>
        </w:rPr>
        <w:t>rstyti visuomenei aktualius su K</w:t>
      </w:r>
      <w:r w:rsidRPr="008B2B5B">
        <w:rPr>
          <w:szCs w:val="24"/>
          <w:lang w:eastAsia="lt-LT"/>
        </w:rPr>
        <w:t>omiteto veiklos sritimis susijusius sprendimų projektus ir klausimus;</w:t>
      </w:r>
    </w:p>
    <w:p w:rsidR="008B2B5B" w:rsidRPr="008B2B5B" w:rsidRDefault="008B2B5B" w:rsidP="008B2B5B">
      <w:pPr>
        <w:rPr>
          <w:szCs w:val="24"/>
          <w:lang w:eastAsia="lt-LT"/>
        </w:rPr>
      </w:pPr>
      <w:r>
        <w:rPr>
          <w:szCs w:val="24"/>
          <w:lang w:eastAsia="lt-LT"/>
        </w:rPr>
        <w:t>5.10. kviesti į Komiteto posėdžius Savivaldybės merą, S</w:t>
      </w:r>
      <w:r w:rsidRPr="008B2B5B">
        <w:rPr>
          <w:szCs w:val="24"/>
          <w:lang w:eastAsia="lt-LT"/>
        </w:rPr>
        <w:t xml:space="preserve">avivaldybės administracijos direktorių, Savivaldybės administracijos padalinių, </w:t>
      </w:r>
      <w:r>
        <w:rPr>
          <w:szCs w:val="24"/>
          <w:lang w:eastAsia="lt-LT"/>
        </w:rPr>
        <w:t>S</w:t>
      </w:r>
      <w:r w:rsidRPr="008B2B5B">
        <w:rPr>
          <w:szCs w:val="24"/>
          <w:lang w:eastAsia="lt-LT"/>
        </w:rPr>
        <w:t>avivaldybės teritorijoje esančių įstaigų ir įmonių atstovus, valstybinių institucijų ir visuomeninių organizacijų atstovus, specialistus ir kitus asmenis;</w:t>
      </w:r>
    </w:p>
    <w:p w:rsidR="008B2B5B" w:rsidRPr="008B2B5B" w:rsidRDefault="008B2B5B" w:rsidP="008B2B5B">
      <w:pPr>
        <w:rPr>
          <w:szCs w:val="24"/>
          <w:lang w:eastAsia="lt-LT"/>
        </w:rPr>
      </w:pPr>
      <w:r>
        <w:rPr>
          <w:szCs w:val="24"/>
          <w:lang w:eastAsia="lt-LT"/>
        </w:rPr>
        <w:t xml:space="preserve">5.11. </w:t>
      </w:r>
      <w:r w:rsidRPr="008B2B5B">
        <w:rPr>
          <w:szCs w:val="24"/>
          <w:lang w:eastAsia="lt-LT"/>
        </w:rPr>
        <w:t xml:space="preserve">reikalauti iš </w:t>
      </w:r>
      <w:r>
        <w:rPr>
          <w:szCs w:val="24"/>
          <w:lang w:eastAsia="lt-LT"/>
        </w:rPr>
        <w:t xml:space="preserve">Savivaldybės </w:t>
      </w:r>
      <w:r w:rsidRPr="008B2B5B">
        <w:rPr>
          <w:szCs w:val="24"/>
          <w:lang w:eastAsia="lt-LT"/>
        </w:rPr>
        <w:t>mero, Savivaldybės administracijos direktoriaus, Savivaldy</w:t>
      </w:r>
      <w:r>
        <w:rPr>
          <w:szCs w:val="24"/>
          <w:lang w:eastAsia="lt-LT"/>
        </w:rPr>
        <w:t>bės administracijos padalinių, S</w:t>
      </w:r>
      <w:r w:rsidRPr="008B2B5B">
        <w:rPr>
          <w:szCs w:val="24"/>
          <w:lang w:eastAsia="lt-LT"/>
        </w:rPr>
        <w:t>avivald</w:t>
      </w:r>
      <w:r>
        <w:rPr>
          <w:szCs w:val="24"/>
          <w:lang w:eastAsia="lt-LT"/>
        </w:rPr>
        <w:t xml:space="preserve">ybės įmonių, įstaigų pareigūnų </w:t>
      </w:r>
      <w:r w:rsidRPr="008B2B5B">
        <w:rPr>
          <w:szCs w:val="24"/>
          <w:lang w:eastAsia="lt-LT"/>
        </w:rPr>
        <w:t>ataskaitinių duomenų ar kitos medžiagos, reikalingos klausimams nagrinėti, taip pat išklausyti jų ataskaitas, atsakymus į paklausimus;</w:t>
      </w:r>
    </w:p>
    <w:p w:rsidR="008B2B5B" w:rsidRPr="008B2B5B" w:rsidRDefault="008B2B5B" w:rsidP="008B2B5B">
      <w:pPr>
        <w:rPr>
          <w:szCs w:val="24"/>
          <w:lang w:eastAsia="lt-LT"/>
        </w:rPr>
      </w:pPr>
      <w:r>
        <w:rPr>
          <w:szCs w:val="24"/>
          <w:lang w:eastAsia="lt-LT"/>
        </w:rPr>
        <w:t xml:space="preserve">5.12. </w:t>
      </w:r>
      <w:r w:rsidRPr="008B2B5B">
        <w:rPr>
          <w:szCs w:val="24"/>
          <w:lang w:eastAsia="lt-LT"/>
        </w:rPr>
        <w:t>tikrinti, kaip vykdomi Taryb</w:t>
      </w:r>
      <w:r>
        <w:rPr>
          <w:szCs w:val="24"/>
          <w:lang w:eastAsia="lt-LT"/>
        </w:rPr>
        <w:t>os sprendimai, mero potvarkiai K</w:t>
      </w:r>
      <w:r w:rsidRPr="008B2B5B">
        <w:rPr>
          <w:szCs w:val="24"/>
          <w:lang w:eastAsia="lt-LT"/>
        </w:rPr>
        <w:t xml:space="preserve">omiteto veiklos sričių klausimais, </w:t>
      </w:r>
      <w:r>
        <w:rPr>
          <w:szCs w:val="24"/>
          <w:lang w:eastAsia="lt-LT"/>
        </w:rPr>
        <w:t>aiškintis, ar atsižvelgiama į K</w:t>
      </w:r>
      <w:r w:rsidRPr="008B2B5B">
        <w:rPr>
          <w:szCs w:val="24"/>
          <w:lang w:eastAsia="lt-LT"/>
        </w:rPr>
        <w:t>omiteto išvadas ir pasiūlymus;</w:t>
      </w:r>
    </w:p>
    <w:p w:rsidR="008B2B5B" w:rsidRPr="008B2B5B" w:rsidRDefault="008B2B5B" w:rsidP="008B2B5B">
      <w:pPr>
        <w:rPr>
          <w:szCs w:val="24"/>
          <w:lang w:eastAsia="lt-LT"/>
        </w:rPr>
      </w:pPr>
      <w:r>
        <w:rPr>
          <w:szCs w:val="24"/>
          <w:lang w:eastAsia="lt-LT"/>
        </w:rPr>
        <w:t>5.13. teikti paklausimus visoms S</w:t>
      </w:r>
      <w:r w:rsidRPr="008B2B5B">
        <w:rPr>
          <w:szCs w:val="24"/>
          <w:lang w:eastAsia="lt-LT"/>
        </w:rPr>
        <w:t>avivaldybės teritorijoje esančioms įstaigoms, įmonėms, organizacijoms, pareigūnams;</w:t>
      </w:r>
    </w:p>
    <w:p w:rsidR="008B2B5B" w:rsidRPr="008B2B5B" w:rsidRDefault="008B2B5B" w:rsidP="008B2B5B">
      <w:pPr>
        <w:rPr>
          <w:szCs w:val="24"/>
          <w:lang w:eastAsia="lt-LT"/>
        </w:rPr>
      </w:pPr>
      <w:r>
        <w:rPr>
          <w:szCs w:val="24"/>
          <w:lang w:eastAsia="lt-LT"/>
        </w:rPr>
        <w:t xml:space="preserve">5.14. </w:t>
      </w:r>
      <w:r w:rsidRPr="008B2B5B">
        <w:rPr>
          <w:szCs w:val="24"/>
          <w:lang w:eastAsia="lt-LT"/>
        </w:rPr>
        <w:t>sudaryti ekspertų grupes;</w:t>
      </w:r>
    </w:p>
    <w:p w:rsidR="008B2B5B" w:rsidRPr="008B2B5B" w:rsidRDefault="008B2B5B" w:rsidP="008B2B5B">
      <w:pPr>
        <w:rPr>
          <w:szCs w:val="24"/>
          <w:lang w:eastAsia="lt-LT"/>
        </w:rPr>
      </w:pPr>
      <w:r>
        <w:rPr>
          <w:szCs w:val="24"/>
          <w:lang w:eastAsia="lt-LT"/>
        </w:rPr>
        <w:t xml:space="preserve">5.15. </w:t>
      </w:r>
      <w:r w:rsidRPr="008B2B5B">
        <w:rPr>
          <w:szCs w:val="24"/>
          <w:lang w:eastAsia="lt-LT"/>
        </w:rPr>
        <w:t>siūlyti Tarybai keisti ir papildyti Tarybos posėdžio darbotvarkę;</w:t>
      </w:r>
    </w:p>
    <w:p w:rsidR="008B2B5B" w:rsidRPr="008B2B5B" w:rsidRDefault="008B2B5B" w:rsidP="008B2B5B">
      <w:pPr>
        <w:rPr>
          <w:szCs w:val="24"/>
          <w:lang w:eastAsia="lt-LT"/>
        </w:rPr>
      </w:pPr>
      <w:r>
        <w:rPr>
          <w:szCs w:val="24"/>
          <w:lang w:eastAsia="lt-LT"/>
        </w:rPr>
        <w:t xml:space="preserve">5.16. </w:t>
      </w:r>
      <w:r w:rsidRPr="008B2B5B">
        <w:rPr>
          <w:szCs w:val="24"/>
          <w:lang w:eastAsia="lt-LT"/>
        </w:rPr>
        <w:t>inicijuoti dokumentų rengimą, teikti</w:t>
      </w:r>
      <w:r>
        <w:rPr>
          <w:szCs w:val="24"/>
          <w:lang w:eastAsia="lt-LT"/>
        </w:rPr>
        <w:t xml:space="preserve"> išvadas ir pasiūlymus Tarybai K</w:t>
      </w:r>
      <w:r w:rsidRPr="008B2B5B">
        <w:rPr>
          <w:szCs w:val="24"/>
          <w:lang w:eastAsia="lt-LT"/>
        </w:rPr>
        <w:t>omiteto veiklos sričių klausimais;</w:t>
      </w:r>
    </w:p>
    <w:p w:rsidR="008B2B5B" w:rsidRPr="008B2B5B" w:rsidRDefault="008B2B5B" w:rsidP="008B2B5B">
      <w:pPr>
        <w:rPr>
          <w:szCs w:val="24"/>
          <w:lang w:eastAsia="lt-LT"/>
        </w:rPr>
      </w:pPr>
      <w:r>
        <w:rPr>
          <w:szCs w:val="24"/>
          <w:lang w:eastAsia="lt-LT"/>
        </w:rPr>
        <w:t xml:space="preserve">5.17. </w:t>
      </w:r>
      <w:r w:rsidRPr="008B2B5B">
        <w:rPr>
          <w:szCs w:val="24"/>
          <w:lang w:eastAsia="lt-LT"/>
        </w:rPr>
        <w:t>kontroli</w:t>
      </w:r>
      <w:r>
        <w:rPr>
          <w:szCs w:val="24"/>
          <w:lang w:eastAsia="lt-LT"/>
        </w:rPr>
        <w:t>uoti su K</w:t>
      </w:r>
      <w:r w:rsidRPr="008B2B5B">
        <w:rPr>
          <w:szCs w:val="24"/>
          <w:lang w:eastAsia="lt-LT"/>
        </w:rPr>
        <w:t>omiteto veiklos sritimis susijusių įstatymų i</w:t>
      </w:r>
      <w:r>
        <w:rPr>
          <w:szCs w:val="24"/>
          <w:lang w:eastAsia="lt-LT"/>
        </w:rPr>
        <w:t>r norminių teisės aktų vykdymą S</w:t>
      </w:r>
      <w:r w:rsidRPr="008B2B5B">
        <w:rPr>
          <w:szCs w:val="24"/>
          <w:lang w:eastAsia="lt-LT"/>
        </w:rPr>
        <w:t>avivaldybės teritorijoje;</w:t>
      </w:r>
    </w:p>
    <w:p w:rsidR="008B2B5B" w:rsidRPr="008B2B5B" w:rsidRDefault="008B2B5B" w:rsidP="008B2B5B">
      <w:pPr>
        <w:rPr>
          <w:szCs w:val="24"/>
          <w:lang w:eastAsia="lt-LT"/>
        </w:rPr>
      </w:pPr>
      <w:r>
        <w:rPr>
          <w:szCs w:val="24"/>
          <w:lang w:eastAsia="lt-LT"/>
        </w:rPr>
        <w:t xml:space="preserve">5.18. </w:t>
      </w:r>
      <w:r w:rsidRPr="008B2B5B">
        <w:rPr>
          <w:szCs w:val="24"/>
          <w:lang w:eastAsia="lt-LT"/>
        </w:rPr>
        <w:t xml:space="preserve">teikti Tarybai išvadas ir pasiūlymus dėl įstatymų ir </w:t>
      </w:r>
      <w:r>
        <w:rPr>
          <w:szCs w:val="24"/>
          <w:lang w:eastAsia="lt-LT"/>
        </w:rPr>
        <w:t xml:space="preserve">Lietuvos Respublikos </w:t>
      </w:r>
      <w:r w:rsidRPr="008B2B5B">
        <w:rPr>
          <w:szCs w:val="24"/>
          <w:lang w:eastAsia="lt-LT"/>
        </w:rPr>
        <w:t>Vyriausybės nutarimų projektų arba jų pakeitimo;</w:t>
      </w:r>
    </w:p>
    <w:p w:rsidR="008B2B5B" w:rsidRPr="008B2B5B" w:rsidRDefault="008B2B5B" w:rsidP="008B2B5B">
      <w:pPr>
        <w:rPr>
          <w:szCs w:val="24"/>
          <w:lang w:eastAsia="lt-LT"/>
        </w:rPr>
      </w:pPr>
      <w:r>
        <w:rPr>
          <w:szCs w:val="24"/>
          <w:lang w:eastAsia="lt-LT"/>
        </w:rPr>
        <w:t xml:space="preserve">5.19. </w:t>
      </w:r>
      <w:r w:rsidRPr="008B2B5B">
        <w:rPr>
          <w:szCs w:val="24"/>
          <w:lang w:eastAsia="lt-LT"/>
        </w:rPr>
        <w:t>svarstyti klausimus dėl Savivaldybės administracijos etatų ir darbo užmokesčio fondo ir teikti išvadas;</w:t>
      </w:r>
    </w:p>
    <w:p w:rsidR="008B2B5B" w:rsidRPr="008B2B5B" w:rsidRDefault="008B2B5B" w:rsidP="008B2B5B">
      <w:pPr>
        <w:rPr>
          <w:szCs w:val="24"/>
          <w:lang w:eastAsia="lt-LT"/>
        </w:rPr>
      </w:pPr>
      <w:r>
        <w:rPr>
          <w:szCs w:val="24"/>
          <w:lang w:eastAsia="lt-LT"/>
        </w:rPr>
        <w:t xml:space="preserve">5.20. </w:t>
      </w:r>
      <w:r w:rsidRPr="008B2B5B">
        <w:rPr>
          <w:szCs w:val="24"/>
          <w:lang w:eastAsia="lt-LT"/>
        </w:rPr>
        <w:t>analizuoti, vertinti Savivaldybės administracijos pad</w:t>
      </w:r>
      <w:r>
        <w:rPr>
          <w:szCs w:val="24"/>
          <w:lang w:eastAsia="lt-LT"/>
        </w:rPr>
        <w:t>alinių – asignavimų valdytojų, S</w:t>
      </w:r>
      <w:r w:rsidRPr="008B2B5B">
        <w:rPr>
          <w:szCs w:val="24"/>
          <w:lang w:eastAsia="lt-LT"/>
        </w:rPr>
        <w:t>avivaldybės įmonių veiklą ir teikti pasiūlymus;</w:t>
      </w:r>
    </w:p>
    <w:p w:rsidR="008B2B5B" w:rsidRPr="008B2B5B" w:rsidRDefault="008B2B5B" w:rsidP="008B2B5B">
      <w:pPr>
        <w:rPr>
          <w:szCs w:val="24"/>
          <w:lang w:eastAsia="lt-LT"/>
        </w:rPr>
      </w:pPr>
      <w:r>
        <w:rPr>
          <w:szCs w:val="24"/>
          <w:lang w:eastAsia="lt-LT"/>
        </w:rPr>
        <w:t xml:space="preserve">5.21. </w:t>
      </w:r>
      <w:r w:rsidRPr="008B2B5B">
        <w:rPr>
          <w:szCs w:val="24"/>
          <w:lang w:eastAsia="lt-LT"/>
        </w:rPr>
        <w:t>svarstyti specialiųjų lėšų panaudojimo klausimus ir teikti išvadas bei pasiūlymus;</w:t>
      </w:r>
    </w:p>
    <w:p w:rsidR="008B2B5B" w:rsidRDefault="008B2B5B" w:rsidP="008B2B5B">
      <w:pPr>
        <w:rPr>
          <w:szCs w:val="24"/>
          <w:lang w:eastAsia="lt-LT"/>
        </w:rPr>
      </w:pPr>
      <w:r>
        <w:rPr>
          <w:szCs w:val="24"/>
          <w:lang w:eastAsia="lt-LT"/>
        </w:rPr>
        <w:t xml:space="preserve">5.22. </w:t>
      </w:r>
      <w:r w:rsidRPr="008B2B5B">
        <w:rPr>
          <w:szCs w:val="24"/>
          <w:lang w:eastAsia="lt-LT"/>
        </w:rPr>
        <w:t>organizuoti pasitarimus komiteto veiklos sričių klausimais ar inicijuoti jų rengimą.</w:t>
      </w:r>
    </w:p>
    <w:p w:rsidR="00F32929" w:rsidRDefault="00F32929" w:rsidP="009B0712">
      <w:pPr>
        <w:rPr>
          <w:szCs w:val="24"/>
          <w:lang w:eastAsia="lt-LT"/>
        </w:rPr>
      </w:pPr>
    </w:p>
    <w:p w:rsidR="00F32929" w:rsidRPr="005034B7" w:rsidRDefault="00F32929" w:rsidP="00A26E6A">
      <w:pPr>
        <w:ind w:firstLine="0"/>
        <w:jc w:val="center"/>
        <w:rPr>
          <w:szCs w:val="24"/>
          <w:lang w:eastAsia="lt-LT"/>
        </w:rPr>
      </w:pPr>
      <w:r>
        <w:rPr>
          <w:szCs w:val="24"/>
          <w:lang w:eastAsia="lt-LT"/>
        </w:rPr>
        <w:t>________________________________</w:t>
      </w:r>
    </w:p>
    <w:p w:rsidR="00286E5A" w:rsidRDefault="00467B36" w:rsidP="00F32929">
      <w:pPr>
        <w:ind w:left="5184" w:firstLine="1296"/>
      </w:pPr>
      <w:r>
        <w:br w:type="page"/>
      </w:r>
    </w:p>
    <w:p w:rsidR="00E8390D" w:rsidRPr="00CB63DC" w:rsidRDefault="00E8390D" w:rsidP="00E8390D">
      <w:pPr>
        <w:ind w:firstLine="0"/>
        <w:jc w:val="center"/>
        <w:rPr>
          <w:b/>
          <w:szCs w:val="24"/>
          <w:lang w:eastAsia="my-MM" w:bidi="my-MM"/>
        </w:rPr>
      </w:pPr>
      <w:r w:rsidRPr="004D13B4">
        <w:rPr>
          <w:b/>
          <w:szCs w:val="24"/>
          <w:lang w:eastAsia="my-MM" w:bidi="my-MM"/>
        </w:rPr>
        <w:lastRenderedPageBreak/>
        <w:t>PR</w:t>
      </w:r>
      <w:r w:rsidRPr="00CB63DC">
        <w:rPr>
          <w:b/>
          <w:szCs w:val="24"/>
          <w:lang w:eastAsia="my-MM" w:bidi="my-MM"/>
        </w:rPr>
        <w:t>OTOKOLO SKYRIUS</w:t>
      </w:r>
    </w:p>
    <w:p w:rsidR="00E8390D" w:rsidRPr="006975E2" w:rsidRDefault="00E8390D" w:rsidP="00E8390D">
      <w:pPr>
        <w:ind w:firstLine="0"/>
        <w:jc w:val="center"/>
        <w:rPr>
          <w:b/>
        </w:rPr>
      </w:pPr>
    </w:p>
    <w:p w:rsidR="00E8390D" w:rsidRPr="006975E2" w:rsidRDefault="00E8390D" w:rsidP="00E8390D">
      <w:pPr>
        <w:ind w:firstLine="0"/>
        <w:jc w:val="center"/>
        <w:rPr>
          <w:b/>
        </w:rPr>
      </w:pPr>
      <w:r w:rsidRPr="006975E2">
        <w:rPr>
          <w:b/>
        </w:rPr>
        <w:t>AIŠKINAMASIS RAŠTAS</w:t>
      </w:r>
    </w:p>
    <w:p w:rsidR="00E8390D" w:rsidRPr="006975E2" w:rsidRDefault="00E8390D" w:rsidP="00E8390D">
      <w:pPr>
        <w:ind w:firstLine="0"/>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E8390D" w:rsidRPr="006975E2" w:rsidTr="00C0041E">
        <w:tc>
          <w:tcPr>
            <w:tcW w:w="9854" w:type="dxa"/>
            <w:shd w:val="clear" w:color="auto" w:fill="auto"/>
          </w:tcPr>
          <w:p w:rsidR="00E8390D" w:rsidRPr="00E37D32" w:rsidRDefault="00E8390D" w:rsidP="00E8390D">
            <w:pPr>
              <w:ind w:firstLine="0"/>
              <w:jc w:val="center"/>
              <w:rPr>
                <w:b/>
                <w:caps/>
                <w:szCs w:val="24"/>
              </w:rPr>
            </w:pPr>
            <w:r w:rsidRPr="00E37D32">
              <w:rPr>
                <w:b/>
                <w:caps/>
                <w:szCs w:val="24"/>
              </w:rPr>
              <w:t>„</w:t>
            </w:r>
            <w:r w:rsidR="00E37D32" w:rsidRPr="00E37D32">
              <w:rPr>
                <w:b/>
                <w:caps/>
                <w:szCs w:val="24"/>
              </w:rPr>
              <w:t xml:space="preserve">DĖL </w:t>
            </w:r>
            <w:r w:rsidR="003664E4" w:rsidRPr="000605C4">
              <w:rPr>
                <w:b/>
                <w:caps/>
                <w:szCs w:val="24"/>
              </w:rPr>
              <w:t xml:space="preserve">sudaromų </w:t>
            </w:r>
            <w:r w:rsidR="00E37D32" w:rsidRPr="00E37D32">
              <w:rPr>
                <w:rStyle w:val="Komentaronuoroda"/>
                <w:b/>
                <w:sz w:val="24"/>
                <w:szCs w:val="24"/>
              </w:rPr>
              <w:t>PLUNGĖS RAJONO SAVIVALDYBĖS TARYBOS KOMITETŲ SKAIČIAUS IR ĮGALIOJIMŲ NUSTATYMO</w:t>
            </w:r>
            <w:r w:rsidRPr="00E37D32">
              <w:rPr>
                <w:b/>
                <w:caps/>
                <w:szCs w:val="24"/>
              </w:rPr>
              <w:t>“</w:t>
            </w:r>
          </w:p>
          <w:p w:rsidR="00E8390D" w:rsidRPr="006975E2" w:rsidRDefault="00E8390D" w:rsidP="00C0041E">
            <w:pPr>
              <w:ind w:firstLine="0"/>
              <w:jc w:val="center"/>
              <w:rPr>
                <w:b/>
                <w:caps/>
              </w:rPr>
            </w:pPr>
          </w:p>
        </w:tc>
      </w:tr>
      <w:tr w:rsidR="00E8390D" w:rsidRPr="002E25C0" w:rsidTr="00C0041E">
        <w:tc>
          <w:tcPr>
            <w:tcW w:w="9854" w:type="dxa"/>
            <w:shd w:val="clear" w:color="auto" w:fill="auto"/>
          </w:tcPr>
          <w:p w:rsidR="00E8390D" w:rsidRDefault="00C40363" w:rsidP="00C0041E">
            <w:pPr>
              <w:ind w:firstLine="0"/>
              <w:jc w:val="center"/>
            </w:pPr>
            <w:r>
              <w:t>2023 m. kovo 28</w:t>
            </w:r>
            <w:r w:rsidR="00E8390D">
              <w:t xml:space="preserve"> d.</w:t>
            </w:r>
          </w:p>
          <w:p w:rsidR="00E8390D" w:rsidRPr="002E25C0" w:rsidRDefault="00E8390D" w:rsidP="00C0041E">
            <w:pPr>
              <w:ind w:firstLine="0"/>
              <w:jc w:val="center"/>
            </w:pPr>
            <w:r w:rsidRPr="002E25C0">
              <w:t>Plungė</w:t>
            </w:r>
          </w:p>
        </w:tc>
      </w:tr>
    </w:tbl>
    <w:p w:rsidR="00E8390D" w:rsidRDefault="00E8390D" w:rsidP="00E8390D"/>
    <w:p w:rsidR="00E8390D" w:rsidRDefault="00E8390D" w:rsidP="00E8390D">
      <w:pPr>
        <w:autoSpaceDE w:val="0"/>
        <w:autoSpaceDN w:val="0"/>
        <w:adjustRightInd w:val="0"/>
        <w:rPr>
          <w:color w:val="000000"/>
          <w:szCs w:val="24"/>
          <w:lang w:eastAsia="lt-LT"/>
        </w:rPr>
      </w:pPr>
      <w:r>
        <w:rPr>
          <w:b/>
        </w:rPr>
        <w:t xml:space="preserve">1. </w:t>
      </w:r>
      <w:r w:rsidRPr="00DD2DFD">
        <w:rPr>
          <w:b/>
        </w:rPr>
        <w:t>Parengto sprendimo projekto tikslai, uždaviniai.</w:t>
      </w:r>
      <w:r w:rsidR="000605C4">
        <w:rPr>
          <w:b/>
        </w:rPr>
        <w:t xml:space="preserve"> </w:t>
      </w:r>
      <w:r w:rsidR="007E2055" w:rsidRPr="007E2055">
        <w:t>Sprendimo projekto tikslas</w:t>
      </w:r>
      <w:r w:rsidR="007E2055">
        <w:t xml:space="preserve"> bei uždavinys</w:t>
      </w:r>
      <w:r w:rsidR="000605C4">
        <w:t xml:space="preserve"> </w:t>
      </w:r>
      <w:r w:rsidR="00B2032D">
        <w:t>–</w:t>
      </w:r>
      <w:r w:rsidR="000605C4">
        <w:t xml:space="preserve"> </w:t>
      </w:r>
      <w:r w:rsidR="007E2055" w:rsidRPr="007E2055">
        <w:t>s</w:t>
      </w:r>
      <w:r>
        <w:t xml:space="preserve">udaryti </w:t>
      </w:r>
      <w:r w:rsidR="00D34777">
        <w:t xml:space="preserve">6 (šešis) </w:t>
      </w:r>
      <w:r>
        <w:t>X šaukimo Plungės rajono savivaldybės tarybos komitetus (toliau –</w:t>
      </w:r>
      <w:r w:rsidR="00AC0D1A">
        <w:t xml:space="preserve"> k</w:t>
      </w:r>
      <w:r>
        <w:t xml:space="preserve">omitetai) </w:t>
      </w:r>
      <w:r w:rsidR="00D34777">
        <w:t xml:space="preserve">bei nustatyti komitetų įgaliojimus </w:t>
      </w:r>
      <w:r>
        <w:t>naujai 2023</w:t>
      </w:r>
      <w:r w:rsidR="00B2032D">
        <w:t>–</w:t>
      </w:r>
      <w:r>
        <w:t>2027 metų kadencijai</w:t>
      </w:r>
      <w:r w:rsidR="000605C4">
        <w:t xml:space="preserve"> </w:t>
      </w:r>
      <w:r>
        <w:rPr>
          <w:color w:val="000000"/>
          <w:szCs w:val="24"/>
          <w:lang w:eastAsia="lt-LT"/>
        </w:rPr>
        <w:t>ir įgyvendinti naujos redakcijos Lietuvos Respublikos vietos savivaldos įstatymo (toliau –</w:t>
      </w:r>
      <w:r w:rsidR="00CC6F08">
        <w:rPr>
          <w:color w:val="000000"/>
          <w:szCs w:val="24"/>
          <w:lang w:eastAsia="lt-LT"/>
        </w:rPr>
        <w:t xml:space="preserve"> </w:t>
      </w:r>
      <w:r>
        <w:rPr>
          <w:color w:val="000000"/>
          <w:szCs w:val="24"/>
          <w:lang w:eastAsia="lt-LT"/>
        </w:rPr>
        <w:t>Įstatymas) nuostatas.</w:t>
      </w:r>
    </w:p>
    <w:p w:rsidR="00E8390D" w:rsidRDefault="00E8390D" w:rsidP="00E8390D">
      <w:pPr>
        <w:autoSpaceDE w:val="0"/>
        <w:autoSpaceDN w:val="0"/>
        <w:adjustRightInd w:val="0"/>
        <w:rPr>
          <w:szCs w:val="24"/>
        </w:rPr>
      </w:pPr>
      <w:r w:rsidRPr="00D1346C">
        <w:rPr>
          <w:rFonts w:eastAsia="TimesNewRomanPSMT"/>
          <w:b/>
          <w:szCs w:val="24"/>
        </w:rPr>
        <w:t>2. Siūlomos teisinio reguliavimo nuostatos, šiuo metu esantis teisinis reglamentavimas, kokie šios srities teisės aktai tebegalioja ir kokius teisės aktus būtina pakeisti ar panaikinti, priėmus teikiamą tarybos sprendimo projektą.</w:t>
      </w:r>
      <w:r w:rsidR="000605C4">
        <w:rPr>
          <w:rFonts w:eastAsia="TimesNewRomanPSMT"/>
          <w:b/>
          <w:szCs w:val="24"/>
        </w:rPr>
        <w:t xml:space="preserve"> </w:t>
      </w:r>
      <w:r w:rsidRPr="00D338D0">
        <w:t xml:space="preserve">Vadovaudamasi </w:t>
      </w:r>
      <w:r>
        <w:rPr>
          <w:rFonts w:cs="Arial Unicode MS"/>
          <w:szCs w:val="24"/>
          <w:lang w:eastAsia="lt-LT" w:bidi="lo-LA"/>
        </w:rPr>
        <w:t xml:space="preserve">Lietuvos Respublikos vietos </w:t>
      </w:r>
      <w:r w:rsidRPr="0033398E">
        <w:rPr>
          <w:rFonts w:cs="Arial Unicode MS"/>
          <w:szCs w:val="24"/>
          <w:lang w:eastAsia="lt-LT" w:bidi="lo-LA"/>
        </w:rPr>
        <w:t xml:space="preserve">savivaldos įstatymo </w:t>
      </w:r>
      <w:r w:rsidRPr="0033398E">
        <w:rPr>
          <w:szCs w:val="24"/>
        </w:rPr>
        <w:t>15</w:t>
      </w:r>
      <w:r w:rsidR="0033398E" w:rsidRPr="0033398E">
        <w:rPr>
          <w:szCs w:val="24"/>
        </w:rPr>
        <w:t xml:space="preserve"> </w:t>
      </w:r>
      <w:r w:rsidRPr="0033398E">
        <w:rPr>
          <w:szCs w:val="24"/>
        </w:rPr>
        <w:t>s</w:t>
      </w:r>
      <w:r>
        <w:rPr>
          <w:szCs w:val="24"/>
        </w:rPr>
        <w:t xml:space="preserve">traipsnio 2 dalies </w:t>
      </w:r>
      <w:r w:rsidR="00D34777">
        <w:rPr>
          <w:szCs w:val="24"/>
        </w:rPr>
        <w:t>4 punktu</w:t>
      </w:r>
      <w:r w:rsidR="003664E4">
        <w:rPr>
          <w:color w:val="FF0000"/>
          <w:szCs w:val="24"/>
        </w:rPr>
        <w:t xml:space="preserve"> </w:t>
      </w:r>
      <w:r w:rsidR="003664E4" w:rsidRPr="000605C4">
        <w:rPr>
          <w:szCs w:val="24"/>
        </w:rPr>
        <w:t>ir 19 straipsnio 3 dalimi</w:t>
      </w:r>
      <w:r w:rsidR="00D34777" w:rsidRPr="000605C4">
        <w:rPr>
          <w:szCs w:val="24"/>
        </w:rPr>
        <w:t xml:space="preserve"> </w:t>
      </w:r>
      <w:r w:rsidR="00D34777">
        <w:rPr>
          <w:szCs w:val="24"/>
        </w:rPr>
        <w:t xml:space="preserve">bei </w:t>
      </w:r>
      <w:r w:rsidR="00D34777">
        <w:t xml:space="preserve">Plungės rajono savivaldybės tarybos veiklos reglamento, patvirtinto </w:t>
      </w:r>
      <w:r w:rsidR="00D34777">
        <w:rPr>
          <w:szCs w:val="24"/>
        </w:rPr>
        <w:t>Plungės rajono savivaldybės tarybos 2023 m. kovo 30 d. sprendimu Nr. T1-</w:t>
      </w:r>
      <w:r w:rsidR="0035791A">
        <w:rPr>
          <w:szCs w:val="24"/>
        </w:rPr>
        <w:t>71</w:t>
      </w:r>
      <w:r w:rsidR="00D34777">
        <w:rPr>
          <w:szCs w:val="24"/>
        </w:rPr>
        <w:t xml:space="preserve"> „Dėl</w:t>
      </w:r>
      <w:r w:rsidR="00D34777">
        <w:t xml:space="preserve"> Plungės rajono savivaldybės tarybos veiklos reglamento patvirtinimo“</w:t>
      </w:r>
      <w:r w:rsidR="00D34777">
        <w:rPr>
          <w:szCs w:val="24"/>
        </w:rPr>
        <w:t xml:space="preserve"> XIV skyriaus 184 ir 186 punktais</w:t>
      </w:r>
    </w:p>
    <w:p w:rsidR="00E8390D" w:rsidRDefault="00E8390D" w:rsidP="00E8390D">
      <w:pPr>
        <w:autoSpaceDE w:val="0"/>
        <w:autoSpaceDN w:val="0"/>
        <w:adjustRightInd w:val="0"/>
        <w:rPr>
          <w:rFonts w:eastAsia="HG Mincho Light J"/>
          <w:color w:val="000000"/>
          <w:szCs w:val="24"/>
          <w:lang w:eastAsia="ar-SA"/>
        </w:rPr>
      </w:pPr>
      <w:r>
        <w:rPr>
          <w:rFonts w:eastAsia="TimesNewRomanPSMT"/>
          <w:szCs w:val="24"/>
        </w:rPr>
        <w:t xml:space="preserve">Šiuo metu vadovaujamasi </w:t>
      </w:r>
      <w:r>
        <w:rPr>
          <w:rFonts w:eastAsia="HG Mincho Light J"/>
          <w:color w:val="000000"/>
          <w:szCs w:val="24"/>
          <w:lang w:eastAsia="ar-SA"/>
        </w:rPr>
        <w:t xml:space="preserve">Įstatymo 16 straipsnio 2 dalies </w:t>
      </w:r>
      <w:r w:rsidR="00AC0D1A">
        <w:rPr>
          <w:rFonts w:eastAsia="HG Mincho Light J"/>
          <w:color w:val="000000"/>
          <w:szCs w:val="24"/>
          <w:lang w:eastAsia="ar-SA"/>
        </w:rPr>
        <w:t>6</w:t>
      </w:r>
      <w:r>
        <w:rPr>
          <w:rFonts w:eastAsia="HG Mincho Light J"/>
          <w:color w:val="000000"/>
          <w:szCs w:val="24"/>
          <w:lang w:eastAsia="ar-SA"/>
        </w:rPr>
        <w:t xml:space="preserve"> punkto nuostatomis.</w:t>
      </w:r>
    </w:p>
    <w:p w:rsidR="00AC0D1A" w:rsidRPr="00A73218" w:rsidRDefault="00E8390D" w:rsidP="00D8014A">
      <w:r w:rsidRPr="00AC0D1A">
        <w:rPr>
          <w:rFonts w:eastAsia="TimesNewRomanPSMT"/>
          <w:b/>
          <w:szCs w:val="24"/>
        </w:rPr>
        <w:t>3.</w:t>
      </w:r>
      <w:r w:rsidRPr="00AC0D1A">
        <w:rPr>
          <w:b/>
        </w:rPr>
        <w:t xml:space="preserve"> </w:t>
      </w:r>
      <w:bookmarkStart w:id="0" w:name="_GoBack"/>
      <w:r w:rsidRPr="00A73218">
        <w:rPr>
          <w:b/>
        </w:rPr>
        <w:t xml:space="preserve">Kodėl būtina priimti sprendimą, kokių pozityvių rezultatų laukiama. </w:t>
      </w:r>
      <w:r w:rsidRPr="00A73218">
        <w:rPr>
          <w:szCs w:val="24"/>
          <w:lang w:eastAsia="lt-LT"/>
        </w:rPr>
        <w:t xml:space="preserve">Patvirtinus sprendimą </w:t>
      </w:r>
      <w:r w:rsidRPr="00A73218">
        <w:t xml:space="preserve">bus įgyvendintos </w:t>
      </w:r>
      <w:r w:rsidRPr="00A73218">
        <w:rPr>
          <w:rFonts w:cs="Arial Unicode MS"/>
          <w:szCs w:val="24"/>
          <w:lang w:eastAsia="lt-LT" w:bidi="lo-LA"/>
        </w:rPr>
        <w:t>Lietuvos Respublikos v</w:t>
      </w:r>
      <w:r w:rsidR="0033398E" w:rsidRPr="00A73218">
        <w:t xml:space="preserve">ietos savivaldos </w:t>
      </w:r>
      <w:r w:rsidRPr="00A73218">
        <w:t>įstatymo</w:t>
      </w:r>
      <w:r w:rsidR="000605C4" w:rsidRPr="00A73218">
        <w:t xml:space="preserve"> </w:t>
      </w:r>
      <w:r w:rsidRPr="00A73218">
        <w:t>nuostatos.</w:t>
      </w:r>
      <w:r w:rsidR="000605C4" w:rsidRPr="00A73218">
        <w:t xml:space="preserve"> </w:t>
      </w:r>
      <w:r w:rsidR="00AC0D1A" w:rsidRPr="00A73218">
        <w:t xml:space="preserve">Savivaldybės tarybos sprendimu bus </w:t>
      </w:r>
      <w:r w:rsidR="0033398E" w:rsidRPr="00A73218">
        <w:t>sudaryti 6 (šeši) komitetai</w:t>
      </w:r>
      <w:r w:rsidR="00AC0D1A" w:rsidRPr="00A73218">
        <w:t>: Ekonomikos, finansų ir biudžeto</w:t>
      </w:r>
      <w:r w:rsidR="004F318A" w:rsidRPr="00A73218">
        <w:t xml:space="preserve"> (5 nariai)</w:t>
      </w:r>
      <w:r w:rsidR="00AC0D1A" w:rsidRPr="00A73218">
        <w:t>; Kaimo reikalų</w:t>
      </w:r>
      <w:r w:rsidR="004F318A" w:rsidRPr="00A73218">
        <w:t xml:space="preserve"> (5 nariai)</w:t>
      </w:r>
      <w:r w:rsidR="00AC0D1A" w:rsidRPr="00A73218">
        <w:t>; Kontrolės; Sveikatos ir socialinės apsaugos</w:t>
      </w:r>
      <w:r w:rsidR="004F318A" w:rsidRPr="00A73218">
        <w:t xml:space="preserve"> (5 nariai)</w:t>
      </w:r>
      <w:r w:rsidR="00AC0D1A" w:rsidRPr="00A73218">
        <w:t>; Švietimo, kultūros ir sporto</w:t>
      </w:r>
      <w:r w:rsidR="004F318A" w:rsidRPr="00A73218">
        <w:t xml:space="preserve"> (5 nariai)</w:t>
      </w:r>
      <w:r w:rsidR="00AC0D1A" w:rsidRPr="00A73218">
        <w:t>; Vietos</w:t>
      </w:r>
      <w:r w:rsidR="00D34777" w:rsidRPr="00A73218">
        <w:t xml:space="preserve"> ūkio ir ekologijos</w:t>
      </w:r>
      <w:r w:rsidR="004F318A" w:rsidRPr="00A73218">
        <w:t xml:space="preserve"> (5 nariai)</w:t>
      </w:r>
      <w:r w:rsidR="0033398E" w:rsidRPr="00A73218">
        <w:t>.</w:t>
      </w:r>
      <w:r w:rsidR="004F318A" w:rsidRPr="00A73218">
        <w:t xml:space="preserve"> </w:t>
      </w:r>
      <w:r w:rsidR="0033398E" w:rsidRPr="00A73218">
        <w:t xml:space="preserve">Taip pat nustatyti Savivaldybės tarybos komitetų </w:t>
      </w:r>
      <w:r w:rsidR="0033398E" w:rsidRPr="00A73218">
        <w:rPr>
          <w:rFonts w:eastAsia="Calibri"/>
          <w:szCs w:val="24"/>
        </w:rPr>
        <w:t xml:space="preserve">išskyrus Kontrolės komiteto </w:t>
      </w:r>
      <w:r w:rsidR="0033398E" w:rsidRPr="00A73218">
        <w:t>įgaliojimai.</w:t>
      </w:r>
    </w:p>
    <w:bookmarkEnd w:id="0"/>
    <w:p w:rsidR="00E8390D" w:rsidRDefault="00E8390D" w:rsidP="00E8390D">
      <w:pPr>
        <w:rPr>
          <w:b/>
        </w:rPr>
      </w:pPr>
      <w:r>
        <w:rPr>
          <w:rFonts w:eastAsia="TimesNewRomanPSMT"/>
          <w:b/>
          <w:szCs w:val="24"/>
        </w:rPr>
        <w:t xml:space="preserve">4. </w:t>
      </w:r>
      <w:r>
        <w:rPr>
          <w:b/>
        </w:rPr>
        <w:t>Lėšų poreikis ir finansavimo šaltiniai</w:t>
      </w:r>
      <w:r w:rsidRPr="00A035DD">
        <w:rPr>
          <w:b/>
        </w:rPr>
        <w:t>.</w:t>
      </w:r>
      <w:r w:rsidR="000605C4">
        <w:rPr>
          <w:b/>
        </w:rPr>
        <w:t xml:space="preserve"> </w:t>
      </w:r>
      <w:r w:rsidR="00AC0D1A">
        <w:rPr>
          <w:b/>
        </w:rPr>
        <w:t>-</w:t>
      </w:r>
    </w:p>
    <w:p w:rsidR="00E8390D" w:rsidRPr="009D7522" w:rsidRDefault="00E8390D" w:rsidP="00E8390D">
      <w:pPr>
        <w:autoSpaceDE w:val="0"/>
        <w:autoSpaceDN w:val="0"/>
        <w:adjustRightInd w:val="0"/>
      </w:pPr>
      <w:r>
        <w:rPr>
          <w:b/>
        </w:rPr>
        <w:t xml:space="preserve">5. Pateikti </w:t>
      </w:r>
      <w:r w:rsidRPr="00650E8C">
        <w:rPr>
          <w:rFonts w:eastAsia="TimesNewRomanPSMT"/>
          <w:b/>
          <w:szCs w:val="24"/>
        </w:rPr>
        <w:t>kitus sprendimui priimti reikalingus pagrindimus, skaičiavimus ar paaiškinimus.</w:t>
      </w:r>
      <w:r w:rsidR="000605C4">
        <w:rPr>
          <w:rFonts w:eastAsia="TimesNewRomanPSMT"/>
          <w:b/>
          <w:szCs w:val="24"/>
        </w:rPr>
        <w:t xml:space="preserve"> </w:t>
      </w:r>
      <w:r w:rsidRPr="009D7522">
        <w:t>Nėra.</w:t>
      </w:r>
    </w:p>
    <w:p w:rsidR="00E8390D" w:rsidRPr="009D7522" w:rsidRDefault="00E8390D" w:rsidP="00E8390D">
      <w:pPr>
        <w:autoSpaceDE w:val="0"/>
        <w:autoSpaceDN w:val="0"/>
        <w:adjustRightInd w:val="0"/>
      </w:pPr>
      <w:r>
        <w:rPr>
          <w:b/>
        </w:rPr>
        <w:t xml:space="preserve">6. Pateikti </w:t>
      </w:r>
      <w:r w:rsidRPr="00650E8C">
        <w:rPr>
          <w:rFonts w:eastAsia="TimesNewRomanPSMT"/>
          <w:b/>
          <w:szCs w:val="24"/>
        </w:rPr>
        <w:t>sprendimo projekto lyginamąjį variantą, jeigu teikiamas sprendimo pakeitimo projektas.</w:t>
      </w:r>
      <w:r w:rsidR="000605C4">
        <w:rPr>
          <w:rFonts w:eastAsia="TimesNewRomanPSMT"/>
          <w:b/>
          <w:szCs w:val="24"/>
        </w:rPr>
        <w:t xml:space="preserve"> </w:t>
      </w:r>
      <w:r w:rsidRPr="009D7522">
        <w:t>Nėra.</w:t>
      </w:r>
    </w:p>
    <w:p w:rsidR="00E8390D" w:rsidRPr="00650E8C" w:rsidRDefault="00E8390D" w:rsidP="00E8390D">
      <w:pPr>
        <w:autoSpaceDE w:val="0"/>
        <w:autoSpaceDN w:val="0"/>
        <w:adjustRightInd w:val="0"/>
        <w:rPr>
          <w:b/>
        </w:rPr>
      </w:pPr>
      <w:r>
        <w:rPr>
          <w:rFonts w:eastAsia="TimesNewRomanPSMT"/>
          <w:b/>
          <w:szCs w:val="24"/>
        </w:rPr>
        <w:t xml:space="preserve">7. </w:t>
      </w:r>
      <w:r>
        <w:rPr>
          <w:b/>
          <w:color w:val="000000"/>
          <w:szCs w:val="24"/>
        </w:rPr>
        <w:t xml:space="preserve">Sprendimo projekto antikorupcinis vertinimas. </w:t>
      </w:r>
      <w:r w:rsidRPr="00242266">
        <w:rPr>
          <w:szCs w:val="24"/>
        </w:rPr>
        <w:t>Korupcijos pasireiškimo tikimybės nėra. Vertinimas neatliekamas.</w:t>
      </w:r>
    </w:p>
    <w:p w:rsidR="00E8390D" w:rsidRPr="004D2198" w:rsidRDefault="00E8390D" w:rsidP="00E8390D">
      <w:pPr>
        <w:tabs>
          <w:tab w:val="left" w:pos="720"/>
        </w:tabs>
      </w:pPr>
      <w:r>
        <w:rPr>
          <w:b/>
        </w:rPr>
        <w:t xml:space="preserve">8. </w:t>
      </w:r>
      <w:r w:rsidRPr="00727738">
        <w:rPr>
          <w:b/>
        </w:rPr>
        <w:t>N</w:t>
      </w:r>
      <w:r w:rsidRPr="00A035DD">
        <w:rPr>
          <w:b/>
        </w:rPr>
        <w:t>urodyti, kieno iniciatyva sprendimo projektas yra parengtas</w:t>
      </w:r>
      <w:r>
        <w:rPr>
          <w:b/>
        </w:rPr>
        <w:t xml:space="preserve">. </w:t>
      </w:r>
      <w:r w:rsidRPr="004D2198">
        <w:t>Savivaldybės mero iniciatyva.</w:t>
      </w:r>
    </w:p>
    <w:p w:rsidR="00E8390D" w:rsidRPr="004D2198" w:rsidRDefault="00E8390D" w:rsidP="00E8390D">
      <w:pPr>
        <w:tabs>
          <w:tab w:val="left" w:pos="720"/>
        </w:tabs>
      </w:pPr>
      <w:r>
        <w:rPr>
          <w:b/>
        </w:rPr>
        <w:t xml:space="preserve">9. </w:t>
      </w:r>
      <w:r w:rsidRPr="00A035DD">
        <w:rPr>
          <w:b/>
        </w:rPr>
        <w:t>Nurodyti, kuri sprendimo projekto ar prided</w:t>
      </w:r>
      <w:r w:rsidRPr="00727738">
        <w:rPr>
          <w:b/>
        </w:rPr>
        <w:t>amos medžiagos dalis</w:t>
      </w:r>
      <w:r w:rsidR="000605C4">
        <w:rPr>
          <w:b/>
        </w:rPr>
        <w:t xml:space="preserve"> </w:t>
      </w:r>
      <w:r w:rsidRPr="00727738">
        <w:rPr>
          <w:b/>
        </w:rPr>
        <w:t>(remiantis</w:t>
      </w:r>
      <w:r w:rsidR="000605C4">
        <w:rPr>
          <w:b/>
        </w:rPr>
        <w:t xml:space="preserve"> </w:t>
      </w:r>
      <w:r w:rsidRPr="00A035DD">
        <w:rPr>
          <w:b/>
        </w:rPr>
        <w:t>teisės</w:t>
      </w:r>
      <w:r w:rsidR="000605C4">
        <w:rPr>
          <w:b/>
        </w:rPr>
        <w:t xml:space="preserve"> </w:t>
      </w:r>
      <w:r w:rsidRPr="00A035DD">
        <w:rPr>
          <w:b/>
        </w:rPr>
        <w:t>aktais) yra neskelbtina.</w:t>
      </w:r>
      <w:r w:rsidR="000605C4">
        <w:rPr>
          <w:b/>
        </w:rPr>
        <w:t xml:space="preserve"> </w:t>
      </w:r>
      <w:r w:rsidRPr="004D2198">
        <w:t>Nėra.</w:t>
      </w:r>
    </w:p>
    <w:p w:rsidR="00E8390D" w:rsidRDefault="00E8390D" w:rsidP="00E8390D">
      <w:pPr>
        <w:tabs>
          <w:tab w:val="left" w:pos="720"/>
        </w:tabs>
        <w:rPr>
          <w:shd w:val="clear" w:color="auto" w:fill="FFFFFF"/>
        </w:rPr>
      </w:pPr>
      <w:r>
        <w:rPr>
          <w:b/>
        </w:rPr>
        <w:t xml:space="preserve">10. Kam (institucijoms, skyriams, organizacijoms ir t. t.) patvirtintas sprendimas turi būti išsiųstas. </w:t>
      </w:r>
      <w:r w:rsidRPr="004D2198">
        <w:t xml:space="preserve">Sprendimas bus viešinamas </w:t>
      </w:r>
      <w:r>
        <w:t>S</w:t>
      </w:r>
      <w:r w:rsidRPr="001E03E8">
        <w:rPr>
          <w:shd w:val="clear" w:color="auto" w:fill="FFFFFF"/>
        </w:rPr>
        <w:t xml:space="preserve">avivaldybės interneto svetainėje </w:t>
      </w:r>
      <w:hyperlink r:id="rId9" w:history="1">
        <w:r w:rsidRPr="00E74222">
          <w:rPr>
            <w:rStyle w:val="Hipersaitas"/>
            <w:shd w:val="clear" w:color="auto" w:fill="FFFFFF"/>
          </w:rPr>
          <w:t>www.plunge.lt</w:t>
        </w:r>
      </w:hyperlink>
      <w:r>
        <w:rPr>
          <w:shd w:val="clear" w:color="auto" w:fill="FFFFFF"/>
        </w:rPr>
        <w:t xml:space="preserve">. </w:t>
      </w:r>
    </w:p>
    <w:p w:rsidR="00E8390D" w:rsidRDefault="00E8390D" w:rsidP="00E8390D">
      <w:pPr>
        <w:rPr>
          <w:b/>
        </w:rPr>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Nėra.</w:t>
      </w:r>
    </w:p>
    <w:p w:rsidR="00E8390D" w:rsidRPr="006B0A1C" w:rsidRDefault="00E8390D" w:rsidP="00E8390D">
      <w:pPr>
        <w:rPr>
          <w:b/>
        </w:rPr>
      </w:pPr>
      <w:r w:rsidRPr="00684DCC">
        <w:rPr>
          <w:b/>
        </w:rPr>
        <w:t>12.</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8390D" w:rsidRPr="007D4B69" w:rsidTr="00C0041E">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E8390D" w:rsidRPr="007D4B69" w:rsidRDefault="00E8390D" w:rsidP="00C0041E">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E8390D" w:rsidRPr="007D4B69" w:rsidRDefault="00E8390D" w:rsidP="00C0041E">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E8390D" w:rsidRPr="007D4B69" w:rsidTr="00C0041E">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E8390D" w:rsidRPr="007D4B69" w:rsidRDefault="00E8390D" w:rsidP="00C0041E">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E8390D" w:rsidRPr="007D4B69" w:rsidRDefault="00E8390D" w:rsidP="00C0041E">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E8390D" w:rsidRPr="007D4B69" w:rsidRDefault="00E8390D" w:rsidP="00C0041E">
            <w:pPr>
              <w:widowControl w:val="0"/>
              <w:ind w:firstLine="0"/>
              <w:rPr>
                <w:rFonts w:eastAsia="Lucida Sans Unicode"/>
                <w:b/>
                <w:kern w:val="1"/>
                <w:lang w:bidi="lo-LA"/>
              </w:rPr>
            </w:pPr>
            <w:r w:rsidRPr="007D4B69">
              <w:rPr>
                <w:rFonts w:eastAsia="Lucida Sans Unicode"/>
                <w:b/>
                <w:kern w:val="1"/>
              </w:rPr>
              <w:t>Neigiamas poveikis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rPr>
                <w:rFonts w:eastAsia="Lucida Sans Unicode"/>
                <w:i/>
                <w:kern w:val="1"/>
                <w:lang w:bidi="lo-LA"/>
              </w:rPr>
            </w:pPr>
            <w:r w:rsidRPr="007D4B69">
              <w:rPr>
                <w:rFonts w:eastAsia="Lucida Sans Unicode"/>
                <w:i/>
                <w:kern w:val="1"/>
              </w:rPr>
              <w:lastRenderedPageBreak/>
              <w:t>Socialinei aplinkai</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ind w:firstLine="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E37D32">
            <w:pPr>
              <w:ind w:firstLine="0"/>
              <w:jc w:val="center"/>
              <w:rPr>
                <w:rFonts w:eastAsia="Lucida Sans Unicode"/>
                <w:i/>
                <w:kern w:val="2"/>
                <w:szCs w:val="24"/>
                <w:lang w:bidi="lo-LA"/>
              </w:rPr>
            </w:pPr>
            <w:r>
              <w:rPr>
                <w:i/>
              </w:rPr>
              <w:t>Bus į</w:t>
            </w:r>
            <w:r w:rsidRPr="00586817">
              <w:rPr>
                <w:i/>
              </w:rPr>
              <w:t xml:space="preserve">gyvendinamos </w:t>
            </w:r>
            <w:r w:rsidR="00E37D32">
              <w:rPr>
                <w:i/>
              </w:rPr>
              <w:t>LR v</w:t>
            </w:r>
            <w:r w:rsidRPr="00586817">
              <w:rPr>
                <w:i/>
                <w:color w:val="000000"/>
              </w:rPr>
              <w:t>ietos savivaldos įstatymo</w:t>
            </w:r>
            <w:r w:rsidRPr="00586817">
              <w:rPr>
                <w:i/>
              </w:rPr>
              <w:t xml:space="preserve"> nuostatos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0"/>
              <w:jc w:val="center"/>
              <w:rPr>
                <w:rFonts w:eastAsia="Lucida Sans Unicode"/>
                <w:i/>
                <w:kern w:val="2"/>
                <w:szCs w:val="24"/>
                <w:lang w:bidi="lo-LA"/>
              </w:rPr>
            </w:pPr>
            <w:r w:rsidRPr="00843885">
              <w:rPr>
                <w:rFonts w:eastAsia="Lucida Sans Unicode"/>
                <w:i/>
                <w:kern w:val="2"/>
                <w:sz w:val="22"/>
                <w:szCs w:val="22"/>
                <w:lang w:bidi="lo-LA"/>
              </w:rPr>
              <w:t>Atitiks teisės aktų nuostatas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ind w:firstLine="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0"/>
              <w:jc w:val="center"/>
              <w:rPr>
                <w:rFonts w:eastAsia="Lucida Sans Unicode"/>
                <w:i/>
                <w:kern w:val="2"/>
                <w:szCs w:val="24"/>
                <w:lang w:bidi="lo-LA"/>
              </w:rPr>
            </w:pPr>
            <w:r w:rsidRPr="00395D53">
              <w:rPr>
                <w:rFonts w:eastAsia="Lucida Sans Unicode"/>
                <w:i/>
                <w:kern w:val="2"/>
                <w:szCs w:val="24"/>
                <w:lang w:eastAsia="ar-SA" w:bidi="lo-LA"/>
              </w:rPr>
              <w:t>Korupcijai įtakos neturės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r w:rsidR="00E8390D" w:rsidRPr="007D4B69" w:rsidTr="00C0041E">
        <w:tc>
          <w:tcPr>
            <w:tcW w:w="3118" w:type="dxa"/>
            <w:tcBorders>
              <w:top w:val="single" w:sz="4" w:space="0" w:color="000000"/>
              <w:left w:val="single" w:sz="4" w:space="0" w:color="000000"/>
              <w:bottom w:val="single" w:sz="4" w:space="0" w:color="000000"/>
              <w:right w:val="single" w:sz="4" w:space="0" w:color="000000"/>
            </w:tcBorders>
          </w:tcPr>
          <w:p w:rsidR="00E8390D" w:rsidRPr="007D4B69" w:rsidRDefault="00E8390D" w:rsidP="00C0041E">
            <w:pPr>
              <w:widowControl w:val="0"/>
              <w:ind w:firstLine="0"/>
              <w:jc w:val="center"/>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jc w:val="center"/>
              <w:rPr>
                <w:rFonts w:eastAsia="Lucida Sans Unicode"/>
                <w:i/>
                <w:kern w:val="2"/>
                <w:szCs w:val="24"/>
                <w:lang w:bidi="lo-LA"/>
              </w:rPr>
            </w:pPr>
            <w:r w:rsidRPr="00395D53">
              <w:rPr>
                <w:rFonts w:eastAsia="Lucida Sans Unicode"/>
                <w:i/>
                <w:kern w:val="2"/>
                <w:szCs w:val="24"/>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rsidR="00E8390D" w:rsidRPr="00395D53" w:rsidRDefault="00E8390D" w:rsidP="00C0041E">
            <w:pPr>
              <w:ind w:firstLine="709"/>
              <w:jc w:val="center"/>
              <w:rPr>
                <w:rFonts w:eastAsia="Lucida Sans Unicode"/>
                <w:i/>
                <w:kern w:val="2"/>
                <w:szCs w:val="24"/>
                <w:lang w:bidi="lo-LA"/>
              </w:rPr>
            </w:pPr>
            <w:r w:rsidRPr="00395D53">
              <w:rPr>
                <w:rFonts w:eastAsia="Lucida Sans Unicode"/>
                <w:i/>
                <w:kern w:val="2"/>
                <w:szCs w:val="24"/>
                <w:lang w:bidi="lo-LA"/>
              </w:rPr>
              <w:t>Nenumatomas</w:t>
            </w:r>
          </w:p>
        </w:tc>
      </w:tr>
    </w:tbl>
    <w:p w:rsidR="00E8390D" w:rsidRDefault="00E8390D" w:rsidP="00E8390D">
      <w:pPr>
        <w:widowControl w:val="0"/>
        <w:rPr>
          <w:rFonts w:eastAsia="Lucida Sans Unicode"/>
          <w:kern w:val="1"/>
          <w:lang w:bidi="lo-LA"/>
        </w:rPr>
      </w:pPr>
    </w:p>
    <w:p w:rsidR="00E8390D" w:rsidRDefault="00E8390D" w:rsidP="00E8390D">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E8390D" w:rsidRDefault="00E8390D" w:rsidP="00E8390D">
      <w:pPr>
        <w:widowControl w:val="0"/>
        <w:rPr>
          <w:rFonts w:eastAsia="Lucida Sans Unicode"/>
          <w:kern w:val="2"/>
        </w:rPr>
      </w:pPr>
    </w:p>
    <w:p w:rsidR="00E8390D" w:rsidRDefault="00E8390D" w:rsidP="00E8390D">
      <w:pPr>
        <w:widowControl w:val="0"/>
        <w:rPr>
          <w:rFonts w:eastAsia="Lucida Sans Unicode"/>
          <w:kern w:val="2"/>
        </w:rPr>
      </w:pPr>
    </w:p>
    <w:p w:rsidR="00E8390D" w:rsidRPr="004D13B4" w:rsidRDefault="00E8390D" w:rsidP="00E8390D">
      <w:pPr>
        <w:widowControl w:val="0"/>
        <w:ind w:firstLine="0"/>
        <w:rPr>
          <w:rFonts w:eastAsia="Lucida Sans Unicode"/>
          <w:kern w:val="2"/>
          <w:lang w:eastAsia="ar-SA"/>
        </w:rPr>
      </w:pPr>
      <w:r>
        <w:rPr>
          <w:rFonts w:eastAsia="Lucida Sans Unicode"/>
          <w:kern w:val="2"/>
        </w:rPr>
        <w:t xml:space="preserve">Rengėja </w:t>
      </w:r>
      <w:r w:rsidRPr="00CF50D2">
        <w:rPr>
          <w:rFonts w:eastAsia="Lucida Sans Unicode" w:cs="Tahoma"/>
          <w:bCs/>
        </w:rPr>
        <w:t xml:space="preserve">Protokolo skyriaus vedėja                                                   Jovita Šumskienė    </w:t>
      </w:r>
    </w:p>
    <w:p w:rsidR="00E8390D" w:rsidRDefault="00E8390D" w:rsidP="00E8390D">
      <w:pPr>
        <w:widowControl w:val="0"/>
      </w:pPr>
    </w:p>
    <w:p w:rsidR="00E8390D" w:rsidRDefault="00E8390D" w:rsidP="00E8390D">
      <w:pPr>
        <w:ind w:firstLine="0"/>
      </w:pPr>
    </w:p>
    <w:p w:rsidR="00E8390D" w:rsidRDefault="00E8390D" w:rsidP="00E8390D">
      <w:pPr>
        <w:ind w:firstLine="0"/>
      </w:pPr>
    </w:p>
    <w:p w:rsidR="001068A6" w:rsidRDefault="001068A6" w:rsidP="000E7A47">
      <w:pPr>
        <w:tabs>
          <w:tab w:val="left" w:pos="255"/>
        </w:tabs>
        <w:ind w:firstLine="0"/>
      </w:pPr>
    </w:p>
    <w:sectPr w:rsidR="001068A6" w:rsidSect="008B2B5B">
      <w:footerReference w:type="default" r:id="rId10"/>
      <w:pgSz w:w="11906" w:h="16838"/>
      <w:pgMar w:top="1134" w:right="567" w:bottom="851"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B5C" w:rsidRDefault="00877B5C">
      <w:r>
        <w:separator/>
      </w:r>
    </w:p>
  </w:endnote>
  <w:endnote w:type="continuationSeparator" w:id="0">
    <w:p w:rsidR="00877B5C" w:rsidRDefault="00877B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00002FF" w:usb1="4000ACFF" w:usb2="00000001" w:usb3="00000000" w:csb0="0000019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HG Mincho Light J">
    <w:charset w:val="00"/>
    <w:family w:val="auto"/>
    <w:pitch w:val="variable"/>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10C8" w:rsidRDefault="009210C8">
    <w:pPr>
      <w:pStyle w:val="Porat"/>
      <w:tabs>
        <w:tab w:val="clear" w:pos="4819"/>
      </w:tabs>
      <w:jc w:val="right"/>
      <w:rPr>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B5C" w:rsidRDefault="00877B5C">
      <w:r>
        <w:separator/>
      </w:r>
    </w:p>
  </w:footnote>
  <w:footnote w:type="continuationSeparator" w:id="0">
    <w:p w:rsidR="00877B5C" w:rsidRDefault="00877B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A1006"/>
    <w:multiLevelType w:val="multilevel"/>
    <w:tmpl w:val="F182AE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E17798"/>
    <w:multiLevelType w:val="multilevel"/>
    <w:tmpl w:val="C7EC231A"/>
    <w:lvl w:ilvl="0">
      <w:start w:val="1"/>
      <w:numFmt w:val="decimal"/>
      <w:lvlText w:val="%1."/>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
    <w:nsid w:val="08C23D45"/>
    <w:multiLevelType w:val="multilevel"/>
    <w:tmpl w:val="9250B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F35E03"/>
    <w:multiLevelType w:val="multilevel"/>
    <w:tmpl w:val="A3A2FF1A"/>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25FF5E1D"/>
    <w:multiLevelType w:val="multilevel"/>
    <w:tmpl w:val="6E10C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A3B509E"/>
    <w:multiLevelType w:val="multilevel"/>
    <w:tmpl w:val="E2B26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C902823"/>
    <w:multiLevelType w:val="hybridMultilevel"/>
    <w:tmpl w:val="E5A8FED8"/>
    <w:lvl w:ilvl="0" w:tplc="283E17B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nsid w:val="44664800"/>
    <w:multiLevelType w:val="multilevel"/>
    <w:tmpl w:val="B706E0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nsid w:val="4AED253E"/>
    <w:multiLevelType w:val="multilevel"/>
    <w:tmpl w:val="EB3287E4"/>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4B4F65A9"/>
    <w:multiLevelType w:val="multilevel"/>
    <w:tmpl w:val="7C704D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4CB507E0"/>
    <w:multiLevelType w:val="multilevel"/>
    <w:tmpl w:val="D6283988"/>
    <w:lvl w:ilvl="0">
      <w:start w:val="1"/>
      <w:numFmt w:val="decimal"/>
      <w:lvlText w:val="%1."/>
      <w:lvlJc w:val="left"/>
      <w:pPr>
        <w:tabs>
          <w:tab w:val="num" w:pos="1080"/>
        </w:tabs>
        <w:ind w:left="1080" w:hanging="360"/>
      </w:pPr>
      <w:rPr>
        <w:rFonts w:ascii="Times New Roman" w:eastAsia="Times New Roman" w:hAnsi="Times New Roman" w:cs="Times New Roman"/>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lvlText w:val="%4."/>
      <w:lvlJc w:val="left"/>
      <w:pPr>
        <w:tabs>
          <w:tab w:val="num" w:pos="1080"/>
        </w:tabs>
        <w:ind w:left="1080" w:hanging="360"/>
      </w:p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1">
    <w:nsid w:val="4E00188D"/>
    <w:multiLevelType w:val="multilevel"/>
    <w:tmpl w:val="03505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5137E84"/>
    <w:multiLevelType w:val="multilevel"/>
    <w:tmpl w:val="E7A09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8726259"/>
    <w:multiLevelType w:val="multilevel"/>
    <w:tmpl w:val="8DBAAF9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nsid w:val="5C4D48FB"/>
    <w:multiLevelType w:val="multilevel"/>
    <w:tmpl w:val="37FE9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5BA4E35"/>
    <w:multiLevelType w:val="hybridMultilevel"/>
    <w:tmpl w:val="28BE7BF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nsid w:val="71495BB4"/>
    <w:multiLevelType w:val="multilevel"/>
    <w:tmpl w:val="AD702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3"/>
  </w:num>
  <w:num w:numId="4">
    <w:abstractNumId w:val="12"/>
  </w:num>
  <w:num w:numId="5">
    <w:abstractNumId w:val="4"/>
  </w:num>
  <w:num w:numId="6">
    <w:abstractNumId w:val="13"/>
  </w:num>
  <w:num w:numId="7">
    <w:abstractNumId w:val="2"/>
  </w:num>
  <w:num w:numId="8">
    <w:abstractNumId w:val="16"/>
  </w:num>
  <w:num w:numId="9">
    <w:abstractNumId w:val="1"/>
  </w:num>
  <w:num w:numId="10">
    <w:abstractNumId w:val="6"/>
  </w:num>
  <w:num w:numId="11">
    <w:abstractNumId w:val="0"/>
  </w:num>
  <w:num w:numId="12">
    <w:abstractNumId w:val="5"/>
  </w:num>
  <w:num w:numId="13">
    <w:abstractNumId w:val="14"/>
  </w:num>
  <w:num w:numId="14">
    <w:abstractNumId w:val="11"/>
  </w:num>
  <w:num w:numId="15">
    <w:abstractNumId w:val="7"/>
  </w:num>
  <w:num w:numId="16">
    <w:abstractNumId w:val="9"/>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E95"/>
    <w:rsid w:val="000214E5"/>
    <w:rsid w:val="00056322"/>
    <w:rsid w:val="000605C4"/>
    <w:rsid w:val="00063EAA"/>
    <w:rsid w:val="000A5D81"/>
    <w:rsid w:val="000C199F"/>
    <w:rsid w:val="000E7A47"/>
    <w:rsid w:val="001068A6"/>
    <w:rsid w:val="00114B96"/>
    <w:rsid w:val="00126B58"/>
    <w:rsid w:val="00133859"/>
    <w:rsid w:val="00191195"/>
    <w:rsid w:val="001B62A4"/>
    <w:rsid w:val="001E4CC2"/>
    <w:rsid w:val="002124B4"/>
    <w:rsid w:val="00245B4F"/>
    <w:rsid w:val="0026638B"/>
    <w:rsid w:val="00271D43"/>
    <w:rsid w:val="00286E5A"/>
    <w:rsid w:val="0029663C"/>
    <w:rsid w:val="002A7783"/>
    <w:rsid w:val="002B77CE"/>
    <w:rsid w:val="00302A2F"/>
    <w:rsid w:val="0031286D"/>
    <w:rsid w:val="0033398E"/>
    <w:rsid w:val="00335CC7"/>
    <w:rsid w:val="0034434F"/>
    <w:rsid w:val="0035791A"/>
    <w:rsid w:val="003664E4"/>
    <w:rsid w:val="003A7A41"/>
    <w:rsid w:val="003D21DA"/>
    <w:rsid w:val="003D7820"/>
    <w:rsid w:val="003F361F"/>
    <w:rsid w:val="00467B36"/>
    <w:rsid w:val="00486D11"/>
    <w:rsid w:val="004B18BC"/>
    <w:rsid w:val="004F318A"/>
    <w:rsid w:val="004F4B7A"/>
    <w:rsid w:val="005034B7"/>
    <w:rsid w:val="00504C1F"/>
    <w:rsid w:val="00533B54"/>
    <w:rsid w:val="005805C1"/>
    <w:rsid w:val="00602D9F"/>
    <w:rsid w:val="00606297"/>
    <w:rsid w:val="00635339"/>
    <w:rsid w:val="00650D6E"/>
    <w:rsid w:val="00664E57"/>
    <w:rsid w:val="00666680"/>
    <w:rsid w:val="0067179E"/>
    <w:rsid w:val="006D5346"/>
    <w:rsid w:val="006F6651"/>
    <w:rsid w:val="0073203E"/>
    <w:rsid w:val="00756DC9"/>
    <w:rsid w:val="007A6374"/>
    <w:rsid w:val="007B575D"/>
    <w:rsid w:val="007C090E"/>
    <w:rsid w:val="007D7AD7"/>
    <w:rsid w:val="007E2055"/>
    <w:rsid w:val="007E6580"/>
    <w:rsid w:val="007E6C01"/>
    <w:rsid w:val="007F0324"/>
    <w:rsid w:val="00804223"/>
    <w:rsid w:val="00805EB0"/>
    <w:rsid w:val="008319CF"/>
    <w:rsid w:val="00845B6D"/>
    <w:rsid w:val="00847FC5"/>
    <w:rsid w:val="00877B5C"/>
    <w:rsid w:val="00881332"/>
    <w:rsid w:val="008B2B5B"/>
    <w:rsid w:val="009210C1"/>
    <w:rsid w:val="009210C8"/>
    <w:rsid w:val="009545F0"/>
    <w:rsid w:val="00982001"/>
    <w:rsid w:val="009B0712"/>
    <w:rsid w:val="009D2925"/>
    <w:rsid w:val="00A173BF"/>
    <w:rsid w:val="00A26E6A"/>
    <w:rsid w:val="00A27C49"/>
    <w:rsid w:val="00A34546"/>
    <w:rsid w:val="00A41A71"/>
    <w:rsid w:val="00A4610A"/>
    <w:rsid w:val="00A54E9B"/>
    <w:rsid w:val="00A73218"/>
    <w:rsid w:val="00A75884"/>
    <w:rsid w:val="00A8533D"/>
    <w:rsid w:val="00AC0D1A"/>
    <w:rsid w:val="00AF289D"/>
    <w:rsid w:val="00B2032D"/>
    <w:rsid w:val="00B94356"/>
    <w:rsid w:val="00B95369"/>
    <w:rsid w:val="00BA03C3"/>
    <w:rsid w:val="00BB729D"/>
    <w:rsid w:val="00C0041E"/>
    <w:rsid w:val="00C20A6A"/>
    <w:rsid w:val="00C40363"/>
    <w:rsid w:val="00C76963"/>
    <w:rsid w:val="00C76E95"/>
    <w:rsid w:val="00CA0456"/>
    <w:rsid w:val="00CC6F08"/>
    <w:rsid w:val="00D1072B"/>
    <w:rsid w:val="00D34777"/>
    <w:rsid w:val="00D51A5D"/>
    <w:rsid w:val="00D8014A"/>
    <w:rsid w:val="00DD0F0E"/>
    <w:rsid w:val="00E37D32"/>
    <w:rsid w:val="00E42037"/>
    <w:rsid w:val="00E42E4C"/>
    <w:rsid w:val="00E506EC"/>
    <w:rsid w:val="00E8390D"/>
    <w:rsid w:val="00ED4AE2"/>
    <w:rsid w:val="00EE49AD"/>
    <w:rsid w:val="00EF5E21"/>
    <w:rsid w:val="00F1115B"/>
    <w:rsid w:val="00F1393B"/>
    <w:rsid w:val="00F32929"/>
    <w:rsid w:val="00F40EB3"/>
    <w:rsid w:val="00F43E81"/>
    <w:rsid w:val="00F52BBA"/>
    <w:rsid w:val="00F57272"/>
    <w:rsid w:val="00FA1076"/>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27C49"/>
    <w:pPr>
      <w:ind w:firstLine="720"/>
      <w:jc w:val="both"/>
    </w:pPr>
    <w:rPr>
      <w:sz w:val="24"/>
      <w:lang w:eastAsia="en-US"/>
    </w:rPr>
  </w:style>
  <w:style w:type="paragraph" w:styleId="Antrat1">
    <w:name w:val="heading 1"/>
    <w:basedOn w:val="prastasis"/>
    <w:next w:val="prastasis"/>
    <w:qFormat/>
    <w:rsid w:val="00A27C49"/>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rsid w:val="00A27C4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A27C49"/>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rsid w:val="00A27C49"/>
    <w:pPr>
      <w:tabs>
        <w:tab w:val="center" w:pos="4819"/>
        <w:tab w:val="right" w:pos="9638"/>
      </w:tabs>
    </w:pPr>
  </w:style>
  <w:style w:type="paragraph" w:styleId="Porat">
    <w:name w:val="footer"/>
    <w:basedOn w:val="prastasis"/>
    <w:semiHidden/>
    <w:rsid w:val="00A27C49"/>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271D43"/>
    <w:pPr>
      <w:spacing w:after="160" w:line="240" w:lineRule="exact"/>
      <w:ind w:firstLine="0"/>
      <w:jc w:val="left"/>
    </w:pPr>
    <w:rPr>
      <w:rFonts w:ascii="Tahoma" w:hAnsi="Tahoma"/>
      <w:sz w:val="20"/>
      <w:lang w:val="en-US"/>
    </w:rPr>
  </w:style>
  <w:style w:type="paragraph" w:styleId="Debesliotekstas">
    <w:name w:val="Balloon Text"/>
    <w:basedOn w:val="prastasis"/>
    <w:semiHidden/>
    <w:rsid w:val="00271D43"/>
    <w:rPr>
      <w:rFonts w:ascii="Tahoma" w:hAnsi="Tahoma" w:cs="Tahoma"/>
      <w:sz w:val="16"/>
      <w:szCs w:val="16"/>
    </w:rPr>
  </w:style>
  <w:style w:type="paragraph" w:styleId="Sraopastraipa">
    <w:name w:val="List Paragraph"/>
    <w:basedOn w:val="prastasis"/>
    <w:uiPriority w:val="34"/>
    <w:qFormat/>
    <w:rsid w:val="00E8390D"/>
    <w:pPr>
      <w:ind w:left="720" w:firstLine="0"/>
      <w:contextualSpacing/>
      <w:jc w:val="left"/>
    </w:pPr>
  </w:style>
  <w:style w:type="character" w:styleId="Hipersaitas">
    <w:name w:val="Hyperlink"/>
    <w:unhideWhenUsed/>
    <w:rsid w:val="00E8390D"/>
    <w:rPr>
      <w:color w:val="0000FF"/>
      <w:u w:val="single"/>
    </w:rPr>
  </w:style>
  <w:style w:type="paragraph" w:styleId="prastasistinklapis">
    <w:name w:val="Normal (Web)"/>
    <w:basedOn w:val="prastasis"/>
    <w:uiPriority w:val="99"/>
    <w:semiHidden/>
    <w:unhideWhenUsed/>
    <w:rsid w:val="00DD0F0E"/>
    <w:pPr>
      <w:spacing w:before="100" w:beforeAutospacing="1" w:after="100" w:afterAutospacing="1"/>
      <w:ind w:firstLine="0"/>
      <w:jc w:val="left"/>
    </w:pPr>
    <w:rPr>
      <w:szCs w:val="24"/>
      <w:lang w:eastAsia="lt-LT"/>
    </w:rPr>
  </w:style>
  <w:style w:type="character" w:styleId="Grietas">
    <w:name w:val="Strong"/>
    <w:uiPriority w:val="22"/>
    <w:qFormat/>
    <w:rsid w:val="00DD0F0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lt-LT" w:eastAsia="lt-L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A27C49"/>
    <w:pPr>
      <w:ind w:firstLine="720"/>
      <w:jc w:val="both"/>
    </w:pPr>
    <w:rPr>
      <w:sz w:val="24"/>
      <w:lang w:eastAsia="en-US"/>
    </w:rPr>
  </w:style>
  <w:style w:type="paragraph" w:styleId="Antrat1">
    <w:name w:val="heading 1"/>
    <w:basedOn w:val="prastasis"/>
    <w:next w:val="prastasis"/>
    <w:qFormat/>
    <w:rsid w:val="00A27C49"/>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qFormat/>
    <w:rsid w:val="00A27C49"/>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semiHidden/>
    <w:rsid w:val="00A27C49"/>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semiHidden/>
    <w:rsid w:val="00A27C49"/>
    <w:pPr>
      <w:tabs>
        <w:tab w:val="center" w:pos="4819"/>
        <w:tab w:val="right" w:pos="9638"/>
      </w:tabs>
    </w:pPr>
  </w:style>
  <w:style w:type="paragraph" w:styleId="Porat">
    <w:name w:val="footer"/>
    <w:basedOn w:val="prastasis"/>
    <w:semiHidden/>
    <w:rsid w:val="00A27C49"/>
    <w:pPr>
      <w:tabs>
        <w:tab w:val="center" w:pos="4819"/>
        <w:tab w:val="right" w:pos="9638"/>
      </w:tabs>
    </w:pPr>
  </w:style>
  <w:style w:type="paragraph" w:customStyle="1" w:styleId="DiagramaDiagramaCharCharDiagramaDiagramaCharCharDiagramaDiagramaCharCharDiagramaDiagramaCharChar">
    <w:name w:val="Diagrama Diagrama Char Char Diagrama Diagrama Char Char Diagrama Diagrama Char Char Diagrama Diagrama Char Char"/>
    <w:basedOn w:val="prastasis"/>
    <w:rsid w:val="00271D43"/>
    <w:pPr>
      <w:spacing w:after="160" w:line="240" w:lineRule="exact"/>
      <w:ind w:firstLine="0"/>
      <w:jc w:val="left"/>
    </w:pPr>
    <w:rPr>
      <w:rFonts w:ascii="Tahoma" w:hAnsi="Tahoma"/>
      <w:sz w:val="20"/>
      <w:lang w:val="en-US"/>
    </w:rPr>
  </w:style>
  <w:style w:type="paragraph" w:styleId="Debesliotekstas">
    <w:name w:val="Balloon Text"/>
    <w:basedOn w:val="prastasis"/>
    <w:semiHidden/>
    <w:rsid w:val="00271D43"/>
    <w:rPr>
      <w:rFonts w:ascii="Tahoma" w:hAnsi="Tahoma" w:cs="Tahoma"/>
      <w:sz w:val="16"/>
      <w:szCs w:val="16"/>
    </w:rPr>
  </w:style>
  <w:style w:type="paragraph" w:styleId="Sraopastraipa">
    <w:name w:val="List Paragraph"/>
    <w:basedOn w:val="prastasis"/>
    <w:uiPriority w:val="34"/>
    <w:qFormat/>
    <w:rsid w:val="00E8390D"/>
    <w:pPr>
      <w:ind w:left="720" w:firstLine="0"/>
      <w:contextualSpacing/>
      <w:jc w:val="left"/>
    </w:pPr>
  </w:style>
  <w:style w:type="character" w:styleId="Hipersaitas">
    <w:name w:val="Hyperlink"/>
    <w:unhideWhenUsed/>
    <w:rsid w:val="00E8390D"/>
    <w:rPr>
      <w:color w:val="0000FF"/>
      <w:u w:val="single"/>
    </w:rPr>
  </w:style>
  <w:style w:type="paragraph" w:styleId="prastasistinklapis">
    <w:name w:val="Normal (Web)"/>
    <w:basedOn w:val="prastasis"/>
    <w:uiPriority w:val="99"/>
    <w:semiHidden/>
    <w:unhideWhenUsed/>
    <w:rsid w:val="00DD0F0E"/>
    <w:pPr>
      <w:spacing w:before="100" w:beforeAutospacing="1" w:after="100" w:afterAutospacing="1"/>
      <w:ind w:firstLine="0"/>
      <w:jc w:val="left"/>
    </w:pPr>
    <w:rPr>
      <w:szCs w:val="24"/>
      <w:lang w:eastAsia="lt-LT"/>
    </w:rPr>
  </w:style>
  <w:style w:type="character" w:styleId="Grietas">
    <w:name w:val="Strong"/>
    <w:uiPriority w:val="22"/>
    <w:qFormat/>
    <w:rsid w:val="00DD0F0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027001">
      <w:bodyDiv w:val="1"/>
      <w:marLeft w:val="0"/>
      <w:marRight w:val="0"/>
      <w:marTop w:val="0"/>
      <w:marBottom w:val="0"/>
      <w:divBdr>
        <w:top w:val="none" w:sz="0" w:space="0" w:color="auto"/>
        <w:left w:val="none" w:sz="0" w:space="0" w:color="auto"/>
        <w:bottom w:val="none" w:sz="0" w:space="0" w:color="auto"/>
        <w:right w:val="none" w:sz="0" w:space="0" w:color="auto"/>
      </w:divBdr>
    </w:div>
    <w:div w:id="209997452">
      <w:bodyDiv w:val="1"/>
      <w:marLeft w:val="0"/>
      <w:marRight w:val="0"/>
      <w:marTop w:val="0"/>
      <w:marBottom w:val="0"/>
      <w:divBdr>
        <w:top w:val="none" w:sz="0" w:space="0" w:color="auto"/>
        <w:left w:val="none" w:sz="0" w:space="0" w:color="auto"/>
        <w:bottom w:val="none" w:sz="0" w:space="0" w:color="auto"/>
        <w:right w:val="none" w:sz="0" w:space="0" w:color="auto"/>
      </w:divBdr>
    </w:div>
    <w:div w:id="643434525">
      <w:bodyDiv w:val="1"/>
      <w:marLeft w:val="0"/>
      <w:marRight w:val="0"/>
      <w:marTop w:val="0"/>
      <w:marBottom w:val="0"/>
      <w:divBdr>
        <w:top w:val="none" w:sz="0" w:space="0" w:color="auto"/>
        <w:left w:val="none" w:sz="0" w:space="0" w:color="auto"/>
        <w:bottom w:val="none" w:sz="0" w:space="0" w:color="auto"/>
        <w:right w:val="none" w:sz="0" w:space="0" w:color="auto"/>
      </w:divBdr>
    </w:div>
    <w:div w:id="1587305767">
      <w:bodyDiv w:val="1"/>
      <w:marLeft w:val="0"/>
      <w:marRight w:val="0"/>
      <w:marTop w:val="0"/>
      <w:marBottom w:val="0"/>
      <w:divBdr>
        <w:top w:val="none" w:sz="0" w:space="0" w:color="auto"/>
        <w:left w:val="none" w:sz="0" w:space="0" w:color="auto"/>
        <w:bottom w:val="none" w:sz="0" w:space="0" w:color="auto"/>
        <w:right w:val="none" w:sz="0" w:space="0" w:color="auto"/>
      </w:divBdr>
    </w:div>
    <w:div w:id="1740901676">
      <w:bodyDiv w:val="1"/>
      <w:marLeft w:val="0"/>
      <w:marRight w:val="0"/>
      <w:marTop w:val="0"/>
      <w:marBottom w:val="0"/>
      <w:divBdr>
        <w:top w:val="none" w:sz="0" w:space="0" w:color="auto"/>
        <w:left w:val="none" w:sz="0" w:space="0" w:color="auto"/>
        <w:bottom w:val="none" w:sz="0" w:space="0" w:color="auto"/>
        <w:right w:val="none" w:sz="0" w:space="0" w:color="auto"/>
      </w:divBdr>
    </w:div>
    <w:div w:id="1791627739">
      <w:bodyDiv w:val="1"/>
      <w:marLeft w:val="0"/>
      <w:marRight w:val="0"/>
      <w:marTop w:val="0"/>
      <w:marBottom w:val="0"/>
      <w:divBdr>
        <w:top w:val="none" w:sz="0" w:space="0" w:color="auto"/>
        <w:left w:val="none" w:sz="0" w:space="0" w:color="auto"/>
        <w:bottom w:val="none" w:sz="0" w:space="0" w:color="auto"/>
        <w:right w:val="none" w:sz="0" w:space="0" w:color="auto"/>
      </w:divBdr>
    </w:div>
    <w:div w:id="1797290637">
      <w:bodyDiv w:val="1"/>
      <w:marLeft w:val="0"/>
      <w:marRight w:val="0"/>
      <w:marTop w:val="0"/>
      <w:marBottom w:val="0"/>
      <w:divBdr>
        <w:top w:val="none" w:sz="0" w:space="0" w:color="auto"/>
        <w:left w:val="none" w:sz="0" w:space="0" w:color="auto"/>
        <w:bottom w:val="none" w:sz="0" w:space="0" w:color="auto"/>
        <w:right w:val="none" w:sz="0" w:space="0" w:color="auto"/>
      </w:divBdr>
    </w:div>
    <w:div w:id="1913006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06609-D165-4E2E-8248-7BBCBCB26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D6DC99C8</Template>
  <TotalTime>41</TotalTime>
  <Pages>7</Pages>
  <Words>11696</Words>
  <Characters>6667</Characters>
  <Application>Microsoft Office Word</Application>
  <DocSecurity>0</DocSecurity>
  <Lines>55</Lines>
  <Paragraphs>36</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18327</CharactersWithSpaces>
  <SharedDoc>false</SharedDoc>
  <HLinks>
    <vt:vector size="6" baseType="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Jovita Šumskienė</cp:lastModifiedBy>
  <cp:revision>14</cp:revision>
  <cp:lastPrinted>2015-04-16T14:04:00Z</cp:lastPrinted>
  <dcterms:created xsi:type="dcterms:W3CDTF">2023-03-29T07:57:00Z</dcterms:created>
  <dcterms:modified xsi:type="dcterms:W3CDTF">2023-04-05T07:21:00Z</dcterms:modified>
</cp:coreProperties>
</file>