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ED72B0" w:rsidP="00387456">
      <w:pPr>
        <w:ind w:firstLine="0"/>
        <w:jc w:val="center"/>
        <w:rPr>
          <w:b/>
          <w:sz w:val="28"/>
        </w:rPr>
      </w:pPr>
      <w:bookmarkStart w:id="0" w:name="tekstas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2" o:spid="_x0000_s1026" type="#_x0000_t75" alt="Herbas" style="position:absolute;left:0;text-align:left;margin-left:218.1pt;margin-top:-24.6pt;width:43.5pt;height:53.25pt;z-index:-1;visibility:visible;mso-wrap-style:square;mso-width-percent:0;mso-height-percent:0;mso-wrap-distance-left:9pt;mso-wrap-distance-top:0;mso-wrap-distance-right:9pt;mso-wrap-distance-bottom:14.2pt;mso-position-horizontal-relative:text;mso-position-vertical-relative:text;mso-width-percent:0;mso-height-percent:0;mso-width-relative:page;mso-height-relative:page" o:allowincell="f">
            <v:imagedata r:id="rId7" o:title="Herbas"/>
            <w10:wrap type="topAndBottom"/>
          </v:shape>
        </w:pict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212F16" w:rsidRPr="001E4CC2" w:rsidRDefault="00212F16" w:rsidP="00387456">
      <w:pPr>
        <w:ind w:firstLine="0"/>
        <w:jc w:val="center"/>
        <w:rPr>
          <w:b/>
        </w:rPr>
      </w:pPr>
    </w:p>
    <w:p w:rsidR="001E4CC2" w:rsidRDefault="001E4CC2" w:rsidP="00387456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87456" w:rsidP="00387456">
      <w:pPr>
        <w:ind w:firstLine="0"/>
        <w:jc w:val="center"/>
        <w:rPr>
          <w:b/>
          <w:sz w:val="28"/>
          <w:szCs w:val="28"/>
        </w:rPr>
      </w:pPr>
      <w:r w:rsidRPr="00101704">
        <w:rPr>
          <w:b/>
          <w:sz w:val="28"/>
          <w:szCs w:val="28"/>
        </w:rPr>
        <w:t>DĖL PLUNGĖS RAJONO SAVIVALDYBĖS MERO POLITINIO (ASMENINIO) PASITIKĖJIMO VALSTYBĖS TARNAUTOJŲ PAREIGYBIŲ SKAIČIAUS NUSTATYMO</w:t>
      </w:r>
    </w:p>
    <w:p w:rsidR="00387456" w:rsidRDefault="00387456" w:rsidP="00387456">
      <w:pPr>
        <w:ind w:firstLine="0"/>
        <w:jc w:val="center"/>
        <w:rPr>
          <w:rStyle w:val="Komentaronuoroda"/>
          <w:b/>
          <w:sz w:val="28"/>
        </w:rPr>
      </w:pPr>
    </w:p>
    <w:p w:rsidR="001E4CC2" w:rsidRDefault="00F42945" w:rsidP="00387456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6D041A">
        <w:rPr>
          <w:rStyle w:val="Komentaronuoroda"/>
          <w:sz w:val="24"/>
          <w:szCs w:val="24"/>
        </w:rPr>
        <w:t xml:space="preserve"> m. balandžio </w:t>
      </w:r>
      <w:r w:rsidR="00685B0B">
        <w:rPr>
          <w:rStyle w:val="Komentaronuoroda"/>
          <w:sz w:val="24"/>
          <w:szCs w:val="24"/>
        </w:rPr>
        <w:t>21</w:t>
      </w:r>
      <w:r w:rsidR="004634E4" w:rsidRPr="004634E4">
        <w:rPr>
          <w:rStyle w:val="Komentaronuoroda"/>
          <w:sz w:val="24"/>
          <w:szCs w:val="24"/>
        </w:rPr>
        <w:t xml:space="preserve"> d. Nr</w:t>
      </w:r>
      <w:r w:rsidR="00212F16">
        <w:rPr>
          <w:rStyle w:val="Komentaronuoroda"/>
          <w:sz w:val="24"/>
          <w:szCs w:val="24"/>
        </w:rPr>
        <w:t>. T1-</w:t>
      </w:r>
      <w:r w:rsidR="00E83AD0">
        <w:rPr>
          <w:rStyle w:val="Komentaronuoroda"/>
          <w:sz w:val="24"/>
          <w:szCs w:val="24"/>
        </w:rPr>
        <w:t>106</w:t>
      </w:r>
    </w:p>
    <w:p w:rsidR="001E4CC2" w:rsidRDefault="001E4CC2" w:rsidP="00387456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634E4" w:rsidRDefault="004634E4" w:rsidP="004634E4">
      <w:pPr>
        <w:ind w:firstLine="737"/>
      </w:pPr>
    </w:p>
    <w:p w:rsidR="00F42945" w:rsidRPr="005202BD" w:rsidRDefault="00387456" w:rsidP="004D13B4">
      <w:r w:rsidRPr="00D338D0">
        <w:t xml:space="preserve">Vadovaudamasi </w:t>
      </w:r>
      <w:r w:rsidR="00F42945">
        <w:rPr>
          <w:rFonts w:cs="Arial Unicode MS"/>
          <w:szCs w:val="24"/>
          <w:lang w:eastAsia="lt-LT" w:bidi="lo-LA"/>
        </w:rPr>
        <w:t xml:space="preserve">Lietuvos Respublikos vietos savivaldos </w:t>
      </w:r>
      <w:r w:rsidR="00B80C9F" w:rsidRPr="00B80C9F">
        <w:rPr>
          <w:rFonts w:cs="Arial Unicode MS"/>
          <w:szCs w:val="24"/>
          <w:lang w:eastAsia="lt-LT" w:bidi="lo-LA"/>
        </w:rPr>
        <w:t>įstatymo</w:t>
      </w:r>
      <w:r w:rsidR="00B80C9F">
        <w:rPr>
          <w:rFonts w:cs="Arial Unicode MS"/>
          <w:color w:val="FF0000"/>
          <w:szCs w:val="24"/>
          <w:lang w:eastAsia="lt-LT" w:bidi="lo-LA"/>
        </w:rPr>
        <w:t xml:space="preserve"> </w:t>
      </w:r>
      <w:r w:rsidR="00F42945">
        <w:rPr>
          <w:szCs w:val="24"/>
        </w:rPr>
        <w:t>15 straipsnio 2 dalies 10 punktu</w:t>
      </w:r>
      <w:r w:rsidR="00D00947">
        <w:rPr>
          <w:szCs w:val="24"/>
        </w:rPr>
        <w:t>,</w:t>
      </w:r>
      <w:r w:rsidR="00DE46AC">
        <w:t xml:space="preserve"> 27 straipsnio 2 dalies 21 punktu</w:t>
      </w:r>
      <w:r w:rsidR="00D85C7A">
        <w:t xml:space="preserve">, </w:t>
      </w:r>
      <w:r w:rsidR="00D00947">
        <w:t xml:space="preserve">32 </w:t>
      </w:r>
      <w:r w:rsidR="00437FC2">
        <w:t>straipsnio 3 dalimi</w:t>
      </w:r>
      <w:r w:rsidR="00D85C7A">
        <w:t xml:space="preserve"> bei </w:t>
      </w:r>
      <w:r w:rsidR="00D85C7A" w:rsidRPr="00144CDC">
        <w:rPr>
          <w:szCs w:val="24"/>
        </w:rPr>
        <w:t>V</w:t>
      </w:r>
      <w:r w:rsidR="00D85C7A">
        <w:rPr>
          <w:bCs/>
        </w:rPr>
        <w:t>iešojo administravimo įstatymo 16 straipsnio 1 dalies 1 punktu,</w:t>
      </w:r>
      <w:r w:rsidR="00F42945" w:rsidRPr="005202BD">
        <w:t xml:space="preserve"> Plungės rajono savivaldybės taryba n u s p r e n d ž i a:</w:t>
      </w:r>
    </w:p>
    <w:p w:rsidR="00EC5B1C" w:rsidRDefault="00DE46AC" w:rsidP="004D13B4">
      <w:pPr>
        <w:pStyle w:val="Default"/>
        <w:ind w:firstLine="720"/>
        <w:jc w:val="both"/>
        <w:rPr>
          <w:color w:val="FF0000"/>
        </w:rPr>
      </w:pPr>
      <w:r>
        <w:t xml:space="preserve">1. </w:t>
      </w:r>
      <w:r w:rsidR="00EC5B1C" w:rsidRPr="00101704">
        <w:t xml:space="preserve">Nustatyti </w:t>
      </w:r>
      <w:r>
        <w:t xml:space="preserve">Plungės </w:t>
      </w:r>
      <w:r w:rsidRPr="0053540B">
        <w:rPr>
          <w:color w:val="auto"/>
        </w:rPr>
        <w:t>rajono s</w:t>
      </w:r>
      <w:r w:rsidR="00EC5B1C" w:rsidRPr="0053540B">
        <w:rPr>
          <w:color w:val="auto"/>
        </w:rPr>
        <w:t xml:space="preserve">avivaldybės mero politinio (asmeninio) pasitikėjimo valstybės tarnautojų pareigybių skaičių – </w:t>
      </w:r>
      <w:r w:rsidR="00312B1A" w:rsidRPr="0053540B">
        <w:rPr>
          <w:color w:val="auto"/>
        </w:rPr>
        <w:t>6</w:t>
      </w:r>
      <w:r w:rsidR="00EC5B1C" w:rsidRPr="0053540B">
        <w:rPr>
          <w:color w:val="auto"/>
        </w:rPr>
        <w:t>.</w:t>
      </w:r>
    </w:p>
    <w:p w:rsidR="00CB63DC" w:rsidRDefault="0037471F" w:rsidP="004D13B4">
      <w:pPr>
        <w:rPr>
          <w:szCs w:val="24"/>
        </w:rPr>
      </w:pPr>
      <w:r>
        <w:t>2</w:t>
      </w:r>
      <w:r w:rsidR="00DE46AC" w:rsidRPr="00DE46AC">
        <w:t>.</w:t>
      </w:r>
      <w:r w:rsidR="00DE46AC">
        <w:rPr>
          <w:color w:val="FF0000"/>
        </w:rPr>
        <w:t xml:space="preserve"> </w:t>
      </w:r>
      <w:r w:rsidR="00DE46AC" w:rsidRPr="0077744E">
        <w:rPr>
          <w:szCs w:val="24"/>
        </w:rPr>
        <w:t xml:space="preserve">Pripažinti netekusiu galios Plungės </w:t>
      </w:r>
      <w:r w:rsidR="00DE46AC">
        <w:t>rajono savivaldybės tarybos 2019</w:t>
      </w:r>
      <w:r w:rsidR="00DE46AC" w:rsidRPr="0077744E">
        <w:rPr>
          <w:szCs w:val="24"/>
        </w:rPr>
        <w:t xml:space="preserve"> m. </w:t>
      </w:r>
      <w:r w:rsidR="00DE46AC">
        <w:t>balandžio 11 d. sprendimą Nr. T1-</w:t>
      </w:r>
      <w:r w:rsidR="00DE46AC" w:rsidRPr="0077744E">
        <w:rPr>
          <w:szCs w:val="24"/>
        </w:rPr>
        <w:t>68 „</w:t>
      </w:r>
      <w:r w:rsidR="00DE46AC">
        <w:rPr>
          <w:szCs w:val="24"/>
        </w:rPr>
        <w:t>Dėl P</w:t>
      </w:r>
      <w:r w:rsidR="00DE46AC" w:rsidRPr="00DE46AC">
        <w:rPr>
          <w:szCs w:val="24"/>
        </w:rPr>
        <w:t>lungės rajono savivaldybės mero politinio (asmeninio) pasitikėjimo valstybės tarnautojų pareigybių skaičiaus nustatymo</w:t>
      </w:r>
      <w:r w:rsidR="00CB63DC">
        <w:rPr>
          <w:szCs w:val="24"/>
        </w:rPr>
        <w:t>“.</w:t>
      </w:r>
    </w:p>
    <w:p w:rsidR="0053540B" w:rsidRPr="00FF7F16" w:rsidRDefault="0053540B" w:rsidP="0053540B">
      <w:pPr>
        <w:rPr>
          <w:bCs/>
          <w:iCs/>
          <w:szCs w:val="24"/>
        </w:rPr>
      </w:pPr>
      <w:r>
        <w:rPr>
          <w:szCs w:val="24"/>
        </w:rPr>
        <w:t xml:space="preserve">3. </w:t>
      </w:r>
      <w:r w:rsidRPr="0077744E">
        <w:rPr>
          <w:szCs w:val="24"/>
        </w:rPr>
        <w:t xml:space="preserve">Pripažinti netekusiu galios Plungės </w:t>
      </w:r>
      <w:r>
        <w:t>rajono savivaldybės tarybos 2023</w:t>
      </w:r>
      <w:r w:rsidRPr="0077744E">
        <w:rPr>
          <w:szCs w:val="24"/>
        </w:rPr>
        <w:t xml:space="preserve"> m. </w:t>
      </w:r>
      <w:r>
        <w:t>balandžio 11 d. sprendimą Nr. T1-</w:t>
      </w:r>
      <w:r>
        <w:rPr>
          <w:szCs w:val="24"/>
        </w:rPr>
        <w:t>99 „</w:t>
      </w:r>
      <w:r w:rsidRPr="00FF7F16">
        <w:rPr>
          <w:bCs/>
          <w:iCs/>
          <w:szCs w:val="24"/>
        </w:rPr>
        <w:t>Dėl Plungės rajono savivaldybės mero politinio (asmeninio) pasitikėjimo valstybės tarnautojų pareigybių skaičiaus nustatymo</w:t>
      </w:r>
      <w:r>
        <w:rPr>
          <w:bCs/>
          <w:iCs/>
          <w:szCs w:val="24"/>
        </w:rPr>
        <w:t>“</w:t>
      </w:r>
      <w:r w:rsidRPr="00FF7F16">
        <w:rPr>
          <w:bCs/>
          <w:iCs/>
          <w:szCs w:val="24"/>
        </w:rPr>
        <w:t xml:space="preserve">. </w:t>
      </w:r>
    </w:p>
    <w:p w:rsidR="00DE46AC" w:rsidRPr="0070030E" w:rsidRDefault="00DE46AC" w:rsidP="004D13B4">
      <w:pPr>
        <w:rPr>
          <w:rFonts w:eastAsia="Calibri"/>
        </w:rPr>
      </w:pPr>
      <w:r w:rsidRPr="0070030E">
        <w:rPr>
          <w:rFonts w:eastAsia="Calibri"/>
        </w:rPr>
        <w:t xml:space="preserve">Šis sprendimas Lietuvos Respublikos administracinių bylų teisenos įstatymo nustatyta tvarka per vieną mėnesį nuo paskelbimo ar įteikimo suinteresuotai šaliai dienos gali būti skundžiamas Regionų apygardos administracinio teismo </w:t>
      </w:r>
      <w:r>
        <w:rPr>
          <w:rFonts w:eastAsia="Calibri"/>
        </w:rPr>
        <w:t>Klaipėdos</w:t>
      </w:r>
      <w:r w:rsidRPr="0070030E">
        <w:rPr>
          <w:rFonts w:eastAsia="Calibri"/>
        </w:rPr>
        <w:t xml:space="preserve"> rūmams (</w:t>
      </w:r>
      <w:r>
        <w:t>Galinio Pylimo g. 9, LT-91230 Klaipėda</w:t>
      </w:r>
      <w:r w:rsidRPr="0070030E">
        <w:rPr>
          <w:rFonts w:eastAsia="Calibri"/>
        </w:rPr>
        <w:t>).</w:t>
      </w:r>
    </w:p>
    <w:p w:rsidR="00F42945" w:rsidRDefault="00F42945" w:rsidP="00387456">
      <w:pPr>
        <w:pStyle w:val="Default"/>
        <w:ind w:firstLine="720"/>
        <w:jc w:val="both"/>
      </w:pPr>
    </w:p>
    <w:p w:rsidR="00212F16" w:rsidRDefault="00212F16" w:rsidP="004634E4"/>
    <w:p w:rsidR="00777E4B" w:rsidRDefault="004634E4" w:rsidP="000B506F">
      <w:pPr>
        <w:tabs>
          <w:tab w:val="left" w:pos="7938"/>
        </w:tabs>
        <w:ind w:firstLine="0"/>
      </w:pPr>
      <w:r>
        <w:t>Savivaldybės meras</w:t>
      </w:r>
      <w:r w:rsidR="000B506F">
        <w:t xml:space="preserve"> </w:t>
      </w:r>
      <w:r w:rsidR="000B506F">
        <w:tab/>
        <w:t>Audrius Klišonis</w:t>
      </w: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  <w:bookmarkStart w:id="1" w:name="_GoBack"/>
      <w:bookmarkEnd w:id="1"/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4D13B4" w:rsidRDefault="004D13B4" w:rsidP="004634E4">
      <w:pPr>
        <w:ind w:firstLine="0"/>
      </w:pPr>
    </w:p>
    <w:p w:rsidR="00F20975" w:rsidRDefault="00F20975" w:rsidP="008E224B">
      <w:pPr>
        <w:ind w:firstLine="0"/>
      </w:pPr>
    </w:p>
    <w:sectPr w:rsidR="00F20975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2B0" w:rsidRDefault="00ED72B0">
      <w:r>
        <w:separator/>
      </w:r>
    </w:p>
  </w:endnote>
  <w:endnote w:type="continuationSeparator" w:id="0">
    <w:p w:rsidR="00ED72B0" w:rsidRDefault="00ED7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2B0" w:rsidRDefault="00ED72B0">
      <w:r>
        <w:separator/>
      </w:r>
    </w:p>
  </w:footnote>
  <w:footnote w:type="continuationSeparator" w:id="0">
    <w:p w:rsidR="00ED72B0" w:rsidRDefault="00ED72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D74"/>
    <w:rsid w:val="000307D2"/>
    <w:rsid w:val="0004338F"/>
    <w:rsid w:val="00050722"/>
    <w:rsid w:val="000B506F"/>
    <w:rsid w:val="000B5ABB"/>
    <w:rsid w:val="00107EB7"/>
    <w:rsid w:val="00124A16"/>
    <w:rsid w:val="001463A5"/>
    <w:rsid w:val="00154BED"/>
    <w:rsid w:val="001776CA"/>
    <w:rsid w:val="001B081E"/>
    <w:rsid w:val="001E4CC2"/>
    <w:rsid w:val="00212F16"/>
    <w:rsid w:val="00227643"/>
    <w:rsid w:val="0024642C"/>
    <w:rsid w:val="002939AA"/>
    <w:rsid w:val="002D7843"/>
    <w:rsid w:val="002F7956"/>
    <w:rsid w:val="00312B1A"/>
    <w:rsid w:val="003441CD"/>
    <w:rsid w:val="0037471F"/>
    <w:rsid w:val="00387456"/>
    <w:rsid w:val="00437FC2"/>
    <w:rsid w:val="00441D0A"/>
    <w:rsid w:val="004634E4"/>
    <w:rsid w:val="004C6BDA"/>
    <w:rsid w:val="004D13B4"/>
    <w:rsid w:val="004D2198"/>
    <w:rsid w:val="0053540B"/>
    <w:rsid w:val="00594076"/>
    <w:rsid w:val="005B1CAB"/>
    <w:rsid w:val="005F68A9"/>
    <w:rsid w:val="00612606"/>
    <w:rsid w:val="0063251C"/>
    <w:rsid w:val="00685B0B"/>
    <w:rsid w:val="006A341F"/>
    <w:rsid w:val="006D041A"/>
    <w:rsid w:val="00777E4B"/>
    <w:rsid w:val="007D75D1"/>
    <w:rsid w:val="00820F73"/>
    <w:rsid w:val="00844D74"/>
    <w:rsid w:val="008674D7"/>
    <w:rsid w:val="008B7BD2"/>
    <w:rsid w:val="008C12B8"/>
    <w:rsid w:val="008E224B"/>
    <w:rsid w:val="008F0015"/>
    <w:rsid w:val="009210C8"/>
    <w:rsid w:val="00925AE8"/>
    <w:rsid w:val="00997CDC"/>
    <w:rsid w:val="009B4A4D"/>
    <w:rsid w:val="009D7522"/>
    <w:rsid w:val="00A000DA"/>
    <w:rsid w:val="00A10175"/>
    <w:rsid w:val="00A107E1"/>
    <w:rsid w:val="00A57764"/>
    <w:rsid w:val="00A96416"/>
    <w:rsid w:val="00AB1133"/>
    <w:rsid w:val="00AB7162"/>
    <w:rsid w:val="00AD0196"/>
    <w:rsid w:val="00AD61F0"/>
    <w:rsid w:val="00B314CA"/>
    <w:rsid w:val="00B3417F"/>
    <w:rsid w:val="00B3550D"/>
    <w:rsid w:val="00B437ED"/>
    <w:rsid w:val="00B80C9F"/>
    <w:rsid w:val="00BB2E1B"/>
    <w:rsid w:val="00C43F21"/>
    <w:rsid w:val="00C52D59"/>
    <w:rsid w:val="00C61C1A"/>
    <w:rsid w:val="00C9421F"/>
    <w:rsid w:val="00CB63DC"/>
    <w:rsid w:val="00CF0595"/>
    <w:rsid w:val="00CF50D2"/>
    <w:rsid w:val="00D00947"/>
    <w:rsid w:val="00D50BF6"/>
    <w:rsid w:val="00D5180F"/>
    <w:rsid w:val="00D80F8A"/>
    <w:rsid w:val="00D85C7A"/>
    <w:rsid w:val="00DE46AC"/>
    <w:rsid w:val="00DE75A5"/>
    <w:rsid w:val="00E32EDC"/>
    <w:rsid w:val="00E33CB3"/>
    <w:rsid w:val="00E742E0"/>
    <w:rsid w:val="00E81A7C"/>
    <w:rsid w:val="00E83AD0"/>
    <w:rsid w:val="00E9296A"/>
    <w:rsid w:val="00EC5B1C"/>
    <w:rsid w:val="00ED72B0"/>
    <w:rsid w:val="00EE3F60"/>
    <w:rsid w:val="00F20975"/>
    <w:rsid w:val="00F42945"/>
    <w:rsid w:val="00F70DC5"/>
    <w:rsid w:val="00FB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4634E4"/>
    <w:rPr>
      <w:rFonts w:ascii="Tahoma" w:hAnsi="Tahoma" w:cs="Tahoma"/>
      <w:sz w:val="16"/>
      <w:szCs w:val="16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212F1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24642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rsid w:val="00CB63DC"/>
    <w:pPr>
      <w:ind w:left="720" w:firstLine="0"/>
      <w:contextualSpacing/>
      <w:jc w:val="left"/>
    </w:pPr>
  </w:style>
  <w:style w:type="character" w:styleId="Hipersaitas">
    <w:name w:val="Hyperlink"/>
    <w:unhideWhenUsed/>
    <w:rsid w:val="004D21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2AB1EE4B</Template>
  <TotalTime>59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1436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26</cp:revision>
  <cp:lastPrinted>2015-04-16T14:02:00Z</cp:lastPrinted>
  <dcterms:created xsi:type="dcterms:W3CDTF">2023-03-23T12:39:00Z</dcterms:created>
  <dcterms:modified xsi:type="dcterms:W3CDTF">2023-04-21T13:22:00Z</dcterms:modified>
</cp:coreProperties>
</file>