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C14522" w:rsidRPr="00AB5822" w:rsidRDefault="00C14522" w:rsidP="00C14522">
      <w:pPr>
        <w:ind w:firstLine="0"/>
        <w:jc w:val="center"/>
      </w:pPr>
      <w:r w:rsidRPr="00AB5822">
        <w:rPr>
          <w:rStyle w:val="Komentaronuoroda"/>
          <w:b/>
          <w:sz w:val="28"/>
        </w:rPr>
        <w:t xml:space="preserve">DĖL PLUNGĖS RAJONO SAVIVALDYBĖS TARYBOS KONTROLĖS </w:t>
      </w:r>
      <w:r w:rsidR="00987301" w:rsidRPr="00AB5822">
        <w:rPr>
          <w:rStyle w:val="Komentaronuoroda"/>
          <w:b/>
          <w:sz w:val="28"/>
        </w:rPr>
        <w:t xml:space="preserve">KOMITETO </w:t>
      </w:r>
      <w:r w:rsidR="00A81C15" w:rsidRPr="00AB5822">
        <w:rPr>
          <w:rStyle w:val="Komentaronuoroda"/>
          <w:b/>
          <w:sz w:val="28"/>
        </w:rPr>
        <w:t>SUDAR</w:t>
      </w:r>
      <w:r w:rsidR="006B2F90">
        <w:rPr>
          <w:rStyle w:val="Komentaronuoroda"/>
          <w:b/>
          <w:sz w:val="28"/>
        </w:rPr>
        <w:t>Y</w:t>
      </w:r>
      <w:r w:rsidR="00A81C15" w:rsidRPr="00AB5822">
        <w:rPr>
          <w:rStyle w:val="Komentaronuoroda"/>
          <w:b/>
          <w:sz w:val="28"/>
        </w:rPr>
        <w:t>MO</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Pr="001949A1">
        <w:rPr>
          <w:rStyle w:val="Komentaronuoroda"/>
          <w:sz w:val="24"/>
          <w:szCs w:val="24"/>
        </w:rPr>
        <w:t>balandžio</w:t>
      </w:r>
      <w:r w:rsidR="00447569">
        <w:rPr>
          <w:rStyle w:val="Komentaronuoroda"/>
          <w:color w:val="FF0000"/>
          <w:sz w:val="24"/>
          <w:szCs w:val="24"/>
        </w:rPr>
        <w:t xml:space="preserve"> </w:t>
      </w:r>
      <w:r w:rsidR="003350BC">
        <w:rPr>
          <w:rStyle w:val="Komentaronuoroda"/>
          <w:sz w:val="24"/>
          <w:szCs w:val="24"/>
        </w:rPr>
        <w:t>21</w:t>
      </w:r>
      <w:bookmarkStart w:id="0" w:name="_GoBack"/>
      <w:bookmarkEnd w:id="0"/>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C52854" w:rsidRDefault="00C52854" w:rsidP="00C52854">
      <w:pPr>
        <w:tabs>
          <w:tab w:val="left" w:pos="255"/>
        </w:tabs>
      </w:pPr>
      <w:r>
        <w:t xml:space="preserve">Vadovaudamasi </w:t>
      </w:r>
      <w:r>
        <w:rPr>
          <w:rFonts w:cs="Arial Unicode MS"/>
          <w:szCs w:val="24"/>
          <w:lang w:eastAsia="lt-LT" w:bidi="lo-LA"/>
        </w:rPr>
        <w:t xml:space="preserve">Lietuvos Respublikos </w:t>
      </w:r>
      <w:bookmarkStart w:id="1" w:name="_Hlk132204930"/>
      <w:r>
        <w:rPr>
          <w:rFonts w:cs="Arial Unicode MS"/>
          <w:szCs w:val="24"/>
          <w:lang w:eastAsia="lt-LT" w:bidi="lo-LA"/>
        </w:rPr>
        <w:t xml:space="preserve">vietos savivaldos </w:t>
      </w:r>
      <w:r w:rsidRPr="00BC3BF7">
        <w:rPr>
          <w:rFonts w:cs="Arial Unicode MS"/>
          <w:szCs w:val="24"/>
          <w:lang w:eastAsia="lt-LT" w:bidi="lo-LA"/>
        </w:rPr>
        <w:t xml:space="preserve">įstatymo </w:t>
      </w:r>
      <w:r w:rsidR="00A73E76" w:rsidRPr="00BC3BF7">
        <w:t xml:space="preserve">15 straipsnio 2 dalies </w:t>
      </w:r>
      <w:r w:rsidR="00AE47DC">
        <w:t>5 punktu</w:t>
      </w:r>
      <w:r w:rsidR="000D062F" w:rsidRPr="00BC3BF7">
        <w:t xml:space="preserve">, </w:t>
      </w:r>
      <w:r w:rsidR="00BC3BF7" w:rsidRPr="00BC3BF7">
        <w:t>19 straipsnio 3</w:t>
      </w:r>
      <w:r w:rsidR="00AE47DC">
        <w:t xml:space="preserve"> ir 4</w:t>
      </w:r>
      <w:r w:rsidR="00BC3BF7" w:rsidRPr="00BC3BF7">
        <w:t xml:space="preserve"> dalimi</w:t>
      </w:r>
      <w:r w:rsidR="00AE47DC">
        <w:t>s, 20 straipsnio 1 ir 2 dalimis</w:t>
      </w:r>
      <w:r w:rsidR="00A73E76" w:rsidRPr="00BC3BF7">
        <w:t xml:space="preserve"> </w:t>
      </w:r>
      <w:bookmarkEnd w:id="1"/>
      <w:r w:rsidR="00A73E76" w:rsidRPr="00BC3BF7">
        <w:rPr>
          <w:szCs w:val="24"/>
        </w:rPr>
        <w:t xml:space="preserve">bei </w:t>
      </w:r>
      <w:r w:rsidR="00A73E76" w:rsidRPr="00BC3BF7">
        <w:t>Plungės rajono savivaldybės</w:t>
      </w:r>
      <w:r w:rsidR="00A73E76">
        <w:t xml:space="preserve"> tarybos veiklos reglamento, patvirtinto </w:t>
      </w:r>
      <w:r w:rsidR="00A73E76">
        <w:rPr>
          <w:szCs w:val="24"/>
        </w:rPr>
        <w:t>Plungės rajono savivaldybės tarybos 2023 m. kovo 30 d. sprendimu Nr. T1-</w:t>
      </w:r>
      <w:r w:rsidR="00B2655C">
        <w:rPr>
          <w:szCs w:val="24"/>
        </w:rPr>
        <w:t>71</w:t>
      </w:r>
      <w:r w:rsidR="00A73E76">
        <w:rPr>
          <w:szCs w:val="24"/>
        </w:rPr>
        <w:t xml:space="preserve"> „Dėl</w:t>
      </w:r>
      <w:r w:rsidR="00A73E76">
        <w:t xml:space="preserve"> Plungės rajono savivaldybės tarybos veiklos reglamento patvirtinimo“</w:t>
      </w:r>
      <w:r w:rsidR="003B460D">
        <w:rPr>
          <w:szCs w:val="24"/>
        </w:rPr>
        <w:t xml:space="preserve"> </w:t>
      </w:r>
      <w:r w:rsidR="003B460D" w:rsidRPr="00987301">
        <w:rPr>
          <w:szCs w:val="24"/>
        </w:rPr>
        <w:t xml:space="preserve">XIV skyriaus </w:t>
      </w:r>
      <w:r w:rsidR="00987301" w:rsidRPr="00987301">
        <w:rPr>
          <w:szCs w:val="24"/>
        </w:rPr>
        <w:t>206</w:t>
      </w:r>
      <w:r w:rsidR="00A73E76" w:rsidRPr="00987301">
        <w:rPr>
          <w:szCs w:val="24"/>
        </w:rPr>
        <w:t xml:space="preserve"> punktu,</w:t>
      </w:r>
      <w:r>
        <w:t xml:space="preserve"> </w:t>
      </w:r>
      <w:r w:rsidRPr="00246EAB">
        <w:t>Plungės rajono</w:t>
      </w:r>
      <w:r w:rsidRPr="003767F5">
        <w:rPr>
          <w:b/>
        </w:rPr>
        <w:t xml:space="preserve"> </w:t>
      </w:r>
      <w:r>
        <w:t xml:space="preserve">savivaldybės taryba n u s p r e n d ž i a: </w:t>
      </w:r>
    </w:p>
    <w:p w:rsidR="006F00AB" w:rsidRDefault="00AE47DC" w:rsidP="00AE47DC">
      <w:r>
        <w:t>1.</w:t>
      </w:r>
      <w:r w:rsidRPr="004F0AF7">
        <w:t xml:space="preserve"> </w:t>
      </w:r>
      <w:r>
        <w:t xml:space="preserve">Sudaryti </w:t>
      </w:r>
      <w:r w:rsidR="006F00AB">
        <w:t xml:space="preserve">iš </w:t>
      </w:r>
      <w:r>
        <w:t xml:space="preserve">Savivaldybės tarybos narių Kontrolės komitetą X šaukimo Plungės rajono savivaldybės tarybos </w:t>
      </w:r>
      <w:r w:rsidR="00230350">
        <w:t>įgaliojimų</w:t>
      </w:r>
      <w:r w:rsidR="00A7074A">
        <w:t xml:space="preserve"> laikui</w:t>
      </w:r>
      <w:r w:rsidR="00230350">
        <w:t xml:space="preserve"> </w:t>
      </w:r>
      <w:r>
        <w:t xml:space="preserve">šios sudėties: </w:t>
      </w:r>
    </w:p>
    <w:p w:rsidR="006F00AB" w:rsidRDefault="006F00AB" w:rsidP="00AE47DC">
      <w:r>
        <w:t>1.1</w:t>
      </w:r>
      <w:r w:rsidR="006B2F90">
        <w:t>.</w:t>
      </w:r>
      <w:r>
        <w:t xml:space="preserve"> </w:t>
      </w:r>
      <w:r w:rsidR="00EB0CCD">
        <w:t>Jurgita</w:t>
      </w:r>
      <w:r w:rsidR="00B3269E">
        <w:t xml:space="preserve"> </w:t>
      </w:r>
      <w:proofErr w:type="spellStart"/>
      <w:r w:rsidR="00B3269E">
        <w:t>Latakien</w:t>
      </w:r>
      <w:r w:rsidR="00EB0CCD">
        <w:t>ė</w:t>
      </w:r>
      <w:proofErr w:type="spellEnd"/>
      <w:r w:rsidR="00B3269E">
        <w:t xml:space="preserve">, </w:t>
      </w:r>
      <w:r w:rsidR="00786211">
        <w:t>Lietuvos Respublikos</w:t>
      </w:r>
      <w:r w:rsidR="003F2ED8">
        <w:t xml:space="preserve"> </w:t>
      </w:r>
      <w:r w:rsidR="00786211">
        <w:t>l</w:t>
      </w:r>
      <w:r w:rsidR="00172B57">
        <w:t>iberalų sąjūdžio frakcijos</w:t>
      </w:r>
      <w:r w:rsidR="00EB0CCD">
        <w:t xml:space="preserve"> deleguota</w:t>
      </w:r>
      <w:r w:rsidR="00B3269E">
        <w:t xml:space="preserve"> Savivaldybės tarybos narė</w:t>
      </w:r>
      <w:r w:rsidR="00786211">
        <w:t>.</w:t>
      </w:r>
    </w:p>
    <w:p w:rsidR="00786211" w:rsidRDefault="006F00AB" w:rsidP="00786211">
      <w:r>
        <w:t xml:space="preserve">1.2. </w:t>
      </w:r>
      <w:r w:rsidR="00C22BE3">
        <w:t xml:space="preserve">Andriejus Stančikas, </w:t>
      </w:r>
      <w:r w:rsidR="00786211" w:rsidRPr="00CE70BE">
        <w:rPr>
          <w:color w:val="000000"/>
        </w:rPr>
        <w:t>Lietuv</w:t>
      </w:r>
      <w:r w:rsidR="00786211">
        <w:rPr>
          <w:color w:val="000000"/>
        </w:rPr>
        <w:t xml:space="preserve">os valstiečių ir žaliųjų sąjungos sudarytos grupės </w:t>
      </w:r>
      <w:r w:rsidR="00786211">
        <w:t>deleguotas Savivaldybės tarybos narys.</w:t>
      </w:r>
    </w:p>
    <w:p w:rsidR="006F00AB" w:rsidRDefault="006F00AB" w:rsidP="00AE47DC">
      <w:r>
        <w:t xml:space="preserve">1.3. </w:t>
      </w:r>
      <w:r w:rsidR="003F2ED8">
        <w:t>Mindaugas Kaunas, Politinio komiteto „Vieninga Plungė“</w:t>
      </w:r>
      <w:r w:rsidR="00786211">
        <w:t xml:space="preserve"> frakcijos</w:t>
      </w:r>
      <w:r w:rsidR="003F2ED8">
        <w:t xml:space="preserve"> deleguotas Savivaldybės tarybos narys.</w:t>
      </w:r>
    </w:p>
    <w:p w:rsidR="00786211" w:rsidRPr="00AE47DC" w:rsidRDefault="006F00AB" w:rsidP="00786211">
      <w:pPr>
        <w:rPr>
          <w:color w:val="FF0000"/>
        </w:rPr>
      </w:pPr>
      <w:r>
        <w:t xml:space="preserve">1.4. </w:t>
      </w:r>
      <w:r w:rsidR="00C22BE3">
        <w:t xml:space="preserve">Tadas </w:t>
      </w:r>
      <w:proofErr w:type="spellStart"/>
      <w:r w:rsidR="00C22BE3">
        <w:t>Šetkauskis</w:t>
      </w:r>
      <w:proofErr w:type="spellEnd"/>
      <w:r w:rsidR="00C22BE3">
        <w:t>,</w:t>
      </w:r>
      <w:r w:rsidR="003F2ED8">
        <w:t xml:space="preserve"> </w:t>
      </w:r>
      <w:r w:rsidR="00786211">
        <w:t>Lietuvos socialdemokratų partijos sudarytos grupės deleguotas Savivaldybės tarybos narys.</w:t>
      </w:r>
      <w:r w:rsidR="00786211" w:rsidRPr="00AE47DC">
        <w:rPr>
          <w:color w:val="FF0000"/>
        </w:rPr>
        <w:t xml:space="preserve"> </w:t>
      </w:r>
    </w:p>
    <w:p w:rsidR="003F2ED8" w:rsidRPr="00AE47DC" w:rsidRDefault="006F00AB" w:rsidP="003F2ED8">
      <w:pPr>
        <w:rPr>
          <w:color w:val="FF0000"/>
        </w:rPr>
      </w:pPr>
      <w:r>
        <w:t xml:space="preserve">1.5. </w:t>
      </w:r>
      <w:r w:rsidR="003F2ED8">
        <w:t xml:space="preserve">Adomas </w:t>
      </w:r>
      <w:proofErr w:type="spellStart"/>
      <w:r w:rsidR="003F2ED8">
        <w:t>Zamulskis</w:t>
      </w:r>
      <w:proofErr w:type="spellEnd"/>
      <w:r w:rsidR="003F2ED8">
        <w:t>, Tėvynės sąjungos-Lietuvos krikščionių demokratų</w:t>
      </w:r>
      <w:r w:rsidR="006B2F90">
        <w:t xml:space="preserve"> </w:t>
      </w:r>
      <w:r w:rsidR="00786211">
        <w:t xml:space="preserve">frakcijos </w:t>
      </w:r>
      <w:r w:rsidR="003F2ED8">
        <w:t>deleguotas Savivaldybės tarybos narys.</w:t>
      </w:r>
      <w:r w:rsidR="003F2ED8" w:rsidRPr="00AE47DC">
        <w:rPr>
          <w:color w:val="FF0000"/>
        </w:rPr>
        <w:t xml:space="preserve"> </w:t>
      </w:r>
    </w:p>
    <w:p w:rsidR="00AE47DC" w:rsidRDefault="00F57F68" w:rsidP="00AE47DC">
      <w:r>
        <w:t>2</w:t>
      </w:r>
      <w:r w:rsidR="00AE47DC">
        <w:t xml:space="preserve">. Paskirti Kontrolės komiteto pirmininko pavaduotoju </w:t>
      </w:r>
      <w:r w:rsidR="00AE47DC">
        <w:rPr>
          <w:szCs w:val="24"/>
        </w:rPr>
        <w:t>......</w:t>
      </w:r>
      <w:r w:rsidR="006B6EC8">
        <w:rPr>
          <w:szCs w:val="24"/>
        </w:rPr>
        <w:t>...</w:t>
      </w:r>
      <w:r w:rsidR="0098194D">
        <w:rPr>
          <w:szCs w:val="24"/>
        </w:rPr>
        <w:t>...</w:t>
      </w:r>
      <w:r w:rsidR="00AE47DC">
        <w:rPr>
          <w:szCs w:val="24"/>
        </w:rPr>
        <w:t xml:space="preserve"> .........., Savivaldybės tarybos narį (-ę)</w:t>
      </w:r>
      <w:r w:rsidR="00AE47DC">
        <w:t>.</w:t>
      </w:r>
    </w:p>
    <w:p w:rsidR="003D55A7" w:rsidRPr="00283D24" w:rsidRDefault="003D55A7" w:rsidP="00EA09B6">
      <w:pPr>
        <w:rPr>
          <w:b/>
        </w:rPr>
      </w:pPr>
    </w:p>
    <w:p w:rsidR="004C621B" w:rsidRDefault="004C621B" w:rsidP="003D55A7"/>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50F04" w:rsidRDefault="00450F04" w:rsidP="00C52854">
      <w:pPr>
        <w:tabs>
          <w:tab w:val="left" w:pos="255"/>
        </w:tabs>
        <w:ind w:firstLine="0"/>
      </w:pPr>
    </w:p>
    <w:p w:rsidR="00C52854" w:rsidRDefault="00C52854" w:rsidP="00C52854">
      <w:pPr>
        <w:tabs>
          <w:tab w:val="left" w:pos="255"/>
        </w:tabs>
        <w:ind w:firstLine="0"/>
      </w:pPr>
      <w:r>
        <w:t>SUDERINTA:</w:t>
      </w:r>
    </w:p>
    <w:p w:rsidR="006B6EC8" w:rsidRDefault="006B6EC8" w:rsidP="00C52854">
      <w:pPr>
        <w:tabs>
          <w:tab w:val="left" w:pos="255"/>
        </w:tabs>
        <w:ind w:firstLine="0"/>
      </w:pPr>
      <w:r>
        <w:t>Savivaldybės meras Audrius Klišonis</w:t>
      </w:r>
    </w:p>
    <w:p w:rsidR="00C52854" w:rsidRPr="00677D8B" w:rsidRDefault="00C52854" w:rsidP="00C52854">
      <w:pPr>
        <w:ind w:firstLine="0"/>
        <w:rPr>
          <w:szCs w:val="24"/>
        </w:rPr>
      </w:pPr>
      <w:r w:rsidRPr="00677D8B">
        <w:rPr>
          <w:szCs w:val="24"/>
        </w:rPr>
        <w:t>Juridinio ir personalo administravimo skyriaus vedėjas Vytautas Tumas</w:t>
      </w:r>
    </w:p>
    <w:p w:rsidR="00C52854" w:rsidRPr="005F6F60" w:rsidRDefault="00450F04" w:rsidP="00C52854">
      <w:pPr>
        <w:ind w:firstLine="0"/>
        <w:rPr>
          <w:szCs w:val="24"/>
        </w:rPr>
      </w:pPr>
      <w:r>
        <w:rPr>
          <w:szCs w:val="24"/>
        </w:rPr>
        <w:t xml:space="preserve">Protokolo skyriaus </w:t>
      </w:r>
      <w:r w:rsidR="00C52854">
        <w:rPr>
          <w:szCs w:val="24"/>
        </w:rPr>
        <w:t>kalbos tvarkytoja</w:t>
      </w:r>
      <w:r w:rsidR="00C52854" w:rsidRPr="00677D8B">
        <w:rPr>
          <w:szCs w:val="24"/>
        </w:rPr>
        <w:t xml:space="preserve"> </w:t>
      </w:r>
      <w:r w:rsidR="00C52854">
        <w:rPr>
          <w:szCs w:val="24"/>
        </w:rPr>
        <w:t>Simona Grigalauskaitė</w:t>
      </w:r>
    </w:p>
    <w:p w:rsidR="00C52854" w:rsidRDefault="00C52854" w:rsidP="00C52854">
      <w:pPr>
        <w:tabs>
          <w:tab w:val="left" w:pos="7938"/>
        </w:tabs>
        <w:ind w:firstLine="0"/>
      </w:pPr>
      <w:r>
        <w:tab/>
      </w:r>
      <w:r>
        <w:tab/>
      </w:r>
    </w:p>
    <w:p w:rsidR="00A33BA5" w:rsidRDefault="00C52854" w:rsidP="00E83BF4">
      <w:pPr>
        <w:tabs>
          <w:tab w:val="left" w:pos="255"/>
        </w:tabs>
        <w:ind w:firstLine="0"/>
      </w:pPr>
      <w:r>
        <w:t>Sprendimą rengė Protokolo skyriaus vedėja Jovita Šumskienė</w:t>
      </w:r>
    </w:p>
    <w:p w:rsidR="00C37D2C" w:rsidRDefault="00C37D2C">
      <w:pPr>
        <w:ind w:firstLine="0"/>
        <w:jc w:val="left"/>
        <w:rPr>
          <w:b/>
          <w:szCs w:val="24"/>
          <w:lang w:eastAsia="my-MM" w:bidi="my-MM"/>
        </w:rPr>
      </w:pPr>
      <w:r>
        <w:rPr>
          <w:b/>
          <w:szCs w:val="24"/>
          <w:lang w:eastAsia="my-MM" w:bidi="my-MM"/>
        </w:rPr>
        <w:br w:type="page"/>
      </w:r>
    </w:p>
    <w:p w:rsidR="00A33BA5" w:rsidRPr="00CB63DC" w:rsidRDefault="00A33BA5" w:rsidP="00A33BA5">
      <w:pPr>
        <w:ind w:firstLine="0"/>
        <w:jc w:val="center"/>
        <w:rPr>
          <w:b/>
          <w:szCs w:val="24"/>
          <w:lang w:eastAsia="my-MM" w:bidi="my-MM"/>
        </w:rPr>
      </w:pPr>
      <w:r w:rsidRPr="004D13B4">
        <w:rPr>
          <w:b/>
          <w:szCs w:val="24"/>
          <w:lang w:eastAsia="my-MM" w:bidi="my-MM"/>
        </w:rPr>
        <w:lastRenderedPageBreak/>
        <w:t>PR</w:t>
      </w:r>
      <w:r w:rsidRPr="00CB63DC">
        <w:rPr>
          <w:b/>
          <w:szCs w:val="24"/>
          <w:lang w:eastAsia="my-MM" w:bidi="my-MM"/>
        </w:rPr>
        <w:t>OTOKOLO SKYRIUS</w:t>
      </w:r>
    </w:p>
    <w:p w:rsidR="00A33BA5" w:rsidRPr="006975E2" w:rsidRDefault="00A33BA5" w:rsidP="00A33BA5">
      <w:pPr>
        <w:ind w:firstLine="0"/>
        <w:jc w:val="center"/>
        <w:rPr>
          <w:b/>
        </w:rPr>
      </w:pPr>
    </w:p>
    <w:p w:rsidR="00A33BA5" w:rsidRPr="006975E2" w:rsidRDefault="00A33BA5" w:rsidP="00A33BA5">
      <w:pPr>
        <w:ind w:firstLine="0"/>
        <w:jc w:val="center"/>
        <w:rPr>
          <w:b/>
        </w:rPr>
      </w:pPr>
      <w:r w:rsidRPr="006975E2">
        <w:rPr>
          <w:b/>
        </w:rPr>
        <w:t>AIŠKINAMASIS RAŠTAS</w:t>
      </w:r>
    </w:p>
    <w:p w:rsidR="00A33BA5" w:rsidRPr="006975E2" w:rsidRDefault="00A33BA5" w:rsidP="00A33BA5">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33BA5" w:rsidRPr="006975E2" w:rsidTr="00AC235E">
        <w:tc>
          <w:tcPr>
            <w:tcW w:w="9854" w:type="dxa"/>
            <w:shd w:val="clear" w:color="auto" w:fill="auto"/>
          </w:tcPr>
          <w:p w:rsidR="00A33BA5" w:rsidRPr="002356F5" w:rsidRDefault="00A33BA5" w:rsidP="00AC235E">
            <w:pPr>
              <w:ind w:firstLine="0"/>
              <w:jc w:val="center"/>
              <w:rPr>
                <w:b/>
                <w:caps/>
              </w:rPr>
            </w:pPr>
            <w:r>
              <w:rPr>
                <w:b/>
                <w:caps/>
              </w:rPr>
              <w:t>„</w:t>
            </w:r>
            <w:r w:rsidRPr="00CB63DC">
              <w:rPr>
                <w:b/>
                <w:szCs w:val="24"/>
              </w:rPr>
              <w:t xml:space="preserve">DĖL PLUNGĖS RAJONO SAVIVALDYBĖS </w:t>
            </w:r>
            <w:r>
              <w:rPr>
                <w:b/>
                <w:szCs w:val="24"/>
              </w:rPr>
              <w:t xml:space="preserve">TARYBOS </w:t>
            </w:r>
            <w:r w:rsidR="00AB5822">
              <w:rPr>
                <w:b/>
                <w:szCs w:val="24"/>
              </w:rPr>
              <w:t>KONTROLĖS KOMITETO</w:t>
            </w:r>
            <w:r w:rsidR="004E382C">
              <w:rPr>
                <w:b/>
                <w:szCs w:val="24"/>
              </w:rPr>
              <w:t xml:space="preserve"> SUDARYMO</w:t>
            </w:r>
            <w:r w:rsidR="00AB5822">
              <w:rPr>
                <w:b/>
                <w:szCs w:val="24"/>
              </w:rPr>
              <w:t>“</w:t>
            </w:r>
          </w:p>
          <w:p w:rsidR="00A33BA5" w:rsidRPr="006975E2" w:rsidRDefault="00A33BA5" w:rsidP="00AC235E">
            <w:pPr>
              <w:ind w:firstLine="0"/>
              <w:jc w:val="center"/>
              <w:rPr>
                <w:b/>
                <w:caps/>
              </w:rPr>
            </w:pPr>
          </w:p>
        </w:tc>
      </w:tr>
      <w:tr w:rsidR="00A33BA5" w:rsidRPr="002E25C0" w:rsidTr="00AC235E">
        <w:tc>
          <w:tcPr>
            <w:tcW w:w="9854" w:type="dxa"/>
            <w:shd w:val="clear" w:color="auto" w:fill="auto"/>
          </w:tcPr>
          <w:p w:rsidR="00A33BA5" w:rsidRDefault="00AB5822" w:rsidP="00AC235E">
            <w:pPr>
              <w:ind w:firstLine="0"/>
              <w:jc w:val="center"/>
            </w:pPr>
            <w:r>
              <w:t>2023 m. balandžio 12</w:t>
            </w:r>
            <w:r w:rsidR="00A33BA5">
              <w:t xml:space="preserve"> d.</w:t>
            </w:r>
            <w:r w:rsidR="00A33BA5" w:rsidRPr="002E25C0">
              <w:t xml:space="preserve"> </w:t>
            </w:r>
          </w:p>
          <w:p w:rsidR="00A33BA5" w:rsidRPr="002E25C0" w:rsidRDefault="00A33BA5" w:rsidP="00AC235E">
            <w:pPr>
              <w:ind w:firstLine="0"/>
              <w:jc w:val="center"/>
            </w:pPr>
            <w:r w:rsidRPr="002E25C0">
              <w:t>Plungė</w:t>
            </w:r>
          </w:p>
        </w:tc>
      </w:tr>
    </w:tbl>
    <w:p w:rsidR="00A33BA5" w:rsidRDefault="00A33BA5" w:rsidP="00A33BA5"/>
    <w:p w:rsidR="00A33BA5" w:rsidRDefault="00A33BA5" w:rsidP="00A33BA5">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rsidR="00450F04">
        <w:t>–</w:t>
      </w:r>
      <w:r>
        <w:rPr>
          <w:b/>
        </w:rPr>
        <w:t xml:space="preserve"> </w:t>
      </w:r>
      <w:r>
        <w:t xml:space="preserve">patvirtinti X šaukimo Plungės rajono savivaldybės tarybos </w:t>
      </w:r>
      <w:r w:rsidR="00AB5822">
        <w:t>Kontrolės komiteto sudėtį</w:t>
      </w:r>
      <w:r>
        <w:t xml:space="preserve"> (toliau – komitetai) naujai 2023</w:t>
      </w:r>
      <w:r w:rsidR="00450F04">
        <w:t>–</w:t>
      </w:r>
      <w:r>
        <w:t>2027 metų kadencijai</w:t>
      </w:r>
      <w:r w:rsidRPr="00E8390D">
        <w:rPr>
          <w:color w:val="000000"/>
          <w:szCs w:val="24"/>
          <w:lang w:eastAsia="lt-LT"/>
        </w:rPr>
        <w:t xml:space="preserve"> </w:t>
      </w:r>
      <w:r>
        <w:rPr>
          <w:color w:val="000000"/>
          <w:szCs w:val="24"/>
          <w:lang w:eastAsia="lt-LT"/>
        </w:rPr>
        <w:t>ir įgyvendinti naujos redakcijos Lietuvos Respublikos vietos savivaldos įstatymo (toliau –</w:t>
      </w:r>
      <w:r w:rsidR="00450F04">
        <w:rPr>
          <w:color w:val="000000"/>
          <w:szCs w:val="24"/>
          <w:lang w:eastAsia="lt-LT"/>
        </w:rPr>
        <w:t xml:space="preserve"> </w:t>
      </w:r>
      <w:r>
        <w:rPr>
          <w:color w:val="000000"/>
          <w:szCs w:val="24"/>
          <w:lang w:eastAsia="lt-LT"/>
        </w:rPr>
        <w:t>Įstatymas) nuostatas.</w:t>
      </w:r>
    </w:p>
    <w:p w:rsidR="004D4B06" w:rsidRDefault="00A33BA5" w:rsidP="004D4B06">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4D4B06">
        <w:t xml:space="preserve">Vadovaudamasi </w:t>
      </w:r>
      <w:r w:rsidRPr="004D4B06">
        <w:rPr>
          <w:rFonts w:cs="Arial Unicode MS"/>
          <w:szCs w:val="24"/>
          <w:lang w:eastAsia="lt-LT" w:bidi="lo-LA"/>
        </w:rPr>
        <w:t xml:space="preserve">Lietuvos Respublikos vietos savivaldos įstatymo </w:t>
      </w:r>
      <w:r w:rsidR="004D4B06" w:rsidRPr="004D4B06">
        <w:rPr>
          <w:szCs w:val="24"/>
        </w:rPr>
        <w:t>15 straipsnio 2 dalies 5</w:t>
      </w:r>
      <w:r w:rsidR="00A73E76" w:rsidRPr="004D4B06">
        <w:rPr>
          <w:szCs w:val="24"/>
        </w:rPr>
        <w:t xml:space="preserve"> punktu</w:t>
      </w:r>
      <w:r w:rsidR="00BC3BF7" w:rsidRPr="004D4B06">
        <w:rPr>
          <w:szCs w:val="24"/>
        </w:rPr>
        <w:t xml:space="preserve">, </w:t>
      </w:r>
      <w:r w:rsidR="004D4B06" w:rsidRPr="004D4B06">
        <w:t>19</w:t>
      </w:r>
      <w:r w:rsidR="004D4B06" w:rsidRPr="00BC3BF7">
        <w:t xml:space="preserve"> straipsnio 3</w:t>
      </w:r>
      <w:r w:rsidR="004D4B06">
        <w:t xml:space="preserve"> ir 4</w:t>
      </w:r>
      <w:r w:rsidR="004D4B06" w:rsidRPr="00BC3BF7">
        <w:t xml:space="preserve"> dalimi</w:t>
      </w:r>
      <w:r w:rsidR="004D4B06">
        <w:t>s, 20 straipsnio 1 ir 2 dalimis</w:t>
      </w:r>
      <w:r w:rsidR="004D4B06" w:rsidRPr="00BC3BF7">
        <w:t xml:space="preserve"> </w:t>
      </w:r>
      <w:r w:rsidR="004D4B06" w:rsidRPr="00BC3BF7">
        <w:rPr>
          <w:szCs w:val="24"/>
        </w:rPr>
        <w:t xml:space="preserve">bei </w:t>
      </w:r>
      <w:r w:rsidR="004D4B06" w:rsidRPr="00BC3BF7">
        <w:t>Plungės rajono savivaldybės</w:t>
      </w:r>
      <w:r w:rsidR="004D4B06">
        <w:t xml:space="preserve"> tarybos veiklos reglamento, patvirtinto </w:t>
      </w:r>
      <w:r w:rsidR="004D4B06">
        <w:rPr>
          <w:szCs w:val="24"/>
        </w:rPr>
        <w:t>Plungės rajono savivaldybės tarybos 2023 m. kovo 30 d. sprendimu Nr. T1-71 „Dėl</w:t>
      </w:r>
      <w:r w:rsidR="004D4B06">
        <w:t xml:space="preserve"> Plungės rajono savivaldybės tarybos veiklos reglamento patvirtinimo“</w:t>
      </w:r>
      <w:r w:rsidR="004D4B06">
        <w:rPr>
          <w:szCs w:val="24"/>
        </w:rPr>
        <w:t xml:space="preserve"> </w:t>
      </w:r>
      <w:r w:rsidR="004D4B06" w:rsidRPr="00987301">
        <w:rPr>
          <w:szCs w:val="24"/>
        </w:rPr>
        <w:t>XIV skyriaus 206 punktu</w:t>
      </w:r>
      <w:r w:rsidR="0098194D">
        <w:rPr>
          <w:szCs w:val="24"/>
        </w:rPr>
        <w:t>.</w:t>
      </w:r>
      <w:r w:rsidR="004D4B06" w:rsidRPr="00AC0D1A">
        <w:rPr>
          <w:rFonts w:eastAsia="TimesNewRomanPSMT"/>
          <w:b/>
          <w:szCs w:val="24"/>
        </w:rPr>
        <w:t xml:space="preserve"> </w:t>
      </w:r>
    </w:p>
    <w:p w:rsidR="00A33BA5" w:rsidRPr="00A7074A" w:rsidRDefault="00A33BA5" w:rsidP="004D4B06">
      <w:pPr>
        <w:autoSpaceDE w:val="0"/>
        <w:autoSpaceDN w:val="0"/>
        <w:adjustRightInd w:val="0"/>
        <w:rPr>
          <w:strike/>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00FA254C">
        <w:rPr>
          <w:color w:val="000000"/>
        </w:rPr>
        <w:t>Į</w:t>
      </w:r>
      <w:r w:rsidRPr="00AC0D1A">
        <w:rPr>
          <w:color w:val="000000"/>
        </w:rPr>
        <w:t>statymo</w:t>
      </w:r>
      <w:r w:rsidRPr="00CD41E5">
        <w:t xml:space="preserve"> </w:t>
      </w:r>
      <w:r w:rsidRPr="00CB4832">
        <w:t>nuostatos.</w:t>
      </w:r>
      <w:r>
        <w:t xml:space="preserve"> Savivaldybės ta</w:t>
      </w:r>
      <w:r w:rsidR="004D4B06">
        <w:t xml:space="preserve">rybos sprendimu bus patvirtinta </w:t>
      </w:r>
      <w:r w:rsidR="009F41E5">
        <w:t xml:space="preserve">Savivaldybės tarybos </w:t>
      </w:r>
      <w:r w:rsidR="004D4B06">
        <w:t>Kontrolės komiteto sudėtis</w:t>
      </w:r>
      <w:r w:rsidR="00F57F68">
        <w:t>.</w:t>
      </w:r>
      <w:r w:rsidR="004D4B06">
        <w:t xml:space="preserve"> </w:t>
      </w:r>
    </w:p>
    <w:p w:rsidR="00A33BA5" w:rsidRDefault="00A33BA5" w:rsidP="00A33BA5">
      <w:pPr>
        <w:rPr>
          <w:b/>
        </w:rPr>
      </w:pPr>
      <w:r>
        <w:rPr>
          <w:rFonts w:eastAsia="TimesNewRomanPSMT"/>
          <w:b/>
          <w:szCs w:val="24"/>
        </w:rPr>
        <w:t xml:space="preserve">4. </w:t>
      </w:r>
      <w:r>
        <w:rPr>
          <w:b/>
        </w:rPr>
        <w:t>Lėšų poreikis ir finansavimo šaltiniai</w:t>
      </w:r>
      <w:r w:rsidRPr="00A035DD">
        <w:rPr>
          <w:b/>
        </w:rPr>
        <w:t>.</w:t>
      </w:r>
      <w:r>
        <w:rPr>
          <w:b/>
        </w:rPr>
        <w:t xml:space="preserve"> -</w:t>
      </w:r>
    </w:p>
    <w:p w:rsidR="00A33BA5" w:rsidRPr="009D7522" w:rsidRDefault="00A33BA5" w:rsidP="00A33BA5">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A33BA5" w:rsidRPr="009D7522" w:rsidRDefault="00A33BA5" w:rsidP="00A33BA5">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A33BA5" w:rsidRPr="00650E8C" w:rsidRDefault="00A33BA5" w:rsidP="00A33BA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A33BA5" w:rsidRPr="004D2198" w:rsidRDefault="00A33BA5" w:rsidP="00A33BA5">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A33BA5" w:rsidRPr="004D2198" w:rsidRDefault="00A33BA5" w:rsidP="00A33BA5">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A33BA5" w:rsidRDefault="00A33BA5" w:rsidP="00A33BA5">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A33BA5" w:rsidRDefault="00A33BA5" w:rsidP="00A33BA5">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33BA5" w:rsidRPr="006B0A1C" w:rsidRDefault="00A33BA5" w:rsidP="00A33BA5">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3BA5" w:rsidRPr="007D4B69" w:rsidTr="00AC23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3BA5" w:rsidRPr="007D4B69" w:rsidRDefault="00A33BA5" w:rsidP="00AC235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3BA5" w:rsidRPr="007D4B69" w:rsidTr="00AC23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b/>
                <w:kern w:val="1"/>
                <w:lang w:bidi="lo-LA"/>
              </w:rPr>
            </w:pPr>
            <w:r w:rsidRPr="007D4B69">
              <w:rPr>
                <w:rFonts w:eastAsia="Lucida Sans Unicode"/>
                <w:b/>
                <w:kern w:val="1"/>
              </w:rPr>
              <w:t>Neigiamas poveikis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w:t>
            </w:r>
            <w:r w:rsidRPr="00586817">
              <w:rPr>
                <w:i/>
              </w:rPr>
              <w:lastRenderedPageBreak/>
              <w:t>nuostatos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lastRenderedPageBreak/>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A33BA5" w:rsidRDefault="00A33BA5" w:rsidP="00A33BA5">
      <w:pPr>
        <w:widowControl w:val="0"/>
        <w:rPr>
          <w:rFonts w:eastAsia="Lucida Sans Unicode"/>
          <w:kern w:val="1"/>
          <w:lang w:bidi="lo-LA"/>
        </w:rPr>
      </w:pPr>
    </w:p>
    <w:p w:rsidR="00A33BA5" w:rsidRDefault="00A33BA5" w:rsidP="00E83BF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33BA5" w:rsidRDefault="00A33BA5" w:rsidP="00A33BA5">
      <w:pPr>
        <w:widowControl w:val="0"/>
        <w:rPr>
          <w:rFonts w:eastAsia="Lucida Sans Unicode"/>
          <w:kern w:val="2"/>
        </w:rPr>
      </w:pPr>
    </w:p>
    <w:p w:rsidR="00A33BA5" w:rsidRDefault="00A33BA5" w:rsidP="00A33BA5">
      <w:pPr>
        <w:widowControl w:val="0"/>
        <w:rPr>
          <w:rFonts w:eastAsia="Lucida Sans Unicode"/>
          <w:kern w:val="2"/>
        </w:rPr>
      </w:pPr>
    </w:p>
    <w:p w:rsidR="006B2F90" w:rsidRDefault="00A33BA5" w:rsidP="00A33BA5">
      <w:pPr>
        <w:widowControl w:val="0"/>
        <w:ind w:firstLine="0"/>
        <w:rPr>
          <w:rFonts w:eastAsia="Lucida Sans Unicode"/>
          <w:kern w:val="2"/>
        </w:rPr>
      </w:pPr>
      <w:r>
        <w:rPr>
          <w:rFonts w:eastAsia="Lucida Sans Unicode"/>
          <w:kern w:val="2"/>
        </w:rPr>
        <w:t xml:space="preserve">Rengėja </w:t>
      </w:r>
    </w:p>
    <w:p w:rsidR="00A33BA5" w:rsidRPr="004D13B4" w:rsidRDefault="00A33BA5" w:rsidP="00A33BA5">
      <w:pPr>
        <w:widowControl w:val="0"/>
        <w:ind w:firstLine="0"/>
        <w:rPr>
          <w:rFonts w:eastAsia="Lucida Sans Unicode"/>
          <w:kern w:val="2"/>
          <w:lang w:eastAsia="ar-SA"/>
        </w:rPr>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A33BA5" w:rsidRDefault="00A33BA5" w:rsidP="00A33BA5">
      <w:pPr>
        <w:widowControl w:val="0"/>
      </w:pPr>
    </w:p>
    <w:p w:rsidR="00A33BA5" w:rsidRDefault="00A33BA5" w:rsidP="00A33BA5">
      <w:pPr>
        <w:ind w:firstLine="0"/>
      </w:pPr>
    </w:p>
    <w:p w:rsidR="00A33BA5" w:rsidRDefault="00A33BA5" w:rsidP="00A33BA5">
      <w:pPr>
        <w:ind w:firstLine="0"/>
      </w:pPr>
    </w:p>
    <w:p w:rsidR="00A33BA5" w:rsidRDefault="00A33BA5" w:rsidP="00A33BA5">
      <w:pPr>
        <w:tabs>
          <w:tab w:val="left" w:pos="255"/>
        </w:tabs>
        <w:ind w:firstLine="0"/>
      </w:pPr>
    </w:p>
    <w:p w:rsidR="00A33BA5" w:rsidRDefault="00A33BA5" w:rsidP="00C52854">
      <w:pPr>
        <w:tabs>
          <w:tab w:val="left" w:pos="255"/>
        </w:tabs>
        <w:ind w:firstLine="0"/>
      </w:pPr>
    </w:p>
    <w:sectPr w:rsidR="00A33BA5">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EB0" w:rsidRDefault="00591EB0">
      <w:r>
        <w:separator/>
      </w:r>
    </w:p>
  </w:endnote>
  <w:endnote w:type="continuationSeparator" w:id="0">
    <w:p w:rsidR="00591EB0" w:rsidRDefault="00591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EB0" w:rsidRDefault="00591EB0">
      <w:r>
        <w:separator/>
      </w:r>
    </w:p>
  </w:footnote>
  <w:footnote w:type="continuationSeparator" w:id="0">
    <w:p w:rsidR="00591EB0" w:rsidRDefault="00591E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3C4E"/>
    <w:rsid w:val="00085A33"/>
    <w:rsid w:val="000A1962"/>
    <w:rsid w:val="000A4D68"/>
    <w:rsid w:val="000D062F"/>
    <w:rsid w:val="00100C1C"/>
    <w:rsid w:val="001367AD"/>
    <w:rsid w:val="00146592"/>
    <w:rsid w:val="00172B57"/>
    <w:rsid w:val="00191752"/>
    <w:rsid w:val="001949A1"/>
    <w:rsid w:val="001E4CC2"/>
    <w:rsid w:val="00230350"/>
    <w:rsid w:val="00236400"/>
    <w:rsid w:val="00244F4F"/>
    <w:rsid w:val="00280BE7"/>
    <w:rsid w:val="00306F30"/>
    <w:rsid w:val="00326350"/>
    <w:rsid w:val="003350BC"/>
    <w:rsid w:val="00373D15"/>
    <w:rsid w:val="003B43DC"/>
    <w:rsid w:val="003B460D"/>
    <w:rsid w:val="003D55A7"/>
    <w:rsid w:val="003F2ED8"/>
    <w:rsid w:val="00413FEB"/>
    <w:rsid w:val="00416C61"/>
    <w:rsid w:val="00421A63"/>
    <w:rsid w:val="00423DC0"/>
    <w:rsid w:val="00447569"/>
    <w:rsid w:val="00450F04"/>
    <w:rsid w:val="004514A1"/>
    <w:rsid w:val="00472DC7"/>
    <w:rsid w:val="004750C7"/>
    <w:rsid w:val="004818B3"/>
    <w:rsid w:val="004B55AA"/>
    <w:rsid w:val="004C621B"/>
    <w:rsid w:val="004C6667"/>
    <w:rsid w:val="004D4B06"/>
    <w:rsid w:val="004E382C"/>
    <w:rsid w:val="00591EB0"/>
    <w:rsid w:val="005B4DB4"/>
    <w:rsid w:val="005E1579"/>
    <w:rsid w:val="005E5974"/>
    <w:rsid w:val="00613303"/>
    <w:rsid w:val="00665687"/>
    <w:rsid w:val="0069326B"/>
    <w:rsid w:val="00693D49"/>
    <w:rsid w:val="006B2F90"/>
    <w:rsid w:val="006B6EC8"/>
    <w:rsid w:val="006C5697"/>
    <w:rsid w:val="006F00AB"/>
    <w:rsid w:val="006F077B"/>
    <w:rsid w:val="007618D0"/>
    <w:rsid w:val="00781DA8"/>
    <w:rsid w:val="00783C45"/>
    <w:rsid w:val="00786211"/>
    <w:rsid w:val="007A2956"/>
    <w:rsid w:val="008574A3"/>
    <w:rsid w:val="008B25FB"/>
    <w:rsid w:val="009210C8"/>
    <w:rsid w:val="00946216"/>
    <w:rsid w:val="0098194D"/>
    <w:rsid w:val="00987301"/>
    <w:rsid w:val="009C3885"/>
    <w:rsid w:val="009C58ED"/>
    <w:rsid w:val="009E09A4"/>
    <w:rsid w:val="009F41E5"/>
    <w:rsid w:val="00A33BA5"/>
    <w:rsid w:val="00A67585"/>
    <w:rsid w:val="00A7074A"/>
    <w:rsid w:val="00A73E76"/>
    <w:rsid w:val="00A81635"/>
    <w:rsid w:val="00A81C15"/>
    <w:rsid w:val="00AB5285"/>
    <w:rsid w:val="00AB5822"/>
    <w:rsid w:val="00AC235E"/>
    <w:rsid w:val="00AE47DC"/>
    <w:rsid w:val="00B2655C"/>
    <w:rsid w:val="00B3269E"/>
    <w:rsid w:val="00B95B54"/>
    <w:rsid w:val="00BC3BF7"/>
    <w:rsid w:val="00C14522"/>
    <w:rsid w:val="00C22BE3"/>
    <w:rsid w:val="00C34C57"/>
    <w:rsid w:val="00C37D2C"/>
    <w:rsid w:val="00C52854"/>
    <w:rsid w:val="00CD7AED"/>
    <w:rsid w:val="00CF754C"/>
    <w:rsid w:val="00DA5059"/>
    <w:rsid w:val="00DD26D0"/>
    <w:rsid w:val="00E217CD"/>
    <w:rsid w:val="00E739A7"/>
    <w:rsid w:val="00E83BF4"/>
    <w:rsid w:val="00E94213"/>
    <w:rsid w:val="00EA09B6"/>
    <w:rsid w:val="00EB0CCD"/>
    <w:rsid w:val="00F06D53"/>
    <w:rsid w:val="00F57F68"/>
    <w:rsid w:val="00F721C0"/>
    <w:rsid w:val="00F85090"/>
    <w:rsid w:val="00F877CD"/>
    <w:rsid w:val="00F9475D"/>
    <w:rsid w:val="00FA254C"/>
    <w:rsid w:val="00FB1F85"/>
    <w:rsid w:val="00FC7CB3"/>
    <w:rsid w:val="00FD1AD0"/>
    <w:rsid w:val="00FD1F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83297">
      <w:bodyDiv w:val="1"/>
      <w:marLeft w:val="0"/>
      <w:marRight w:val="0"/>
      <w:marTop w:val="0"/>
      <w:marBottom w:val="0"/>
      <w:divBdr>
        <w:top w:val="none" w:sz="0" w:space="0" w:color="auto"/>
        <w:left w:val="none" w:sz="0" w:space="0" w:color="auto"/>
        <w:bottom w:val="none" w:sz="0" w:space="0" w:color="auto"/>
        <w:right w:val="none" w:sz="0" w:space="0" w:color="auto"/>
      </w:divBdr>
    </w:div>
    <w:div w:id="1594826258">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84DA866D</Template>
  <TotalTime>5</TotalTime>
  <Pages>3</Pages>
  <Words>3633</Words>
  <Characters>2071</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5693</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9</cp:revision>
  <cp:lastPrinted>2015-04-16T14:07:00Z</cp:lastPrinted>
  <dcterms:created xsi:type="dcterms:W3CDTF">2023-04-13T06:42:00Z</dcterms:created>
  <dcterms:modified xsi:type="dcterms:W3CDTF">2023-04-19T13:51:00Z</dcterms:modified>
</cp:coreProperties>
</file>