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8A421A">
        <w:tc>
          <w:tcPr>
            <w:tcW w:w="9854" w:type="dxa"/>
            <w:gridSpan w:val="2"/>
          </w:tcPr>
          <w:p w:rsidR="00F071A3" w:rsidRPr="008A421A" w:rsidRDefault="004C403A" w:rsidP="00A91168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468B04DB" wp14:editId="5E4630DB">
                  <wp:simplePos x="0" y="0"/>
                  <wp:positionH relativeFrom="column">
                    <wp:posOffset>2756535</wp:posOffset>
                  </wp:positionH>
                  <wp:positionV relativeFrom="paragraph">
                    <wp:posOffset>-299085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9455F2">
            <w:pPr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006EA">
              <w:rPr>
                <w:b/>
                <w:caps/>
                <w:sz w:val="28"/>
                <w:szCs w:val="28"/>
              </w:rPr>
              <w:t>3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</w:t>
            </w:r>
            <w:r w:rsidR="001006EA">
              <w:rPr>
                <w:b/>
                <w:caps/>
                <w:sz w:val="28"/>
                <w:szCs w:val="28"/>
              </w:rPr>
              <w:t>VASARIO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2</w:t>
            </w:r>
            <w:r w:rsidR="001006EA">
              <w:rPr>
                <w:b/>
                <w:caps/>
                <w:sz w:val="28"/>
                <w:szCs w:val="28"/>
              </w:rPr>
              <w:t>3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006EA">
              <w:rPr>
                <w:b/>
                <w:caps/>
                <w:sz w:val="28"/>
                <w:szCs w:val="28"/>
              </w:rPr>
              <w:t>5</w:t>
            </w:r>
            <w:r w:rsidR="001321BA" w:rsidRPr="008A421A">
              <w:rPr>
                <w:b/>
                <w:caps/>
                <w:sz w:val="28"/>
                <w:szCs w:val="28"/>
              </w:rPr>
              <w:t>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>“ 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006EA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006EA">
              <w:rPr>
                <w:rStyle w:val="Komentaronuoroda"/>
                <w:sz w:val="24"/>
              </w:rPr>
              <w:t>3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1006EA">
              <w:rPr>
                <w:rStyle w:val="Komentaronuoroda"/>
                <w:sz w:val="24"/>
              </w:rPr>
              <w:t>kovo</w:t>
            </w:r>
            <w:r w:rsidR="00BD5FF3" w:rsidRPr="008A421A">
              <w:rPr>
                <w:rStyle w:val="Komentaronuoroda"/>
                <w:sz w:val="24"/>
              </w:rPr>
              <w:t xml:space="preserve"> </w:t>
            </w:r>
            <w:r w:rsidR="001006EA">
              <w:rPr>
                <w:rStyle w:val="Komentaronuoroda"/>
                <w:sz w:val="24"/>
              </w:rPr>
              <w:t>30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FA6A02">
              <w:rPr>
                <w:rStyle w:val="Komentaronuoroda"/>
                <w:sz w:val="24"/>
              </w:rPr>
              <w:t>64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 xml:space="preserve"> n u s p r e n d ž i a:</w:t>
      </w:r>
    </w:p>
    <w:p w:rsidR="005326AA" w:rsidRPr="008A421A" w:rsidRDefault="00BD5FF3" w:rsidP="00FE6FE6">
      <w:pPr>
        <w:ind w:firstLine="720"/>
        <w:jc w:val="both"/>
      </w:pPr>
      <w:r w:rsidRPr="008A421A">
        <w:t>Pakeisti Plungės rajono savivaldybės tarybos 202</w:t>
      </w:r>
      <w:r w:rsidR="001006EA">
        <w:t>3</w:t>
      </w:r>
      <w:r w:rsidRPr="008A421A">
        <w:t xml:space="preserve"> m. </w:t>
      </w:r>
      <w:r w:rsidR="001006EA">
        <w:t>vasario</w:t>
      </w:r>
      <w:r w:rsidRPr="008A421A">
        <w:t xml:space="preserve"> 2</w:t>
      </w:r>
      <w:r w:rsidR="001006EA">
        <w:t>3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006EA">
        <w:t>5</w:t>
      </w:r>
      <w:r w:rsidR="001321BA" w:rsidRPr="008A421A">
        <w:t>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1 punktu patvirtinto priedo „Plungės rajono savivaldybės biudžetinių </w:t>
      </w:r>
      <w:r w:rsidR="001321BA" w:rsidRPr="007F6E8B">
        <w:t>įstaigų didžiausia</w:t>
      </w:r>
      <w:r w:rsidR="00E36C7A" w:rsidRPr="00FE6FE6">
        <w:t>s</w:t>
      </w:r>
      <w:r w:rsidR="001321BA" w:rsidRPr="007F6E8B">
        <w:t xml:space="preserve"> leistinas</w:t>
      </w:r>
      <w:r w:rsidR="001321BA" w:rsidRPr="008A421A">
        <w:t xml:space="preserve">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9310BA" w:rsidRPr="001D1B60">
        <w:t>1</w:t>
      </w:r>
      <w:r w:rsidR="009310BA">
        <w:t>9</w:t>
      </w:r>
      <w:r w:rsidR="009310BA" w:rsidRPr="001D1B60">
        <w:t xml:space="preserve"> eilutę (Eil. Nr. 1</w:t>
      </w:r>
      <w:r w:rsidR="009310BA">
        <w:t xml:space="preserve">9), </w:t>
      </w:r>
      <w:r w:rsidR="001006EA">
        <w:t>2</w:t>
      </w:r>
      <w:r w:rsidR="008C7F56" w:rsidRPr="008A421A">
        <w:t xml:space="preserve">2 eilutę (Eil. Nr. </w:t>
      </w:r>
      <w:r w:rsidR="001006EA">
        <w:t>2</w:t>
      </w:r>
      <w:r w:rsidR="008C7F56" w:rsidRPr="008A421A">
        <w:t>2</w:t>
      </w:r>
      <w:r w:rsidR="001006EA">
        <w:t>)</w:t>
      </w:r>
      <w:r w:rsidR="001321BA" w:rsidRPr="008A421A">
        <w:t>,</w:t>
      </w:r>
      <w:r w:rsidR="008C7F56" w:rsidRPr="008A421A">
        <w:t xml:space="preserve"> nurodant kitą pareigybių skaičių,</w:t>
      </w:r>
      <w:r w:rsidR="001321BA" w:rsidRPr="008A421A">
        <w:t xml:space="preserve"> ir </w:t>
      </w:r>
      <w:r w:rsidR="008C7F56" w:rsidRPr="008A421A">
        <w:t>ši</w:t>
      </w:r>
      <w:r w:rsidR="009310BA">
        <w:t>as</w:t>
      </w:r>
      <w:r w:rsidR="008C7F56" w:rsidRPr="008A421A">
        <w:t xml:space="preserve"> eilu</w:t>
      </w:r>
      <w:r w:rsidR="001006EA">
        <w:t>t</w:t>
      </w:r>
      <w:r w:rsidR="009310BA">
        <w:t>es</w:t>
      </w:r>
      <w:r w:rsidR="008C7F56" w:rsidRPr="008A421A">
        <w:t xml:space="preserve"> </w:t>
      </w:r>
      <w:r w:rsidR="001321BA" w:rsidRPr="008A421A">
        <w:t>išdėstyti taip: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808"/>
        <w:gridCol w:w="2410"/>
        <w:gridCol w:w="2268"/>
      </w:tblGrid>
      <w:tr w:rsidR="004B12F5" w:rsidRPr="008A421A" w:rsidTr="004B12F5">
        <w:trPr>
          <w:trHeight w:val="6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4B12F5" w:rsidRPr="001730AA" w:rsidRDefault="004B12F5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4B12F5" w:rsidRPr="001730AA" w:rsidRDefault="004B12F5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4B12F5" w:rsidRPr="001730AA" w:rsidRDefault="004B12F5" w:rsidP="004B12F5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B12F5" w:rsidRPr="001730AA" w:rsidRDefault="004B12F5" w:rsidP="004B12F5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Pastabos</w:t>
            </w:r>
          </w:p>
          <w:p w:rsidR="004B12F5" w:rsidRPr="001730AA" w:rsidRDefault="004B12F5" w:rsidP="004B12F5">
            <w:pPr>
              <w:jc w:val="both"/>
              <w:rPr>
                <w:szCs w:val="20"/>
                <w:lang w:eastAsia="en-US"/>
              </w:rPr>
            </w:pPr>
          </w:p>
        </w:tc>
      </w:tr>
      <w:tr w:rsidR="004B12F5" w:rsidRPr="008A421A" w:rsidTr="004B12F5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1730AA" w:rsidRDefault="004B12F5" w:rsidP="004B12F5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  <w:tc>
          <w:tcPr>
            <w:tcW w:w="2268" w:type="dxa"/>
          </w:tcPr>
          <w:p w:rsidR="004B12F5" w:rsidRPr="001730AA" w:rsidRDefault="004B12F5" w:rsidP="004B12F5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4</w:t>
            </w:r>
          </w:p>
        </w:tc>
      </w:tr>
      <w:tr w:rsidR="004B12F5" w:rsidRPr="008A421A" w:rsidTr="004B12F5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0C7B6E" w:rsidRDefault="004B12F5" w:rsidP="004B12F5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19.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EC3F4E" w:rsidRDefault="004B12F5" w:rsidP="004B12F5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sporto ir rekreacijos centras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0C7B6E" w:rsidRDefault="004B12F5" w:rsidP="00085354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C7B6E">
              <w:rPr>
                <w:lang w:eastAsia="en-US"/>
              </w:rPr>
              <w:t>,75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4B12F5" w:rsidRPr="001730AA" w:rsidRDefault="004B12F5" w:rsidP="004B12F5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4B12F5" w:rsidRPr="008A421A" w:rsidTr="004B12F5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7F6E8B" w:rsidRDefault="004B12F5" w:rsidP="004B12F5">
            <w:pPr>
              <w:jc w:val="center"/>
              <w:rPr>
                <w:lang w:eastAsia="en-US"/>
              </w:rPr>
            </w:pPr>
            <w:r w:rsidRPr="007F6E8B">
              <w:rPr>
                <w:lang w:eastAsia="en-US"/>
              </w:rPr>
              <w:t>22.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FE6FE6" w:rsidRDefault="004B12F5" w:rsidP="004B12F5">
            <w:pPr>
              <w:rPr>
                <w:lang w:eastAsia="en-US"/>
              </w:rPr>
            </w:pPr>
            <w:r w:rsidRPr="00FE6FE6">
              <w:rPr>
                <w:lang w:eastAsia="en-US"/>
              </w:rPr>
              <w:t>Plungės socialinių paslaugų centras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5" w:rsidRPr="00561A54" w:rsidRDefault="004B12F5" w:rsidP="00085354">
            <w:pPr>
              <w:jc w:val="center"/>
              <w:rPr>
                <w:lang w:eastAsia="en-US"/>
              </w:rPr>
            </w:pPr>
            <w:r w:rsidRPr="007F6E8B">
              <w:rPr>
                <w:lang w:eastAsia="en-US"/>
              </w:rPr>
              <w:t>111,3</w:t>
            </w:r>
          </w:p>
        </w:tc>
        <w:tc>
          <w:tcPr>
            <w:tcW w:w="2268" w:type="dxa"/>
          </w:tcPr>
          <w:p w:rsidR="004B12F5" w:rsidRPr="00FE6FE6" w:rsidRDefault="004B12F5" w:rsidP="004B12F5">
            <w:pPr>
              <w:jc w:val="both"/>
              <w:rPr>
                <w:lang w:eastAsia="en-US"/>
              </w:rPr>
            </w:pPr>
            <w:r w:rsidRPr="00FE6FE6">
              <w:rPr>
                <w:lang w:eastAsia="en-US"/>
              </w:rPr>
              <w:t>Nuo 2023-05-01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3028FE" w:rsidRPr="008A421A" w:rsidRDefault="003028FE" w:rsidP="002F54D6"/>
    <w:p w:rsidR="00C11ED6" w:rsidRPr="008A421A" w:rsidRDefault="002F54D6" w:rsidP="00085354">
      <w:pPr>
        <w:tabs>
          <w:tab w:val="left" w:pos="7938"/>
        </w:tabs>
      </w:pPr>
      <w:r w:rsidRPr="008A421A">
        <w:t>Savivaldybės meras</w:t>
      </w:r>
      <w:r w:rsidR="00085354">
        <w:t xml:space="preserve"> </w:t>
      </w:r>
      <w:r w:rsidR="00085354">
        <w:tab/>
        <w:t>Audrius Klišonis</w:t>
      </w:r>
      <w:r w:rsidRPr="008A421A"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  <w:bookmarkStart w:id="1" w:name="_GoBack"/>
      <w:bookmarkEnd w:id="1"/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F5045F" w:rsidRDefault="00F5045F" w:rsidP="002F54D6">
      <w:pPr>
        <w:jc w:val="both"/>
      </w:pPr>
    </w:p>
    <w:p w:rsidR="00F5045F" w:rsidRDefault="00F5045F" w:rsidP="002F54D6">
      <w:pPr>
        <w:jc w:val="both"/>
      </w:pPr>
    </w:p>
    <w:p w:rsidR="00F5045F" w:rsidRDefault="00F5045F" w:rsidP="002F54D6">
      <w:pPr>
        <w:jc w:val="both"/>
      </w:pPr>
    </w:p>
    <w:p w:rsidR="00F5045F" w:rsidRDefault="00F5045F" w:rsidP="002F54D6">
      <w:pPr>
        <w:jc w:val="both"/>
      </w:pPr>
    </w:p>
    <w:sectPr w:rsidR="00F5045F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771E2"/>
    <w:rsid w:val="00085354"/>
    <w:rsid w:val="000A3B5A"/>
    <w:rsid w:val="000A5B8A"/>
    <w:rsid w:val="000B1264"/>
    <w:rsid w:val="000B284C"/>
    <w:rsid w:val="000B3609"/>
    <w:rsid w:val="000B4C90"/>
    <w:rsid w:val="000B70B6"/>
    <w:rsid w:val="000B71DA"/>
    <w:rsid w:val="000C096A"/>
    <w:rsid w:val="000C42AB"/>
    <w:rsid w:val="000D0B1B"/>
    <w:rsid w:val="000F16FE"/>
    <w:rsid w:val="001006EA"/>
    <w:rsid w:val="00110FDB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3786A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148C"/>
    <w:rsid w:val="002C300E"/>
    <w:rsid w:val="002C5B3B"/>
    <w:rsid w:val="002C6D87"/>
    <w:rsid w:val="002C7735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1F35"/>
    <w:rsid w:val="0037342A"/>
    <w:rsid w:val="003745C6"/>
    <w:rsid w:val="00395865"/>
    <w:rsid w:val="00397E7F"/>
    <w:rsid w:val="003B37FF"/>
    <w:rsid w:val="003B5081"/>
    <w:rsid w:val="003B508F"/>
    <w:rsid w:val="003B5DE8"/>
    <w:rsid w:val="003C4DFB"/>
    <w:rsid w:val="003D33C2"/>
    <w:rsid w:val="003E1C7A"/>
    <w:rsid w:val="003E5892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501D8"/>
    <w:rsid w:val="0047422E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12F5"/>
    <w:rsid w:val="004B66D0"/>
    <w:rsid w:val="004C403A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1A54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3C74"/>
    <w:rsid w:val="005A6BAE"/>
    <w:rsid w:val="005A765E"/>
    <w:rsid w:val="005D2D52"/>
    <w:rsid w:val="005E1008"/>
    <w:rsid w:val="005F0573"/>
    <w:rsid w:val="005F3E4E"/>
    <w:rsid w:val="005F5C79"/>
    <w:rsid w:val="005F636E"/>
    <w:rsid w:val="006069C3"/>
    <w:rsid w:val="0061696B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679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F6E8B"/>
    <w:rsid w:val="0082032F"/>
    <w:rsid w:val="00820990"/>
    <w:rsid w:val="00821E18"/>
    <w:rsid w:val="00823B79"/>
    <w:rsid w:val="00825C3D"/>
    <w:rsid w:val="00844645"/>
    <w:rsid w:val="00856C88"/>
    <w:rsid w:val="0085738F"/>
    <w:rsid w:val="008776AE"/>
    <w:rsid w:val="008801FF"/>
    <w:rsid w:val="00884017"/>
    <w:rsid w:val="00885D30"/>
    <w:rsid w:val="00891829"/>
    <w:rsid w:val="008947F0"/>
    <w:rsid w:val="008952DD"/>
    <w:rsid w:val="008974DB"/>
    <w:rsid w:val="008A421A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3397"/>
    <w:rsid w:val="00914041"/>
    <w:rsid w:val="009172B7"/>
    <w:rsid w:val="009225A6"/>
    <w:rsid w:val="009310BA"/>
    <w:rsid w:val="00937701"/>
    <w:rsid w:val="00940522"/>
    <w:rsid w:val="009423DC"/>
    <w:rsid w:val="009455F2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43D3"/>
    <w:rsid w:val="009C537C"/>
    <w:rsid w:val="009D13AF"/>
    <w:rsid w:val="009D7D62"/>
    <w:rsid w:val="009E446D"/>
    <w:rsid w:val="009E4874"/>
    <w:rsid w:val="009F1907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446E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44D05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2684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35745"/>
    <w:rsid w:val="00C40256"/>
    <w:rsid w:val="00C5043A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36C7A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5045F"/>
    <w:rsid w:val="00F71D13"/>
    <w:rsid w:val="00F75058"/>
    <w:rsid w:val="00FA6A02"/>
    <w:rsid w:val="00FB340C"/>
    <w:rsid w:val="00FB5773"/>
    <w:rsid w:val="00FC5EF2"/>
    <w:rsid w:val="00FD1259"/>
    <w:rsid w:val="00FD7BB9"/>
    <w:rsid w:val="00FE04EC"/>
    <w:rsid w:val="00FE1F6A"/>
    <w:rsid w:val="00FE6FE6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4DCE9-C036-41AB-A8CE-47E42C669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7433639F</Template>
  <TotalTime>3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6</cp:revision>
  <cp:lastPrinted>2021-09-14T13:12:00Z</cp:lastPrinted>
  <dcterms:created xsi:type="dcterms:W3CDTF">2023-03-14T14:57:00Z</dcterms:created>
  <dcterms:modified xsi:type="dcterms:W3CDTF">2023-03-30T12:06:00Z</dcterms:modified>
</cp:coreProperties>
</file>