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F9F" w14:textId="4C3B1C11" w:rsidR="007306E5" w:rsidRDefault="00350E1F" w:rsidP="00350E1F">
      <w:pPr>
        <w:jc w:val="center"/>
        <w:rPr>
          <w:b/>
          <w:bCs/>
          <w:sz w:val="28"/>
          <w:szCs w:val="28"/>
        </w:rPr>
      </w:pPr>
      <w:r>
        <w:rPr>
          <w:b/>
          <w:noProof/>
          <w:lang w:eastAsia="lt-LT"/>
        </w:rPr>
        <w:drawing>
          <wp:anchor distT="0" distB="180340" distL="114300" distR="114300" simplePos="0" relativeHeight="251659264" behindDoc="1" locked="0" layoutInCell="0" allowOverlap="1" wp14:anchorId="7B1211D5" wp14:editId="18F5CB1D">
            <wp:simplePos x="0" y="0"/>
            <wp:positionH relativeFrom="column">
              <wp:posOffset>2828925</wp:posOffset>
            </wp:positionH>
            <wp:positionV relativeFrom="paragraph">
              <wp:posOffset>-229235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70B"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141EDEF4" w:rsidR="0083370B" w:rsidRDefault="00A86918" w:rsidP="0083370B">
      <w:pPr>
        <w:jc w:val="center"/>
        <w:rPr>
          <w:b/>
          <w:caps/>
          <w:sz w:val="28"/>
          <w:szCs w:val="28"/>
          <w:lang w:eastAsia="lt-LT"/>
        </w:rPr>
      </w:pPr>
      <w:r w:rsidRPr="00445065">
        <w:rPr>
          <w:rStyle w:val="Komentaronuoroda"/>
          <w:b/>
          <w:sz w:val="28"/>
        </w:rPr>
        <w:t xml:space="preserve">DĖL </w:t>
      </w:r>
      <w:r>
        <w:rPr>
          <w:rStyle w:val="Komentaronuoroda"/>
          <w:b/>
          <w:sz w:val="28"/>
        </w:rPr>
        <w:t xml:space="preserve">PLUNGĖS RAJONO SAVIVALDYBĖS </w:t>
      </w:r>
      <w:r w:rsidRPr="00445065">
        <w:rPr>
          <w:rStyle w:val="Komentaronuoroda"/>
          <w:b/>
          <w:sz w:val="28"/>
        </w:rPr>
        <w:t>ŽELDYNŲ IR ŽELDINIŲ AP</w:t>
      </w:r>
      <w:r>
        <w:rPr>
          <w:rStyle w:val="Komentaronuoroda"/>
          <w:b/>
          <w:sz w:val="28"/>
        </w:rPr>
        <w:t>SAUGOS, PRIEŽIŪROS</w:t>
      </w:r>
      <w:r w:rsidR="00C317BF">
        <w:rPr>
          <w:rStyle w:val="Komentaronuoroda"/>
          <w:b/>
          <w:sz w:val="28"/>
        </w:rPr>
        <w:t xml:space="preserve"> IR TVARKYMO KOMISIJOS</w:t>
      </w:r>
      <w:r>
        <w:rPr>
          <w:rStyle w:val="Komentaronuoroda"/>
          <w:b/>
          <w:sz w:val="28"/>
        </w:rPr>
        <w:t xml:space="preserve"> SUDARYMO IR JOS NUOSTATŲ </w:t>
      </w:r>
      <w:r w:rsidRPr="00445065">
        <w:rPr>
          <w:rStyle w:val="Komentaronuoroda"/>
          <w:b/>
          <w:sz w:val="28"/>
        </w:rPr>
        <w:t>PATVIRTINIMO</w:t>
      </w:r>
    </w:p>
    <w:p w14:paraId="57FA3510" w14:textId="77777777" w:rsidR="00E06FEB" w:rsidRDefault="00E06FEB" w:rsidP="0083370B">
      <w:pPr>
        <w:jc w:val="center"/>
        <w:rPr>
          <w:sz w:val="22"/>
        </w:rPr>
      </w:pPr>
    </w:p>
    <w:p w14:paraId="67429D94" w14:textId="7B7CB4C9" w:rsidR="0083370B" w:rsidRDefault="00A95AD0" w:rsidP="0083370B">
      <w:pPr>
        <w:jc w:val="center"/>
      </w:pPr>
      <w:r>
        <w:t>2021</w:t>
      </w:r>
      <w:r w:rsidR="0083370B">
        <w:t xml:space="preserve"> m. </w:t>
      </w:r>
      <w:r w:rsidR="0022338A">
        <w:t>gruodžio 27</w:t>
      </w:r>
      <w:r w:rsidR="0083370B">
        <w:t xml:space="preserve"> d. Nr. </w:t>
      </w:r>
      <w:r w:rsidR="007150E3">
        <w:t>T1-</w:t>
      </w:r>
      <w:r w:rsidR="00DF5FA8">
        <w:t>335</w:t>
      </w:r>
    </w:p>
    <w:p w14:paraId="01A41D32" w14:textId="77777777" w:rsidR="0083370B" w:rsidRDefault="0083370B" w:rsidP="0083370B">
      <w:pPr>
        <w:jc w:val="center"/>
      </w:pPr>
      <w:r>
        <w:t>Plungė</w:t>
      </w:r>
    </w:p>
    <w:p w14:paraId="1000C642" w14:textId="77777777" w:rsidR="0083370B" w:rsidRDefault="0083370B" w:rsidP="0083370B">
      <w:pPr>
        <w:jc w:val="both"/>
      </w:pPr>
    </w:p>
    <w:p w14:paraId="243354BC" w14:textId="77777777" w:rsidR="002663DC" w:rsidRDefault="002663DC" w:rsidP="000824E8">
      <w:pPr>
        <w:pStyle w:val="Sraopastraipa"/>
        <w:ind w:left="0" w:firstLine="720"/>
        <w:jc w:val="both"/>
      </w:pPr>
      <w:r>
        <w:rPr>
          <w:color w:val="000000"/>
        </w:rPr>
        <w:t>Vadovaudamasi Lietuvos Respublikos vietos savivaldos įstatymo 16 straipsnio 2 dalies 6 punktu ir Lietuvos Respublikos želdynų įstatymo 5 straipsnio 1 dalies 4 punktu, Plungės rajono savivaldybės taryba </w:t>
      </w:r>
      <w:r>
        <w:rPr>
          <w:color w:val="000000"/>
          <w:spacing w:val="60"/>
        </w:rPr>
        <w:t>nusprendži</w:t>
      </w:r>
      <w:r>
        <w:rPr>
          <w:color w:val="000000"/>
        </w:rPr>
        <w:t>a:</w:t>
      </w:r>
      <w:r w:rsidR="00A05160">
        <w:t xml:space="preserve"> </w:t>
      </w:r>
    </w:p>
    <w:p w14:paraId="38D41B9A" w14:textId="7134A7D0" w:rsidR="00251D65" w:rsidRDefault="005E5689" w:rsidP="000824E8">
      <w:pPr>
        <w:pStyle w:val="Sraopastraipa"/>
        <w:numPr>
          <w:ilvl w:val="0"/>
          <w:numId w:val="3"/>
        </w:numPr>
        <w:ind w:left="0" w:firstLine="720"/>
        <w:jc w:val="both"/>
      </w:pPr>
      <w:r>
        <w:t xml:space="preserve"> </w:t>
      </w:r>
      <w:r w:rsidR="00251D65">
        <w:t xml:space="preserve">Sudaryti Plungės rajono savivaldybės </w:t>
      </w:r>
      <w:r>
        <w:t>Ž</w:t>
      </w:r>
      <w:r w:rsidR="00251D65">
        <w:t>eldynų ir želdinių apsaugos, priežiūros ir tvarkymo komisiją (toliau – Komisija):</w:t>
      </w:r>
    </w:p>
    <w:p w14:paraId="5AA07202" w14:textId="5729F760" w:rsidR="00251D65" w:rsidRDefault="00251D65" w:rsidP="000824E8">
      <w:pPr>
        <w:pStyle w:val="Sraopastraipa"/>
        <w:numPr>
          <w:ilvl w:val="1"/>
          <w:numId w:val="3"/>
        </w:numPr>
        <w:ind w:left="0" w:firstLine="720"/>
        <w:jc w:val="both"/>
      </w:pPr>
      <w:r>
        <w:t xml:space="preserve"> </w:t>
      </w:r>
      <w:r w:rsidR="004F678F">
        <w:t xml:space="preserve">Roberta Jakumienė, </w:t>
      </w:r>
      <w:r>
        <w:t xml:space="preserve">Plungės rajono savivaldybės administracijos </w:t>
      </w:r>
      <w:r w:rsidR="004F678F">
        <w:t>Vietos ūkio skyriaus vyriausioji specialistė (Komisijos pirmininkė</w:t>
      </w:r>
      <w:r>
        <w:t>);</w:t>
      </w:r>
    </w:p>
    <w:p w14:paraId="6013C59A" w14:textId="7833AF70" w:rsidR="00251D65" w:rsidRDefault="00251D65" w:rsidP="000824E8">
      <w:pPr>
        <w:pStyle w:val="Sraopastraipa"/>
        <w:numPr>
          <w:ilvl w:val="1"/>
          <w:numId w:val="3"/>
        </w:numPr>
        <w:ind w:left="0" w:firstLine="720"/>
        <w:jc w:val="both"/>
      </w:pPr>
      <w:r>
        <w:t xml:space="preserve"> </w:t>
      </w:r>
      <w:r w:rsidR="004F678F">
        <w:t xml:space="preserve">Laura Baumilė, </w:t>
      </w:r>
      <w:r>
        <w:t>Plungės rajono savivaldybės administracijos Architektūros ir teritorijų</w:t>
      </w:r>
      <w:r w:rsidR="004F678F">
        <w:t xml:space="preserve"> planavimo skyriaus vyriausioji specialistė </w:t>
      </w:r>
      <w:r>
        <w:t>(K</w:t>
      </w:r>
      <w:r w:rsidR="004F678F">
        <w:t>omisijos pirmininko pavaduotoja</w:t>
      </w:r>
      <w:r>
        <w:t>);</w:t>
      </w:r>
    </w:p>
    <w:p w14:paraId="63D21E82" w14:textId="03CA2D8A" w:rsidR="00251D65" w:rsidRDefault="002F1BA1" w:rsidP="000824E8">
      <w:pPr>
        <w:pStyle w:val="Sraopastraipa"/>
        <w:numPr>
          <w:ilvl w:val="1"/>
          <w:numId w:val="3"/>
        </w:numPr>
        <w:ind w:left="0" w:firstLine="720"/>
        <w:jc w:val="both"/>
      </w:pPr>
      <w:r>
        <w:t xml:space="preserve"> </w:t>
      </w:r>
      <w:r w:rsidR="004F678F">
        <w:t xml:space="preserve">Kristina Petrulevičienė, </w:t>
      </w:r>
      <w:r w:rsidR="00503DC2">
        <w:t xml:space="preserve">Plungės rajono savivaldybės administracijos </w:t>
      </w:r>
      <w:r w:rsidR="004F678F">
        <w:t>Architektūros ir teritorijų planavimo skyriaus vedėjo pavaduotoja</w:t>
      </w:r>
      <w:r w:rsidR="000824E8">
        <w:t>;</w:t>
      </w:r>
    </w:p>
    <w:p w14:paraId="378DD036" w14:textId="6328BA6B" w:rsidR="002F1BA1" w:rsidRDefault="002F1BA1" w:rsidP="000824E8">
      <w:pPr>
        <w:pStyle w:val="Sraopastraipa"/>
        <w:numPr>
          <w:ilvl w:val="1"/>
          <w:numId w:val="3"/>
        </w:numPr>
        <w:ind w:left="0" w:firstLine="720"/>
        <w:jc w:val="both"/>
      </w:pPr>
      <w:r>
        <w:t xml:space="preserve"> </w:t>
      </w:r>
      <w:r w:rsidR="00642369">
        <w:t xml:space="preserve">Česlovas </w:t>
      </w:r>
      <w:proofErr w:type="spellStart"/>
      <w:r w:rsidR="00642369">
        <w:t>Kerpauskas</w:t>
      </w:r>
      <w:proofErr w:type="spellEnd"/>
      <w:r w:rsidR="004F678F">
        <w:t xml:space="preserve">, </w:t>
      </w:r>
      <w:r>
        <w:t>Plungės rajono savivaldybės tarybos narys;</w:t>
      </w:r>
    </w:p>
    <w:p w14:paraId="37CA6D8B" w14:textId="770E9C3E" w:rsidR="002F1BA1" w:rsidRPr="002F1BA1" w:rsidRDefault="002F1BA1" w:rsidP="000824E8">
      <w:pPr>
        <w:pStyle w:val="Sraopastraipa"/>
        <w:numPr>
          <w:ilvl w:val="1"/>
          <w:numId w:val="3"/>
        </w:numPr>
        <w:ind w:left="0" w:firstLine="720"/>
        <w:jc w:val="both"/>
      </w:pPr>
      <w:r>
        <w:rPr>
          <w:color w:val="000000"/>
        </w:rPr>
        <w:t xml:space="preserve"> Seniūnijos, kurios teritorijoje yra pertvarkomi želdiniai, seniūnas</w:t>
      </w:r>
      <w:r w:rsidR="000824E8">
        <w:rPr>
          <w:color w:val="000000"/>
        </w:rPr>
        <w:t xml:space="preserve"> (Komisijos sekretorius)</w:t>
      </w:r>
      <w:r>
        <w:rPr>
          <w:color w:val="000000"/>
        </w:rPr>
        <w:t>;</w:t>
      </w:r>
    </w:p>
    <w:p w14:paraId="7B880759" w14:textId="76858EDA" w:rsidR="002F1BA1" w:rsidRPr="00D81BCA" w:rsidRDefault="002F1BA1" w:rsidP="000824E8">
      <w:pPr>
        <w:pStyle w:val="Sraopastraipa"/>
        <w:numPr>
          <w:ilvl w:val="1"/>
          <w:numId w:val="3"/>
        </w:numPr>
        <w:ind w:left="0" w:firstLine="720"/>
        <w:jc w:val="both"/>
      </w:pPr>
      <w:r>
        <w:rPr>
          <w:color w:val="000000"/>
        </w:rPr>
        <w:t>Vietovės, kurios teritorijoje yra pertvarkomi želdiniai</w:t>
      </w:r>
      <w:r w:rsidR="005E5689">
        <w:rPr>
          <w:color w:val="000000"/>
        </w:rPr>
        <w:t>,</w:t>
      </w:r>
      <w:r>
        <w:rPr>
          <w:color w:val="000000"/>
        </w:rPr>
        <w:t xml:space="preserve"> </w:t>
      </w:r>
      <w:proofErr w:type="spellStart"/>
      <w:r>
        <w:rPr>
          <w:color w:val="000000"/>
        </w:rPr>
        <w:t>seniūnaitis</w:t>
      </w:r>
      <w:proofErr w:type="spellEnd"/>
      <w:r>
        <w:rPr>
          <w:color w:val="000000"/>
        </w:rPr>
        <w:t>;</w:t>
      </w:r>
    </w:p>
    <w:p w14:paraId="0D0B8B81" w14:textId="011779BF" w:rsidR="00D81BCA" w:rsidRPr="00580FFE" w:rsidRDefault="003528F4" w:rsidP="000824E8">
      <w:pPr>
        <w:pStyle w:val="Sraopastraipa"/>
        <w:numPr>
          <w:ilvl w:val="1"/>
          <w:numId w:val="3"/>
        </w:numPr>
        <w:ind w:left="0" w:firstLine="720"/>
        <w:jc w:val="both"/>
      </w:pPr>
      <w:r>
        <w:t xml:space="preserve">Rūta </w:t>
      </w:r>
      <w:proofErr w:type="spellStart"/>
      <w:r>
        <w:t>Endrijauskienė</w:t>
      </w:r>
      <w:proofErr w:type="spellEnd"/>
      <w:r>
        <w:t xml:space="preserve">, Plungės rajono </w:t>
      </w:r>
      <w:proofErr w:type="spellStart"/>
      <w:r>
        <w:t>Milašaičių</w:t>
      </w:r>
      <w:proofErr w:type="spellEnd"/>
      <w:r>
        <w:t xml:space="preserve"> kaimo bendruomenės „</w:t>
      </w:r>
      <w:proofErr w:type="spellStart"/>
      <w:r>
        <w:t>Sruoja</w:t>
      </w:r>
      <w:proofErr w:type="spellEnd"/>
      <w:r>
        <w:t>“ pirmininkė</w:t>
      </w:r>
      <w:r w:rsidR="00775636" w:rsidRPr="00580FFE">
        <w:t>;</w:t>
      </w:r>
    </w:p>
    <w:p w14:paraId="42A1A70C" w14:textId="197516EB" w:rsidR="004D2C29" w:rsidRPr="00580FFE" w:rsidRDefault="003528F4" w:rsidP="000824E8">
      <w:pPr>
        <w:pStyle w:val="Sraopastraipa"/>
        <w:numPr>
          <w:ilvl w:val="1"/>
          <w:numId w:val="3"/>
        </w:numPr>
        <w:ind w:left="0" w:firstLine="720"/>
        <w:jc w:val="both"/>
      </w:pPr>
      <w:r>
        <w:t>Marija Jankauskienė, e</w:t>
      </w:r>
      <w:r w:rsidR="00505681" w:rsidRPr="00580FFE">
        <w:t>kologijos klubo „</w:t>
      </w:r>
      <w:proofErr w:type="spellStart"/>
      <w:r w:rsidR="00505681" w:rsidRPr="00580FFE">
        <w:t>Liepija</w:t>
      </w:r>
      <w:proofErr w:type="spellEnd"/>
      <w:r w:rsidR="00505681" w:rsidRPr="00580FFE">
        <w:t>“</w:t>
      </w:r>
      <w:r>
        <w:t xml:space="preserve"> pirmininkė</w:t>
      </w:r>
      <w:r w:rsidR="00505681" w:rsidRPr="00580FFE">
        <w:t>.</w:t>
      </w:r>
    </w:p>
    <w:p w14:paraId="0EDE20B2" w14:textId="03FBF809" w:rsidR="004D2C29" w:rsidRDefault="000824E8" w:rsidP="005E5689">
      <w:pPr>
        <w:pStyle w:val="Sraopastraipa"/>
        <w:numPr>
          <w:ilvl w:val="0"/>
          <w:numId w:val="3"/>
        </w:numPr>
        <w:ind w:left="0" w:firstLine="720"/>
        <w:jc w:val="both"/>
      </w:pPr>
      <w:r>
        <w:t xml:space="preserve"> </w:t>
      </w:r>
      <w:r w:rsidR="004D2C29">
        <w:t xml:space="preserve">Kviesti Komisijos </w:t>
      </w:r>
      <w:r w:rsidR="004D2C29">
        <w:rPr>
          <w:color w:val="000000"/>
        </w:rPr>
        <w:t>veikloje Komisijos nario teisėmis dalyvauti išvardytais atvejais:</w:t>
      </w:r>
    </w:p>
    <w:p w14:paraId="4986290D" w14:textId="10E45A3C" w:rsidR="004D2C29" w:rsidRPr="001F1160" w:rsidRDefault="004D2C29" w:rsidP="0016638C">
      <w:pPr>
        <w:pStyle w:val="Sraopastraipa"/>
        <w:widowControl/>
        <w:numPr>
          <w:ilvl w:val="1"/>
          <w:numId w:val="3"/>
        </w:numPr>
        <w:suppressAutoHyphens w:val="0"/>
        <w:ind w:left="0" w:firstLine="720"/>
        <w:jc w:val="both"/>
        <w:rPr>
          <w:lang w:eastAsia="lt-LT"/>
        </w:rPr>
      </w:pPr>
      <w:r>
        <w:rPr>
          <w:lang w:eastAsia="lt-LT"/>
        </w:rPr>
        <w:t>Saugomos teritorijos direkcijos atstovą</w:t>
      </w:r>
      <w:r w:rsidRPr="001F1160">
        <w:rPr>
          <w:lang w:eastAsia="lt-LT"/>
        </w:rPr>
        <w:t xml:space="preserve">, kai saugotini </w:t>
      </w:r>
      <w:r>
        <w:rPr>
          <w:lang w:eastAsia="lt-LT"/>
        </w:rPr>
        <w:t>želdiniai</w:t>
      </w:r>
      <w:r w:rsidRPr="001F1160">
        <w:rPr>
          <w:lang w:eastAsia="lt-LT"/>
        </w:rPr>
        <w:t xml:space="preserve"> auga saugomos teritorijos direkcijos administruojamose ir jai Valstybinės saugomų teritorijų tarnybos direktoriaus įsakymu priskirtose </w:t>
      </w:r>
      <w:proofErr w:type="spellStart"/>
      <w:r w:rsidRPr="001F1160">
        <w:rPr>
          <w:lang w:eastAsia="lt-LT"/>
        </w:rPr>
        <w:t>rezervatinėse</w:t>
      </w:r>
      <w:proofErr w:type="spellEnd"/>
      <w:r w:rsidRPr="001F1160">
        <w:rPr>
          <w:lang w:eastAsia="lt-LT"/>
        </w:rPr>
        <w:t xml:space="preserve"> </w:t>
      </w:r>
      <w:proofErr w:type="spellStart"/>
      <w:r w:rsidRPr="001F1160">
        <w:rPr>
          <w:lang w:eastAsia="lt-LT"/>
        </w:rPr>
        <w:t>apyrubėse</w:t>
      </w:r>
      <w:proofErr w:type="spellEnd"/>
      <w:r w:rsidRPr="001F1160">
        <w:rPr>
          <w:lang w:eastAsia="lt-LT"/>
        </w:rPr>
        <w:t>, valstybiniuose draustiniuose, paveldo objektuose, biosferos poligonuose, atkuriamuosiuose ir genetiniuose sklypuose ir Europos ekologinio tinklo „</w:t>
      </w:r>
      <w:proofErr w:type="spellStart"/>
      <w:r w:rsidRPr="001F1160">
        <w:rPr>
          <w:lang w:eastAsia="lt-LT"/>
        </w:rPr>
        <w:t>Natura</w:t>
      </w:r>
      <w:proofErr w:type="spellEnd"/>
      <w:r w:rsidRPr="001F1160">
        <w:rPr>
          <w:lang w:eastAsia="lt-LT"/>
        </w:rPr>
        <w:t xml:space="preserve"> 2000“ teritorijose;</w:t>
      </w:r>
    </w:p>
    <w:p w14:paraId="3AE1C63E" w14:textId="2D484409" w:rsidR="004D2C29" w:rsidRPr="001F1160" w:rsidRDefault="004D2C29" w:rsidP="0016638C">
      <w:pPr>
        <w:pStyle w:val="Sraopastraipa"/>
        <w:widowControl/>
        <w:numPr>
          <w:ilvl w:val="1"/>
          <w:numId w:val="3"/>
        </w:numPr>
        <w:suppressAutoHyphens w:val="0"/>
        <w:ind w:left="0" w:firstLine="720"/>
        <w:jc w:val="both"/>
        <w:rPr>
          <w:lang w:eastAsia="lt-LT"/>
        </w:rPr>
      </w:pPr>
      <w:r w:rsidRPr="001F1160">
        <w:rPr>
          <w:lang w:eastAsia="lt-LT"/>
        </w:rPr>
        <w:t>Kultūros paveldo departamento prie Kult</w:t>
      </w:r>
      <w:r>
        <w:rPr>
          <w:lang w:eastAsia="lt-LT"/>
        </w:rPr>
        <w:t>ūros ministerijos teritorinio skyriaus atstovą</w:t>
      </w:r>
      <w:r w:rsidRPr="001F1160">
        <w:rPr>
          <w:lang w:eastAsia="lt-LT"/>
        </w:rPr>
        <w:t>, kai saugotini medžiai ir krūmai auga nekilnojamųjų kultūros vertybių teritorijoje ir kai jie yra kultūros paveldo objektų ar vietovių vertingosios savybės;</w:t>
      </w:r>
    </w:p>
    <w:p w14:paraId="654DF7DB" w14:textId="1F24499F" w:rsidR="00251D65" w:rsidRDefault="004D2C29" w:rsidP="007F0052">
      <w:pPr>
        <w:pStyle w:val="Sraopastraipa"/>
        <w:numPr>
          <w:ilvl w:val="1"/>
          <w:numId w:val="3"/>
        </w:numPr>
        <w:ind w:left="0" w:firstLine="720"/>
        <w:jc w:val="both"/>
      </w:pPr>
      <w:r>
        <w:rPr>
          <w:bCs/>
        </w:rPr>
        <w:t>Aplinkos apsaugos departamento prie Aplinkos ministerijos atstovą</w:t>
      </w:r>
      <w:r w:rsidR="000824E8">
        <w:rPr>
          <w:bCs/>
        </w:rPr>
        <w:t>, kai K</w:t>
      </w:r>
      <w:r>
        <w:rPr>
          <w:bCs/>
        </w:rPr>
        <w:t xml:space="preserve">omisija rengia išvadą dėl ketinimo </w:t>
      </w:r>
      <w:r>
        <w:t>savivaldybės želdynų ir želdinių teritorijose arba ne savivaldybės valdomoje valstybinėje žemėje kirsti ar kitaip pašalinti iš augimo vietos 20 ar daugiau saugotinų želdinių arba kai viešuosiuose atskiruosiuose želdynuose ketinama kirsti ar kitaip pašalinti iš augimo vietos 10 ar daugiau saugotinų želdinių</w:t>
      </w:r>
      <w:r w:rsidR="005E5689">
        <w:t>.</w:t>
      </w:r>
    </w:p>
    <w:p w14:paraId="68A8C477" w14:textId="0A1AE66B" w:rsidR="00251D65" w:rsidRDefault="000824E8" w:rsidP="000824E8">
      <w:pPr>
        <w:pStyle w:val="Sraopastraipa"/>
        <w:numPr>
          <w:ilvl w:val="0"/>
          <w:numId w:val="3"/>
        </w:numPr>
        <w:ind w:left="0" w:firstLine="720"/>
        <w:jc w:val="both"/>
      </w:pPr>
      <w:r>
        <w:t xml:space="preserve"> </w:t>
      </w:r>
      <w:r w:rsidR="00505681">
        <w:t xml:space="preserve">Patvirtinti Plungės rajono savivaldybės </w:t>
      </w:r>
      <w:r w:rsidR="005E5689">
        <w:t>Ž</w:t>
      </w:r>
      <w:r>
        <w:t>eldynų ir želdinių apsaugos, priežiūros ir tvarkymo komisijos nuostatus.</w:t>
      </w:r>
    </w:p>
    <w:p w14:paraId="7CCDD393" w14:textId="77777777" w:rsidR="000824E8" w:rsidRDefault="000824E8" w:rsidP="000824E8">
      <w:pPr>
        <w:jc w:val="both"/>
      </w:pPr>
    </w:p>
    <w:p w14:paraId="2CE88A8D" w14:textId="77777777" w:rsidR="00350E1F" w:rsidRDefault="00350E1F" w:rsidP="000824E8">
      <w:pPr>
        <w:jc w:val="both"/>
      </w:pPr>
    </w:p>
    <w:p w14:paraId="38526E85" w14:textId="7E51F334" w:rsidR="006815AE" w:rsidRDefault="000A7F78" w:rsidP="00350E1F">
      <w:pPr>
        <w:tabs>
          <w:tab w:val="left" w:pos="7938"/>
        </w:tabs>
        <w:jc w:val="both"/>
      </w:pPr>
      <w:r w:rsidRPr="000A7F78">
        <w:rPr>
          <w:color w:val="000000"/>
        </w:rPr>
        <w:t xml:space="preserve">Savivaldybės meras </w:t>
      </w:r>
      <w:r w:rsidR="00350E1F">
        <w:rPr>
          <w:color w:val="000000"/>
        </w:rPr>
        <w:tab/>
        <w:t>Audrius Klišonis</w:t>
      </w:r>
      <w:r w:rsidR="006815AE">
        <w:br w:type="page"/>
      </w:r>
    </w:p>
    <w:tbl>
      <w:tblPr>
        <w:tblStyle w:val="Lentelstinklelis"/>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80304A" w:rsidRPr="001D07EB" w14:paraId="4B5D82AB" w14:textId="77777777" w:rsidTr="00B271EE">
        <w:tc>
          <w:tcPr>
            <w:tcW w:w="4110" w:type="dxa"/>
          </w:tcPr>
          <w:p w14:paraId="3DE6692C" w14:textId="075A8FFC" w:rsidR="0080304A" w:rsidRPr="001D07EB" w:rsidRDefault="0080304A" w:rsidP="00B271EE">
            <w:pPr>
              <w:tabs>
                <w:tab w:val="left" w:pos="5070"/>
                <w:tab w:val="left" w:pos="5366"/>
                <w:tab w:val="left" w:pos="6771"/>
                <w:tab w:val="left" w:pos="7363"/>
              </w:tabs>
              <w:jc w:val="both"/>
            </w:pPr>
            <w:r w:rsidRPr="001D07EB">
              <w:lastRenderedPageBreak/>
              <w:t>PATVIRTINTA</w:t>
            </w:r>
          </w:p>
        </w:tc>
      </w:tr>
      <w:tr w:rsidR="0080304A" w:rsidRPr="001D07EB" w14:paraId="61197AF4" w14:textId="77777777" w:rsidTr="00B271EE">
        <w:tc>
          <w:tcPr>
            <w:tcW w:w="4110" w:type="dxa"/>
          </w:tcPr>
          <w:p w14:paraId="5D6AB11D" w14:textId="77777777" w:rsidR="0080304A" w:rsidRPr="001D07EB" w:rsidRDefault="0080304A" w:rsidP="00B271EE">
            <w:r w:rsidRPr="001D07EB">
              <w:t>Plungės rajono savivaldybės</w:t>
            </w:r>
          </w:p>
        </w:tc>
      </w:tr>
      <w:tr w:rsidR="0080304A" w:rsidRPr="001D07EB" w14:paraId="644907B3" w14:textId="77777777" w:rsidTr="00B271EE">
        <w:tc>
          <w:tcPr>
            <w:tcW w:w="4110" w:type="dxa"/>
          </w:tcPr>
          <w:p w14:paraId="298EBF2E" w14:textId="77777777" w:rsidR="0080304A" w:rsidRPr="001D07EB" w:rsidRDefault="0080304A" w:rsidP="00B271EE">
            <w:r w:rsidRPr="001D07EB">
              <w:t xml:space="preserve">tarybos </w:t>
            </w:r>
            <w:r>
              <w:rPr>
                <w:noProof/>
              </w:rPr>
              <w:t>2021 m. gruodžio 27</w:t>
            </w:r>
            <w:r w:rsidRPr="001D07EB">
              <w:rPr>
                <w:noProof/>
              </w:rPr>
              <w:t xml:space="preserve"> d.</w:t>
            </w:r>
          </w:p>
        </w:tc>
      </w:tr>
      <w:tr w:rsidR="0080304A" w:rsidRPr="001D07EB" w14:paraId="3D53494D" w14:textId="77777777" w:rsidTr="00B271EE">
        <w:tc>
          <w:tcPr>
            <w:tcW w:w="4110" w:type="dxa"/>
          </w:tcPr>
          <w:p w14:paraId="60B93C83" w14:textId="7A307608" w:rsidR="0080304A" w:rsidRPr="001D07EB" w:rsidRDefault="0080304A" w:rsidP="00B271EE">
            <w:pPr>
              <w:tabs>
                <w:tab w:val="left" w:pos="5070"/>
                <w:tab w:val="left" w:pos="5366"/>
                <w:tab w:val="left" w:pos="6771"/>
                <w:tab w:val="left" w:pos="7363"/>
              </w:tabs>
            </w:pPr>
            <w:r w:rsidRPr="001D07EB">
              <w:t xml:space="preserve">sprendimu Nr. </w:t>
            </w:r>
            <w:bookmarkStart w:id="0" w:name="registravimoNr"/>
            <w:r w:rsidRPr="001D07EB">
              <w:t>T1-</w:t>
            </w:r>
            <w:bookmarkEnd w:id="0"/>
            <w:r w:rsidR="00DF5FA8">
              <w:t>335</w:t>
            </w:r>
            <w:bookmarkStart w:id="1" w:name="_GoBack"/>
            <w:bookmarkEnd w:id="1"/>
          </w:p>
        </w:tc>
      </w:tr>
    </w:tbl>
    <w:p w14:paraId="2DE62F82" w14:textId="77777777" w:rsidR="0080304A" w:rsidRPr="001D07EB" w:rsidRDefault="0080304A" w:rsidP="0080304A">
      <w:pPr>
        <w:jc w:val="center"/>
      </w:pPr>
    </w:p>
    <w:p w14:paraId="72B965D1" w14:textId="77777777" w:rsidR="0080304A" w:rsidRPr="0080304A" w:rsidRDefault="0080304A" w:rsidP="0080304A">
      <w:pPr>
        <w:jc w:val="center"/>
        <w:rPr>
          <w:b/>
          <w:lang w:eastAsia="lt-LT"/>
        </w:rPr>
      </w:pPr>
      <w:r w:rsidRPr="0080304A">
        <w:rPr>
          <w:rStyle w:val="Komentaronuoroda"/>
          <w:b/>
          <w:sz w:val="24"/>
        </w:rPr>
        <w:t>PLUNGĖS RAJONO SAVIVALDYBĖS ŽELDYNŲ IR ŽELDINIŲ APSAUGOS, PRIEŽIŪROS IR TVARKYMO KOMISIJOS</w:t>
      </w:r>
      <w:r w:rsidRPr="0080304A">
        <w:rPr>
          <w:b/>
          <w:lang w:eastAsia="lt-LT"/>
        </w:rPr>
        <w:t xml:space="preserve"> NUOSTATAI</w:t>
      </w:r>
    </w:p>
    <w:p w14:paraId="4D83E9BA" w14:textId="77777777" w:rsidR="0080304A" w:rsidRPr="001D07EB" w:rsidRDefault="0080304A" w:rsidP="0080304A">
      <w:pPr>
        <w:jc w:val="center"/>
        <w:rPr>
          <w:lang w:eastAsia="lt-LT"/>
        </w:rPr>
      </w:pPr>
    </w:p>
    <w:p w14:paraId="58AA6680" w14:textId="77777777" w:rsidR="0080304A" w:rsidRPr="001D07EB" w:rsidRDefault="0080304A" w:rsidP="0080304A">
      <w:pPr>
        <w:keepNext/>
        <w:jc w:val="center"/>
        <w:outlineLvl w:val="1"/>
        <w:rPr>
          <w:b/>
          <w:bCs/>
          <w:iCs/>
          <w:lang w:eastAsia="lt-LT"/>
        </w:rPr>
      </w:pPr>
      <w:r w:rsidRPr="001D07EB">
        <w:rPr>
          <w:b/>
          <w:bCs/>
          <w:iCs/>
          <w:lang w:eastAsia="lt-LT"/>
        </w:rPr>
        <w:t>I SKYRIUS</w:t>
      </w:r>
    </w:p>
    <w:p w14:paraId="1C2B25DA" w14:textId="77777777" w:rsidR="0080304A" w:rsidRPr="001D07EB" w:rsidRDefault="0080304A" w:rsidP="0080304A">
      <w:pPr>
        <w:keepNext/>
        <w:jc w:val="center"/>
        <w:outlineLvl w:val="1"/>
        <w:rPr>
          <w:b/>
          <w:bCs/>
          <w:iCs/>
          <w:lang w:eastAsia="lt-LT"/>
        </w:rPr>
      </w:pPr>
      <w:r w:rsidRPr="001D07EB">
        <w:rPr>
          <w:b/>
          <w:bCs/>
          <w:iCs/>
          <w:lang w:eastAsia="lt-LT"/>
        </w:rPr>
        <w:t>BENDROSIOS NUOSTATOS</w:t>
      </w:r>
    </w:p>
    <w:p w14:paraId="3E57DE82" w14:textId="77777777" w:rsidR="0080304A" w:rsidRPr="001D07EB" w:rsidRDefault="0080304A" w:rsidP="0080304A">
      <w:pPr>
        <w:keepNext/>
        <w:jc w:val="center"/>
        <w:outlineLvl w:val="1"/>
        <w:rPr>
          <w:b/>
          <w:bCs/>
          <w:iCs/>
          <w:lang w:eastAsia="lt-LT"/>
        </w:rPr>
      </w:pPr>
    </w:p>
    <w:p w14:paraId="4BFFF18D" w14:textId="77777777" w:rsidR="0080304A" w:rsidRPr="001D07EB" w:rsidRDefault="0080304A" w:rsidP="0080304A">
      <w:pPr>
        <w:widowControl/>
        <w:numPr>
          <w:ilvl w:val="0"/>
          <w:numId w:val="5"/>
        </w:numPr>
        <w:tabs>
          <w:tab w:val="left" w:pos="993"/>
        </w:tabs>
        <w:ind w:left="0" w:firstLine="720"/>
        <w:jc w:val="both"/>
        <w:rPr>
          <w:iCs/>
        </w:rPr>
      </w:pPr>
      <w:r w:rsidRPr="001D07EB">
        <w:rPr>
          <w:iCs/>
        </w:rPr>
        <w:t xml:space="preserve">Plungės rajono savivaldybės </w:t>
      </w:r>
      <w:r>
        <w:rPr>
          <w:iCs/>
        </w:rPr>
        <w:t>Ž</w:t>
      </w:r>
      <w:r w:rsidRPr="001D07EB">
        <w:rPr>
          <w:iCs/>
        </w:rPr>
        <w:t xml:space="preserve">eldynų ir želdinių apsaugos, priežiūros ir tvarkymo komisijos nuostatai (toliau – Nuostatai) nustato Plungės rajono savivaldybės </w:t>
      </w:r>
      <w:r>
        <w:rPr>
          <w:iCs/>
        </w:rPr>
        <w:t>Ž</w:t>
      </w:r>
      <w:r w:rsidRPr="001D07EB">
        <w:rPr>
          <w:iCs/>
        </w:rPr>
        <w:t>eldynų ir želdinių apsaugos, priežiūros ir tvarkymo komisijos (toliau – Komisija)</w:t>
      </w:r>
      <w:r w:rsidRPr="001D07EB">
        <w:t xml:space="preserve"> funkcijas, teises ir pareigas, </w:t>
      </w:r>
      <w:r>
        <w:t>K</w:t>
      </w:r>
      <w:r w:rsidRPr="001D07EB">
        <w:t>omisijos sudarymo, jos darbo organizavimo tvarką.</w:t>
      </w:r>
    </w:p>
    <w:p w14:paraId="34E27D46" w14:textId="77777777" w:rsidR="0080304A" w:rsidRPr="001D07EB" w:rsidRDefault="0080304A" w:rsidP="0080304A">
      <w:pPr>
        <w:pStyle w:val="Sraopastraipa"/>
        <w:widowControl/>
        <w:numPr>
          <w:ilvl w:val="0"/>
          <w:numId w:val="5"/>
        </w:numPr>
        <w:tabs>
          <w:tab w:val="left" w:pos="993"/>
        </w:tabs>
        <w:suppressAutoHyphens w:val="0"/>
        <w:ind w:left="0" w:firstLine="720"/>
        <w:jc w:val="both"/>
        <w:rPr>
          <w:lang w:eastAsia="lt-LT"/>
        </w:rPr>
      </w:pPr>
      <w:r w:rsidRPr="001D07EB">
        <w:rPr>
          <w:lang w:eastAsia="lt-LT"/>
        </w:rPr>
        <w:t>Komisija savo veikloje vadovaujasi Lietuvos Respublikos želdynų įstatymu, Lietuvos Respublikos Vyriausybės nutarimais, Lietuvos Respublikos aplinkos ministro įsakymais, kitais Lietuvos Respublikoje galiojančiais teisės aktais, reglamentuojančiais želdynų ir želdinių apsaugą, priežiūrą bei tvarkymą.</w:t>
      </w:r>
    </w:p>
    <w:p w14:paraId="6FECB21B" w14:textId="77777777" w:rsidR="0080304A" w:rsidRPr="001D07EB" w:rsidRDefault="0080304A" w:rsidP="0080304A">
      <w:pPr>
        <w:pStyle w:val="Sraopastraipa"/>
        <w:widowControl/>
        <w:numPr>
          <w:ilvl w:val="0"/>
          <w:numId w:val="5"/>
        </w:numPr>
        <w:tabs>
          <w:tab w:val="left" w:pos="993"/>
        </w:tabs>
        <w:suppressAutoHyphens w:val="0"/>
        <w:ind w:left="0" w:firstLine="720"/>
        <w:jc w:val="both"/>
        <w:rPr>
          <w:lang w:eastAsia="lt-LT"/>
        </w:rPr>
      </w:pPr>
      <w:r w:rsidRPr="001D07EB">
        <w:rPr>
          <w:lang w:eastAsia="lt-LT"/>
        </w:rPr>
        <w:t xml:space="preserve">Komisija sudaroma ir jos nuostatai tvirtinami Plungės rajono savivaldybės tarybos sprendimu. </w:t>
      </w:r>
    </w:p>
    <w:p w14:paraId="6679A12E" w14:textId="77777777" w:rsidR="0080304A" w:rsidRPr="001D07EB" w:rsidRDefault="0080304A" w:rsidP="0080304A">
      <w:pPr>
        <w:widowControl/>
        <w:numPr>
          <w:ilvl w:val="0"/>
          <w:numId w:val="5"/>
        </w:numPr>
        <w:tabs>
          <w:tab w:val="left" w:pos="993"/>
        </w:tabs>
        <w:suppressAutoHyphens w:val="0"/>
        <w:ind w:left="0" w:firstLine="720"/>
        <w:jc w:val="both"/>
        <w:rPr>
          <w:lang w:eastAsia="lt-LT"/>
        </w:rPr>
      </w:pPr>
      <w:r w:rsidRPr="001D07EB">
        <w:rPr>
          <w:lang w:eastAsia="lt-LT"/>
        </w:rPr>
        <w:t xml:space="preserve">Komisijos darbas grindžiamas kolegialiu klausimų svarstymu, teisėtumo principu, asmenine </w:t>
      </w:r>
      <w:r>
        <w:rPr>
          <w:lang w:eastAsia="lt-LT"/>
        </w:rPr>
        <w:t>K</w:t>
      </w:r>
      <w:r w:rsidRPr="001D07EB">
        <w:rPr>
          <w:lang w:eastAsia="lt-LT"/>
        </w:rPr>
        <w:t xml:space="preserve">omisijos narių atsakomybe už jos kompetencijai priskiriamų klausimų svarstymą ir sprendimų priėmimo nešališkumu. Priimdama sprendimus, Komisija yra savarankiška. </w:t>
      </w:r>
    </w:p>
    <w:p w14:paraId="632946CA" w14:textId="77777777" w:rsidR="0080304A" w:rsidRPr="001D07EB" w:rsidRDefault="0080304A" w:rsidP="0080304A">
      <w:pPr>
        <w:widowControl/>
        <w:numPr>
          <w:ilvl w:val="0"/>
          <w:numId w:val="5"/>
        </w:numPr>
        <w:tabs>
          <w:tab w:val="left" w:pos="993"/>
        </w:tabs>
        <w:suppressAutoHyphens w:val="0"/>
        <w:ind w:left="0" w:firstLine="720"/>
        <w:jc w:val="both"/>
        <w:rPr>
          <w:lang w:eastAsia="lt-LT"/>
        </w:rPr>
      </w:pPr>
      <w:r w:rsidRPr="001D07EB">
        <w:rPr>
          <w:lang w:eastAsia="lt-LT"/>
        </w:rPr>
        <w:t>Nuostatuose vartojamos sąvokos suprantamos taip, kaip jos apibrėžtos Lietuvos Respublikos želdynų įstatyme ir šio įstatymo įgyvendinamuosiuose teisės aktuose.</w:t>
      </w:r>
    </w:p>
    <w:p w14:paraId="418D8E7F" w14:textId="77777777" w:rsidR="0080304A" w:rsidRPr="001D07EB" w:rsidRDefault="0080304A" w:rsidP="0080304A">
      <w:pPr>
        <w:ind w:firstLine="709"/>
        <w:jc w:val="both"/>
        <w:rPr>
          <w:lang w:eastAsia="lt-LT"/>
        </w:rPr>
      </w:pPr>
    </w:p>
    <w:p w14:paraId="6EA0732E" w14:textId="77777777" w:rsidR="0080304A" w:rsidRPr="001D07EB" w:rsidRDefault="0080304A" w:rsidP="0080304A">
      <w:pPr>
        <w:keepNext/>
        <w:jc w:val="center"/>
        <w:outlineLvl w:val="1"/>
        <w:rPr>
          <w:b/>
          <w:bCs/>
          <w:iCs/>
          <w:lang w:eastAsia="lt-LT"/>
        </w:rPr>
      </w:pPr>
      <w:r w:rsidRPr="001D07EB">
        <w:rPr>
          <w:b/>
          <w:bCs/>
          <w:kern w:val="36"/>
          <w:lang w:eastAsia="lt-LT"/>
        </w:rPr>
        <w:t>II</w:t>
      </w:r>
      <w:r w:rsidRPr="001D07EB">
        <w:rPr>
          <w:b/>
          <w:bCs/>
          <w:iCs/>
          <w:lang w:eastAsia="lt-LT"/>
        </w:rPr>
        <w:t xml:space="preserve"> SKYRIUS</w:t>
      </w:r>
    </w:p>
    <w:p w14:paraId="1C6F8BC6" w14:textId="77777777" w:rsidR="0080304A" w:rsidRPr="001D07EB" w:rsidRDefault="0080304A" w:rsidP="0080304A">
      <w:pPr>
        <w:jc w:val="center"/>
        <w:outlineLvl w:val="0"/>
        <w:rPr>
          <w:b/>
          <w:bCs/>
          <w:kern w:val="36"/>
          <w:lang w:eastAsia="lt-LT"/>
        </w:rPr>
      </w:pPr>
      <w:r w:rsidRPr="001D07EB">
        <w:rPr>
          <w:b/>
          <w:bCs/>
          <w:kern w:val="36"/>
          <w:lang w:eastAsia="lt-LT"/>
        </w:rPr>
        <w:t>KOMISIJOS TIKSLAS IR FUNKCIJOS</w:t>
      </w:r>
    </w:p>
    <w:p w14:paraId="7E51D94F" w14:textId="77777777" w:rsidR="0080304A" w:rsidRPr="001D07EB" w:rsidRDefault="0080304A" w:rsidP="0080304A">
      <w:pPr>
        <w:jc w:val="both"/>
        <w:outlineLvl w:val="0"/>
        <w:rPr>
          <w:b/>
          <w:bCs/>
          <w:kern w:val="36"/>
          <w:lang w:eastAsia="lt-LT"/>
        </w:rPr>
      </w:pPr>
    </w:p>
    <w:p w14:paraId="250A9640" w14:textId="77777777" w:rsidR="0080304A" w:rsidRPr="001D07EB" w:rsidRDefault="0080304A" w:rsidP="0080304A">
      <w:pPr>
        <w:widowControl/>
        <w:numPr>
          <w:ilvl w:val="0"/>
          <w:numId w:val="5"/>
        </w:numPr>
        <w:tabs>
          <w:tab w:val="left" w:pos="993"/>
          <w:tab w:val="left" w:pos="1134"/>
        </w:tabs>
        <w:suppressAutoHyphens w:val="0"/>
        <w:ind w:left="0" w:firstLine="720"/>
        <w:jc w:val="both"/>
        <w:rPr>
          <w:lang w:eastAsia="lt-LT"/>
        </w:rPr>
      </w:pPr>
      <w:r w:rsidRPr="001D07EB">
        <w:rPr>
          <w:lang w:eastAsia="lt-LT"/>
        </w:rPr>
        <w:t>Komisijos tikslas – užtikrinti kokybišką želdynų ir želdinių apsaugos, priežiūros, tvarkymo, želdynų kūrimo vykdymą Plungės rajono savivaldybės administruojamoje teritorijoje.</w:t>
      </w:r>
    </w:p>
    <w:p w14:paraId="2232D41E" w14:textId="77777777" w:rsidR="0080304A" w:rsidRPr="001D07EB" w:rsidRDefault="0080304A" w:rsidP="0080304A">
      <w:pPr>
        <w:widowControl/>
        <w:numPr>
          <w:ilvl w:val="0"/>
          <w:numId w:val="5"/>
        </w:numPr>
        <w:tabs>
          <w:tab w:val="left" w:pos="993"/>
          <w:tab w:val="left" w:pos="1134"/>
        </w:tabs>
        <w:suppressAutoHyphens w:val="0"/>
        <w:ind w:left="0" w:firstLine="720"/>
        <w:jc w:val="both"/>
        <w:rPr>
          <w:lang w:eastAsia="lt-LT"/>
        </w:rPr>
      </w:pPr>
      <w:r w:rsidRPr="001D07EB">
        <w:rPr>
          <w:lang w:eastAsia="lt-LT"/>
        </w:rPr>
        <w:t>Komisija atlieka šias funkcijas:</w:t>
      </w:r>
    </w:p>
    <w:p w14:paraId="13004596" w14:textId="77777777" w:rsidR="0080304A" w:rsidRPr="001D07EB" w:rsidRDefault="0080304A" w:rsidP="0080304A">
      <w:pPr>
        <w:widowControl/>
        <w:numPr>
          <w:ilvl w:val="1"/>
          <w:numId w:val="6"/>
        </w:numPr>
        <w:tabs>
          <w:tab w:val="left" w:pos="993"/>
          <w:tab w:val="left" w:pos="1134"/>
        </w:tabs>
        <w:suppressAutoHyphens w:val="0"/>
        <w:ind w:left="0" w:firstLine="720"/>
        <w:jc w:val="both"/>
        <w:rPr>
          <w:lang w:eastAsia="lt-LT"/>
        </w:rPr>
      </w:pPr>
      <w:r w:rsidRPr="001D07EB">
        <w:rPr>
          <w:lang w:eastAsia="lt-LT"/>
        </w:rPr>
        <w:t>teikia išvadas dėl būtinybės kirsti ar kitaip pašalinti iš augimo vietos saugotinus želdinius teisės aktų nustatytais atvejais;</w:t>
      </w:r>
    </w:p>
    <w:p w14:paraId="0C7A584C" w14:textId="77777777" w:rsidR="0080304A" w:rsidRPr="001D07EB" w:rsidRDefault="0080304A" w:rsidP="0080304A">
      <w:pPr>
        <w:widowControl/>
        <w:numPr>
          <w:ilvl w:val="1"/>
          <w:numId w:val="6"/>
        </w:numPr>
        <w:tabs>
          <w:tab w:val="left" w:pos="993"/>
          <w:tab w:val="left" w:pos="1134"/>
        </w:tabs>
        <w:suppressAutoHyphens w:val="0"/>
        <w:ind w:left="0" w:firstLine="720"/>
        <w:jc w:val="both"/>
        <w:rPr>
          <w:lang w:eastAsia="lt-LT"/>
        </w:rPr>
      </w:pPr>
      <w:r w:rsidRPr="001D07EB">
        <w:rPr>
          <w:lang w:eastAsia="lt-LT"/>
        </w:rPr>
        <w:t>konsultuoja želdinių savininkus ar valdytojus dėl želdinių apsaugos, priežiūros ir tvarkymo;</w:t>
      </w:r>
    </w:p>
    <w:p w14:paraId="4C9A160E" w14:textId="77777777" w:rsidR="0080304A" w:rsidRPr="001D07EB" w:rsidRDefault="0080304A" w:rsidP="0080304A">
      <w:pPr>
        <w:widowControl/>
        <w:numPr>
          <w:ilvl w:val="1"/>
          <w:numId w:val="6"/>
        </w:numPr>
        <w:tabs>
          <w:tab w:val="left" w:pos="993"/>
          <w:tab w:val="left" w:pos="1134"/>
        </w:tabs>
        <w:suppressAutoHyphens w:val="0"/>
        <w:ind w:left="0" w:firstLine="720"/>
        <w:jc w:val="both"/>
        <w:rPr>
          <w:lang w:eastAsia="lt-LT"/>
        </w:rPr>
      </w:pPr>
      <w:r w:rsidRPr="001D07EB">
        <w:rPr>
          <w:lang w:eastAsia="lt-LT"/>
        </w:rPr>
        <w:t>teikia siūlymus Savivaldybės administracijai dėl želdinių paskelbimo saugomais;</w:t>
      </w:r>
    </w:p>
    <w:p w14:paraId="4E4CE4A3" w14:textId="77777777" w:rsidR="0080304A" w:rsidRPr="001D07EB" w:rsidRDefault="0080304A" w:rsidP="0080304A">
      <w:pPr>
        <w:widowControl/>
        <w:numPr>
          <w:ilvl w:val="1"/>
          <w:numId w:val="6"/>
        </w:numPr>
        <w:tabs>
          <w:tab w:val="left" w:pos="993"/>
          <w:tab w:val="left" w:pos="1134"/>
        </w:tabs>
        <w:suppressAutoHyphens w:val="0"/>
        <w:ind w:left="0" w:firstLine="720"/>
        <w:jc w:val="both"/>
        <w:rPr>
          <w:lang w:eastAsia="lt-LT"/>
        </w:rPr>
      </w:pPr>
      <w:r w:rsidRPr="001D07EB">
        <w:rPr>
          <w:lang w:eastAsia="lt-LT"/>
        </w:rPr>
        <w:t>teikia rekomendacijas teritorijų planavimo dokumentams.</w:t>
      </w:r>
    </w:p>
    <w:p w14:paraId="76EC1AFA" w14:textId="77777777" w:rsidR="0080304A" w:rsidRPr="001D07EB" w:rsidRDefault="0080304A" w:rsidP="0080304A">
      <w:pPr>
        <w:ind w:firstLine="709"/>
        <w:jc w:val="both"/>
        <w:rPr>
          <w:lang w:eastAsia="lt-LT"/>
        </w:rPr>
      </w:pPr>
    </w:p>
    <w:p w14:paraId="5AD3D9E3" w14:textId="77777777" w:rsidR="0080304A" w:rsidRPr="001D07EB" w:rsidRDefault="0080304A" w:rsidP="0080304A">
      <w:pPr>
        <w:keepNext/>
        <w:jc w:val="center"/>
        <w:outlineLvl w:val="1"/>
        <w:rPr>
          <w:b/>
          <w:bCs/>
          <w:iCs/>
          <w:lang w:eastAsia="lt-LT"/>
        </w:rPr>
      </w:pPr>
      <w:r w:rsidRPr="001D07EB">
        <w:rPr>
          <w:b/>
          <w:bCs/>
          <w:lang w:eastAsia="lt-LT"/>
        </w:rPr>
        <w:t>III</w:t>
      </w:r>
      <w:r w:rsidRPr="001D07EB">
        <w:rPr>
          <w:b/>
          <w:bCs/>
          <w:iCs/>
          <w:lang w:eastAsia="lt-LT"/>
        </w:rPr>
        <w:t xml:space="preserve"> SKYRIUS</w:t>
      </w:r>
    </w:p>
    <w:p w14:paraId="0C5AB70E" w14:textId="77777777" w:rsidR="0080304A" w:rsidRPr="001D07EB" w:rsidRDefault="0080304A" w:rsidP="0080304A">
      <w:pPr>
        <w:keepNext/>
        <w:jc w:val="center"/>
        <w:outlineLvl w:val="2"/>
        <w:rPr>
          <w:b/>
          <w:bCs/>
          <w:lang w:eastAsia="lt-LT"/>
        </w:rPr>
      </w:pPr>
      <w:r w:rsidRPr="001D07EB">
        <w:rPr>
          <w:b/>
          <w:bCs/>
          <w:lang w:eastAsia="lt-LT"/>
        </w:rPr>
        <w:t>KOMISIJOS SUDARYMAS</w:t>
      </w:r>
    </w:p>
    <w:p w14:paraId="0F2D428B" w14:textId="77777777" w:rsidR="0080304A" w:rsidRPr="001D07EB" w:rsidRDefault="0080304A" w:rsidP="0080304A">
      <w:pPr>
        <w:ind w:firstLine="720"/>
        <w:jc w:val="both"/>
        <w:rPr>
          <w:lang w:eastAsia="lt-LT"/>
        </w:rPr>
      </w:pPr>
    </w:p>
    <w:p w14:paraId="565E99A6" w14:textId="77777777" w:rsidR="0080304A" w:rsidRPr="001D07EB" w:rsidRDefault="0080304A" w:rsidP="0080304A">
      <w:pPr>
        <w:widowControl/>
        <w:numPr>
          <w:ilvl w:val="0"/>
          <w:numId w:val="5"/>
        </w:numPr>
        <w:tabs>
          <w:tab w:val="left" w:pos="993"/>
        </w:tabs>
        <w:suppressAutoHyphens w:val="0"/>
        <w:ind w:left="0" w:firstLine="720"/>
        <w:jc w:val="both"/>
        <w:rPr>
          <w:color w:val="000000" w:themeColor="text1"/>
          <w:lang w:eastAsia="lt-LT"/>
        </w:rPr>
      </w:pPr>
      <w:r w:rsidRPr="001D07EB">
        <w:rPr>
          <w:color w:val="000000" w:themeColor="text1"/>
          <w:lang w:eastAsia="lt-LT"/>
        </w:rPr>
        <w:t>Komisiją sudaro pirmininkas, pavaduotojas ir kiti nariai (vienas narių eina sekretoriaus pareigas).</w:t>
      </w:r>
    </w:p>
    <w:p w14:paraId="06395644" w14:textId="77777777" w:rsidR="0080304A" w:rsidRPr="001D07EB" w:rsidRDefault="0080304A" w:rsidP="0080304A">
      <w:pPr>
        <w:widowControl/>
        <w:numPr>
          <w:ilvl w:val="0"/>
          <w:numId w:val="5"/>
        </w:numPr>
        <w:tabs>
          <w:tab w:val="left" w:pos="993"/>
        </w:tabs>
        <w:suppressAutoHyphens w:val="0"/>
        <w:ind w:left="0" w:firstLine="720"/>
        <w:jc w:val="both"/>
        <w:rPr>
          <w:lang w:eastAsia="lt-LT"/>
        </w:rPr>
      </w:pPr>
      <w:r w:rsidRPr="001D07EB">
        <w:rPr>
          <w:lang w:eastAsia="lt-LT"/>
        </w:rPr>
        <w:t xml:space="preserve">Komisijos nariais gali būti Savivaldybės tarybos nariai, valstybės tarnautojai, gyvenamųjų vietovių bendruomenių atstovai – </w:t>
      </w:r>
      <w:proofErr w:type="spellStart"/>
      <w:r w:rsidRPr="001D07EB">
        <w:rPr>
          <w:lang w:eastAsia="lt-LT"/>
        </w:rPr>
        <w:t>seniūnaičiai</w:t>
      </w:r>
      <w:proofErr w:type="spellEnd"/>
      <w:r w:rsidRPr="001D07EB">
        <w:rPr>
          <w:lang w:eastAsia="lt-LT"/>
        </w:rPr>
        <w:t xml:space="preserve">, išplėstinės </w:t>
      </w:r>
      <w:proofErr w:type="spellStart"/>
      <w:r w:rsidRPr="001D07EB">
        <w:rPr>
          <w:lang w:eastAsia="lt-LT"/>
        </w:rPr>
        <w:t>seniūnaičių</w:t>
      </w:r>
      <w:proofErr w:type="spellEnd"/>
      <w:r w:rsidRPr="001D07EB">
        <w:rPr>
          <w:lang w:eastAsia="lt-LT"/>
        </w:rPr>
        <w:t xml:space="preserve"> sueigos deleguoti atstovai, bendruomeninių organizacijų ir asociacijų ar kitų viešųjų juridinių asmenų (išskyrus valstybės ar Savivaldybės, jų institucijų įsteigtus juridinius asmenis), kurie įsteigti teisės aktų nustatyta tvarka ir skatina aplinkos apsaugą, atstovai, </w:t>
      </w:r>
      <w:r>
        <w:rPr>
          <w:lang w:eastAsia="lt-LT"/>
        </w:rPr>
        <w:t>s</w:t>
      </w:r>
      <w:r w:rsidRPr="001D07EB">
        <w:rPr>
          <w:lang w:eastAsia="lt-LT"/>
        </w:rPr>
        <w:t xml:space="preserve">avivaldybės gyventojai. </w:t>
      </w:r>
    </w:p>
    <w:p w14:paraId="60AF23D3"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 xml:space="preserve">Į Komisijos posėdžius privalo būti kviečiamas Aplinkos apsaugos departamento prie Aplinkos ministerijos atstovas nuomonei pateikti, kai Komisija rengia išvadą dėl ketinimo </w:t>
      </w:r>
      <w:r>
        <w:rPr>
          <w:lang w:eastAsia="lt-LT"/>
        </w:rPr>
        <w:t>s</w:t>
      </w:r>
      <w:r w:rsidRPr="001D07EB">
        <w:rPr>
          <w:lang w:eastAsia="lt-LT"/>
        </w:rPr>
        <w:t xml:space="preserve">avivaldybės želdynų ir želdinių teritorijose arba ne </w:t>
      </w:r>
      <w:r>
        <w:rPr>
          <w:lang w:eastAsia="lt-LT"/>
        </w:rPr>
        <w:t>s</w:t>
      </w:r>
      <w:r w:rsidRPr="001D07EB">
        <w:rPr>
          <w:lang w:eastAsia="lt-LT"/>
        </w:rPr>
        <w:t xml:space="preserve">avivaldybės valdomoje valstybinėje žemėje </w:t>
      </w:r>
      <w:r w:rsidRPr="001D07EB">
        <w:rPr>
          <w:lang w:eastAsia="lt-LT"/>
        </w:rPr>
        <w:lastRenderedPageBreak/>
        <w:t>kirsti ar kitaip pašalinti iš augimo vietos 20 ar daugiau saugotinų želdinių arba kai viešuosiuose atskiruosiuose želdynuose ketinama kirsti ar kitaip pašalinti iš augimo vietos 10 ar daugiau saugotinų želdinių.</w:t>
      </w:r>
    </w:p>
    <w:p w14:paraId="39FE4D8A"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Pr>
          <w:lang w:eastAsia="lt-LT"/>
        </w:rPr>
        <w:t>Komisijos posėdžiuose kviečiamas</w:t>
      </w:r>
      <w:r w:rsidRPr="001D07EB">
        <w:rPr>
          <w:lang w:eastAsia="lt-LT"/>
        </w:rPr>
        <w:t xml:space="preserve"> dalyvauti saugomos teritorijos direkcijos atstovas, kai saugotini želdiniai auga saugomos teritorijos direkcijos administruojamose ir jai Valstybinės saugomų teritorijų tarnybos direktoriaus įsakymu priskirtose </w:t>
      </w:r>
      <w:proofErr w:type="spellStart"/>
      <w:r w:rsidRPr="001D07EB">
        <w:rPr>
          <w:lang w:eastAsia="lt-LT"/>
        </w:rPr>
        <w:t>rezervatinėse</w:t>
      </w:r>
      <w:proofErr w:type="spellEnd"/>
      <w:r w:rsidRPr="001D07EB">
        <w:rPr>
          <w:lang w:eastAsia="lt-LT"/>
        </w:rPr>
        <w:t xml:space="preserve"> </w:t>
      </w:r>
      <w:proofErr w:type="spellStart"/>
      <w:r w:rsidRPr="001D07EB">
        <w:rPr>
          <w:lang w:eastAsia="lt-LT"/>
        </w:rPr>
        <w:t>apyrubėse</w:t>
      </w:r>
      <w:proofErr w:type="spellEnd"/>
      <w:r w:rsidRPr="001D07EB">
        <w:rPr>
          <w:lang w:eastAsia="lt-LT"/>
        </w:rPr>
        <w:t>, valstybiniuose draustiniuose, paveldo objektuose, biosferos poligonuose, atkuriamuosiuose ir genetiniuose sklypuose ir Europos ekologinio tinklo „</w:t>
      </w:r>
      <w:proofErr w:type="spellStart"/>
      <w:r w:rsidRPr="001D07EB">
        <w:rPr>
          <w:lang w:eastAsia="lt-LT"/>
        </w:rPr>
        <w:t>Natura</w:t>
      </w:r>
      <w:proofErr w:type="spellEnd"/>
      <w:r w:rsidRPr="001D07EB">
        <w:rPr>
          <w:lang w:eastAsia="lt-LT"/>
        </w:rPr>
        <w:t xml:space="preserve"> 2000“ teritorijose</w:t>
      </w:r>
      <w:r>
        <w:rPr>
          <w:lang w:eastAsia="lt-LT"/>
        </w:rPr>
        <w:t>.</w:t>
      </w:r>
    </w:p>
    <w:p w14:paraId="6BF17295"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Pr>
          <w:lang w:eastAsia="lt-LT"/>
        </w:rPr>
        <w:t>Komisijos posėdžiuose kviečiamas</w:t>
      </w:r>
      <w:r w:rsidRPr="001D07EB">
        <w:rPr>
          <w:lang w:eastAsia="lt-LT"/>
        </w:rPr>
        <w:t xml:space="preserve"> dalyvauti Kultūros paveldo departamento prie Kultūros ministerijos teritorinio skyriaus atstovas, kai saugotini medžiai ir krūmai auga nekilnojamųjų kultūros vertybių teritorijoje ir kai jie yra kultūros paveldo objektų ar vietovių vertingosios savybės</w:t>
      </w:r>
      <w:r>
        <w:rPr>
          <w:lang w:eastAsia="lt-LT"/>
        </w:rPr>
        <w:t>.</w:t>
      </w:r>
    </w:p>
    <w:p w14:paraId="28C5BAF6" w14:textId="77777777" w:rsidR="0080304A" w:rsidRPr="001D07EB" w:rsidRDefault="0080304A" w:rsidP="0080304A">
      <w:pPr>
        <w:pStyle w:val="Sraopastraipa"/>
        <w:widowControl/>
        <w:numPr>
          <w:ilvl w:val="0"/>
          <w:numId w:val="5"/>
        </w:numPr>
        <w:tabs>
          <w:tab w:val="left" w:pos="1134"/>
        </w:tabs>
        <w:suppressAutoHyphens w:val="0"/>
        <w:ind w:left="0" w:firstLine="720"/>
        <w:jc w:val="both"/>
        <w:rPr>
          <w:lang w:eastAsia="lt-LT"/>
        </w:rPr>
      </w:pPr>
      <w:r w:rsidRPr="001D07EB">
        <w:rPr>
          <w:lang w:eastAsia="lt-LT"/>
        </w:rPr>
        <w:t>Komisijos narys, be pateisinamos priežasties praleidęs 10 posėdžių iš eilės, yra pašalinamas iš Komisijos. Vietoj</w:t>
      </w:r>
      <w:r>
        <w:rPr>
          <w:lang w:eastAsia="lt-LT"/>
        </w:rPr>
        <w:t>e</w:t>
      </w:r>
      <w:r w:rsidRPr="001D07EB">
        <w:rPr>
          <w:lang w:eastAsia="lt-LT"/>
        </w:rPr>
        <w:t xml:space="preserve"> atsistatydinusio ar pašalinto Komisijos nario gali būti priimtas naujas deleguotas narys.</w:t>
      </w:r>
    </w:p>
    <w:p w14:paraId="44A23A85" w14:textId="77777777" w:rsidR="0080304A" w:rsidRPr="001D07EB" w:rsidRDefault="0080304A" w:rsidP="0080304A">
      <w:pPr>
        <w:ind w:firstLine="720"/>
        <w:jc w:val="both"/>
        <w:rPr>
          <w:lang w:eastAsia="lt-LT"/>
        </w:rPr>
      </w:pPr>
    </w:p>
    <w:p w14:paraId="1EABE147" w14:textId="77777777" w:rsidR="0080304A" w:rsidRPr="001D07EB" w:rsidRDefault="0080304A" w:rsidP="0080304A">
      <w:pPr>
        <w:keepNext/>
        <w:jc w:val="center"/>
        <w:outlineLvl w:val="1"/>
        <w:rPr>
          <w:b/>
          <w:bCs/>
          <w:iCs/>
          <w:lang w:eastAsia="lt-LT"/>
        </w:rPr>
      </w:pPr>
      <w:r w:rsidRPr="001D07EB">
        <w:rPr>
          <w:b/>
          <w:lang w:eastAsia="lt-LT"/>
        </w:rPr>
        <w:t>IV</w:t>
      </w:r>
      <w:r w:rsidRPr="001D07EB">
        <w:rPr>
          <w:b/>
          <w:bCs/>
          <w:iCs/>
          <w:lang w:eastAsia="lt-LT"/>
        </w:rPr>
        <w:t xml:space="preserve"> SKYRIUS</w:t>
      </w:r>
    </w:p>
    <w:p w14:paraId="42EE15EB" w14:textId="77777777" w:rsidR="0080304A" w:rsidRPr="001D07EB" w:rsidRDefault="0080304A" w:rsidP="0080304A">
      <w:pPr>
        <w:jc w:val="center"/>
        <w:rPr>
          <w:b/>
          <w:lang w:eastAsia="lt-LT"/>
        </w:rPr>
      </w:pPr>
      <w:r w:rsidRPr="001D07EB">
        <w:rPr>
          <w:b/>
          <w:lang w:eastAsia="lt-LT"/>
        </w:rPr>
        <w:t>KOMISIJOS DARBO ORGANIZAVIMO TVARKA</w:t>
      </w:r>
    </w:p>
    <w:p w14:paraId="42CBA9E5" w14:textId="77777777" w:rsidR="0080304A" w:rsidRPr="001D07EB" w:rsidRDefault="0080304A" w:rsidP="0080304A">
      <w:pPr>
        <w:tabs>
          <w:tab w:val="left" w:pos="1134"/>
        </w:tabs>
        <w:jc w:val="both"/>
        <w:rPr>
          <w:lang w:eastAsia="lt-LT"/>
        </w:rPr>
      </w:pPr>
    </w:p>
    <w:p w14:paraId="1A4181A6"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 xml:space="preserve">Komisija jos kompetencijai priklausančius klausimus svarsto ir sprendimus priima posėdžiuose. </w:t>
      </w:r>
    </w:p>
    <w:p w14:paraId="5E176D68"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Komisija į posėdžius renkasi esant būtinumui. Nesant galimybės Komisijos nariams susirinkti darbo dienomis, Komisijos posėdžiai gali būti organizuojami savaitgaliais</w:t>
      </w:r>
      <w:r>
        <w:rPr>
          <w:lang w:eastAsia="lt-LT"/>
        </w:rPr>
        <w:t xml:space="preserve"> ar po darbo valandų</w:t>
      </w:r>
      <w:r w:rsidRPr="001D07EB">
        <w:rPr>
          <w:lang w:eastAsia="lt-LT"/>
        </w:rPr>
        <w:t>.</w:t>
      </w:r>
    </w:p>
    <w:p w14:paraId="43CD2026"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Komisijos posėdžiai organizuojami vietoje</w:t>
      </w:r>
      <w:r>
        <w:rPr>
          <w:lang w:eastAsia="lt-LT"/>
        </w:rPr>
        <w:t>,</w:t>
      </w:r>
      <w:r w:rsidRPr="001D07EB">
        <w:rPr>
          <w:lang w:eastAsia="lt-LT"/>
        </w:rPr>
        <w:t xml:space="preserve"> vertinant numatomų kirsti ar kitaip pašalinti iš augimo vietos saugotin</w:t>
      </w:r>
      <w:r>
        <w:rPr>
          <w:lang w:eastAsia="lt-LT"/>
        </w:rPr>
        <w:t>ų</w:t>
      </w:r>
      <w:r w:rsidRPr="001D07EB">
        <w:rPr>
          <w:lang w:eastAsia="lt-LT"/>
        </w:rPr>
        <w:t xml:space="preserve"> želdinių būklę.</w:t>
      </w:r>
    </w:p>
    <w:p w14:paraId="2F5724D4"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 xml:space="preserve">Komisijos pirmininkas nustato posėdžių datą, laiką ir darbotvarkę, vadovauja posėdžiams. </w:t>
      </w:r>
    </w:p>
    <w:p w14:paraId="3D2C9662"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 xml:space="preserve">Komisijos pirmininkas ne vėliau kaip prieš 5 darbo dienas Komisijos darbotvarkę skelbia </w:t>
      </w:r>
      <w:r>
        <w:rPr>
          <w:lang w:eastAsia="lt-LT"/>
        </w:rPr>
        <w:t>S</w:t>
      </w:r>
      <w:r w:rsidRPr="001D07EB">
        <w:rPr>
          <w:lang w:eastAsia="lt-LT"/>
        </w:rPr>
        <w:t xml:space="preserve">avivaldybės svetainėje </w:t>
      </w:r>
      <w:hyperlink r:id="rId7" w:history="1">
        <w:r w:rsidRPr="001D07EB">
          <w:rPr>
            <w:rStyle w:val="Hipersaitas"/>
            <w:lang w:eastAsia="lt-LT"/>
          </w:rPr>
          <w:t>www.plunge.lt</w:t>
        </w:r>
      </w:hyperlink>
      <w:r w:rsidRPr="001D07EB">
        <w:rPr>
          <w:lang w:eastAsia="lt-LT"/>
        </w:rPr>
        <w:t>, Aplinkosaugos skiltyje. Komisijos darbotvarkėje Komisijos pirmininkas nurodo savo elektroninį paštą ir telefono numerį.</w:t>
      </w:r>
    </w:p>
    <w:p w14:paraId="7291FE5F" w14:textId="77777777" w:rsidR="0080304A" w:rsidRPr="001D07EB" w:rsidRDefault="0080304A" w:rsidP="0080304A">
      <w:pPr>
        <w:pStyle w:val="Sraopastraipa"/>
        <w:widowControl/>
        <w:numPr>
          <w:ilvl w:val="0"/>
          <w:numId w:val="5"/>
        </w:numPr>
        <w:tabs>
          <w:tab w:val="left" w:pos="1134"/>
        </w:tabs>
        <w:suppressAutoHyphens w:val="0"/>
        <w:ind w:left="0" w:firstLine="720"/>
        <w:jc w:val="both"/>
        <w:rPr>
          <w:lang w:eastAsia="lt-LT"/>
        </w:rPr>
      </w:pPr>
      <w:r w:rsidRPr="001D07EB">
        <w:rPr>
          <w:lang w:eastAsia="lt-LT"/>
        </w:rPr>
        <w:t xml:space="preserve">Komisijos pirmininkas </w:t>
      </w:r>
      <w:r w:rsidRPr="001D07EB">
        <w:rPr>
          <w:color w:val="000000" w:themeColor="text1"/>
          <w:lang w:eastAsia="zh-CN"/>
        </w:rPr>
        <w:t>ne vėliau kaip prieš 5 darbo dienas</w:t>
      </w:r>
      <w:r w:rsidRPr="001D07EB">
        <w:rPr>
          <w:lang w:eastAsia="zh-CN"/>
        </w:rPr>
        <w:t xml:space="preserve"> </w:t>
      </w:r>
      <w:r w:rsidRPr="001D07EB">
        <w:rPr>
          <w:lang w:eastAsia="lt-LT"/>
        </w:rPr>
        <w:t>informuoja kitus Komisijos narius apie paskirtą posėdžio datą, laiką, vietą, darbotvarkę bei kviečia suinteresuotus asmenis (pareiškėjus), o prireikus – ir kitų sričių specialistus.</w:t>
      </w:r>
    </w:p>
    <w:p w14:paraId="65D87B5E"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Kai Komisijos pirmininko nėra arba jis negali eiti savo pareigų, Komisijos pirmininko pareigas eina Komisijos pirmininko pavaduotojas. Nesant Komisijos sekretoriaus, sekretorių paskiria Komisijos pirmininkas.</w:t>
      </w:r>
    </w:p>
    <w:p w14:paraId="3D01C4E7"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Komisijos posėdis yra teisėtas, kai jame dalyvauja daugiau kaip pusė visų Komisijos narių.</w:t>
      </w:r>
    </w:p>
    <w:p w14:paraId="07EBA026" w14:textId="77777777" w:rsidR="0080304A" w:rsidRPr="001D07EB" w:rsidRDefault="0080304A" w:rsidP="0080304A">
      <w:pPr>
        <w:pStyle w:val="Sraopastraipa"/>
        <w:widowControl/>
        <w:numPr>
          <w:ilvl w:val="0"/>
          <w:numId w:val="5"/>
        </w:numPr>
        <w:tabs>
          <w:tab w:val="left" w:pos="1134"/>
        </w:tabs>
        <w:suppressAutoHyphens w:val="0"/>
        <w:ind w:left="0" w:firstLine="720"/>
        <w:jc w:val="both"/>
        <w:rPr>
          <w:lang w:eastAsia="lt-LT"/>
        </w:rPr>
      </w:pPr>
      <w:r w:rsidRPr="001D07EB">
        <w:rPr>
          <w:lang w:eastAsia="lt-LT"/>
        </w:rPr>
        <w:t>Komisijos sprendimai priimami Komisijos narių paprasta balsų dauguma. Kai balsai pasiskirsto po lygiai, sprendimą lemia Komisijos pirmininko balsas. Šiuo atveju Komisijos pirmininkas neturi teisės susilaikyti.</w:t>
      </w:r>
    </w:p>
    <w:p w14:paraId="756B7731"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Kiekvienas Komisijos narys turi teisę:</w:t>
      </w:r>
    </w:p>
    <w:p w14:paraId="36C88524" w14:textId="77777777" w:rsidR="0080304A" w:rsidRPr="001D07EB" w:rsidRDefault="0080304A" w:rsidP="0080304A">
      <w:pPr>
        <w:widowControl/>
        <w:numPr>
          <w:ilvl w:val="1"/>
          <w:numId w:val="5"/>
        </w:numPr>
        <w:suppressAutoHyphens w:val="0"/>
        <w:ind w:left="0" w:firstLine="720"/>
        <w:jc w:val="both"/>
        <w:rPr>
          <w:lang w:eastAsia="lt-LT"/>
        </w:rPr>
      </w:pPr>
      <w:r w:rsidRPr="001D07EB">
        <w:rPr>
          <w:lang w:eastAsia="lt-LT"/>
        </w:rPr>
        <w:t>dalyvauti rengiant ir svarstant Komisijos klausimus, laisvai balsuoti svarstomais klausimais;</w:t>
      </w:r>
    </w:p>
    <w:p w14:paraId="45A8971C" w14:textId="77777777" w:rsidR="0080304A" w:rsidRPr="001D07EB" w:rsidRDefault="0080304A" w:rsidP="0080304A">
      <w:pPr>
        <w:widowControl/>
        <w:numPr>
          <w:ilvl w:val="1"/>
          <w:numId w:val="5"/>
        </w:numPr>
        <w:suppressAutoHyphens w:val="0"/>
        <w:ind w:left="0" w:firstLine="720"/>
        <w:jc w:val="both"/>
        <w:rPr>
          <w:lang w:eastAsia="lt-LT"/>
        </w:rPr>
      </w:pPr>
      <w:r w:rsidRPr="001D07EB">
        <w:rPr>
          <w:lang w:eastAsia="lt-LT"/>
        </w:rPr>
        <w:t>susipažinti su fizinių ir juridinių asmenų prašymais, prie jų pridedamais priedais (detaliaisiais planais, projektais ir kt.), kitais aktualiais dokumentais;</w:t>
      </w:r>
    </w:p>
    <w:p w14:paraId="6FB9EFA0" w14:textId="77777777" w:rsidR="0080304A" w:rsidRPr="001D07EB" w:rsidRDefault="0080304A" w:rsidP="0080304A">
      <w:pPr>
        <w:widowControl/>
        <w:numPr>
          <w:ilvl w:val="1"/>
          <w:numId w:val="5"/>
        </w:numPr>
        <w:suppressAutoHyphens w:val="0"/>
        <w:ind w:left="0" w:firstLine="720"/>
        <w:jc w:val="both"/>
        <w:rPr>
          <w:lang w:eastAsia="lt-LT"/>
        </w:rPr>
      </w:pPr>
      <w:r w:rsidRPr="001D07EB">
        <w:rPr>
          <w:lang w:eastAsia="lt-LT"/>
        </w:rPr>
        <w:t>siūlyti kviesti dalyvauti Komisijos darbe reikalingus asmenis;</w:t>
      </w:r>
    </w:p>
    <w:p w14:paraId="4B2AC0E4" w14:textId="77777777" w:rsidR="0080304A" w:rsidRPr="001D07EB" w:rsidRDefault="0080304A" w:rsidP="0080304A">
      <w:pPr>
        <w:widowControl/>
        <w:numPr>
          <w:ilvl w:val="1"/>
          <w:numId w:val="5"/>
        </w:numPr>
        <w:suppressAutoHyphens w:val="0"/>
        <w:ind w:left="0" w:firstLine="720"/>
        <w:jc w:val="both"/>
        <w:rPr>
          <w:lang w:eastAsia="lt-LT"/>
        </w:rPr>
      </w:pPr>
      <w:bookmarkStart w:id="2" w:name="_Hlk83805881"/>
      <w:r w:rsidRPr="001D07EB">
        <w:rPr>
          <w:lang w:eastAsia="lt-LT"/>
        </w:rPr>
        <w:t>siūlyti klausimus posėdžiui, iš anksto informuodamas apie tai pirmininką;</w:t>
      </w:r>
    </w:p>
    <w:bookmarkEnd w:id="2"/>
    <w:p w14:paraId="4236B6BB" w14:textId="77777777" w:rsidR="0080304A" w:rsidRPr="001D07EB" w:rsidRDefault="0080304A" w:rsidP="0080304A">
      <w:pPr>
        <w:widowControl/>
        <w:numPr>
          <w:ilvl w:val="1"/>
          <w:numId w:val="5"/>
        </w:numPr>
        <w:suppressAutoHyphens w:val="0"/>
        <w:ind w:left="0" w:firstLine="720"/>
        <w:jc w:val="both"/>
        <w:rPr>
          <w:lang w:eastAsia="lt-LT"/>
        </w:rPr>
      </w:pPr>
      <w:r w:rsidRPr="001D07EB">
        <w:rPr>
          <w:lang w:eastAsia="lt-LT"/>
        </w:rPr>
        <w:t>pateikti savo argumentuotą vertinimą ir pastabas Komisijai elektroniniu būdu;</w:t>
      </w:r>
    </w:p>
    <w:p w14:paraId="480CFDD9" w14:textId="77777777" w:rsidR="0080304A" w:rsidRPr="001D07EB" w:rsidRDefault="0080304A" w:rsidP="0080304A">
      <w:pPr>
        <w:widowControl/>
        <w:numPr>
          <w:ilvl w:val="1"/>
          <w:numId w:val="5"/>
        </w:numPr>
        <w:suppressAutoHyphens w:val="0"/>
        <w:ind w:left="0" w:firstLine="720"/>
        <w:jc w:val="both"/>
        <w:rPr>
          <w:lang w:eastAsia="lt-LT"/>
        </w:rPr>
      </w:pPr>
      <w:r w:rsidRPr="001D07EB">
        <w:rPr>
          <w:lang w:eastAsia="lt-LT"/>
        </w:rPr>
        <w:t xml:space="preserve">atlikti želdinių apžiūrą savarankiškai; tokiu atveju turi </w:t>
      </w:r>
      <w:r>
        <w:rPr>
          <w:lang w:eastAsia="lt-LT"/>
        </w:rPr>
        <w:t xml:space="preserve">raštu </w:t>
      </w:r>
      <w:r w:rsidRPr="001D07EB">
        <w:rPr>
          <w:lang w:eastAsia="lt-LT"/>
        </w:rPr>
        <w:t>pateikti Komisijos pirmininkui savo sprendimą per 3 darbo dienas nuo medžiagos gavimo;</w:t>
      </w:r>
    </w:p>
    <w:p w14:paraId="35734679" w14:textId="77777777" w:rsidR="0080304A" w:rsidRPr="001D07EB" w:rsidRDefault="0080304A" w:rsidP="0080304A">
      <w:pPr>
        <w:widowControl/>
        <w:numPr>
          <w:ilvl w:val="1"/>
          <w:numId w:val="5"/>
        </w:numPr>
        <w:suppressAutoHyphens w:val="0"/>
        <w:ind w:left="0" w:firstLine="720"/>
        <w:jc w:val="both"/>
        <w:rPr>
          <w:lang w:eastAsia="lt-LT"/>
        </w:rPr>
      </w:pPr>
      <w:r w:rsidRPr="001D07EB">
        <w:rPr>
          <w:lang w:eastAsia="lt-LT"/>
        </w:rPr>
        <w:t xml:space="preserve"> atsistatydinti savo noru, pateikdamas raštišką prašymą Komisijos pirmininkui.</w:t>
      </w:r>
    </w:p>
    <w:p w14:paraId="2263653A"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lastRenderedPageBreak/>
        <w:t>Kiekvienas Komisijos narys privalo pranešti Komisijos pirmininkui, ar dalyvaus posėdyje, ar priims sprendimą savarankiškai.</w:t>
      </w:r>
    </w:p>
    <w:p w14:paraId="5A2F30AB"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Komisijos narys negali balsuoti dėl svarstomo klausimo, jeigu jis yra asmeniškai suinteresuotas Komisijos sprendimo rezultatais bei priimamas Komisijos pasiūlymas gali turėti jam materialinės ar kitokios asmeninės naudos. Atsiradus tokioms aplinkybėms, jis privalo apie tai informuoti Komisijos narius ir nusišalinti nuo klausimo svarstymo.</w:t>
      </w:r>
    </w:p>
    <w:p w14:paraId="5F6AFEB7"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Komisijos posėdžiai protokoluojami. Protokolus rašo Komisijos sekretorius, pasirašo Komisijos pirmininkas ir sekretorius.</w:t>
      </w:r>
    </w:p>
    <w:p w14:paraId="26BA9038"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Komisija išvadą privalo pateikti Savivaldybės vykdomajai institucijai per 20 darbo dienų nuo prašymo gavimo dienos.</w:t>
      </w:r>
    </w:p>
    <w:p w14:paraId="5E3B70BC"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Komisijos protokolai registruojami Savivaldybės informacinėje dokumentų valdymo sistemoje „</w:t>
      </w:r>
      <w:r>
        <w:rPr>
          <w:lang w:eastAsia="lt-LT"/>
        </w:rPr>
        <w:t>K</w:t>
      </w:r>
      <w:r w:rsidRPr="001D07EB">
        <w:rPr>
          <w:lang w:eastAsia="lt-LT"/>
        </w:rPr>
        <w:t>ontora“.</w:t>
      </w:r>
    </w:p>
    <w:p w14:paraId="2960C593" w14:textId="4954CFBA"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 xml:space="preserve">Komisijos protokolai viešai skelbiami Savivaldybės interneto svetainėje, </w:t>
      </w:r>
      <w:hyperlink r:id="rId8" w:history="1">
        <w:r w:rsidRPr="0070314C">
          <w:rPr>
            <w:rStyle w:val="Hipersaitas"/>
            <w:lang w:eastAsia="lt-LT"/>
          </w:rPr>
          <w:t>www.plunge.lt</w:t>
        </w:r>
      </w:hyperlink>
      <w:r>
        <w:rPr>
          <w:lang w:eastAsia="lt-LT"/>
        </w:rPr>
        <w:t xml:space="preserve"> </w:t>
      </w:r>
      <w:r w:rsidRPr="001D07EB">
        <w:rPr>
          <w:lang w:eastAsia="lt-LT"/>
        </w:rPr>
        <w:t>Aplinkosaugos skiltyje.</w:t>
      </w:r>
    </w:p>
    <w:p w14:paraId="008853C0"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Komisijos nariams už darbo laiką</w:t>
      </w:r>
      <w:r>
        <w:rPr>
          <w:lang w:eastAsia="lt-LT"/>
        </w:rPr>
        <w:t>,</w:t>
      </w:r>
      <w:r w:rsidRPr="001D07EB">
        <w:rPr>
          <w:lang w:eastAsia="lt-LT"/>
        </w:rPr>
        <w:t xml:space="preserve"> atliekant Komisijos nario pareigas</w:t>
      </w:r>
      <w:r>
        <w:rPr>
          <w:lang w:eastAsia="lt-LT"/>
        </w:rPr>
        <w:t>,</w:t>
      </w:r>
      <w:r w:rsidRPr="001D07EB">
        <w:rPr>
          <w:lang w:eastAsia="lt-LT"/>
        </w:rPr>
        <w:t xml:space="preserve"> mokamas atlygis, numatytas Lietuvos Respublikos valstybės ir savivaldybių įstaigų darbuotojų darbo apmokėjimo ir komisijų narių atlygio už darbą įstatyme.</w:t>
      </w:r>
    </w:p>
    <w:p w14:paraId="09019AD6"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rPr>
          <w:lang w:eastAsia="lt-LT"/>
        </w:rPr>
        <w:t xml:space="preserve">Komisijos nario faktiškai dirbtas laikas – tai laikas, atliekant Komisijos nario pareigas Komisijos posėdžiuose pagal protokoluose fiksuotą laiką, taip pat pasiruošimas šiems posėdžiams. Už pasirengimą </w:t>
      </w:r>
      <w:r>
        <w:rPr>
          <w:lang w:eastAsia="lt-LT"/>
        </w:rPr>
        <w:t>K</w:t>
      </w:r>
      <w:r w:rsidRPr="001D07EB">
        <w:rPr>
          <w:lang w:eastAsia="lt-LT"/>
        </w:rPr>
        <w:t>omisijos posėdyje nagrinėti 1 klausimą skaičiuojama 1 valanda darbo laiko.  Pagal  protokolus Komisijos pirmininkas užpildo darbo laiko apskaitos žiniaraštį, apvalindamas darbo laiką iki sveiko valandų skaičiaus. Žiniaraštį pasirašo Komisijos pirmininkas, sekretorius ir Savivaldybės administracijos di</w:t>
      </w:r>
      <w:r>
        <w:rPr>
          <w:lang w:eastAsia="lt-LT"/>
        </w:rPr>
        <w:t>rektorius. Komisijos pirmininkas</w:t>
      </w:r>
      <w:r w:rsidRPr="001D07EB">
        <w:rPr>
          <w:lang w:eastAsia="lt-LT"/>
        </w:rPr>
        <w:t xml:space="preserve"> žiniaraštį ne vėliau kaip iki einamojo mėnesio 28 dienos pateikia Savivaldybės administracijos Juridinio ir personalo administravimo skyriui</w:t>
      </w:r>
      <w:r>
        <w:rPr>
          <w:lang w:eastAsia="lt-LT"/>
        </w:rPr>
        <w:t xml:space="preserve"> ir Buhalterinės apskaitos skyriui</w:t>
      </w:r>
      <w:r w:rsidRPr="001D07EB">
        <w:rPr>
          <w:lang w:eastAsia="lt-LT"/>
        </w:rPr>
        <w:t xml:space="preserve">. Komisijos nariams apmokama pagal pateiktą žiniaraštį. </w:t>
      </w:r>
      <w:r>
        <w:rPr>
          <w:lang w:eastAsia="lt-LT"/>
        </w:rPr>
        <w:t>Jeigu Komisijos posėdžiai vyksta valstybės tarnautojų darbo metu, tai jiems atlygis nėra mokamas.</w:t>
      </w:r>
    </w:p>
    <w:p w14:paraId="1D9DAC0F" w14:textId="77777777" w:rsidR="0080304A" w:rsidRPr="001D07EB" w:rsidRDefault="0080304A" w:rsidP="0080304A">
      <w:pPr>
        <w:pStyle w:val="Sraopastraipa"/>
        <w:widowControl/>
        <w:numPr>
          <w:ilvl w:val="0"/>
          <w:numId w:val="5"/>
        </w:numPr>
        <w:tabs>
          <w:tab w:val="left" w:pos="1134"/>
        </w:tabs>
        <w:suppressAutoHyphens w:val="0"/>
        <w:ind w:left="0" w:firstLine="720"/>
        <w:jc w:val="both"/>
        <w:rPr>
          <w:lang w:eastAsia="lt-LT"/>
        </w:rPr>
      </w:pPr>
      <w:r w:rsidRPr="001D07EB">
        <w:rPr>
          <w:lang w:eastAsia="lt-LT"/>
        </w:rPr>
        <w:t xml:space="preserve">Komisijos narys turi teisę atsisakyti atlyginimo, raštu pateikdamas prašymą Savivaldybės administracijos direktoriui dėl Komisijos nario pareigų atlikimo neatlygintinai. Tokiu atveju atlyginimas neskaičiuojamas nuo po prašymo pateikimo dienos. </w:t>
      </w:r>
    </w:p>
    <w:p w14:paraId="44DE6FC9" w14:textId="77777777" w:rsidR="0080304A" w:rsidRPr="001D07EB" w:rsidRDefault="0080304A" w:rsidP="0080304A">
      <w:pPr>
        <w:pStyle w:val="Sraopastraipa"/>
        <w:widowControl/>
        <w:numPr>
          <w:ilvl w:val="0"/>
          <w:numId w:val="5"/>
        </w:numPr>
        <w:tabs>
          <w:tab w:val="left" w:pos="1134"/>
        </w:tabs>
        <w:suppressAutoHyphens w:val="0"/>
        <w:ind w:left="0" w:firstLine="720"/>
        <w:jc w:val="both"/>
        <w:rPr>
          <w:lang w:eastAsia="lt-LT"/>
        </w:rPr>
      </w:pPr>
      <w:r w:rsidRPr="001D07EB">
        <w:rPr>
          <w:lang w:eastAsia="lt-LT"/>
        </w:rPr>
        <w:t xml:space="preserve">Atlygis mokamas vieną kartą per mėnesį. Komisijos narių atlygio dydis: už dalyvavimą posėdyje 1 valandą mokamas 0,07 pareiginės algos bazinio dydžio atlygis, už 1 klausimo (skaičiuojama kaip 1 valanda) pasiruošimą svarstyti klausimus posėdyje – 0,07 pareiginės algos bazinio dydžio atlygis. </w:t>
      </w:r>
    </w:p>
    <w:p w14:paraId="24735A49" w14:textId="77777777" w:rsidR="0080304A" w:rsidRPr="001D07EB" w:rsidRDefault="0080304A" w:rsidP="0080304A">
      <w:pPr>
        <w:ind w:left="720"/>
        <w:jc w:val="both"/>
        <w:rPr>
          <w:b/>
          <w:lang w:eastAsia="lt-LT"/>
        </w:rPr>
      </w:pPr>
    </w:p>
    <w:p w14:paraId="785B5FA8" w14:textId="77777777" w:rsidR="0080304A" w:rsidRPr="001D07EB" w:rsidRDefault="0080304A" w:rsidP="0080304A">
      <w:pPr>
        <w:keepNext/>
        <w:jc w:val="center"/>
        <w:outlineLvl w:val="1"/>
        <w:rPr>
          <w:b/>
          <w:bCs/>
          <w:iCs/>
          <w:lang w:eastAsia="lt-LT"/>
        </w:rPr>
      </w:pPr>
      <w:r w:rsidRPr="001D07EB">
        <w:rPr>
          <w:b/>
          <w:lang w:eastAsia="lt-LT"/>
        </w:rPr>
        <w:t>V</w:t>
      </w:r>
      <w:r w:rsidRPr="001D07EB">
        <w:rPr>
          <w:b/>
          <w:bCs/>
          <w:iCs/>
          <w:lang w:eastAsia="lt-LT"/>
        </w:rPr>
        <w:t xml:space="preserve"> SKYRIUS</w:t>
      </w:r>
    </w:p>
    <w:p w14:paraId="6471B8A0" w14:textId="77777777" w:rsidR="0080304A" w:rsidRPr="001D07EB" w:rsidRDefault="0080304A" w:rsidP="0080304A">
      <w:pPr>
        <w:jc w:val="center"/>
        <w:rPr>
          <w:b/>
          <w:lang w:eastAsia="lt-LT"/>
        </w:rPr>
      </w:pPr>
      <w:r w:rsidRPr="001D07EB">
        <w:rPr>
          <w:b/>
          <w:lang w:eastAsia="lt-LT"/>
        </w:rPr>
        <w:t>KITŲ ASMENŲ DALYVAVIMAS POSĖDŽIUOSE</w:t>
      </w:r>
    </w:p>
    <w:p w14:paraId="79C4B10E" w14:textId="77777777" w:rsidR="0080304A" w:rsidRPr="001D07EB" w:rsidRDefault="0080304A" w:rsidP="0080304A">
      <w:pPr>
        <w:ind w:firstLine="720"/>
        <w:jc w:val="center"/>
        <w:rPr>
          <w:b/>
          <w:lang w:eastAsia="lt-LT"/>
        </w:rPr>
      </w:pPr>
    </w:p>
    <w:p w14:paraId="09C96B9D" w14:textId="77777777" w:rsidR="0080304A" w:rsidRPr="001D07EB" w:rsidRDefault="0080304A" w:rsidP="0080304A">
      <w:pPr>
        <w:widowControl/>
        <w:numPr>
          <w:ilvl w:val="0"/>
          <w:numId w:val="5"/>
        </w:numPr>
        <w:tabs>
          <w:tab w:val="left" w:pos="142"/>
          <w:tab w:val="left" w:pos="1134"/>
        </w:tabs>
        <w:suppressAutoHyphens w:val="0"/>
        <w:ind w:left="0" w:firstLine="720"/>
        <w:jc w:val="both"/>
        <w:rPr>
          <w:lang w:eastAsia="lt-LT"/>
        </w:rPr>
      </w:pPr>
      <w:r w:rsidRPr="001D07EB">
        <w:rPr>
          <w:lang w:eastAsia="lt-LT"/>
        </w:rPr>
        <w:t xml:space="preserve">Komisijos posėdžiai yra vieši. </w:t>
      </w:r>
    </w:p>
    <w:p w14:paraId="0F320D87" w14:textId="77777777" w:rsidR="0080304A" w:rsidRPr="001D07EB" w:rsidRDefault="0080304A" w:rsidP="0080304A">
      <w:pPr>
        <w:pStyle w:val="Sraopastraipa"/>
        <w:widowControl/>
        <w:numPr>
          <w:ilvl w:val="0"/>
          <w:numId w:val="5"/>
        </w:numPr>
        <w:tabs>
          <w:tab w:val="left" w:pos="142"/>
          <w:tab w:val="left" w:pos="1134"/>
        </w:tabs>
        <w:suppressAutoHyphens w:val="0"/>
        <w:ind w:left="0" w:firstLine="720"/>
        <w:jc w:val="both"/>
        <w:rPr>
          <w:lang w:eastAsia="lt-LT"/>
        </w:rPr>
      </w:pPr>
      <w:r w:rsidRPr="001D07EB">
        <w:rPr>
          <w:lang w:eastAsia="lt-LT"/>
        </w:rPr>
        <w:t xml:space="preserve">Posėdžių data, laikas, vieta ir darbotvarkė viešai skelbiami ne vėliau kaip 5 darbo dienos iki posėdžio pradžios </w:t>
      </w:r>
      <w:r>
        <w:rPr>
          <w:lang w:eastAsia="lt-LT"/>
        </w:rPr>
        <w:t>S</w:t>
      </w:r>
      <w:r w:rsidRPr="001D07EB">
        <w:rPr>
          <w:lang w:eastAsia="lt-LT"/>
        </w:rPr>
        <w:t xml:space="preserve">avivaldybės svetainėje </w:t>
      </w:r>
      <w:hyperlink r:id="rId9" w:history="1">
        <w:r w:rsidRPr="001D07EB">
          <w:rPr>
            <w:rStyle w:val="Hipersaitas"/>
            <w:lang w:eastAsia="lt-LT"/>
          </w:rPr>
          <w:t>www.plunge.lt</w:t>
        </w:r>
      </w:hyperlink>
      <w:r w:rsidRPr="001D07EB">
        <w:rPr>
          <w:lang w:eastAsia="lt-LT"/>
        </w:rPr>
        <w:t>, Aplinkosaugos skiltyje.</w:t>
      </w:r>
    </w:p>
    <w:p w14:paraId="0E3D9CF5" w14:textId="77777777" w:rsidR="0080304A" w:rsidRPr="001D07EB" w:rsidRDefault="0080304A" w:rsidP="0080304A">
      <w:pPr>
        <w:widowControl/>
        <w:numPr>
          <w:ilvl w:val="0"/>
          <w:numId w:val="5"/>
        </w:numPr>
        <w:tabs>
          <w:tab w:val="left" w:pos="142"/>
          <w:tab w:val="left" w:pos="1134"/>
        </w:tabs>
        <w:suppressAutoHyphens w:val="0"/>
        <w:ind w:left="0" w:firstLine="720"/>
        <w:jc w:val="both"/>
        <w:rPr>
          <w:lang w:eastAsia="lt-LT"/>
        </w:rPr>
      </w:pPr>
      <w:r w:rsidRPr="001D07EB">
        <w:rPr>
          <w:lang w:eastAsia="lt-LT"/>
        </w:rPr>
        <w:t>Komisijos posėdžiuose norintys dalyvauti asmenys turi iš anksto, ne vėliau kaip likus 1 dienai iki posėdžio, raštu ar žodžiu pranešti apie dalyvavimą Komisijos pirmininkui, nurodydami, kurį darbotvarkės klausimą svarstant norima dalyvauti, ir pateikti kontaktinį telefono numerį.</w:t>
      </w:r>
    </w:p>
    <w:p w14:paraId="6CBB1D39" w14:textId="77777777" w:rsidR="0080304A" w:rsidRDefault="0080304A" w:rsidP="0080304A">
      <w:pPr>
        <w:widowControl/>
        <w:numPr>
          <w:ilvl w:val="0"/>
          <w:numId w:val="5"/>
        </w:numPr>
        <w:tabs>
          <w:tab w:val="left" w:pos="142"/>
          <w:tab w:val="left" w:pos="1134"/>
        </w:tabs>
        <w:suppressAutoHyphens w:val="0"/>
        <w:ind w:left="0" w:firstLine="720"/>
        <w:jc w:val="both"/>
        <w:rPr>
          <w:lang w:eastAsia="lt-LT"/>
        </w:rPr>
      </w:pPr>
      <w:r w:rsidRPr="001D07EB">
        <w:rPr>
          <w:lang w:eastAsia="lt-LT"/>
        </w:rPr>
        <w:t>Komisijos posėdžiuose dalyvaujantys kiti asmenys gali teikti pasiūlymus, rekomendacijas, išsakyti pagrįstą nuomonę svarstomo klausimo pradžioje</w:t>
      </w:r>
      <w:r>
        <w:rPr>
          <w:lang w:eastAsia="lt-LT"/>
        </w:rPr>
        <w:t>;</w:t>
      </w:r>
      <w:r w:rsidRPr="001D07EB">
        <w:rPr>
          <w:lang w:eastAsia="lt-LT"/>
        </w:rPr>
        <w:t xml:space="preserve"> kiekvienam asmeniui skiriama ne daugiau nei 3 min.</w:t>
      </w:r>
    </w:p>
    <w:p w14:paraId="69BED0B8" w14:textId="77777777" w:rsidR="0080304A" w:rsidRPr="001D07EB" w:rsidRDefault="0080304A" w:rsidP="006815AE">
      <w:pPr>
        <w:widowControl/>
        <w:tabs>
          <w:tab w:val="left" w:pos="142"/>
          <w:tab w:val="left" w:pos="1134"/>
        </w:tabs>
        <w:suppressAutoHyphens w:val="0"/>
        <w:ind w:left="720"/>
        <w:jc w:val="both"/>
        <w:rPr>
          <w:lang w:eastAsia="lt-LT"/>
        </w:rPr>
      </w:pPr>
    </w:p>
    <w:p w14:paraId="45D83C9C" w14:textId="26FA41E6" w:rsidR="0080304A" w:rsidRPr="0080304A" w:rsidRDefault="0080304A" w:rsidP="0080304A">
      <w:pPr>
        <w:tabs>
          <w:tab w:val="left" w:pos="1134"/>
        </w:tabs>
        <w:jc w:val="center"/>
        <w:rPr>
          <w:lang w:eastAsia="lt-LT"/>
        </w:rPr>
      </w:pPr>
      <w:r w:rsidRPr="001D07EB">
        <w:rPr>
          <w:b/>
          <w:bCs/>
          <w:iCs/>
          <w:lang w:eastAsia="lt-LT"/>
        </w:rPr>
        <w:t>VI SKYRIUS</w:t>
      </w:r>
    </w:p>
    <w:p w14:paraId="1399F641" w14:textId="77777777" w:rsidR="0080304A" w:rsidRPr="001D07EB" w:rsidRDefault="0080304A" w:rsidP="0080304A">
      <w:pPr>
        <w:keepNext/>
        <w:jc w:val="center"/>
        <w:outlineLvl w:val="1"/>
        <w:rPr>
          <w:b/>
          <w:bCs/>
          <w:iCs/>
          <w:lang w:eastAsia="lt-LT"/>
        </w:rPr>
      </w:pPr>
      <w:r w:rsidRPr="001D07EB">
        <w:rPr>
          <w:b/>
          <w:bCs/>
          <w:iCs/>
          <w:lang w:eastAsia="lt-LT"/>
        </w:rPr>
        <w:t>KOMISIJOS TEISĖS IR PAREIGOS</w:t>
      </w:r>
    </w:p>
    <w:p w14:paraId="1488DD54" w14:textId="77777777" w:rsidR="0080304A" w:rsidRPr="001D07EB" w:rsidRDefault="0080304A" w:rsidP="0080304A">
      <w:pPr>
        <w:jc w:val="both"/>
        <w:rPr>
          <w:lang w:eastAsia="lt-LT"/>
        </w:rPr>
      </w:pPr>
    </w:p>
    <w:p w14:paraId="619F9E74" w14:textId="77777777" w:rsidR="0080304A" w:rsidRPr="001D07EB" w:rsidRDefault="0080304A" w:rsidP="0080304A">
      <w:pPr>
        <w:widowControl/>
        <w:numPr>
          <w:ilvl w:val="0"/>
          <w:numId w:val="5"/>
        </w:numPr>
        <w:tabs>
          <w:tab w:val="left" w:pos="1134"/>
        </w:tabs>
        <w:suppressAutoHyphens w:val="0"/>
        <w:ind w:left="0" w:firstLine="720"/>
        <w:jc w:val="both"/>
        <w:rPr>
          <w:lang w:eastAsia="lt-LT"/>
        </w:rPr>
      </w:pPr>
      <w:r w:rsidRPr="001D07EB">
        <w:t>Komisija, įgyvendindama jai pavestas funkcijas, turi teisę:</w:t>
      </w:r>
    </w:p>
    <w:p w14:paraId="438EB829" w14:textId="77777777" w:rsidR="0080304A" w:rsidRPr="001D07EB" w:rsidRDefault="0080304A" w:rsidP="0080304A">
      <w:pPr>
        <w:widowControl/>
        <w:numPr>
          <w:ilvl w:val="1"/>
          <w:numId w:val="5"/>
        </w:numPr>
        <w:suppressAutoHyphens w:val="0"/>
        <w:ind w:left="0" w:firstLine="720"/>
        <w:jc w:val="both"/>
        <w:rPr>
          <w:lang w:eastAsia="lt-LT"/>
        </w:rPr>
      </w:pPr>
      <w:bookmarkStart w:id="3" w:name="part_8a629aa4791546a181745aa25efee0da"/>
      <w:bookmarkEnd w:id="3"/>
      <w:r w:rsidRPr="001D07EB">
        <w:lastRenderedPageBreak/>
        <w:t xml:space="preserve">gauti raštu ir žodžiu paaiškinimus ir informaciją, reikalingą klausimams nagrinėti ir sprendimams priimti, </w:t>
      </w:r>
      <w:r w:rsidRPr="001D07EB">
        <w:rPr>
          <w:lang w:eastAsia="lt-LT"/>
        </w:rPr>
        <w:t>iš Savivaldybės administracijos struktūrinių padalinių, valstybės įstaigų, fizinių ir juridinių asmenų</w:t>
      </w:r>
      <w:bookmarkStart w:id="4" w:name="part_b195a5e502a14cbc97384d3b23feae2d"/>
      <w:bookmarkEnd w:id="4"/>
      <w:r w:rsidRPr="001D07EB">
        <w:rPr>
          <w:lang w:eastAsia="lt-LT"/>
        </w:rPr>
        <w:t>;</w:t>
      </w:r>
    </w:p>
    <w:p w14:paraId="553BC593" w14:textId="77777777" w:rsidR="0080304A" w:rsidRPr="001D07EB" w:rsidRDefault="0080304A" w:rsidP="0080304A">
      <w:pPr>
        <w:widowControl/>
        <w:numPr>
          <w:ilvl w:val="1"/>
          <w:numId w:val="5"/>
        </w:numPr>
        <w:suppressAutoHyphens w:val="0"/>
        <w:ind w:left="0" w:firstLine="720"/>
        <w:jc w:val="both"/>
        <w:rPr>
          <w:lang w:eastAsia="lt-LT"/>
        </w:rPr>
      </w:pPr>
      <w:r w:rsidRPr="001D07EB">
        <w:t>laiku gauti dokumentus, sutartis, įsakymus, potvarkius ir kitus dokumentus, turinčius reikšmės sprendimui;</w:t>
      </w:r>
      <w:bookmarkStart w:id="5" w:name="part_f6032d10381c41c99fb501d997873006"/>
      <w:bookmarkEnd w:id="5"/>
    </w:p>
    <w:p w14:paraId="71177995" w14:textId="77777777" w:rsidR="0080304A" w:rsidRPr="001D07EB" w:rsidRDefault="0080304A" w:rsidP="0080304A">
      <w:pPr>
        <w:widowControl/>
        <w:numPr>
          <w:ilvl w:val="1"/>
          <w:numId w:val="5"/>
        </w:numPr>
        <w:suppressAutoHyphens w:val="0"/>
        <w:ind w:left="0" w:firstLine="720"/>
        <w:jc w:val="both"/>
        <w:rPr>
          <w:lang w:eastAsia="lt-LT"/>
        </w:rPr>
      </w:pPr>
      <w:r w:rsidRPr="001D07EB">
        <w:t>kviesti į savo posėdžius Savivaldybės administracijos darbuotojus, ekspertus bei kitus asmenis, galinčius padėti Komisijai priimti teisingą sprendimą</w:t>
      </w:r>
      <w:bookmarkStart w:id="6" w:name="part_b21d9281a01d4cf1b591e4758c9c728c"/>
      <w:bookmarkStart w:id="7" w:name="part_f9c22902689a4460a8c9dea813744414"/>
      <w:bookmarkEnd w:id="6"/>
      <w:bookmarkEnd w:id="7"/>
      <w:r w:rsidRPr="001D07EB">
        <w:t>;</w:t>
      </w:r>
    </w:p>
    <w:p w14:paraId="2CA03986" w14:textId="77777777" w:rsidR="0080304A" w:rsidRPr="001D07EB" w:rsidRDefault="0080304A" w:rsidP="0080304A">
      <w:pPr>
        <w:widowControl/>
        <w:numPr>
          <w:ilvl w:val="1"/>
          <w:numId w:val="5"/>
        </w:numPr>
        <w:suppressAutoHyphens w:val="0"/>
        <w:ind w:left="0" w:firstLine="720"/>
        <w:jc w:val="both"/>
        <w:rPr>
          <w:lang w:eastAsia="lt-LT"/>
        </w:rPr>
      </w:pPr>
      <w:r w:rsidRPr="001D07EB">
        <w:t xml:space="preserve">patekti į </w:t>
      </w:r>
      <w:r>
        <w:t>s</w:t>
      </w:r>
      <w:r w:rsidRPr="001D07EB">
        <w:t>avivaldybės teritorijas, kuriose yra reikiamų apžiūrėti želdinių;</w:t>
      </w:r>
    </w:p>
    <w:p w14:paraId="19CB8ED7" w14:textId="77777777" w:rsidR="0080304A" w:rsidRPr="001D07EB" w:rsidRDefault="0080304A" w:rsidP="0080304A">
      <w:pPr>
        <w:widowControl/>
        <w:numPr>
          <w:ilvl w:val="1"/>
          <w:numId w:val="5"/>
        </w:numPr>
        <w:suppressAutoHyphens w:val="0"/>
        <w:ind w:left="0" w:firstLine="720"/>
        <w:jc w:val="both"/>
        <w:rPr>
          <w:lang w:eastAsia="lt-LT"/>
        </w:rPr>
      </w:pPr>
      <w:r w:rsidRPr="001D07EB">
        <w:t>dalyvauti ir teikti siūlymus svarstant rengiamus Plungės rajono savivaldybės viešųjų erdvių želdynų kūrimo ir (ar) pertvarkymo projektus</w:t>
      </w:r>
      <w:bookmarkStart w:id="8" w:name="part_9bcaecc4ae334dcbb72a18add349816e"/>
      <w:bookmarkStart w:id="9" w:name="part_e144f298f9a641c9b1c82f8442bcbf40"/>
      <w:bookmarkEnd w:id="8"/>
      <w:bookmarkEnd w:id="9"/>
      <w:r w:rsidRPr="001D07EB">
        <w:t>.</w:t>
      </w:r>
      <w:r w:rsidRPr="001D07EB">
        <w:rPr>
          <w:highlight w:val="yellow"/>
          <w:lang w:eastAsia="lt-LT"/>
        </w:rPr>
        <w:t xml:space="preserve"> </w:t>
      </w:r>
    </w:p>
    <w:p w14:paraId="31339AAF" w14:textId="77777777" w:rsidR="0080304A" w:rsidRPr="001D07EB" w:rsidRDefault="0080304A" w:rsidP="0080304A">
      <w:pPr>
        <w:pStyle w:val="Sraopastraipa"/>
        <w:widowControl/>
        <w:numPr>
          <w:ilvl w:val="0"/>
          <w:numId w:val="5"/>
        </w:numPr>
        <w:tabs>
          <w:tab w:val="left" w:pos="1134"/>
        </w:tabs>
        <w:suppressAutoHyphens w:val="0"/>
        <w:ind w:left="0" w:firstLine="720"/>
        <w:jc w:val="both"/>
        <w:rPr>
          <w:lang w:eastAsia="lt-LT"/>
        </w:rPr>
      </w:pPr>
      <w:r w:rsidRPr="001D07EB">
        <w:t>Vykdydama pavestas funkcijas, Komisija privalo:</w:t>
      </w:r>
    </w:p>
    <w:p w14:paraId="23C1F77B" w14:textId="77777777" w:rsidR="0080304A" w:rsidRPr="001D07EB" w:rsidRDefault="0080304A" w:rsidP="0080304A">
      <w:pPr>
        <w:pStyle w:val="Sraopastraipa"/>
        <w:widowControl/>
        <w:numPr>
          <w:ilvl w:val="1"/>
          <w:numId w:val="5"/>
        </w:numPr>
        <w:suppressAutoHyphens w:val="0"/>
        <w:ind w:left="0" w:firstLine="720"/>
        <w:jc w:val="both"/>
      </w:pPr>
      <w:bookmarkStart w:id="10" w:name="part_183aee86231c468c8c52bdc016052e7a"/>
      <w:bookmarkEnd w:id="10"/>
      <w:r w:rsidRPr="001D07EB">
        <w:t>laikytis bendrosiose nuostatose išdėstytų principų;</w:t>
      </w:r>
      <w:bookmarkStart w:id="11" w:name="part_17fae5ac9e0a431e9f62482ff729098f"/>
      <w:bookmarkEnd w:id="11"/>
    </w:p>
    <w:p w14:paraId="633FDD3C" w14:textId="77777777" w:rsidR="0080304A" w:rsidRPr="001D07EB" w:rsidRDefault="0080304A" w:rsidP="0080304A">
      <w:pPr>
        <w:widowControl/>
        <w:numPr>
          <w:ilvl w:val="1"/>
          <w:numId w:val="5"/>
        </w:numPr>
        <w:suppressAutoHyphens w:val="0"/>
        <w:ind w:left="0" w:firstLine="720"/>
        <w:jc w:val="both"/>
      </w:pPr>
      <w:r w:rsidRPr="001D07EB">
        <w:t>teikti motyvuotus savo veiksmų ir sprendimų paaiškinimus;</w:t>
      </w:r>
      <w:bookmarkStart w:id="12" w:name="part_f886abb4034c49f98a98decb5ddb1987"/>
      <w:bookmarkEnd w:id="12"/>
    </w:p>
    <w:p w14:paraId="24171F70" w14:textId="77777777" w:rsidR="0080304A" w:rsidRPr="001D07EB" w:rsidRDefault="0080304A" w:rsidP="0080304A">
      <w:pPr>
        <w:widowControl/>
        <w:numPr>
          <w:ilvl w:val="1"/>
          <w:numId w:val="5"/>
        </w:numPr>
        <w:suppressAutoHyphens w:val="0"/>
        <w:ind w:left="0" w:firstLine="720"/>
        <w:jc w:val="both"/>
      </w:pPr>
      <w:r w:rsidRPr="001D07EB">
        <w:t>informuoti atsakingas institucijas apie pastebėtus želdinių žalojimo faktus, pateikdama įrodymus</w:t>
      </w:r>
      <w:bookmarkStart w:id="13" w:name="part_5de60ca2f1864f7194ac7f66b464b251"/>
      <w:bookmarkEnd w:id="13"/>
      <w:r w:rsidRPr="001D07EB">
        <w:t>;</w:t>
      </w:r>
    </w:p>
    <w:p w14:paraId="261DE0F5" w14:textId="77777777" w:rsidR="0080304A" w:rsidRPr="001D07EB" w:rsidRDefault="0080304A" w:rsidP="0080304A">
      <w:pPr>
        <w:widowControl/>
        <w:numPr>
          <w:ilvl w:val="1"/>
          <w:numId w:val="5"/>
        </w:numPr>
        <w:suppressAutoHyphens w:val="0"/>
        <w:ind w:left="0" w:firstLine="720"/>
        <w:jc w:val="both"/>
      </w:pPr>
      <w:r w:rsidRPr="001D07EB">
        <w:rPr>
          <w:lang w:eastAsia="lt-LT"/>
        </w:rPr>
        <w:t xml:space="preserve">atlikdama želdinių būklės vertinimą, kviesti dalyvauti šių želdinių valdytojus, savininkus ar jų įgaliotus asmenis, taip pat </w:t>
      </w:r>
      <w:r w:rsidRPr="001D07EB">
        <w:t>projekto vadovą arba jo įgaliotą asmenį, kai saugotini medžiai ir krūmai auga objektuose, kuriems yra parengti atskirųjų ir priklausomųjų želdynų tvarkymo ir kūrimo projektai.</w:t>
      </w:r>
    </w:p>
    <w:p w14:paraId="634BE59A" w14:textId="77777777" w:rsidR="0080304A" w:rsidRPr="001D07EB" w:rsidRDefault="0080304A" w:rsidP="0080304A">
      <w:pPr>
        <w:ind w:firstLine="709"/>
        <w:jc w:val="both"/>
        <w:rPr>
          <w:lang w:eastAsia="lt-LT"/>
        </w:rPr>
      </w:pPr>
    </w:p>
    <w:p w14:paraId="71B43389" w14:textId="77777777" w:rsidR="0080304A" w:rsidRPr="0080202F" w:rsidRDefault="0080304A" w:rsidP="0080304A">
      <w:pPr>
        <w:jc w:val="center"/>
        <w:rPr>
          <w:color w:val="000000"/>
          <w:lang w:eastAsia="lt-LT"/>
        </w:rPr>
      </w:pPr>
      <w:r w:rsidRPr="0080202F">
        <w:rPr>
          <w:b/>
          <w:bCs/>
          <w:color w:val="000000"/>
          <w:lang w:eastAsia="lt-LT"/>
        </w:rPr>
        <w:t>VII SKYRIUS</w:t>
      </w:r>
    </w:p>
    <w:p w14:paraId="292A12DF" w14:textId="77777777" w:rsidR="0080304A" w:rsidRPr="0080202F" w:rsidRDefault="0080304A" w:rsidP="0080304A">
      <w:pPr>
        <w:jc w:val="center"/>
        <w:rPr>
          <w:color w:val="000000"/>
          <w:lang w:eastAsia="lt-LT"/>
        </w:rPr>
      </w:pPr>
      <w:r w:rsidRPr="0080202F">
        <w:rPr>
          <w:b/>
          <w:bCs/>
          <w:color w:val="000000"/>
          <w:lang w:eastAsia="lt-LT"/>
        </w:rPr>
        <w:t>BAIGIAMOSIOS NUOSTATOS</w:t>
      </w:r>
    </w:p>
    <w:p w14:paraId="4E22B17A" w14:textId="77777777" w:rsidR="0080304A" w:rsidRPr="0080202F" w:rsidRDefault="0080304A" w:rsidP="0080304A">
      <w:pPr>
        <w:ind w:firstLine="709"/>
        <w:jc w:val="both"/>
        <w:rPr>
          <w:color w:val="000000"/>
          <w:lang w:eastAsia="lt-LT"/>
        </w:rPr>
      </w:pPr>
      <w:r w:rsidRPr="0080202F">
        <w:rPr>
          <w:color w:val="000000"/>
          <w:lang w:eastAsia="lt-LT"/>
        </w:rPr>
        <w:t> </w:t>
      </w:r>
    </w:p>
    <w:p w14:paraId="23FF8591" w14:textId="77777777" w:rsidR="0080304A" w:rsidRPr="0080202F" w:rsidRDefault="0080304A" w:rsidP="0080304A">
      <w:pPr>
        <w:ind w:firstLine="720"/>
        <w:jc w:val="both"/>
        <w:rPr>
          <w:color w:val="000000"/>
          <w:lang w:eastAsia="lt-LT"/>
        </w:rPr>
      </w:pPr>
      <w:bookmarkStart w:id="14" w:name="part_7b825fc415a14adc9142dea767d0bca6"/>
      <w:bookmarkEnd w:id="14"/>
      <w:r w:rsidRPr="001D07EB">
        <w:rPr>
          <w:color w:val="000000"/>
          <w:lang w:eastAsia="lt-LT"/>
        </w:rPr>
        <w:t>40</w:t>
      </w:r>
      <w:r w:rsidRPr="0080202F">
        <w:rPr>
          <w:color w:val="000000"/>
          <w:lang w:eastAsia="lt-LT"/>
        </w:rPr>
        <w:t>. Komisijos sprendimai gali būti skundžiami Lietuvos Respublikos įstatymų ir kitų teisės aktų nustatyta tvarka.</w:t>
      </w:r>
    </w:p>
    <w:p w14:paraId="1CB3C2E7" w14:textId="77777777" w:rsidR="0080304A" w:rsidRPr="0080202F" w:rsidRDefault="0080304A" w:rsidP="0080304A">
      <w:pPr>
        <w:ind w:firstLine="720"/>
        <w:jc w:val="both"/>
        <w:rPr>
          <w:color w:val="000000"/>
          <w:lang w:eastAsia="lt-LT"/>
        </w:rPr>
      </w:pPr>
      <w:bookmarkStart w:id="15" w:name="part_cecb41b409114bf783a9083f5df20548"/>
      <w:bookmarkEnd w:id="15"/>
      <w:r w:rsidRPr="001D07EB">
        <w:rPr>
          <w:color w:val="000000"/>
          <w:lang w:eastAsia="lt-LT"/>
        </w:rPr>
        <w:t>41</w:t>
      </w:r>
      <w:r w:rsidRPr="0080202F">
        <w:rPr>
          <w:color w:val="000000"/>
          <w:lang w:eastAsia="lt-LT"/>
        </w:rPr>
        <w:t>. Šie Nuostatai keičiami, papildomi ar pripažįstami netekusiais galios Savivaldybės tarybos sprendimu.</w:t>
      </w:r>
    </w:p>
    <w:p w14:paraId="3748C660" w14:textId="77777777" w:rsidR="0080304A" w:rsidRPr="001D07EB" w:rsidRDefault="0080304A" w:rsidP="0080304A">
      <w:pPr>
        <w:autoSpaceDE w:val="0"/>
        <w:autoSpaceDN w:val="0"/>
        <w:adjustRightInd w:val="0"/>
        <w:jc w:val="center"/>
      </w:pPr>
      <w:r>
        <w:t>___________________________</w:t>
      </w:r>
    </w:p>
    <w:p w14:paraId="3DBDF1F0" w14:textId="77777777" w:rsidR="0080304A" w:rsidRDefault="0080304A" w:rsidP="000A7F78">
      <w:pPr>
        <w:jc w:val="center"/>
        <w:rPr>
          <w:rFonts w:eastAsia="Arial Unicode MS" w:cs="Tahoma"/>
          <w:b/>
          <w:kern w:val="2"/>
          <w:lang w:eastAsia="hi-IN" w:bidi="hi-IN"/>
        </w:rPr>
      </w:pPr>
    </w:p>
    <w:p w14:paraId="3AF750B1" w14:textId="77777777" w:rsidR="0080304A" w:rsidRDefault="0080304A" w:rsidP="000A7F78">
      <w:pPr>
        <w:jc w:val="center"/>
        <w:rPr>
          <w:rFonts w:eastAsia="Arial Unicode MS" w:cs="Tahoma"/>
          <w:b/>
          <w:kern w:val="2"/>
          <w:lang w:eastAsia="hi-IN" w:bidi="hi-IN"/>
        </w:rPr>
      </w:pPr>
    </w:p>
    <w:p w14:paraId="3CDF5B3C" w14:textId="77777777" w:rsidR="0080304A" w:rsidRDefault="0080304A" w:rsidP="000A7F78">
      <w:pPr>
        <w:jc w:val="center"/>
        <w:rPr>
          <w:rFonts w:eastAsia="Arial Unicode MS" w:cs="Tahoma"/>
          <w:b/>
          <w:kern w:val="2"/>
          <w:lang w:eastAsia="hi-IN" w:bidi="hi-IN"/>
        </w:rPr>
      </w:pPr>
    </w:p>
    <w:p w14:paraId="5FBBEAD5" w14:textId="77777777" w:rsidR="0080304A" w:rsidRDefault="0080304A" w:rsidP="000A7F78">
      <w:pPr>
        <w:jc w:val="center"/>
        <w:rPr>
          <w:rFonts w:eastAsia="Arial Unicode MS" w:cs="Tahoma"/>
          <w:b/>
          <w:kern w:val="2"/>
          <w:lang w:eastAsia="hi-IN" w:bidi="hi-IN"/>
        </w:rPr>
      </w:pPr>
    </w:p>
    <w:p w14:paraId="472CC5A5" w14:textId="77777777" w:rsidR="0080304A" w:rsidRDefault="0080304A" w:rsidP="000A7F78">
      <w:pPr>
        <w:jc w:val="center"/>
        <w:rPr>
          <w:rFonts w:eastAsia="Arial Unicode MS" w:cs="Tahoma"/>
          <w:b/>
          <w:kern w:val="2"/>
          <w:lang w:eastAsia="hi-IN" w:bidi="hi-IN"/>
        </w:rPr>
      </w:pPr>
    </w:p>
    <w:p w14:paraId="1BA723BC" w14:textId="77777777" w:rsidR="0080304A" w:rsidRDefault="0080304A" w:rsidP="000A7F78">
      <w:pPr>
        <w:jc w:val="center"/>
        <w:rPr>
          <w:rFonts w:eastAsia="Arial Unicode MS" w:cs="Tahoma"/>
          <w:b/>
          <w:kern w:val="2"/>
          <w:lang w:eastAsia="hi-IN" w:bidi="hi-IN"/>
        </w:rPr>
      </w:pPr>
    </w:p>
    <w:p w14:paraId="7612A023" w14:textId="77777777" w:rsidR="0080304A" w:rsidRDefault="0080304A" w:rsidP="000A7F78">
      <w:pPr>
        <w:jc w:val="center"/>
        <w:rPr>
          <w:rFonts w:eastAsia="Arial Unicode MS" w:cs="Tahoma"/>
          <w:b/>
          <w:kern w:val="2"/>
          <w:lang w:eastAsia="hi-IN" w:bidi="hi-IN"/>
        </w:rPr>
      </w:pPr>
    </w:p>
    <w:p w14:paraId="43964B70" w14:textId="77777777" w:rsidR="0080304A" w:rsidRDefault="0080304A" w:rsidP="000A7F78">
      <w:pPr>
        <w:jc w:val="center"/>
        <w:rPr>
          <w:rFonts w:eastAsia="Arial Unicode MS" w:cs="Tahoma"/>
          <w:b/>
          <w:kern w:val="2"/>
          <w:lang w:eastAsia="hi-IN" w:bidi="hi-IN"/>
        </w:rPr>
      </w:pPr>
    </w:p>
    <w:p w14:paraId="77D8D0BD" w14:textId="77777777" w:rsidR="0080304A" w:rsidRDefault="0080304A" w:rsidP="000A7F78">
      <w:pPr>
        <w:jc w:val="center"/>
        <w:rPr>
          <w:rFonts w:eastAsia="Arial Unicode MS" w:cs="Tahoma"/>
          <w:b/>
          <w:kern w:val="2"/>
          <w:lang w:eastAsia="hi-IN" w:bidi="hi-IN"/>
        </w:rPr>
      </w:pPr>
    </w:p>
    <w:p w14:paraId="53CCE6AF" w14:textId="77777777" w:rsidR="0080304A" w:rsidRDefault="0080304A" w:rsidP="000A7F78">
      <w:pPr>
        <w:jc w:val="center"/>
        <w:rPr>
          <w:rFonts w:eastAsia="Arial Unicode MS" w:cs="Tahoma"/>
          <w:b/>
          <w:kern w:val="2"/>
          <w:lang w:eastAsia="hi-IN" w:bidi="hi-IN"/>
        </w:rPr>
      </w:pPr>
    </w:p>
    <w:p w14:paraId="76BAA382" w14:textId="77777777" w:rsidR="0080304A" w:rsidRDefault="0080304A" w:rsidP="000A7F78">
      <w:pPr>
        <w:jc w:val="center"/>
        <w:rPr>
          <w:rFonts w:eastAsia="Arial Unicode MS" w:cs="Tahoma"/>
          <w:b/>
          <w:kern w:val="2"/>
          <w:lang w:eastAsia="hi-IN" w:bidi="hi-IN"/>
        </w:rPr>
      </w:pPr>
    </w:p>
    <w:p w14:paraId="711FAD8E" w14:textId="77777777" w:rsidR="0080304A" w:rsidRDefault="0080304A" w:rsidP="000A7F78">
      <w:pPr>
        <w:jc w:val="center"/>
        <w:rPr>
          <w:rFonts w:eastAsia="Arial Unicode MS" w:cs="Tahoma"/>
          <w:b/>
          <w:kern w:val="2"/>
          <w:lang w:eastAsia="hi-IN" w:bidi="hi-IN"/>
        </w:rPr>
      </w:pPr>
    </w:p>
    <w:p w14:paraId="67522030" w14:textId="77777777" w:rsidR="0080304A" w:rsidRDefault="0080304A" w:rsidP="000A7F78">
      <w:pPr>
        <w:jc w:val="center"/>
        <w:rPr>
          <w:rFonts w:eastAsia="Arial Unicode MS" w:cs="Tahoma"/>
          <w:b/>
          <w:kern w:val="2"/>
          <w:lang w:eastAsia="hi-IN" w:bidi="hi-IN"/>
        </w:rPr>
      </w:pPr>
    </w:p>
    <w:p w14:paraId="54A9B82A" w14:textId="77777777" w:rsidR="0080304A" w:rsidRDefault="0080304A" w:rsidP="000A7F78">
      <w:pPr>
        <w:jc w:val="center"/>
        <w:rPr>
          <w:rFonts w:eastAsia="Arial Unicode MS" w:cs="Tahoma"/>
          <w:b/>
          <w:kern w:val="2"/>
          <w:lang w:eastAsia="hi-IN" w:bidi="hi-IN"/>
        </w:rPr>
      </w:pPr>
    </w:p>
    <w:p w14:paraId="0E0AFE39" w14:textId="77777777" w:rsidR="0080304A" w:rsidRDefault="0080304A" w:rsidP="000A7F78">
      <w:pPr>
        <w:jc w:val="center"/>
        <w:rPr>
          <w:rFonts w:eastAsia="Arial Unicode MS" w:cs="Tahoma"/>
          <w:b/>
          <w:kern w:val="2"/>
          <w:lang w:eastAsia="hi-IN" w:bidi="hi-IN"/>
        </w:rPr>
      </w:pPr>
    </w:p>
    <w:p w14:paraId="56C797D0" w14:textId="77777777" w:rsidR="0080304A" w:rsidRDefault="0080304A" w:rsidP="000A7F78">
      <w:pPr>
        <w:jc w:val="center"/>
        <w:rPr>
          <w:rFonts w:eastAsia="Arial Unicode MS" w:cs="Tahoma"/>
          <w:b/>
          <w:kern w:val="2"/>
          <w:lang w:eastAsia="hi-IN" w:bidi="hi-IN"/>
        </w:rPr>
      </w:pPr>
    </w:p>
    <w:p w14:paraId="4217EEDD" w14:textId="77777777" w:rsidR="0080304A" w:rsidRDefault="0080304A" w:rsidP="000A7F78">
      <w:pPr>
        <w:jc w:val="center"/>
        <w:rPr>
          <w:rFonts w:eastAsia="Arial Unicode MS" w:cs="Tahoma"/>
          <w:b/>
          <w:kern w:val="2"/>
          <w:lang w:eastAsia="hi-IN" w:bidi="hi-IN"/>
        </w:rPr>
      </w:pPr>
    </w:p>
    <w:p w14:paraId="2B336822" w14:textId="77777777" w:rsidR="0080304A" w:rsidRDefault="0080304A" w:rsidP="000A7F78">
      <w:pPr>
        <w:jc w:val="center"/>
        <w:rPr>
          <w:rFonts w:eastAsia="Arial Unicode MS" w:cs="Tahoma"/>
          <w:b/>
          <w:kern w:val="2"/>
          <w:lang w:eastAsia="hi-IN" w:bidi="hi-IN"/>
        </w:rPr>
      </w:pPr>
    </w:p>
    <w:p w14:paraId="6E2E9DA4" w14:textId="77777777" w:rsidR="0080304A" w:rsidRDefault="0080304A" w:rsidP="000A7F78">
      <w:pPr>
        <w:jc w:val="center"/>
        <w:rPr>
          <w:rFonts w:eastAsia="Arial Unicode MS" w:cs="Tahoma"/>
          <w:b/>
          <w:kern w:val="2"/>
          <w:lang w:eastAsia="hi-IN" w:bidi="hi-IN"/>
        </w:rPr>
      </w:pPr>
    </w:p>
    <w:p w14:paraId="0D628CC0" w14:textId="77777777" w:rsidR="0080304A" w:rsidRDefault="0080304A" w:rsidP="000A7F78">
      <w:pPr>
        <w:jc w:val="center"/>
        <w:rPr>
          <w:rFonts w:eastAsia="Arial Unicode MS" w:cs="Tahoma"/>
          <w:b/>
          <w:kern w:val="2"/>
          <w:lang w:eastAsia="hi-IN" w:bidi="hi-IN"/>
        </w:rPr>
      </w:pPr>
    </w:p>
    <w:p w14:paraId="18BE5215" w14:textId="77777777" w:rsidR="0080304A" w:rsidRDefault="0080304A" w:rsidP="000A7F78">
      <w:pPr>
        <w:jc w:val="center"/>
        <w:rPr>
          <w:rFonts w:eastAsia="Arial Unicode MS" w:cs="Tahoma"/>
          <w:b/>
          <w:kern w:val="2"/>
          <w:lang w:eastAsia="hi-IN" w:bidi="hi-IN"/>
        </w:rPr>
      </w:pPr>
    </w:p>
    <w:p w14:paraId="585FA92C" w14:textId="77777777" w:rsidR="0080304A" w:rsidRDefault="0080304A" w:rsidP="000A7F78">
      <w:pPr>
        <w:jc w:val="center"/>
        <w:rPr>
          <w:rFonts w:eastAsia="Arial Unicode MS" w:cs="Tahoma"/>
          <w:b/>
          <w:kern w:val="2"/>
          <w:lang w:eastAsia="hi-IN" w:bidi="hi-IN"/>
        </w:rPr>
      </w:pPr>
    </w:p>
    <w:p w14:paraId="68E9EA01" w14:textId="77777777" w:rsidR="0080304A" w:rsidRDefault="0080304A" w:rsidP="000A7F78">
      <w:pPr>
        <w:jc w:val="center"/>
        <w:rPr>
          <w:rFonts w:eastAsia="Arial Unicode MS" w:cs="Tahoma"/>
          <w:b/>
          <w:kern w:val="2"/>
          <w:lang w:eastAsia="hi-IN" w:bidi="hi-IN"/>
        </w:rPr>
      </w:pPr>
    </w:p>
    <w:p w14:paraId="70C30D37" w14:textId="77777777" w:rsidR="0080304A" w:rsidRDefault="0080304A" w:rsidP="000A7F78">
      <w:pPr>
        <w:jc w:val="center"/>
        <w:rPr>
          <w:rFonts w:eastAsia="Arial Unicode MS" w:cs="Tahoma"/>
          <w:b/>
          <w:kern w:val="2"/>
          <w:lang w:eastAsia="hi-IN" w:bidi="hi-IN"/>
        </w:rPr>
      </w:pPr>
    </w:p>
    <w:p w14:paraId="585A1D93" w14:textId="77777777" w:rsidR="0080304A" w:rsidRDefault="0080304A" w:rsidP="000A7F78">
      <w:pPr>
        <w:jc w:val="center"/>
        <w:rPr>
          <w:rFonts w:eastAsia="Arial Unicode MS" w:cs="Tahoma"/>
          <w:b/>
          <w:kern w:val="2"/>
          <w:lang w:eastAsia="hi-IN" w:bidi="hi-IN"/>
        </w:rPr>
      </w:pPr>
    </w:p>
    <w:sectPr w:rsidR="0080304A" w:rsidSect="006815AE">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813EC"/>
    <w:multiLevelType w:val="multilevel"/>
    <w:tmpl w:val="694E2E46"/>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abstractNum w:abstractNumId="1">
    <w:nsid w:val="30630972"/>
    <w:multiLevelType w:val="multilevel"/>
    <w:tmpl w:val="F4E69FF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3">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4">
    <w:nsid w:val="70067898"/>
    <w:multiLevelType w:val="multilevel"/>
    <w:tmpl w:val="89B45C5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
    <w:nsid w:val="775A7B66"/>
    <w:multiLevelType w:val="multilevel"/>
    <w:tmpl w:val="3D66E228"/>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66C3F"/>
    <w:rsid w:val="000824E8"/>
    <w:rsid w:val="000A7F78"/>
    <w:rsid w:val="000D7153"/>
    <w:rsid w:val="00101381"/>
    <w:rsid w:val="0012032D"/>
    <w:rsid w:val="0016638C"/>
    <w:rsid w:val="00167011"/>
    <w:rsid w:val="00174410"/>
    <w:rsid w:val="001F17AB"/>
    <w:rsid w:val="002111CB"/>
    <w:rsid w:val="002166F7"/>
    <w:rsid w:val="0022338A"/>
    <w:rsid w:val="00227B52"/>
    <w:rsid w:val="00235E0F"/>
    <w:rsid w:val="0024573F"/>
    <w:rsid w:val="00246297"/>
    <w:rsid w:val="00251D65"/>
    <w:rsid w:val="00252DA7"/>
    <w:rsid w:val="002663DC"/>
    <w:rsid w:val="00272954"/>
    <w:rsid w:val="002862FD"/>
    <w:rsid w:val="002867D7"/>
    <w:rsid w:val="002B4E1F"/>
    <w:rsid w:val="002B53AB"/>
    <w:rsid w:val="002B7C77"/>
    <w:rsid w:val="002D0603"/>
    <w:rsid w:val="002D1CDE"/>
    <w:rsid w:val="002F1BA1"/>
    <w:rsid w:val="002F39F0"/>
    <w:rsid w:val="0030217C"/>
    <w:rsid w:val="0031308B"/>
    <w:rsid w:val="00330B8F"/>
    <w:rsid w:val="00335C3B"/>
    <w:rsid w:val="00350E1F"/>
    <w:rsid w:val="003528F4"/>
    <w:rsid w:val="00416E0A"/>
    <w:rsid w:val="0044401F"/>
    <w:rsid w:val="0045078A"/>
    <w:rsid w:val="004522F3"/>
    <w:rsid w:val="00480CED"/>
    <w:rsid w:val="00494D50"/>
    <w:rsid w:val="004A445F"/>
    <w:rsid w:val="004B4879"/>
    <w:rsid w:val="004C0A0D"/>
    <w:rsid w:val="004C1390"/>
    <w:rsid w:val="004D02EA"/>
    <w:rsid w:val="004D0AAB"/>
    <w:rsid w:val="004D2C29"/>
    <w:rsid w:val="004F678F"/>
    <w:rsid w:val="00501707"/>
    <w:rsid w:val="00503DC2"/>
    <w:rsid w:val="00505681"/>
    <w:rsid w:val="005364F4"/>
    <w:rsid w:val="00562649"/>
    <w:rsid w:val="0056789B"/>
    <w:rsid w:val="005727B5"/>
    <w:rsid w:val="00580FFE"/>
    <w:rsid w:val="005A3753"/>
    <w:rsid w:val="005B0B04"/>
    <w:rsid w:val="005B0BB7"/>
    <w:rsid w:val="005E2775"/>
    <w:rsid w:val="005E5689"/>
    <w:rsid w:val="005F1208"/>
    <w:rsid w:val="005F4F4F"/>
    <w:rsid w:val="00621360"/>
    <w:rsid w:val="00637545"/>
    <w:rsid w:val="00642369"/>
    <w:rsid w:val="006623C9"/>
    <w:rsid w:val="00680DF7"/>
    <w:rsid w:val="006815AE"/>
    <w:rsid w:val="006A760E"/>
    <w:rsid w:val="006B64B2"/>
    <w:rsid w:val="006C4A12"/>
    <w:rsid w:val="006D7C92"/>
    <w:rsid w:val="006F55BE"/>
    <w:rsid w:val="007150E3"/>
    <w:rsid w:val="007306E5"/>
    <w:rsid w:val="00770F7F"/>
    <w:rsid w:val="00775636"/>
    <w:rsid w:val="00783136"/>
    <w:rsid w:val="00785CFE"/>
    <w:rsid w:val="00787BA4"/>
    <w:rsid w:val="007B2E22"/>
    <w:rsid w:val="007C3D99"/>
    <w:rsid w:val="007C77E6"/>
    <w:rsid w:val="007D3521"/>
    <w:rsid w:val="007E40B2"/>
    <w:rsid w:val="007E480A"/>
    <w:rsid w:val="007F0052"/>
    <w:rsid w:val="007F4001"/>
    <w:rsid w:val="0080304A"/>
    <w:rsid w:val="0080430D"/>
    <w:rsid w:val="0080512C"/>
    <w:rsid w:val="00815D3A"/>
    <w:rsid w:val="0081684D"/>
    <w:rsid w:val="00824122"/>
    <w:rsid w:val="0083370B"/>
    <w:rsid w:val="00862F92"/>
    <w:rsid w:val="00885114"/>
    <w:rsid w:val="008C3A27"/>
    <w:rsid w:val="008C60D9"/>
    <w:rsid w:val="008D7B6F"/>
    <w:rsid w:val="008E63DF"/>
    <w:rsid w:val="008F218A"/>
    <w:rsid w:val="00900B28"/>
    <w:rsid w:val="00904B97"/>
    <w:rsid w:val="009137F5"/>
    <w:rsid w:val="0092444C"/>
    <w:rsid w:val="00924B6F"/>
    <w:rsid w:val="00935EB3"/>
    <w:rsid w:val="00943716"/>
    <w:rsid w:val="00990C49"/>
    <w:rsid w:val="00997F9B"/>
    <w:rsid w:val="009C7B12"/>
    <w:rsid w:val="009D0972"/>
    <w:rsid w:val="00A034D9"/>
    <w:rsid w:val="00A05160"/>
    <w:rsid w:val="00A51632"/>
    <w:rsid w:val="00A61352"/>
    <w:rsid w:val="00A6572E"/>
    <w:rsid w:val="00A71613"/>
    <w:rsid w:val="00A74410"/>
    <w:rsid w:val="00A83C87"/>
    <w:rsid w:val="00A86918"/>
    <w:rsid w:val="00A95AD0"/>
    <w:rsid w:val="00AC1F78"/>
    <w:rsid w:val="00B169D2"/>
    <w:rsid w:val="00B3568A"/>
    <w:rsid w:val="00B64F26"/>
    <w:rsid w:val="00B95D51"/>
    <w:rsid w:val="00BC4F65"/>
    <w:rsid w:val="00BD3540"/>
    <w:rsid w:val="00BF7804"/>
    <w:rsid w:val="00C01AAA"/>
    <w:rsid w:val="00C1516B"/>
    <w:rsid w:val="00C15814"/>
    <w:rsid w:val="00C25333"/>
    <w:rsid w:val="00C317BF"/>
    <w:rsid w:val="00C324A9"/>
    <w:rsid w:val="00C411D6"/>
    <w:rsid w:val="00C57222"/>
    <w:rsid w:val="00C808E3"/>
    <w:rsid w:val="00C967AE"/>
    <w:rsid w:val="00CA7F7E"/>
    <w:rsid w:val="00CB3413"/>
    <w:rsid w:val="00CD2953"/>
    <w:rsid w:val="00CD77E4"/>
    <w:rsid w:val="00CE0586"/>
    <w:rsid w:val="00CE1860"/>
    <w:rsid w:val="00D372BA"/>
    <w:rsid w:val="00D75A9F"/>
    <w:rsid w:val="00D81BCA"/>
    <w:rsid w:val="00D909E4"/>
    <w:rsid w:val="00DD2995"/>
    <w:rsid w:val="00DF5FA8"/>
    <w:rsid w:val="00E04028"/>
    <w:rsid w:val="00E06FEB"/>
    <w:rsid w:val="00E15ACE"/>
    <w:rsid w:val="00E264DA"/>
    <w:rsid w:val="00E54D59"/>
    <w:rsid w:val="00E573A5"/>
    <w:rsid w:val="00E746D8"/>
    <w:rsid w:val="00E914AF"/>
    <w:rsid w:val="00E9482E"/>
    <w:rsid w:val="00F23061"/>
    <w:rsid w:val="00F235AC"/>
    <w:rsid w:val="00F25607"/>
    <w:rsid w:val="00F474E3"/>
    <w:rsid w:val="00F82212"/>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 w:type="table" w:styleId="Lentelstinklelis">
    <w:name w:val="Table Grid"/>
    <w:basedOn w:val="prastojilentel"/>
    <w:rsid w:val="0080304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8030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 w:type="table" w:styleId="Lentelstinklelis">
    <w:name w:val="Table Grid"/>
    <w:basedOn w:val="prastojilentel"/>
    <w:rsid w:val="0080304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8030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BED37674</Template>
  <TotalTime>6</TotalTime>
  <Pages>5</Pages>
  <Words>8900</Words>
  <Characters>5073</Characters>
  <Application>Microsoft Office Word</Application>
  <DocSecurity>0</DocSecurity>
  <Lines>42</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5</cp:revision>
  <dcterms:created xsi:type="dcterms:W3CDTF">2021-12-22T09:17:00Z</dcterms:created>
  <dcterms:modified xsi:type="dcterms:W3CDTF">2021-12-27T14:08:00Z</dcterms:modified>
</cp:coreProperties>
</file>