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FBAF78" w14:textId="28E5DB5B" w:rsidR="000636B8" w:rsidRDefault="00CB69C2" w:rsidP="00CB69C2">
      <w:pPr>
        <w:jc w:val="center"/>
        <w:rPr>
          <w:b/>
          <w:sz w:val="28"/>
          <w:szCs w:val="28"/>
        </w:rPr>
      </w:pPr>
      <w:r>
        <w:rPr>
          <w:b/>
          <w:noProof/>
        </w:rPr>
        <w:drawing>
          <wp:anchor distT="0" distB="180340" distL="114300" distR="114300" simplePos="0" relativeHeight="251659264" behindDoc="1" locked="0" layoutInCell="0" allowOverlap="1" wp14:anchorId="3B5A9629" wp14:editId="738EC123">
            <wp:simplePos x="0" y="0"/>
            <wp:positionH relativeFrom="column">
              <wp:posOffset>2838450</wp:posOffset>
            </wp:positionH>
            <wp:positionV relativeFrom="paragraph">
              <wp:posOffset>-261620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36B8" w:rsidRPr="00E534C8">
        <w:rPr>
          <w:b/>
          <w:sz w:val="28"/>
          <w:szCs w:val="28"/>
        </w:rPr>
        <w:t>PLUNGĖS RAJONO SAVIVALDYBĖS</w:t>
      </w:r>
    </w:p>
    <w:p w14:paraId="72874451" w14:textId="77777777" w:rsidR="000636B8" w:rsidRPr="00E534C8" w:rsidRDefault="000636B8" w:rsidP="00CB69C2">
      <w:pPr>
        <w:jc w:val="center"/>
        <w:rPr>
          <w:b/>
          <w:sz w:val="28"/>
          <w:szCs w:val="28"/>
        </w:rPr>
      </w:pPr>
      <w:r w:rsidRPr="00E534C8">
        <w:rPr>
          <w:b/>
          <w:sz w:val="28"/>
          <w:szCs w:val="28"/>
        </w:rPr>
        <w:t>TARYBA</w:t>
      </w:r>
    </w:p>
    <w:p w14:paraId="4A54BA55" w14:textId="77777777" w:rsidR="000636B8" w:rsidRPr="00E534C8" w:rsidRDefault="000636B8" w:rsidP="00CB69C2">
      <w:pPr>
        <w:jc w:val="center"/>
        <w:rPr>
          <w:b/>
          <w:sz w:val="28"/>
          <w:szCs w:val="28"/>
        </w:rPr>
      </w:pPr>
    </w:p>
    <w:p w14:paraId="2F7D1FBA" w14:textId="77777777" w:rsidR="000636B8" w:rsidRPr="00E534C8" w:rsidRDefault="000636B8" w:rsidP="00CB69C2">
      <w:pPr>
        <w:jc w:val="center"/>
        <w:rPr>
          <w:b/>
          <w:sz w:val="28"/>
          <w:szCs w:val="28"/>
        </w:rPr>
      </w:pPr>
      <w:r w:rsidRPr="00E534C8">
        <w:rPr>
          <w:b/>
          <w:sz w:val="28"/>
          <w:szCs w:val="28"/>
        </w:rPr>
        <w:t>SPRENDIMAS</w:t>
      </w:r>
    </w:p>
    <w:p w14:paraId="260DB1DA" w14:textId="62B159C1" w:rsidR="00DE4C1B" w:rsidRPr="00956646" w:rsidRDefault="00E85F60" w:rsidP="00CB69C2">
      <w:pPr>
        <w:shd w:val="solid" w:color="FFFFFF" w:fill="FFFFFF"/>
        <w:jc w:val="center"/>
        <w:rPr>
          <w:b/>
          <w:bCs/>
          <w:sz w:val="28"/>
          <w:szCs w:val="28"/>
        </w:rPr>
      </w:pPr>
      <w:r w:rsidRPr="00DE4C1B">
        <w:rPr>
          <w:b/>
          <w:sz w:val="28"/>
          <w:szCs w:val="28"/>
          <w:shd w:val="clear" w:color="auto" w:fill="FFFFFF"/>
        </w:rPr>
        <w:t xml:space="preserve">DĖL </w:t>
      </w:r>
      <w:r w:rsidR="00DE4C1B" w:rsidRPr="00956646">
        <w:rPr>
          <w:b/>
          <w:bCs/>
          <w:sz w:val="28"/>
          <w:szCs w:val="28"/>
        </w:rPr>
        <w:t xml:space="preserve">INDIVIDUALIŲ BUITINIŲ NUOTEKŲ VALYMO ĮRENGINIŲ ĮSIGIJIMO </w:t>
      </w:r>
      <w:r w:rsidR="00B7108F" w:rsidRPr="00CC023B">
        <w:rPr>
          <w:b/>
          <w:sz w:val="28"/>
          <w:szCs w:val="28"/>
        </w:rPr>
        <w:t>IR ĮRENGIMO</w:t>
      </w:r>
      <w:r w:rsidR="00B7108F">
        <w:rPr>
          <w:b/>
        </w:rPr>
        <w:t xml:space="preserve"> </w:t>
      </w:r>
      <w:r w:rsidR="00DE4C1B" w:rsidRPr="00956646">
        <w:rPr>
          <w:b/>
          <w:bCs/>
          <w:sz w:val="28"/>
          <w:szCs w:val="28"/>
        </w:rPr>
        <w:t>DALINIO KOMPENSAVIMO TVARKOS APRAŠO PATVIRTINIMO</w:t>
      </w:r>
    </w:p>
    <w:p w14:paraId="4E6FBA76" w14:textId="77777777" w:rsidR="00761F64" w:rsidRPr="00E85F60" w:rsidRDefault="00761F64" w:rsidP="00CB69C2">
      <w:pPr>
        <w:jc w:val="center"/>
        <w:rPr>
          <w:b/>
          <w:caps/>
          <w:sz w:val="28"/>
          <w:szCs w:val="28"/>
        </w:rPr>
      </w:pPr>
    </w:p>
    <w:p w14:paraId="2F512EF0" w14:textId="0157DBC9" w:rsidR="000636B8" w:rsidRDefault="00761F64" w:rsidP="00CB69C2">
      <w:pPr>
        <w:jc w:val="center"/>
      </w:pPr>
      <w:r>
        <w:t>2021</w:t>
      </w:r>
      <w:r w:rsidR="00762046">
        <w:t xml:space="preserve"> </w:t>
      </w:r>
      <w:r w:rsidR="000636B8">
        <w:t>m.</w:t>
      </w:r>
      <w:r>
        <w:t xml:space="preserve"> </w:t>
      </w:r>
      <w:r w:rsidR="00DE4C1B">
        <w:t>spalio</w:t>
      </w:r>
      <w:r w:rsidR="00FA04E7">
        <w:t xml:space="preserve"> </w:t>
      </w:r>
      <w:r w:rsidR="00DE1F0D">
        <w:t>2</w:t>
      </w:r>
      <w:r w:rsidR="00BF41C8">
        <w:t>8</w:t>
      </w:r>
      <w:r w:rsidR="000636B8">
        <w:t xml:space="preserve"> d. Nr. T1-</w:t>
      </w:r>
      <w:r w:rsidR="008C1FC8">
        <w:t>263</w:t>
      </w:r>
    </w:p>
    <w:p w14:paraId="58828082" w14:textId="77777777" w:rsidR="000636B8" w:rsidRDefault="000636B8" w:rsidP="00CB69C2">
      <w:pPr>
        <w:jc w:val="center"/>
        <w:rPr>
          <w:b/>
        </w:rPr>
      </w:pPr>
      <w:r>
        <w:t>Plungė</w:t>
      </w:r>
    </w:p>
    <w:p w14:paraId="2188D478" w14:textId="77777777" w:rsidR="000636B8" w:rsidRDefault="000636B8" w:rsidP="0057681F">
      <w:pPr>
        <w:ind w:firstLine="737"/>
        <w:jc w:val="both"/>
      </w:pPr>
    </w:p>
    <w:p w14:paraId="6EC0147E" w14:textId="77A7CCB9" w:rsidR="0070355E" w:rsidRDefault="0070355E" w:rsidP="00762046">
      <w:pPr>
        <w:tabs>
          <w:tab w:val="left" w:pos="1134"/>
        </w:tabs>
        <w:ind w:firstLine="720"/>
        <w:jc w:val="both"/>
      </w:pPr>
      <w:r>
        <w:t xml:space="preserve">Vadovaudamasi Lietuvos Respublikos vietos savivaldos įstatymo 6 straipsnio 28 ir 30 punktais, 16 straipsnio 4 dalimi, Lietuvos Respublikos geriamojo vandens tiekimo ir nuotekų tvarkymo įstatymo 12 straipsnio 2 dalimi, </w:t>
      </w:r>
      <w:r w:rsidR="00CA0B1B">
        <w:t xml:space="preserve">Nuotekų tvarkymo reglamentu, patvirtintu </w:t>
      </w:r>
      <w:r>
        <w:t xml:space="preserve">Lietuvos Respublikos aplinkos ministro 2006 m. gegužės 17 d. įsakymu Nr. D1-236 „Dėl </w:t>
      </w:r>
      <w:r w:rsidR="00B7108F">
        <w:t>N</w:t>
      </w:r>
      <w:r>
        <w:t>uotekų tvarkymo reglamento patvirtinimo“</w:t>
      </w:r>
      <w:r w:rsidR="00D914ED">
        <w:t xml:space="preserve"> ir jo pakeitimais</w:t>
      </w:r>
      <w:r>
        <w:t xml:space="preserve">, </w:t>
      </w:r>
      <w:r w:rsidR="008D4C19">
        <w:t>Nuotekų valymo įrenginių taikymo reglamentu, patvirtint</w:t>
      </w:r>
      <w:r w:rsidR="00B7108F">
        <w:t>u</w:t>
      </w:r>
      <w:r w:rsidR="008D4C19">
        <w:t xml:space="preserve"> </w:t>
      </w:r>
      <w:r w:rsidR="00B263F4">
        <w:t>Lietuvos</w:t>
      </w:r>
      <w:r w:rsidR="008D4C19">
        <w:t xml:space="preserve"> Respublikos aplinkos ministro 2006 m. rugsėjo 11 d. įsakymu Nr. D1-412 „Dėl </w:t>
      </w:r>
      <w:r w:rsidR="00B7108F">
        <w:t>N</w:t>
      </w:r>
      <w:r w:rsidR="008D4C19">
        <w:t xml:space="preserve">uotekų valymo įrenginių taikymo reglamento patvirtinimo“ ir jo pakeitimais, </w:t>
      </w:r>
      <w:r>
        <w:t xml:space="preserve">Plungės rajono savivaldybės taryba  </w:t>
      </w:r>
      <w:r>
        <w:rPr>
          <w:spacing w:val="40"/>
        </w:rPr>
        <w:t>nusprendžia</w:t>
      </w:r>
      <w:r>
        <w:t>:</w:t>
      </w:r>
    </w:p>
    <w:p w14:paraId="59DF1963" w14:textId="55314864" w:rsidR="0070355E" w:rsidRDefault="003C15E0" w:rsidP="00762046">
      <w:pPr>
        <w:tabs>
          <w:tab w:val="left" w:pos="1134"/>
        </w:tabs>
        <w:ind w:firstLine="720"/>
        <w:jc w:val="both"/>
      </w:pPr>
      <w:r>
        <w:t xml:space="preserve">1. </w:t>
      </w:r>
      <w:r w:rsidR="0070355E">
        <w:t xml:space="preserve">Patvirtinti Individualių </w:t>
      </w:r>
      <w:r w:rsidR="007121DE">
        <w:t xml:space="preserve">buitinių </w:t>
      </w:r>
      <w:r w:rsidR="0070355E">
        <w:t>nuotekų valymo įrenginių įsigijimo ir įrengimo dalinio kompensavimo tvarkos aprašą (pridedama).</w:t>
      </w:r>
    </w:p>
    <w:p w14:paraId="6F6020FF" w14:textId="7B65C4EC" w:rsidR="003C15E0" w:rsidRDefault="003C15E0" w:rsidP="00762046">
      <w:pPr>
        <w:tabs>
          <w:tab w:val="left" w:pos="1134"/>
        </w:tabs>
        <w:ind w:firstLine="720"/>
        <w:jc w:val="both"/>
      </w:pPr>
      <w:r w:rsidRPr="00A42D54">
        <w:t xml:space="preserve">2. </w:t>
      </w:r>
      <w:r w:rsidR="00B7108F">
        <w:t>Nustatyti, kad s</w:t>
      </w:r>
      <w:r w:rsidR="0034504C" w:rsidRPr="00A42D54">
        <w:t>prendimas įsigalioja nuo 2022 m. sausio 1 d.</w:t>
      </w:r>
    </w:p>
    <w:p w14:paraId="5EDDCF4B" w14:textId="77777777" w:rsidR="0070355E" w:rsidRDefault="0070355E" w:rsidP="00762046">
      <w:pPr>
        <w:tabs>
          <w:tab w:val="left" w:pos="1134"/>
        </w:tabs>
        <w:ind w:firstLine="720"/>
        <w:jc w:val="both"/>
      </w:pPr>
      <w:r>
        <w:t>Šis sprendimas skelbiamas Teisės aktų registre ir gali būti skundžiamas Lietuvos Respublikos administracinių bylų teisenos įstatymo nustatyta tvarka.</w:t>
      </w:r>
    </w:p>
    <w:p w14:paraId="7E665266" w14:textId="77777777" w:rsidR="0070355E" w:rsidRDefault="0070355E" w:rsidP="00CC023B"/>
    <w:p w14:paraId="32EF2B50" w14:textId="77777777" w:rsidR="000636B8" w:rsidRDefault="000636B8" w:rsidP="000636B8">
      <w:pPr>
        <w:jc w:val="both"/>
      </w:pPr>
    </w:p>
    <w:p w14:paraId="1C5D5DA1" w14:textId="58883564" w:rsidR="000636B8" w:rsidRDefault="000636B8" w:rsidP="00CB69C2">
      <w:pPr>
        <w:tabs>
          <w:tab w:val="left" w:pos="7938"/>
        </w:tabs>
        <w:jc w:val="both"/>
      </w:pPr>
      <w:r>
        <w:t xml:space="preserve">Savivaldybės meras </w:t>
      </w:r>
      <w:r w:rsidR="00CB69C2">
        <w:tab/>
        <w:t>Audrius Klišonis</w:t>
      </w:r>
    </w:p>
    <w:p w14:paraId="44DD9A7E" w14:textId="77777777" w:rsidR="000636B8" w:rsidRDefault="000636B8" w:rsidP="000636B8">
      <w:pPr>
        <w:ind w:firstLine="737"/>
        <w:jc w:val="both"/>
      </w:pPr>
    </w:p>
    <w:p w14:paraId="047CA5AD" w14:textId="77777777" w:rsidR="000636B8" w:rsidRDefault="000636B8" w:rsidP="000636B8">
      <w:pPr>
        <w:ind w:firstLine="737"/>
        <w:jc w:val="both"/>
      </w:pPr>
    </w:p>
    <w:p w14:paraId="3CEC7F6B" w14:textId="77777777" w:rsidR="000636B8" w:rsidRDefault="000636B8" w:rsidP="000636B8">
      <w:pPr>
        <w:ind w:firstLine="737"/>
        <w:jc w:val="both"/>
      </w:pPr>
    </w:p>
    <w:p w14:paraId="57E0EDBB" w14:textId="77777777" w:rsidR="000636B8" w:rsidRDefault="000636B8" w:rsidP="000636B8">
      <w:pPr>
        <w:ind w:firstLine="737"/>
        <w:jc w:val="both"/>
      </w:pPr>
    </w:p>
    <w:p w14:paraId="73DB170E" w14:textId="77777777" w:rsidR="000636B8" w:rsidRDefault="000636B8" w:rsidP="000636B8">
      <w:pPr>
        <w:jc w:val="both"/>
      </w:pPr>
    </w:p>
    <w:p w14:paraId="371070D8" w14:textId="77777777" w:rsidR="000636B8" w:rsidRDefault="000636B8" w:rsidP="000636B8">
      <w:pPr>
        <w:jc w:val="both"/>
      </w:pPr>
    </w:p>
    <w:p w14:paraId="0CC5D295" w14:textId="77777777" w:rsidR="000636B8" w:rsidRDefault="000636B8" w:rsidP="000636B8">
      <w:pPr>
        <w:jc w:val="both"/>
      </w:pPr>
    </w:p>
    <w:p w14:paraId="1C2C55E1" w14:textId="77777777" w:rsidR="000636B8" w:rsidRDefault="000636B8" w:rsidP="000636B8">
      <w:pPr>
        <w:jc w:val="both"/>
      </w:pPr>
    </w:p>
    <w:p w14:paraId="6BE7519B" w14:textId="77777777" w:rsidR="000636B8" w:rsidRDefault="000636B8" w:rsidP="000636B8">
      <w:pPr>
        <w:jc w:val="both"/>
      </w:pPr>
      <w:r>
        <w:br w:type="page"/>
      </w:r>
    </w:p>
    <w:p w14:paraId="458AC756" w14:textId="568E78FB" w:rsidR="000636B8" w:rsidRDefault="000636B8" w:rsidP="00762046">
      <w:pPr>
        <w:ind w:left="5184" w:firstLine="1296"/>
        <w:jc w:val="both"/>
      </w:pPr>
      <w:r>
        <w:lastRenderedPageBreak/>
        <w:t>P</w:t>
      </w:r>
      <w:r w:rsidR="00B7108F">
        <w:t>ATVIRTINTA</w:t>
      </w:r>
    </w:p>
    <w:p w14:paraId="780DFF03" w14:textId="32C42102" w:rsidR="000636B8" w:rsidRDefault="000636B8" w:rsidP="00762046">
      <w:pPr>
        <w:ind w:left="5184" w:firstLine="1296"/>
        <w:jc w:val="both"/>
      </w:pPr>
      <w:r>
        <w:t>Plungės rajono savivaldybės</w:t>
      </w:r>
    </w:p>
    <w:p w14:paraId="4BFD0EF3" w14:textId="29330BD1" w:rsidR="000636B8" w:rsidRDefault="000636B8" w:rsidP="00762046">
      <w:pPr>
        <w:ind w:left="5184" w:firstLine="1296"/>
        <w:jc w:val="both"/>
      </w:pPr>
      <w:r>
        <w:t>tarybos 20</w:t>
      </w:r>
      <w:r w:rsidR="00DE1F0D">
        <w:t xml:space="preserve">21 </w:t>
      </w:r>
      <w:r>
        <w:t>m</w:t>
      </w:r>
      <w:r w:rsidR="00DE1F0D">
        <w:t xml:space="preserve">. </w:t>
      </w:r>
      <w:r w:rsidR="0070355E">
        <w:t>spalio</w:t>
      </w:r>
      <w:r w:rsidR="00DE1F0D">
        <w:t xml:space="preserve"> 2</w:t>
      </w:r>
      <w:r w:rsidR="00BF41C8">
        <w:t>8</w:t>
      </w:r>
      <w:r>
        <w:t xml:space="preserve"> d.</w:t>
      </w:r>
    </w:p>
    <w:p w14:paraId="463359AB" w14:textId="21F7942B" w:rsidR="000636B8" w:rsidRDefault="000636B8" w:rsidP="00762046">
      <w:pPr>
        <w:ind w:left="5184" w:firstLine="1296"/>
        <w:jc w:val="both"/>
      </w:pPr>
      <w:r>
        <w:t>sprendimu Nr. T1-</w:t>
      </w:r>
      <w:r w:rsidR="008C1FC8">
        <w:t>263</w:t>
      </w:r>
      <w:bookmarkStart w:id="0" w:name="_GoBack"/>
      <w:bookmarkEnd w:id="0"/>
    </w:p>
    <w:p w14:paraId="3B03C359" w14:textId="36A059C0" w:rsidR="000636B8" w:rsidRDefault="000636B8" w:rsidP="000636B8">
      <w:pPr>
        <w:ind w:left="6399" w:firstLine="81"/>
        <w:jc w:val="both"/>
      </w:pPr>
    </w:p>
    <w:p w14:paraId="040A8DE0" w14:textId="23C6F01F" w:rsidR="0070355E" w:rsidRDefault="0070355E" w:rsidP="0070355E">
      <w:pPr>
        <w:jc w:val="center"/>
        <w:rPr>
          <w:b/>
          <w:caps/>
        </w:rPr>
      </w:pPr>
      <w:r>
        <w:rPr>
          <w:b/>
        </w:rPr>
        <w:t xml:space="preserve">INDIVIDUALIŲ </w:t>
      </w:r>
      <w:r w:rsidR="007121DE">
        <w:rPr>
          <w:b/>
        </w:rPr>
        <w:t xml:space="preserve">BUITINIŲ </w:t>
      </w:r>
      <w:r>
        <w:rPr>
          <w:b/>
        </w:rPr>
        <w:t xml:space="preserve">NUOTEKŲ VALYMO ĮRENGINIŲ ĮSIGIJIMO IR ĮRENGIMO DALINIO KOMPENSAVIMO TVARKOS APRAŠAS </w:t>
      </w:r>
    </w:p>
    <w:p w14:paraId="23F18BF0" w14:textId="77777777" w:rsidR="0070355E" w:rsidRDefault="0070355E" w:rsidP="0070355E">
      <w:pPr>
        <w:spacing w:line="276" w:lineRule="auto"/>
        <w:jc w:val="center"/>
        <w:rPr>
          <w:highlight w:val="yellow"/>
        </w:rPr>
      </w:pPr>
    </w:p>
    <w:p w14:paraId="04924D8F" w14:textId="77777777" w:rsidR="0070355E" w:rsidRDefault="0070355E" w:rsidP="0070355E">
      <w:pPr>
        <w:jc w:val="center"/>
        <w:rPr>
          <w:b/>
        </w:rPr>
      </w:pPr>
      <w:r>
        <w:rPr>
          <w:b/>
        </w:rPr>
        <w:t>I SKYRIUS</w:t>
      </w:r>
    </w:p>
    <w:p w14:paraId="7BB6127B" w14:textId="77777777" w:rsidR="0070355E" w:rsidRDefault="0070355E" w:rsidP="0070355E">
      <w:pPr>
        <w:jc w:val="center"/>
        <w:rPr>
          <w:b/>
        </w:rPr>
      </w:pPr>
      <w:r>
        <w:rPr>
          <w:b/>
        </w:rPr>
        <w:t>BENDROSIOS NUOSTATOS</w:t>
      </w:r>
    </w:p>
    <w:p w14:paraId="12EFE6FB" w14:textId="77777777" w:rsidR="0070355E" w:rsidRPr="00762046" w:rsidRDefault="0070355E" w:rsidP="00CC023B">
      <w:pPr>
        <w:jc w:val="center"/>
      </w:pPr>
    </w:p>
    <w:p w14:paraId="187CED0C" w14:textId="3918473A" w:rsidR="0070355E" w:rsidRDefault="0070355E" w:rsidP="00762046">
      <w:pPr>
        <w:tabs>
          <w:tab w:val="left" w:pos="1134"/>
        </w:tabs>
        <w:ind w:firstLine="720"/>
        <w:jc w:val="both"/>
      </w:pPr>
      <w:r>
        <w:t>1.</w:t>
      </w:r>
      <w:r>
        <w:tab/>
        <w:t>Individualių</w:t>
      </w:r>
      <w:r w:rsidR="007121DE">
        <w:t xml:space="preserve"> buitinių</w:t>
      </w:r>
      <w:r>
        <w:t xml:space="preserve"> nuotekų valymo įrenginių</w:t>
      </w:r>
      <w:r w:rsidR="00B263F4">
        <w:t xml:space="preserve"> (toliau – Įrenginiai)</w:t>
      </w:r>
      <w:r>
        <w:t xml:space="preserve"> įsigijimo ir įrengimo dalinio kompensavimo tvarkos aprašas (toliau – Aprašas) reglamentuoja </w:t>
      </w:r>
      <w:r w:rsidR="007E2F35">
        <w:t>Plungės</w:t>
      </w:r>
      <w:r>
        <w:t xml:space="preserve"> rajono savivaldybės gyventojų ir </w:t>
      </w:r>
      <w:r w:rsidR="007E2F35">
        <w:t>Plungės</w:t>
      </w:r>
      <w:r>
        <w:t xml:space="preserve"> rajono daugiabučių gyvenamųjų namų bendrojo naudojimo objektų valdytojų prašymų teikimo, vertinimo ir lėšų skyrimo už individualių buitinių nuotekų valymo įrenginių įsigijimą ir įrengimą tvarką.</w:t>
      </w:r>
    </w:p>
    <w:p w14:paraId="0B9EB23D" w14:textId="7314AC0C" w:rsidR="0070355E" w:rsidRDefault="0070355E" w:rsidP="00762046">
      <w:pPr>
        <w:tabs>
          <w:tab w:val="left" w:pos="1134"/>
        </w:tabs>
        <w:ind w:firstLine="720"/>
        <w:jc w:val="both"/>
      </w:pPr>
      <w:r>
        <w:t>2.</w:t>
      </w:r>
      <w:r>
        <w:tab/>
      </w:r>
      <w:r w:rsidR="008D4C19">
        <w:t>Įrenginių</w:t>
      </w:r>
      <w:r>
        <w:t xml:space="preserve"> įsigijimas ir įrengimas </w:t>
      </w:r>
      <w:r w:rsidR="0041404E">
        <w:t xml:space="preserve"> </w:t>
      </w:r>
      <w:r>
        <w:t xml:space="preserve">iš dalies kompensuojamas </w:t>
      </w:r>
      <w:r w:rsidR="00860CA1">
        <w:t>Plungės</w:t>
      </w:r>
      <w:r>
        <w:t xml:space="preserve"> rajono savivaldybės biudžeto lėšomis šio Aprašo nustatyta tvarka.</w:t>
      </w:r>
      <w:r w:rsidR="002B6B93">
        <w:t xml:space="preserve"> </w:t>
      </w:r>
    </w:p>
    <w:p w14:paraId="62288F92" w14:textId="33F964E3" w:rsidR="0070355E" w:rsidRDefault="0070355E" w:rsidP="00762046">
      <w:pPr>
        <w:tabs>
          <w:tab w:val="left" w:pos="1134"/>
        </w:tabs>
        <w:ind w:firstLine="720"/>
        <w:jc w:val="both"/>
      </w:pPr>
      <w:r>
        <w:t>3.</w:t>
      </w:r>
      <w:r>
        <w:tab/>
        <w:t>Aprašas taikomas tik buityje susidaranči</w:t>
      </w:r>
      <w:r w:rsidR="00293A6A">
        <w:t>oms</w:t>
      </w:r>
      <w:r>
        <w:t xml:space="preserve"> nuotek</w:t>
      </w:r>
      <w:r w:rsidR="00293A6A">
        <w:t>oms</w:t>
      </w:r>
      <w:r>
        <w:t xml:space="preserve"> tvarky</w:t>
      </w:r>
      <w:r w:rsidR="00293A6A">
        <w:t>t</w:t>
      </w:r>
      <w:r>
        <w:t>i.</w:t>
      </w:r>
    </w:p>
    <w:p w14:paraId="4918C3D5" w14:textId="01A024F9" w:rsidR="0070355E" w:rsidRDefault="0070355E" w:rsidP="00762046">
      <w:pPr>
        <w:tabs>
          <w:tab w:val="left" w:pos="1134"/>
        </w:tabs>
        <w:ind w:firstLine="720"/>
        <w:jc w:val="both"/>
      </w:pPr>
      <w:r>
        <w:t>4.</w:t>
      </w:r>
      <w:r>
        <w:tab/>
        <w:t>Kompensacijos Įrenginių įsigijimui ir įrengimui gali būti skiriamos tik tuo atveju, kai nėra techninės galimybės prisijungti prie centralizuotų nuotekų surinkimo</w:t>
      </w:r>
      <w:r w:rsidR="00860CA1">
        <w:t xml:space="preserve"> tinklų</w:t>
      </w:r>
      <w:r w:rsidR="00A42D54">
        <w:t xml:space="preserve"> arba vienos namų valdos prijungimas prie centralizuotų nuotekų surinkimo tinklų (įvado įrengimas) kainuoja daugiau kaip 3</w:t>
      </w:r>
      <w:r w:rsidR="00293A6A">
        <w:t xml:space="preserve"> </w:t>
      </w:r>
      <w:r w:rsidR="00A42D54">
        <w:t xml:space="preserve">000 </w:t>
      </w:r>
      <w:proofErr w:type="spellStart"/>
      <w:r w:rsidR="00A42D54">
        <w:t>Eur</w:t>
      </w:r>
      <w:proofErr w:type="spellEnd"/>
      <w:r w:rsidR="00A42D54">
        <w:t xml:space="preserve"> be PVM.</w:t>
      </w:r>
    </w:p>
    <w:p w14:paraId="561D9C84" w14:textId="7B22D8D3" w:rsidR="0070355E" w:rsidRDefault="0070355E" w:rsidP="00762046">
      <w:pPr>
        <w:tabs>
          <w:tab w:val="left" w:pos="1134"/>
        </w:tabs>
        <w:ind w:firstLine="720"/>
        <w:jc w:val="both"/>
      </w:pPr>
      <w:r>
        <w:t>5.</w:t>
      </w:r>
      <w:r>
        <w:tab/>
        <w:t>Prašymus kompensacijai gauti gali teikti vienbučių</w:t>
      </w:r>
      <w:r w:rsidR="008D4C19">
        <w:t xml:space="preserve">, </w:t>
      </w:r>
      <w:proofErr w:type="spellStart"/>
      <w:r>
        <w:t>dvibučių</w:t>
      </w:r>
      <w:proofErr w:type="spellEnd"/>
      <w:r w:rsidR="0002097C">
        <w:t xml:space="preserve"> </w:t>
      </w:r>
      <w:r>
        <w:t xml:space="preserve">gyvenamųjų namų savininkai, savo gyvenamąją vietą deklaravę </w:t>
      </w:r>
      <w:r w:rsidR="00860CA1">
        <w:t>Plungės</w:t>
      </w:r>
      <w:r>
        <w:t xml:space="preserve"> rajono savivaldybėje, ir </w:t>
      </w:r>
      <w:r w:rsidR="00860CA1">
        <w:t>Plungės</w:t>
      </w:r>
      <w:r>
        <w:t xml:space="preserve"> rajono daugiabučių gyvenamųjų namų bendrojo naudojimo objektų valdytojai (toliau – Pareiškėjai), kurie yra atlikę Įrenginių statybos darbus </w:t>
      </w:r>
      <w:r w:rsidR="00860CA1">
        <w:t>Plungės</w:t>
      </w:r>
      <w:r>
        <w:t xml:space="preserve"> rajone ir visiškai užbaigę juos Lietuvos Respublikos teisės aktuose nustatyta tvarka</w:t>
      </w:r>
      <w:r w:rsidR="0041404E">
        <w:t xml:space="preserve">  (</w:t>
      </w:r>
      <w:r w:rsidR="00293A6A">
        <w:t>k</w:t>
      </w:r>
      <w:r>
        <w:t xml:space="preserve">ompensuojamos išlaidos, patirtos per 12 mėnesių iki einamųjų metų kvietimo teikti prašymus paskelbimo </w:t>
      </w:r>
      <w:r w:rsidR="00293A6A">
        <w:t>S</w:t>
      </w:r>
      <w:r>
        <w:t xml:space="preserve">avivaldybės interneto svetainėje </w:t>
      </w:r>
      <w:hyperlink r:id="rId8" w:history="1">
        <w:r w:rsidR="002E1AAB" w:rsidRPr="00E00D8F">
          <w:rPr>
            <w:rStyle w:val="Hipersaitas"/>
          </w:rPr>
          <w:t>www.plunge.lt</w:t>
        </w:r>
      </w:hyperlink>
      <w:r w:rsidR="002E1AAB">
        <w:t xml:space="preserve"> </w:t>
      </w:r>
      <w:r>
        <w:t xml:space="preserve"> dienos</w:t>
      </w:r>
      <w:r w:rsidR="00293A6A">
        <w:t>)</w:t>
      </w:r>
      <w:r>
        <w:t>.</w:t>
      </w:r>
    </w:p>
    <w:p w14:paraId="490A6180" w14:textId="29A26B75" w:rsidR="0070355E" w:rsidRDefault="0070355E" w:rsidP="00762046">
      <w:pPr>
        <w:tabs>
          <w:tab w:val="left" w:pos="1134"/>
        </w:tabs>
        <w:ind w:firstLine="720"/>
        <w:jc w:val="both"/>
      </w:pPr>
      <w:r>
        <w:t>6.</w:t>
      </w:r>
      <w:r>
        <w:tab/>
        <w:t xml:space="preserve">Kvietimai teikti prašymus skelbiami einamaisiais metais </w:t>
      </w:r>
      <w:r w:rsidR="0002097C">
        <w:t xml:space="preserve"> </w:t>
      </w:r>
      <w:r>
        <w:t>iki rugsėjo 30 d.</w:t>
      </w:r>
    </w:p>
    <w:p w14:paraId="2E4B3468" w14:textId="77777777" w:rsidR="0070355E" w:rsidRDefault="0070355E" w:rsidP="00CC023B">
      <w:pPr>
        <w:jc w:val="center"/>
      </w:pPr>
    </w:p>
    <w:p w14:paraId="16264982" w14:textId="77777777" w:rsidR="0070355E" w:rsidRDefault="0070355E" w:rsidP="0070355E">
      <w:pPr>
        <w:jc w:val="center"/>
        <w:rPr>
          <w:b/>
        </w:rPr>
      </w:pPr>
      <w:r>
        <w:rPr>
          <w:b/>
        </w:rPr>
        <w:t>II SKYRIUS</w:t>
      </w:r>
    </w:p>
    <w:p w14:paraId="55DEBDE4" w14:textId="662EEC53" w:rsidR="0070355E" w:rsidRDefault="0070355E" w:rsidP="0070355E">
      <w:pPr>
        <w:jc w:val="center"/>
        <w:rPr>
          <w:b/>
        </w:rPr>
      </w:pPr>
      <w:r>
        <w:rPr>
          <w:b/>
        </w:rPr>
        <w:t xml:space="preserve">REIKALAVIMAI </w:t>
      </w:r>
      <w:r w:rsidR="007121DE">
        <w:rPr>
          <w:b/>
        </w:rPr>
        <w:t xml:space="preserve">BUITINIŲ </w:t>
      </w:r>
      <w:r>
        <w:rPr>
          <w:b/>
        </w:rPr>
        <w:t>NUOTEKŲ TVARKYMO ĮRENGINIAMS</w:t>
      </w:r>
    </w:p>
    <w:p w14:paraId="5D27C079" w14:textId="77777777" w:rsidR="0070355E" w:rsidRPr="00762046" w:rsidRDefault="0070355E" w:rsidP="0070355E">
      <w:pPr>
        <w:spacing w:line="276" w:lineRule="auto"/>
        <w:jc w:val="center"/>
      </w:pPr>
    </w:p>
    <w:p w14:paraId="590FCA55" w14:textId="702766EB" w:rsidR="0070355E" w:rsidRDefault="0070355E" w:rsidP="00762046">
      <w:pPr>
        <w:tabs>
          <w:tab w:val="left" w:pos="1134"/>
        </w:tabs>
        <w:ind w:firstLine="720"/>
        <w:jc w:val="both"/>
      </w:pPr>
      <w:r>
        <w:t>7.</w:t>
      </w:r>
      <w:r>
        <w:tab/>
        <w:t>Nuotekų valymo įrenginiai turi atitikti Nuotekų tvarkymo reglamento, patvirtinto Lietuvos Respublikos aplinkos ministro 2006 m. gegužės 17 d. įsakymu Nr. D1-236</w:t>
      </w:r>
      <w:r w:rsidR="00D914ED">
        <w:t xml:space="preserve"> ir jo pakeitim</w:t>
      </w:r>
      <w:r w:rsidR="00293A6A">
        <w:t>ais</w:t>
      </w:r>
      <w:r w:rsidR="0002097C">
        <w:t xml:space="preserve">, bei  Nuotekų valymo įrenginių taikymo reglamento, patvirtinto Lietuvos Respublikos aplinkos ministro 2006 m. rugsėjo 11 d. įsakymu Nr. D1-412 „Dėl </w:t>
      </w:r>
      <w:r w:rsidR="00293A6A">
        <w:t>N</w:t>
      </w:r>
      <w:r w:rsidR="0002097C">
        <w:t>uotekų valymo įrenginių taikymo reglamento patvirtinimo“ ir jo pakeitim</w:t>
      </w:r>
      <w:r w:rsidR="00B73887">
        <w:t>ais,</w:t>
      </w:r>
      <w:r w:rsidR="0002097C">
        <w:t xml:space="preserve"> </w:t>
      </w:r>
      <w:r>
        <w:t xml:space="preserve"> reikalavimus</w:t>
      </w:r>
      <w:r w:rsidR="00D914ED">
        <w:t>.</w:t>
      </w:r>
    </w:p>
    <w:p w14:paraId="4DD1F9B1" w14:textId="77777777" w:rsidR="0070355E" w:rsidRDefault="0070355E" w:rsidP="00762046">
      <w:pPr>
        <w:tabs>
          <w:tab w:val="left" w:pos="1134"/>
        </w:tabs>
        <w:ind w:firstLine="720"/>
        <w:jc w:val="both"/>
      </w:pPr>
      <w:r>
        <w:t>8.</w:t>
      </w:r>
      <w:r>
        <w:tab/>
        <w:t>Įrenginiai turi turėti Europos Sąjungos CE ženklinimą.</w:t>
      </w:r>
    </w:p>
    <w:p w14:paraId="32C9F9CD" w14:textId="50873ED9" w:rsidR="00B73887" w:rsidRDefault="0070355E" w:rsidP="00762046">
      <w:pPr>
        <w:tabs>
          <w:tab w:val="left" w:pos="1134"/>
        </w:tabs>
        <w:ind w:firstLine="720"/>
        <w:jc w:val="both"/>
      </w:pPr>
      <w:r>
        <w:t>9.</w:t>
      </w:r>
      <w:r>
        <w:tab/>
        <w:t>Statybą leidžiantis dokumentas Įrenginiams išduodamas vadovaujantis statybos techniniu reglamentu STR 1.05.01:2017 „Statybą leidžiantys dokumentai. Statybos užbaigimas. Statybos sustabdymas. Savavališkos statybos padarinių šalinimas. Statybos pa</w:t>
      </w:r>
      <w:r w:rsidR="00CB122C">
        <w:t xml:space="preserve">gal neteisėtai išduotą statybą </w:t>
      </w:r>
      <w:r>
        <w:t>leidžiantį dokumentą padarinių šalinimas“.</w:t>
      </w:r>
    </w:p>
    <w:p w14:paraId="2CFD54B7" w14:textId="77777777" w:rsidR="0070355E" w:rsidRDefault="0070355E" w:rsidP="00CC023B">
      <w:pPr>
        <w:tabs>
          <w:tab w:val="left" w:pos="1134"/>
        </w:tabs>
        <w:ind w:firstLine="851"/>
        <w:jc w:val="both"/>
      </w:pPr>
    </w:p>
    <w:p w14:paraId="0DA7BD23" w14:textId="77777777" w:rsidR="0070355E" w:rsidRDefault="0070355E" w:rsidP="0070355E">
      <w:pPr>
        <w:jc w:val="center"/>
        <w:rPr>
          <w:b/>
        </w:rPr>
      </w:pPr>
      <w:r>
        <w:rPr>
          <w:b/>
        </w:rPr>
        <w:t>III SKYRIUS</w:t>
      </w:r>
    </w:p>
    <w:p w14:paraId="770F9438" w14:textId="77777777" w:rsidR="0070355E" w:rsidRDefault="0070355E" w:rsidP="0070355E">
      <w:pPr>
        <w:jc w:val="center"/>
        <w:rPr>
          <w:b/>
        </w:rPr>
      </w:pPr>
      <w:r>
        <w:rPr>
          <w:b/>
        </w:rPr>
        <w:t>PRAŠYMŲ TEIKIMAS, VERTINIMAS, LĖŠŲ SKYRIMO TVARKA</w:t>
      </w:r>
    </w:p>
    <w:p w14:paraId="2BB62480" w14:textId="77777777" w:rsidR="0070355E" w:rsidRPr="00762046" w:rsidRDefault="0070355E" w:rsidP="0070355E">
      <w:pPr>
        <w:spacing w:line="276" w:lineRule="auto"/>
        <w:jc w:val="center"/>
      </w:pPr>
    </w:p>
    <w:p w14:paraId="05A31B98" w14:textId="5F525201" w:rsidR="0070355E" w:rsidRDefault="0070355E" w:rsidP="00762046">
      <w:pPr>
        <w:tabs>
          <w:tab w:val="left" w:pos="1276"/>
        </w:tabs>
        <w:ind w:firstLine="720"/>
        <w:jc w:val="both"/>
      </w:pPr>
      <w:r>
        <w:t>10.</w:t>
      </w:r>
      <w:r>
        <w:tab/>
        <w:t xml:space="preserve">Nustatytos formos prašymai (pagal šio Aprašo 1 ir 2 priedus) priimami ir registruojami </w:t>
      </w:r>
      <w:r w:rsidR="00016090">
        <w:t>Plungės</w:t>
      </w:r>
      <w:r>
        <w:t xml:space="preserve"> rajono savivaldybės administracijos </w:t>
      </w:r>
      <w:r w:rsidR="00B73887">
        <w:t>Bendrųjų reikalų skyriuje</w:t>
      </w:r>
      <w:r>
        <w:t xml:space="preserve"> kiekvienais metais iki </w:t>
      </w:r>
      <w:r>
        <w:lastRenderedPageBreak/>
        <w:t xml:space="preserve">rugsėjo 30 d. Kvietimas teikti prašymus skelbiamas </w:t>
      </w:r>
      <w:r w:rsidR="00D914ED">
        <w:t xml:space="preserve">vietinėje spaudoje, </w:t>
      </w:r>
      <w:r w:rsidR="00B73887">
        <w:t>S</w:t>
      </w:r>
      <w:r>
        <w:t xml:space="preserve">avivaldybės interneto svetainėje </w:t>
      </w:r>
      <w:hyperlink r:id="rId9" w:history="1">
        <w:r w:rsidR="00CB69C2" w:rsidRPr="0046605D">
          <w:rPr>
            <w:rStyle w:val="Hipersaitas"/>
          </w:rPr>
          <w:t>www.plunge.lt</w:t>
        </w:r>
      </w:hyperlink>
      <w:r w:rsidR="00CB69C2">
        <w:t>.</w:t>
      </w:r>
      <w:r>
        <w:t xml:space="preserve"> </w:t>
      </w:r>
    </w:p>
    <w:p w14:paraId="5D664892" w14:textId="77777777" w:rsidR="0070355E" w:rsidRDefault="0070355E" w:rsidP="00762046">
      <w:pPr>
        <w:tabs>
          <w:tab w:val="left" w:pos="1276"/>
        </w:tabs>
        <w:ind w:firstLine="720"/>
        <w:jc w:val="both"/>
      </w:pPr>
      <w:r>
        <w:t>11.</w:t>
      </w:r>
      <w:r>
        <w:tab/>
        <w:t xml:space="preserve">Su prašymu turi būti pateikti šie dokumentai: </w:t>
      </w:r>
    </w:p>
    <w:p w14:paraId="37FAE547" w14:textId="6ECA674B" w:rsidR="0070355E" w:rsidRDefault="0070355E" w:rsidP="00762046">
      <w:pPr>
        <w:tabs>
          <w:tab w:val="left" w:pos="1276"/>
        </w:tabs>
        <w:ind w:firstLine="720"/>
        <w:jc w:val="both"/>
      </w:pPr>
      <w:r>
        <w:t>11.1.</w:t>
      </w:r>
      <w:r w:rsidR="00D914ED">
        <w:t xml:space="preserve"> </w:t>
      </w:r>
      <w:r w:rsidR="0004490C">
        <w:t>Nekilnojamojo turto registro centrinio duomenų banko išraš</w:t>
      </w:r>
      <w:r w:rsidR="00B73887">
        <w:t>o</w:t>
      </w:r>
      <w:r w:rsidR="0004490C">
        <w:t xml:space="preserve"> (ne senesni</w:t>
      </w:r>
      <w:r w:rsidR="00B73887">
        <w:t>o</w:t>
      </w:r>
      <w:r w:rsidR="0004490C">
        <w:t xml:space="preserve"> kaip 1 mėnesio) apie nuosavybės teise įregistruotą pastatą ir žemės sklypą, kuriame įrengti Įrenginiai,  kopija;</w:t>
      </w:r>
    </w:p>
    <w:p w14:paraId="2F3A9F46" w14:textId="695F1B37" w:rsidR="0070355E" w:rsidRDefault="0070355E" w:rsidP="00762046">
      <w:pPr>
        <w:tabs>
          <w:tab w:val="left" w:pos="1276"/>
        </w:tabs>
        <w:ind w:firstLine="720"/>
        <w:jc w:val="both"/>
      </w:pPr>
      <w:r>
        <w:t>11.2.</w:t>
      </w:r>
      <w:r w:rsidR="00D914ED">
        <w:t xml:space="preserve"> </w:t>
      </w:r>
      <w:r w:rsidR="00332A3A">
        <w:t>Įrenginių statybą leidžiančio dokumento kopija;</w:t>
      </w:r>
    </w:p>
    <w:p w14:paraId="2B8A3013" w14:textId="501573C4" w:rsidR="00332A3A" w:rsidRDefault="0070355E" w:rsidP="00762046">
      <w:pPr>
        <w:tabs>
          <w:tab w:val="left" w:pos="1276"/>
        </w:tabs>
        <w:ind w:firstLine="720"/>
        <w:jc w:val="both"/>
      </w:pPr>
      <w:r>
        <w:t>11.3.</w:t>
      </w:r>
      <w:r w:rsidR="00D914ED">
        <w:t xml:space="preserve"> </w:t>
      </w:r>
      <w:r w:rsidR="00B73887">
        <w:t>j</w:t>
      </w:r>
      <w:r w:rsidR="00332A3A">
        <w:t xml:space="preserve">ei žemės sklypas priklauso ne vienam savininkui, kito (-ų) savininko (-ų) rašytinis sutikimas (-ai), kad neprieštarauja </w:t>
      </w:r>
      <w:r w:rsidR="00B73887">
        <w:t>Į</w:t>
      </w:r>
      <w:r w:rsidR="00332A3A">
        <w:t>renginių įrengimui;</w:t>
      </w:r>
    </w:p>
    <w:p w14:paraId="0A77B83F" w14:textId="620716BE" w:rsidR="00332A3A" w:rsidRDefault="00332A3A" w:rsidP="00762046">
      <w:pPr>
        <w:tabs>
          <w:tab w:val="left" w:pos="1276"/>
        </w:tabs>
        <w:ind w:firstLine="720"/>
        <w:jc w:val="both"/>
      </w:pPr>
      <w:r>
        <w:t>11.4. Nacionalinės žemės tarnybos prie Žemės ūkio ministerijos teritorinio padalinio rašytinis sutikimas dėl numatytų darbų atlikimo (taikoma</w:t>
      </w:r>
      <w:r w:rsidR="00B73887">
        <w:t>,</w:t>
      </w:r>
      <w:r>
        <w:t xml:space="preserve"> jei darbai vykdomi valstybinėje žemėje);</w:t>
      </w:r>
    </w:p>
    <w:p w14:paraId="45F9F592" w14:textId="2639FB48" w:rsidR="00332A3A" w:rsidRDefault="00762046" w:rsidP="00762046">
      <w:pPr>
        <w:tabs>
          <w:tab w:val="left" w:pos="1276"/>
        </w:tabs>
        <w:ind w:firstLine="720"/>
        <w:jc w:val="both"/>
      </w:pPr>
      <w:r>
        <w:t>11.5</w:t>
      </w:r>
      <w:r w:rsidR="00332A3A">
        <w:t>. Pareiškėj</w:t>
      </w:r>
      <w:r w:rsidR="00B73887">
        <w:t>o</w:t>
      </w:r>
      <w:r w:rsidR="00332A3A">
        <w:t xml:space="preserve"> gyvenamosios vietos deklaracij</w:t>
      </w:r>
      <w:r w:rsidR="00B73887">
        <w:t>a</w:t>
      </w:r>
      <w:r w:rsidR="00332A3A">
        <w:t>;</w:t>
      </w:r>
    </w:p>
    <w:p w14:paraId="76FD0908" w14:textId="0B8595AD" w:rsidR="0070355E" w:rsidRDefault="00A7463B" w:rsidP="00762046">
      <w:pPr>
        <w:tabs>
          <w:tab w:val="left" w:pos="1276"/>
        </w:tabs>
        <w:ind w:firstLine="720"/>
        <w:jc w:val="both"/>
      </w:pPr>
      <w:r>
        <w:t>11.</w:t>
      </w:r>
      <w:r w:rsidR="00762046">
        <w:t>6</w:t>
      </w:r>
      <w:r>
        <w:t xml:space="preserve">. </w:t>
      </w:r>
      <w:r w:rsidR="0070355E">
        <w:t xml:space="preserve">Pareiškėjo vardu išrašyti medžiagų, </w:t>
      </w:r>
      <w:r w:rsidR="00B73887">
        <w:t>Į</w:t>
      </w:r>
      <w:r w:rsidR="0070355E">
        <w:t>renginių įsigijimo, statybos darbų atlikimo ir kitas išlaidas pagrindžiantys dokumentai (PVM sąskaitos faktūros, sąskaitos faktūros) ir išlaidų apmokėjimą įrodantys dokumentai (banko arba kitos kredito įstaigos sąskaitos išrašai, kasos kvitai ir kt.)</w:t>
      </w:r>
      <w:r w:rsidR="00B73887">
        <w:t>;</w:t>
      </w:r>
    </w:p>
    <w:p w14:paraId="12FE763A" w14:textId="08826D50" w:rsidR="0057005D" w:rsidRDefault="0057005D" w:rsidP="00762046">
      <w:pPr>
        <w:tabs>
          <w:tab w:val="left" w:pos="1276"/>
        </w:tabs>
        <w:ind w:firstLine="720"/>
        <w:jc w:val="both"/>
      </w:pPr>
      <w:r>
        <w:t>11.</w:t>
      </w:r>
      <w:r w:rsidR="00762046">
        <w:t>7</w:t>
      </w:r>
      <w:r>
        <w:t xml:space="preserve">. </w:t>
      </w:r>
      <w:r w:rsidR="00A7463B">
        <w:t>Įrenginių eksploatacinių savybių deklaracija (Įrenginio sertifikatas). Įrenginio išvalomos ir į gamtinę aplinką išleidžiamos buitinės nuotekos negali viršyti Reglamente nurodytų užterštumo reikšmių</w:t>
      </w:r>
      <w:r w:rsidR="00B73887">
        <w:t>;</w:t>
      </w:r>
    </w:p>
    <w:p w14:paraId="7884ECB3" w14:textId="6936C382" w:rsidR="00A7463B" w:rsidRDefault="00A7463B" w:rsidP="00762046">
      <w:pPr>
        <w:tabs>
          <w:tab w:val="left" w:pos="1276"/>
        </w:tabs>
        <w:ind w:firstLine="720"/>
        <w:jc w:val="both"/>
      </w:pPr>
      <w:r>
        <w:t>11.</w:t>
      </w:r>
      <w:r w:rsidR="00762046">
        <w:t>8</w:t>
      </w:r>
      <w:r>
        <w:t>. Įrenginio tiekėjo (gamintojo) ar statybos darbus atlikusio rangovo pasirašyt</w:t>
      </w:r>
      <w:r w:rsidR="00B73887">
        <w:t>o</w:t>
      </w:r>
      <w:r>
        <w:t xml:space="preserve"> Įrenginio paleidimo-derinimo darbų akto</w:t>
      </w:r>
      <w:r w:rsidR="004A4704">
        <w:t xml:space="preserve"> kopija;</w:t>
      </w:r>
    </w:p>
    <w:p w14:paraId="1F9C618C" w14:textId="75D74833" w:rsidR="004A4704" w:rsidRDefault="004A4704" w:rsidP="00762046">
      <w:pPr>
        <w:tabs>
          <w:tab w:val="left" w:pos="1276"/>
        </w:tabs>
        <w:ind w:firstLine="720"/>
        <w:jc w:val="both"/>
      </w:pPr>
      <w:r>
        <w:t>11.</w:t>
      </w:r>
      <w:r w:rsidR="00762046">
        <w:t>9</w:t>
      </w:r>
      <w:r>
        <w:t xml:space="preserve">. </w:t>
      </w:r>
      <w:r w:rsidR="006B7903">
        <w:t>UAB „Plungės vandenys“ išduota pažyma Pareiškėjo techninių galimybių prisijungti prie centralizuotų nuotekų surinkimo tinklų (esamų ir planuojamų nutiesti per artimiausius 5 metus) arba UAB „Plungės vandenys“ išduotų</w:t>
      </w:r>
      <w:r w:rsidR="008071BC">
        <w:t xml:space="preserve"> prisijungimo sąlygų projektavimui kopij</w:t>
      </w:r>
      <w:r w:rsidR="00B73887">
        <w:t>a</w:t>
      </w:r>
      <w:r w:rsidR="008071BC">
        <w:t>;</w:t>
      </w:r>
    </w:p>
    <w:p w14:paraId="25176044" w14:textId="50AAED1A" w:rsidR="008071BC" w:rsidRDefault="00762046" w:rsidP="00762046">
      <w:pPr>
        <w:tabs>
          <w:tab w:val="left" w:pos="1276"/>
        </w:tabs>
        <w:ind w:firstLine="720"/>
        <w:jc w:val="both"/>
      </w:pPr>
      <w:r>
        <w:t>11.10</w:t>
      </w:r>
      <w:r w:rsidR="008071BC">
        <w:t xml:space="preserve">. </w:t>
      </w:r>
      <w:r w:rsidR="00B73887">
        <w:t>s</w:t>
      </w:r>
      <w:r w:rsidR="00C81D4D">
        <w:t>utartis su Įrenginio gamintoju ar kitu kvalifikuotu asmeniu dėl nuotekų valymo įrenginių eksploatacijos</w:t>
      </w:r>
      <w:r w:rsidR="00A865E8">
        <w:t xml:space="preserve"> ir </w:t>
      </w:r>
      <w:r w:rsidR="00AC2379">
        <w:t>išleidžiamų nuotekų kokybės periodini</w:t>
      </w:r>
      <w:r w:rsidR="00B73887">
        <w:t>ų</w:t>
      </w:r>
      <w:r w:rsidR="00AC2379">
        <w:t xml:space="preserve"> laboratorinių tyrim</w:t>
      </w:r>
      <w:r w:rsidR="00B73887">
        <w:t>ų</w:t>
      </w:r>
      <w:r w:rsidR="00AC2379">
        <w:t xml:space="preserve"> vykdymo.</w:t>
      </w:r>
    </w:p>
    <w:p w14:paraId="6450787B" w14:textId="54D6E8F9" w:rsidR="0070355E" w:rsidRDefault="0070355E" w:rsidP="00762046">
      <w:pPr>
        <w:tabs>
          <w:tab w:val="left" w:pos="1276"/>
        </w:tabs>
        <w:ind w:firstLine="720"/>
        <w:jc w:val="both"/>
      </w:pPr>
      <w:r>
        <w:t>12.</w:t>
      </w:r>
      <w:r>
        <w:tab/>
        <w:t xml:space="preserve">Prašymus pagal šiame Apraše nustatytus reikalavimus vertina </w:t>
      </w:r>
      <w:r w:rsidR="00D914ED">
        <w:t>Plungės rajono</w:t>
      </w:r>
      <w:r>
        <w:t xml:space="preserve"> savivaldybės administracijos direktoriaus įsakymu sudaryta  komisija (toliau – komisija). Komisijos veiklai vadovauja pirmininkas. Komisijos posėdžius protokoluoja </w:t>
      </w:r>
      <w:r w:rsidR="00B73887">
        <w:t>K</w:t>
      </w:r>
      <w:r>
        <w:t xml:space="preserve">omisijos posėdžio sekretorius, o jam nedalyvaujant − vienas iš </w:t>
      </w:r>
      <w:r w:rsidR="00B73887">
        <w:t>K</w:t>
      </w:r>
      <w:r>
        <w:t xml:space="preserve">omisijos narių, paskirtas </w:t>
      </w:r>
      <w:r w:rsidR="00B73887">
        <w:t>K</w:t>
      </w:r>
      <w:r>
        <w:t>omisijos pirmininko.</w:t>
      </w:r>
    </w:p>
    <w:p w14:paraId="7E2AFB32" w14:textId="53B47EBC" w:rsidR="0070355E" w:rsidRDefault="0070355E" w:rsidP="00762046">
      <w:pPr>
        <w:tabs>
          <w:tab w:val="left" w:pos="1276"/>
        </w:tabs>
        <w:ind w:firstLine="720"/>
        <w:jc w:val="both"/>
      </w:pPr>
      <w:r>
        <w:t>13.</w:t>
      </w:r>
      <w:r>
        <w:tab/>
        <w:t xml:space="preserve">Pasibaigus kvietime nurodytam terminui teikti prašymus, </w:t>
      </w:r>
      <w:r w:rsidR="00B73887">
        <w:t>K</w:t>
      </w:r>
      <w:r>
        <w:t>omisijos narys, kuriam pavesta koordinuoti prašymų priėmimą, per 20 darbo dienų patikrina gautų dokumentų tinkamumą, ir, nustatęs pateiktų dokumentų trūkumus, informuoja Pareiškėjus. Pareiškėjai per 5 darbo dienas privalo pašalinti pateiktų dokumentų trūkumus.</w:t>
      </w:r>
    </w:p>
    <w:p w14:paraId="51F39850" w14:textId="77777777" w:rsidR="0070355E" w:rsidRDefault="0070355E" w:rsidP="00762046">
      <w:pPr>
        <w:tabs>
          <w:tab w:val="left" w:pos="1276"/>
        </w:tabs>
        <w:ind w:firstLine="720"/>
        <w:jc w:val="both"/>
      </w:pPr>
      <w:r>
        <w:t>14.</w:t>
      </w:r>
      <w:r>
        <w:tab/>
        <w:t>Prašymų pirmumo vertinimo kriterijai:</w:t>
      </w:r>
    </w:p>
    <w:p w14:paraId="09270550" w14:textId="2C575466" w:rsidR="0070355E" w:rsidRDefault="0070355E" w:rsidP="00762046">
      <w:pPr>
        <w:tabs>
          <w:tab w:val="left" w:pos="1276"/>
        </w:tabs>
        <w:ind w:firstLine="720"/>
        <w:jc w:val="both"/>
      </w:pPr>
      <w:r>
        <w:t>14.1.</w:t>
      </w:r>
      <w:r w:rsidR="00D914ED">
        <w:t xml:space="preserve"> </w:t>
      </w:r>
      <w:r>
        <w:t>daugiabučiai gyvenamieji namai:</w:t>
      </w:r>
    </w:p>
    <w:p w14:paraId="39039625" w14:textId="4856F0B6" w:rsidR="0070355E" w:rsidRDefault="0070355E" w:rsidP="00762046">
      <w:pPr>
        <w:tabs>
          <w:tab w:val="left" w:pos="1276"/>
        </w:tabs>
        <w:ind w:firstLine="720"/>
        <w:jc w:val="both"/>
      </w:pPr>
      <w:r>
        <w:t>14.1.1.</w:t>
      </w:r>
      <w:r w:rsidR="00D914ED">
        <w:t xml:space="preserve"> </w:t>
      </w:r>
      <w:r w:rsidR="00B74B63">
        <w:t xml:space="preserve"> </w:t>
      </w:r>
      <w:r>
        <w:t>vartotojų skaičius (daugiabučiame name deklaruotų gyventojų skaičius);</w:t>
      </w:r>
    </w:p>
    <w:p w14:paraId="59A3D93D" w14:textId="5974BFE7" w:rsidR="0070355E" w:rsidRDefault="0070355E" w:rsidP="00762046">
      <w:pPr>
        <w:tabs>
          <w:tab w:val="left" w:pos="1276"/>
        </w:tabs>
        <w:ind w:firstLine="720"/>
        <w:jc w:val="both"/>
      </w:pPr>
      <w:r>
        <w:t>14.1.2.</w:t>
      </w:r>
      <w:r w:rsidR="00D914ED">
        <w:t xml:space="preserve"> </w:t>
      </w:r>
      <w:r>
        <w:t>butų skaičius name;</w:t>
      </w:r>
    </w:p>
    <w:p w14:paraId="7DD1E428" w14:textId="16783555" w:rsidR="0070355E" w:rsidRDefault="0070355E" w:rsidP="00762046">
      <w:pPr>
        <w:tabs>
          <w:tab w:val="left" w:pos="1276"/>
        </w:tabs>
        <w:ind w:firstLine="720"/>
        <w:jc w:val="both"/>
      </w:pPr>
      <w:r>
        <w:t>14.2.</w:t>
      </w:r>
      <w:r w:rsidR="00D914ED">
        <w:t xml:space="preserve"> </w:t>
      </w:r>
      <w:r>
        <w:t>daugiavaikės šeimos;</w:t>
      </w:r>
    </w:p>
    <w:p w14:paraId="782ABB0E" w14:textId="2C2F570E" w:rsidR="0070355E" w:rsidRDefault="0070355E" w:rsidP="00762046">
      <w:pPr>
        <w:tabs>
          <w:tab w:val="left" w:pos="1276"/>
        </w:tabs>
        <w:ind w:firstLine="720"/>
        <w:jc w:val="both"/>
      </w:pPr>
      <w:r>
        <w:t>14.3.</w:t>
      </w:r>
      <w:r w:rsidR="00D914ED">
        <w:t xml:space="preserve"> </w:t>
      </w:r>
      <w:r>
        <w:t>vartotojų skaičius (būste deklaruoti gyventojai);</w:t>
      </w:r>
    </w:p>
    <w:p w14:paraId="1A56F0EA" w14:textId="25D288A7" w:rsidR="0070355E" w:rsidRDefault="0070355E" w:rsidP="00762046">
      <w:pPr>
        <w:tabs>
          <w:tab w:val="left" w:pos="1276"/>
        </w:tabs>
        <w:ind w:firstLine="720"/>
        <w:jc w:val="both"/>
      </w:pPr>
      <w:r>
        <w:t>14.4.</w:t>
      </w:r>
      <w:r w:rsidR="00D914ED">
        <w:t xml:space="preserve"> </w:t>
      </w:r>
      <w:r w:rsidR="00A865E8">
        <w:t>įrašyti į rezervinį sąrašą kompensacijoms gauti</w:t>
      </w:r>
      <w:r>
        <w:t>.</w:t>
      </w:r>
    </w:p>
    <w:p w14:paraId="1464F8FB" w14:textId="4E6EC9D0" w:rsidR="0070355E" w:rsidRDefault="0070355E" w:rsidP="00762046">
      <w:pPr>
        <w:tabs>
          <w:tab w:val="left" w:pos="1276"/>
        </w:tabs>
        <w:ind w:firstLine="720"/>
        <w:jc w:val="both"/>
      </w:pPr>
      <w:r>
        <w:t>15.</w:t>
      </w:r>
      <w:r>
        <w:tab/>
        <w:t xml:space="preserve">Komisijos posėdžiai yra teisėti, kai posėdyje dalyvauja daugiau kaip pusė visų </w:t>
      </w:r>
      <w:r w:rsidR="00B73887">
        <w:t>K</w:t>
      </w:r>
      <w:r>
        <w:t>omisijos narių.</w:t>
      </w:r>
    </w:p>
    <w:p w14:paraId="00B082F7" w14:textId="5A1ED8BE" w:rsidR="0070355E" w:rsidRDefault="0070355E" w:rsidP="00762046">
      <w:pPr>
        <w:tabs>
          <w:tab w:val="left" w:pos="1276"/>
        </w:tabs>
        <w:ind w:firstLine="720"/>
        <w:jc w:val="both"/>
      </w:pPr>
      <w:r>
        <w:t>16.</w:t>
      </w:r>
      <w:r>
        <w:tab/>
        <w:t>Komisija sprendimus priima posėdžiuose paprasta balsų dauguma atviru vardiniu balsavimu</w:t>
      </w:r>
      <w:r w:rsidR="00B73887">
        <w:t>;</w:t>
      </w:r>
      <w:r>
        <w:t xml:space="preserve"> posėdžio eiga ir sprendimai įforminami protokolu.</w:t>
      </w:r>
    </w:p>
    <w:p w14:paraId="0E9CDFAD" w14:textId="77777777" w:rsidR="0070355E" w:rsidRDefault="0070355E" w:rsidP="00762046">
      <w:pPr>
        <w:tabs>
          <w:tab w:val="left" w:pos="1276"/>
        </w:tabs>
        <w:ind w:firstLine="720"/>
        <w:jc w:val="both"/>
      </w:pPr>
      <w:r>
        <w:t>17.</w:t>
      </w:r>
      <w:r>
        <w:tab/>
        <w:t>Visi nustatytus reikalavimus atitinkantys prašymai yra įtraukiami į prašymų eilę daliniam finansavimui gauti. Prašymai, kuriems einamaisiais metais dėl viršyto Savivaldybės biudžete numatyto paskirstyti lėšų limito nebus skirtas finansavimas, įtraukiami į rezervinę prašymų eilę. Kitų metų biudžete numačius lėšas Įrenginių statybos išlaidoms iš dalies kompensuoti, į eilę prioriteto tvarka įrašomi prašymai iš rezervinės prašymų eilės.</w:t>
      </w:r>
    </w:p>
    <w:p w14:paraId="333DAE31" w14:textId="77777777" w:rsidR="0070355E" w:rsidRDefault="0070355E" w:rsidP="00762046">
      <w:pPr>
        <w:tabs>
          <w:tab w:val="left" w:pos="1276"/>
        </w:tabs>
        <w:ind w:firstLine="720"/>
        <w:jc w:val="both"/>
      </w:pPr>
      <w:r>
        <w:t>18.</w:t>
      </w:r>
      <w:r>
        <w:tab/>
        <w:t>Apie numatytas skirti (neskirti) lėšas Pareiškėjai informuojami per 20 darbo dienų nuo prašymų pateikimo termino pasibaigimo.</w:t>
      </w:r>
    </w:p>
    <w:p w14:paraId="60505192" w14:textId="77777777" w:rsidR="0070355E" w:rsidRDefault="0070355E" w:rsidP="00762046">
      <w:pPr>
        <w:tabs>
          <w:tab w:val="left" w:pos="1276"/>
        </w:tabs>
        <w:ind w:firstLine="720"/>
        <w:jc w:val="both"/>
      </w:pPr>
      <w:r>
        <w:lastRenderedPageBreak/>
        <w:t>19.</w:t>
      </w:r>
      <w:r>
        <w:tab/>
        <w:t>Pareiškėjui atsisakius finansavimo, finansavimas siūlomas kitam Pareiškėjui eilės tvarka.</w:t>
      </w:r>
    </w:p>
    <w:p w14:paraId="04564657" w14:textId="77777777" w:rsidR="0070355E" w:rsidRDefault="0070355E" w:rsidP="00762046">
      <w:pPr>
        <w:tabs>
          <w:tab w:val="left" w:pos="1276"/>
        </w:tabs>
        <w:ind w:firstLine="720"/>
        <w:jc w:val="both"/>
      </w:pPr>
      <w:r>
        <w:t>20.</w:t>
      </w:r>
      <w:r>
        <w:tab/>
        <w:t>Sudarius Pareiškėjų, kuriems siūloma skirti dalinį finansavimą, prašymų eilę, parengiamas Savivaldybės administracijos direktoriaus įsakymas dėl lėšų skyrimo.</w:t>
      </w:r>
    </w:p>
    <w:p w14:paraId="7CD52FCC" w14:textId="4D50F7D5" w:rsidR="0070355E" w:rsidRDefault="0070355E" w:rsidP="00762046">
      <w:pPr>
        <w:tabs>
          <w:tab w:val="left" w:pos="1276"/>
        </w:tabs>
        <w:ind w:firstLine="720"/>
        <w:jc w:val="both"/>
      </w:pPr>
      <w:r>
        <w:t>21.</w:t>
      </w:r>
      <w:r>
        <w:tab/>
        <w:t>Savivaldybės administracijos direktoriaus įsakym</w:t>
      </w:r>
      <w:r w:rsidR="00B73887">
        <w:t>u</w:t>
      </w:r>
      <w:r w:rsidR="00CF623E">
        <w:t xml:space="preserve"> skirtų biud</w:t>
      </w:r>
      <w:r>
        <w:t xml:space="preserve">žeto lėšų panaudojimo kontrolę vykdo </w:t>
      </w:r>
      <w:r w:rsidR="00672F7A">
        <w:t>Vietos ūkio skyrius</w:t>
      </w:r>
      <w:r>
        <w:t>.</w:t>
      </w:r>
    </w:p>
    <w:p w14:paraId="03F0ABB2" w14:textId="60D092B6" w:rsidR="00445525" w:rsidRDefault="0070355E" w:rsidP="00762046">
      <w:pPr>
        <w:tabs>
          <w:tab w:val="left" w:pos="1276"/>
        </w:tabs>
        <w:ind w:firstLine="720"/>
        <w:jc w:val="both"/>
      </w:pPr>
      <w:bookmarkStart w:id="1" w:name="_Hlk84871560"/>
      <w:r>
        <w:t>22.</w:t>
      </w:r>
      <w:r>
        <w:tab/>
      </w:r>
      <w:bookmarkEnd w:id="1"/>
      <w:r w:rsidR="00445525" w:rsidRPr="003835B2">
        <w:t>Kompensuojama (apmokama) 50 proc. patirtų išlaidų, tačiau ne daugiau kaip 1</w:t>
      </w:r>
      <w:r w:rsidR="00CF623E">
        <w:t xml:space="preserve"> </w:t>
      </w:r>
      <w:r w:rsidR="00445525" w:rsidRPr="003835B2">
        <w:t xml:space="preserve">200 (vienas tūkstantis du šimtai ) eurų. </w:t>
      </w:r>
      <w:proofErr w:type="spellStart"/>
      <w:r w:rsidR="00445525" w:rsidRPr="003835B2">
        <w:t>Dvibučių</w:t>
      </w:r>
      <w:proofErr w:type="spellEnd"/>
      <w:r w:rsidR="00445525" w:rsidRPr="003835B2">
        <w:t xml:space="preserve"> ir daugiabučių gyvenamųjų namų bendrojo naudojimo valdytojams</w:t>
      </w:r>
      <w:r w:rsidR="00CF623E">
        <w:t xml:space="preserve"> -</w:t>
      </w:r>
      <w:r w:rsidR="00445525" w:rsidRPr="003835B2">
        <w:t xml:space="preserve"> ne daugiau kaip 800 (aštuoni šimtai) eurų vienam</w:t>
      </w:r>
      <w:r w:rsidR="00A865E8" w:rsidRPr="003835B2">
        <w:t xml:space="preserve"> butui.</w:t>
      </w:r>
    </w:p>
    <w:p w14:paraId="64B5036B" w14:textId="16900708" w:rsidR="0070355E" w:rsidRDefault="0070355E" w:rsidP="00762046">
      <w:pPr>
        <w:tabs>
          <w:tab w:val="left" w:pos="1276"/>
        </w:tabs>
        <w:ind w:firstLine="720"/>
        <w:jc w:val="both"/>
      </w:pPr>
      <w:r>
        <w:t>2</w:t>
      </w:r>
      <w:r w:rsidR="0041404E">
        <w:t>3</w:t>
      </w:r>
      <w:r>
        <w:t>.</w:t>
      </w:r>
      <w:r w:rsidR="0041404E">
        <w:t xml:space="preserve"> </w:t>
      </w:r>
      <w:r>
        <w:t xml:space="preserve">Išlaidos kompensuojamos (apmokamos) </w:t>
      </w:r>
      <w:r w:rsidR="00CF623E">
        <w:t xml:space="preserve">į Pareiškėjo nurodytą banko sąskaitą </w:t>
      </w:r>
      <w:r>
        <w:t xml:space="preserve">per 30 </w:t>
      </w:r>
      <w:r w:rsidR="00CF623E">
        <w:t xml:space="preserve"> </w:t>
      </w:r>
      <w:r>
        <w:t>kalendorinių dienų nuo Savivaldybės administracijos direktoriaus įsakymo dėl lėšų skyrimo įsigaliojimo dienos.</w:t>
      </w:r>
    </w:p>
    <w:p w14:paraId="0F5116A3" w14:textId="77777777" w:rsidR="0070355E" w:rsidRDefault="0070355E" w:rsidP="00CC023B">
      <w:pPr>
        <w:tabs>
          <w:tab w:val="left" w:pos="1276"/>
        </w:tabs>
        <w:ind w:left="851"/>
        <w:jc w:val="both"/>
      </w:pPr>
    </w:p>
    <w:p w14:paraId="34DE1ADF" w14:textId="77777777" w:rsidR="0070355E" w:rsidRDefault="0070355E" w:rsidP="00293A6A">
      <w:pPr>
        <w:jc w:val="center"/>
        <w:rPr>
          <w:b/>
        </w:rPr>
      </w:pPr>
      <w:r>
        <w:rPr>
          <w:b/>
        </w:rPr>
        <w:t>IV SKYRIUS</w:t>
      </w:r>
    </w:p>
    <w:p w14:paraId="47B9A491" w14:textId="77777777" w:rsidR="0070355E" w:rsidRDefault="0070355E" w:rsidP="0070355E">
      <w:pPr>
        <w:jc w:val="center"/>
        <w:rPr>
          <w:b/>
        </w:rPr>
      </w:pPr>
      <w:r>
        <w:rPr>
          <w:b/>
        </w:rPr>
        <w:t>BAIGIAMOSIOS NUOSTATOS</w:t>
      </w:r>
    </w:p>
    <w:p w14:paraId="37EB3A6C" w14:textId="77777777" w:rsidR="0070355E" w:rsidRPr="00762046" w:rsidRDefault="0070355E" w:rsidP="0070355E">
      <w:pPr>
        <w:spacing w:line="276" w:lineRule="auto"/>
        <w:jc w:val="center"/>
      </w:pPr>
    </w:p>
    <w:p w14:paraId="562D22B7" w14:textId="14F7CAE8" w:rsidR="0070355E" w:rsidRDefault="0070355E" w:rsidP="00762046">
      <w:pPr>
        <w:tabs>
          <w:tab w:val="left" w:pos="1276"/>
        </w:tabs>
        <w:ind w:firstLine="720"/>
        <w:jc w:val="both"/>
      </w:pPr>
      <w:r>
        <w:t>2</w:t>
      </w:r>
      <w:r w:rsidR="0041404E">
        <w:t>4</w:t>
      </w:r>
      <w:r>
        <w:t>.</w:t>
      </w:r>
      <w:r>
        <w:tab/>
        <w:t>Kilę ginčai sprendžiami Lietuvos Respublikos įstatymų nustatyta tvarka.</w:t>
      </w:r>
    </w:p>
    <w:p w14:paraId="1C99AC63" w14:textId="26ECFB06" w:rsidR="0070355E" w:rsidRDefault="0070355E" w:rsidP="00762046">
      <w:pPr>
        <w:tabs>
          <w:tab w:val="left" w:pos="1276"/>
        </w:tabs>
        <w:ind w:firstLine="720"/>
        <w:jc w:val="both"/>
      </w:pPr>
      <w:r>
        <w:t>2</w:t>
      </w:r>
      <w:r w:rsidR="0041404E">
        <w:t xml:space="preserve">5. </w:t>
      </w:r>
      <w:r>
        <w:tab/>
        <w:t xml:space="preserve">Aprašas gali būti keičiamas, papildomas ar pripažįstamas netekusiu galios </w:t>
      </w:r>
      <w:r w:rsidR="00B74B63">
        <w:t>Plungės</w:t>
      </w:r>
      <w:r>
        <w:t xml:space="preserve"> rajono savivaldybės tarybos sprendimu.</w:t>
      </w:r>
    </w:p>
    <w:p w14:paraId="4E7706A4" w14:textId="77777777" w:rsidR="0070355E" w:rsidRPr="00956646" w:rsidRDefault="0070355E" w:rsidP="0070355E">
      <w:pPr>
        <w:spacing w:line="276" w:lineRule="auto"/>
        <w:jc w:val="center"/>
        <w:rPr>
          <w:sz w:val="22"/>
          <w:szCs w:val="22"/>
        </w:rPr>
      </w:pPr>
      <w:r>
        <w:t>_______________________________</w:t>
      </w:r>
    </w:p>
    <w:p w14:paraId="47468FA7" w14:textId="77777777" w:rsidR="0070355E" w:rsidRDefault="0070355E" w:rsidP="0070355E">
      <w:pPr>
        <w:ind w:left="4962"/>
        <w:sectPr w:rsidR="0070355E" w:rsidSect="00293076">
          <w:pgSz w:w="11906" w:h="16838"/>
          <w:pgMar w:top="1134" w:right="567" w:bottom="1134" w:left="1701" w:header="567" w:footer="567" w:gutter="0"/>
          <w:pgNumType w:start="1"/>
          <w:cols w:space="1296"/>
          <w:titlePg/>
          <w:docGrid w:linePitch="360"/>
        </w:sectPr>
      </w:pPr>
    </w:p>
    <w:p w14:paraId="7B5DACDA" w14:textId="4A76D64F" w:rsidR="0070355E" w:rsidRDefault="0070355E" w:rsidP="0070355E">
      <w:pPr>
        <w:ind w:left="4962"/>
        <w:rPr>
          <w:bCs/>
        </w:rPr>
      </w:pPr>
      <w:r>
        <w:rPr>
          <w:bCs/>
        </w:rPr>
        <w:lastRenderedPageBreak/>
        <w:t xml:space="preserve">Individualių </w:t>
      </w:r>
      <w:r w:rsidR="007121DE">
        <w:t>buitinių</w:t>
      </w:r>
      <w:r w:rsidR="007121DE">
        <w:rPr>
          <w:bCs/>
        </w:rPr>
        <w:t xml:space="preserve"> </w:t>
      </w:r>
      <w:r>
        <w:rPr>
          <w:bCs/>
        </w:rPr>
        <w:t xml:space="preserve">nuotekų valymo įrenginių </w:t>
      </w:r>
      <w:r w:rsidR="007121DE">
        <w:rPr>
          <w:bCs/>
        </w:rPr>
        <w:t xml:space="preserve"> </w:t>
      </w:r>
      <w:r>
        <w:rPr>
          <w:bCs/>
        </w:rPr>
        <w:t xml:space="preserve">įsigijimo ir įrengimo dalinio kompensavimo tvarkos aprašo </w:t>
      </w:r>
    </w:p>
    <w:p w14:paraId="53BD291F" w14:textId="77777777" w:rsidR="0070355E" w:rsidRDefault="0070355E" w:rsidP="0070355E">
      <w:pPr>
        <w:ind w:left="4962"/>
        <w:rPr>
          <w:lang w:eastAsia="ru-RU"/>
        </w:rPr>
      </w:pPr>
      <w:r>
        <w:rPr>
          <w:lang w:eastAsia="ru-RU"/>
        </w:rPr>
        <w:t>1 priedas</w:t>
      </w:r>
    </w:p>
    <w:p w14:paraId="1ADF62E8" w14:textId="77777777" w:rsidR="0070355E" w:rsidRDefault="0070355E" w:rsidP="0070355E">
      <w:pPr>
        <w:ind w:left="4962"/>
        <w:rPr>
          <w:lang w:eastAsia="ru-RU"/>
        </w:rPr>
      </w:pPr>
    </w:p>
    <w:p w14:paraId="06E20D31" w14:textId="45670472" w:rsidR="0070355E" w:rsidRDefault="0070355E" w:rsidP="0070355E">
      <w:pPr>
        <w:jc w:val="center"/>
        <w:rPr>
          <w:b/>
          <w:bCs/>
          <w:lang w:eastAsia="ru-RU"/>
        </w:rPr>
      </w:pPr>
      <w:r>
        <w:rPr>
          <w:b/>
          <w:bCs/>
          <w:lang w:eastAsia="ru-RU"/>
        </w:rPr>
        <w:t>(Prašymo forma fiziniams asmenims)</w:t>
      </w:r>
    </w:p>
    <w:p w14:paraId="2920B90A" w14:textId="77777777" w:rsidR="0070355E" w:rsidRDefault="0070355E" w:rsidP="0070355E">
      <w:pPr>
        <w:jc w:val="center"/>
        <w:rPr>
          <w:lang w:eastAsia="ru-RU"/>
        </w:rPr>
      </w:pPr>
    </w:p>
    <w:p w14:paraId="67677CDD" w14:textId="77777777" w:rsidR="0070355E" w:rsidRDefault="0070355E" w:rsidP="0070355E">
      <w:pPr>
        <w:jc w:val="both"/>
        <w:rPr>
          <w:bCs/>
        </w:rPr>
      </w:pPr>
      <w:r>
        <w:rPr>
          <w:bCs/>
        </w:rPr>
        <w:t>________________________________________________________________________________</w:t>
      </w:r>
    </w:p>
    <w:p w14:paraId="082E0806" w14:textId="77777777" w:rsidR="0070355E" w:rsidRDefault="0070355E" w:rsidP="0070355E">
      <w:pPr>
        <w:jc w:val="both"/>
        <w:rPr>
          <w:bCs/>
        </w:rPr>
      </w:pPr>
    </w:p>
    <w:p w14:paraId="68F68A92" w14:textId="77777777" w:rsidR="0070355E" w:rsidRDefault="0070355E" w:rsidP="0070355E">
      <w:pPr>
        <w:jc w:val="both"/>
        <w:rPr>
          <w:bCs/>
        </w:rPr>
      </w:pPr>
      <w:r>
        <w:rPr>
          <w:bCs/>
        </w:rPr>
        <w:t>________________________________________________________________________________</w:t>
      </w:r>
    </w:p>
    <w:p w14:paraId="552EEC50" w14:textId="1C225C83" w:rsidR="0070355E" w:rsidRDefault="0070355E" w:rsidP="0070355E">
      <w:pPr>
        <w:ind w:left="1296" w:firstLine="1296"/>
        <w:rPr>
          <w:bCs/>
          <w:i/>
          <w:sz w:val="20"/>
        </w:rPr>
      </w:pPr>
      <w:r>
        <w:rPr>
          <w:bCs/>
          <w:i/>
          <w:sz w:val="20"/>
        </w:rPr>
        <w:t>(</w:t>
      </w:r>
      <w:r w:rsidR="00CF623E">
        <w:rPr>
          <w:bCs/>
          <w:i/>
          <w:sz w:val="20"/>
        </w:rPr>
        <w:t>P</w:t>
      </w:r>
      <w:r>
        <w:rPr>
          <w:bCs/>
          <w:i/>
          <w:sz w:val="20"/>
        </w:rPr>
        <w:t>areiškėjo vardas, pavardė, adresas, telefono Nr.)</w:t>
      </w:r>
    </w:p>
    <w:p w14:paraId="042C9AC6" w14:textId="77777777" w:rsidR="0070355E" w:rsidRDefault="0070355E" w:rsidP="0070355E">
      <w:pPr>
        <w:ind w:left="3741" w:firstLine="1247"/>
        <w:jc w:val="both"/>
        <w:rPr>
          <w:bCs/>
        </w:rPr>
      </w:pPr>
    </w:p>
    <w:p w14:paraId="3E3A4C03" w14:textId="77777777" w:rsidR="0070355E" w:rsidRDefault="0070355E" w:rsidP="0070355E">
      <w:pPr>
        <w:jc w:val="center"/>
        <w:rPr>
          <w:b/>
        </w:rPr>
      </w:pPr>
    </w:p>
    <w:p w14:paraId="5D82DDC3" w14:textId="77777777" w:rsidR="0070355E" w:rsidRDefault="0070355E" w:rsidP="0070355E">
      <w:pPr>
        <w:jc w:val="center"/>
        <w:rPr>
          <w:bCs/>
        </w:rPr>
      </w:pPr>
      <w:r>
        <w:rPr>
          <w:b/>
        </w:rPr>
        <w:t>PRAŠYMAS</w:t>
      </w:r>
    </w:p>
    <w:p w14:paraId="00827768" w14:textId="09DAAA73" w:rsidR="0070355E" w:rsidRDefault="0070355E" w:rsidP="0070355E">
      <w:pPr>
        <w:jc w:val="center"/>
        <w:rPr>
          <w:b/>
          <w:caps/>
        </w:rPr>
      </w:pPr>
      <w:r>
        <w:rPr>
          <w:b/>
          <w:bCs/>
          <w:caps/>
        </w:rPr>
        <w:t xml:space="preserve">DĖL individualiŲ </w:t>
      </w:r>
      <w:r w:rsidR="007121DE">
        <w:rPr>
          <w:b/>
          <w:bCs/>
          <w:caps/>
        </w:rPr>
        <w:t xml:space="preserve">BUITINIŲ </w:t>
      </w:r>
      <w:r>
        <w:rPr>
          <w:b/>
          <w:bCs/>
          <w:caps/>
        </w:rPr>
        <w:t xml:space="preserve">nuotekų valymo įrenginiŲ  įsigijimo ir įrengimo DALINIO kompensavimo </w:t>
      </w:r>
    </w:p>
    <w:p w14:paraId="282B8409" w14:textId="77777777" w:rsidR="0070355E" w:rsidRDefault="0070355E" w:rsidP="0070355E">
      <w:pPr>
        <w:rPr>
          <w:sz w:val="10"/>
          <w:szCs w:val="10"/>
        </w:rPr>
      </w:pPr>
    </w:p>
    <w:p w14:paraId="28750A0A" w14:textId="77777777" w:rsidR="0070355E" w:rsidRDefault="0070355E" w:rsidP="0070355E">
      <w:pPr>
        <w:widowControl w:val="0"/>
        <w:tabs>
          <w:tab w:val="left" w:pos="567"/>
        </w:tabs>
        <w:suppressAutoHyphens/>
        <w:jc w:val="center"/>
        <w:rPr>
          <w:spacing w:val="-2"/>
        </w:rPr>
      </w:pPr>
      <w:r>
        <w:rPr>
          <w:spacing w:val="-2"/>
        </w:rPr>
        <w:t>_____________</w:t>
      </w:r>
    </w:p>
    <w:p w14:paraId="2D0EEC86" w14:textId="77777777" w:rsidR="0070355E" w:rsidRDefault="0070355E" w:rsidP="0070355E">
      <w:pPr>
        <w:widowControl w:val="0"/>
        <w:tabs>
          <w:tab w:val="left" w:pos="567"/>
        </w:tabs>
        <w:suppressAutoHyphens/>
        <w:jc w:val="center"/>
        <w:rPr>
          <w:i/>
          <w:iCs/>
          <w:spacing w:val="-2"/>
          <w:sz w:val="20"/>
        </w:rPr>
      </w:pPr>
      <w:r>
        <w:rPr>
          <w:i/>
          <w:iCs/>
          <w:spacing w:val="-2"/>
          <w:sz w:val="20"/>
        </w:rPr>
        <w:t>(pateikimo data)</w:t>
      </w:r>
    </w:p>
    <w:p w14:paraId="3094AC6E" w14:textId="77777777" w:rsidR="0070355E" w:rsidRDefault="0070355E" w:rsidP="0070355E">
      <w:pPr>
        <w:rPr>
          <w:rFonts w:eastAsia="Calibri"/>
          <w:szCs w:val="22"/>
        </w:rPr>
      </w:pPr>
    </w:p>
    <w:p w14:paraId="52A7CEB1" w14:textId="77777777" w:rsidR="0070355E" w:rsidRDefault="0070355E" w:rsidP="0070355E">
      <w:pPr>
        <w:rPr>
          <w:rFonts w:eastAsia="Calibri"/>
          <w:szCs w:val="22"/>
        </w:rPr>
      </w:pPr>
    </w:p>
    <w:p w14:paraId="0AB12C84" w14:textId="77777777" w:rsidR="0070355E" w:rsidRDefault="0070355E" w:rsidP="0070355E">
      <w:pPr>
        <w:ind w:firstLine="1134"/>
        <w:jc w:val="both"/>
        <w:rPr>
          <w:rFonts w:eastAsia="Calibri"/>
          <w:szCs w:val="22"/>
        </w:rPr>
      </w:pPr>
      <w:r>
        <w:rPr>
          <w:rFonts w:eastAsia="Calibri"/>
          <w:szCs w:val="22"/>
        </w:rPr>
        <w:t>Aš ,___________________________________________________________________,</w:t>
      </w:r>
    </w:p>
    <w:p w14:paraId="4A057568" w14:textId="77777777" w:rsidR="0070355E" w:rsidRDefault="0070355E" w:rsidP="0070355E">
      <w:pPr>
        <w:ind w:left="3888" w:firstLine="1358"/>
        <w:rPr>
          <w:rFonts w:eastAsia="Calibri"/>
          <w:i/>
          <w:vertAlign w:val="superscript"/>
        </w:rPr>
      </w:pPr>
      <w:r>
        <w:rPr>
          <w:rFonts w:eastAsia="Calibri"/>
          <w:i/>
          <w:vertAlign w:val="superscript"/>
        </w:rPr>
        <w:t>(vardas, pavardė)</w:t>
      </w:r>
    </w:p>
    <w:p w14:paraId="4E75EC20" w14:textId="77777777" w:rsidR="0070355E" w:rsidRDefault="0070355E" w:rsidP="0070355E">
      <w:pPr>
        <w:spacing w:line="360" w:lineRule="auto"/>
        <w:rPr>
          <w:rFonts w:eastAsia="Calibri"/>
          <w:szCs w:val="22"/>
        </w:rPr>
      </w:pPr>
      <w:r>
        <w:rPr>
          <w:rFonts w:eastAsia="Calibri"/>
          <w:szCs w:val="22"/>
        </w:rPr>
        <w:t>20___metais adresu _______________________________________________________________</w:t>
      </w:r>
    </w:p>
    <w:p w14:paraId="4C340B46" w14:textId="4D7A90EF" w:rsidR="0070355E" w:rsidRDefault="0070355E" w:rsidP="00B74B63">
      <w:pPr>
        <w:spacing w:line="360" w:lineRule="auto"/>
        <w:jc w:val="both"/>
        <w:rPr>
          <w:rFonts w:eastAsia="Calibri"/>
          <w:bCs/>
          <w:szCs w:val="22"/>
        </w:rPr>
      </w:pPr>
      <w:r>
        <w:rPr>
          <w:rFonts w:eastAsia="Calibri"/>
          <w:szCs w:val="22"/>
        </w:rPr>
        <w:t xml:space="preserve">________________________________________________________ įsirengiau </w:t>
      </w:r>
      <w:r>
        <w:rPr>
          <w:rFonts w:eastAsia="Calibri"/>
          <w:bCs/>
          <w:szCs w:val="22"/>
        </w:rPr>
        <w:t>buitinių nuotekų valymo įrenginį;</w:t>
      </w:r>
    </w:p>
    <w:p w14:paraId="601B3F5D" w14:textId="77777777" w:rsidR="0070355E" w:rsidRDefault="0070355E" w:rsidP="0070355E">
      <w:pPr>
        <w:jc w:val="both"/>
        <w:rPr>
          <w:rFonts w:eastAsia="Calibri"/>
          <w:szCs w:val="22"/>
        </w:rPr>
      </w:pPr>
    </w:p>
    <w:p w14:paraId="105ACDD2" w14:textId="77777777" w:rsidR="0070355E" w:rsidRDefault="0070355E" w:rsidP="0070355E">
      <w:pPr>
        <w:jc w:val="both"/>
        <w:rPr>
          <w:rFonts w:eastAsia="Calibri"/>
          <w:szCs w:val="22"/>
        </w:rPr>
      </w:pPr>
      <w:r>
        <w:rPr>
          <w:rFonts w:eastAsia="Calibri"/>
          <w:szCs w:val="22"/>
        </w:rPr>
        <w:t xml:space="preserve">Taip pat informuoju, kad būste gyvena__________ gyventojų ir esame / nesame daugiavaikė šeima*.  </w:t>
      </w:r>
    </w:p>
    <w:p w14:paraId="0696AE82" w14:textId="77777777" w:rsidR="0070355E" w:rsidRDefault="0070355E" w:rsidP="0070355E">
      <w:pPr>
        <w:ind w:left="2880" w:firstLine="1038"/>
        <w:jc w:val="both"/>
        <w:rPr>
          <w:rFonts w:eastAsia="Calibri"/>
          <w:sz w:val="20"/>
        </w:rPr>
      </w:pPr>
      <w:r>
        <w:rPr>
          <w:rFonts w:eastAsia="Calibri"/>
          <w:sz w:val="20"/>
        </w:rPr>
        <w:t>(</w:t>
      </w:r>
      <w:r>
        <w:rPr>
          <w:rFonts w:eastAsia="Calibri"/>
          <w:i/>
          <w:sz w:val="20"/>
        </w:rPr>
        <w:t>skaičius)</w:t>
      </w:r>
      <w:r>
        <w:rPr>
          <w:rFonts w:eastAsia="Calibri"/>
          <w:sz w:val="20"/>
        </w:rPr>
        <w:t xml:space="preserve">                              (</w:t>
      </w:r>
      <w:r>
        <w:rPr>
          <w:rFonts w:eastAsia="Calibri"/>
          <w:i/>
          <w:sz w:val="20"/>
        </w:rPr>
        <w:t>netinkamą išbraukti</w:t>
      </w:r>
      <w:r>
        <w:rPr>
          <w:rFonts w:eastAsia="Calibri"/>
          <w:sz w:val="20"/>
        </w:rPr>
        <w:t xml:space="preserve">)    </w:t>
      </w:r>
    </w:p>
    <w:p w14:paraId="5DB17410" w14:textId="77777777" w:rsidR="0070355E" w:rsidRDefault="0070355E" w:rsidP="0070355E">
      <w:pPr>
        <w:ind w:hanging="29822"/>
        <w:jc w:val="both"/>
        <w:rPr>
          <w:rFonts w:eastAsia="Calibri"/>
          <w:szCs w:val="22"/>
        </w:rPr>
      </w:pPr>
      <w:r>
        <w:rPr>
          <w:rFonts w:eastAsia="Calibri"/>
          <w:szCs w:val="22"/>
        </w:rPr>
        <w:t xml:space="preserve">Informaciją apie </w:t>
      </w:r>
      <w:r>
        <w:rPr>
          <w:lang w:eastAsia="ru-RU"/>
        </w:rPr>
        <w:t>numatytas skirti (neskirti) lėšas ir sudarytą eilę pateikti el. pašto adresu:</w:t>
      </w:r>
    </w:p>
    <w:p w14:paraId="7BBE648C" w14:textId="77777777" w:rsidR="0070355E" w:rsidRDefault="0070355E" w:rsidP="0070355E">
      <w:pPr>
        <w:spacing w:line="276" w:lineRule="auto"/>
        <w:ind w:firstLine="720"/>
        <w:jc w:val="both"/>
        <w:rPr>
          <w:rFonts w:eastAsia="Calibri"/>
          <w:szCs w:val="22"/>
        </w:rPr>
      </w:pPr>
      <w:r>
        <w:rPr>
          <w:rFonts w:eastAsia="Calibri"/>
          <w:szCs w:val="22"/>
        </w:rPr>
        <w:t>Prašau nustatyta tvarka dalinai kompensuoti patirtas išlaidas ir pervesti skirtas lėšas į     _______________banko atsiskaitomąją sąskaitą Nr. ______________________________________.</w:t>
      </w:r>
    </w:p>
    <w:p w14:paraId="52244DCA" w14:textId="30344882" w:rsidR="0070355E" w:rsidRDefault="0070355E" w:rsidP="0070355E">
      <w:pPr>
        <w:spacing w:line="276" w:lineRule="auto"/>
        <w:ind w:firstLine="720"/>
        <w:jc w:val="both"/>
        <w:rPr>
          <w:rFonts w:eastAsia="Calibri"/>
          <w:szCs w:val="22"/>
        </w:rPr>
      </w:pPr>
      <w:r>
        <w:rPr>
          <w:rFonts w:eastAsia="Calibri"/>
          <w:szCs w:val="22"/>
        </w:rPr>
        <w:t>Sutinku, kad mano asmens duomenys būtų naudojami svarstant mano Prašymą dėl individualių</w:t>
      </w:r>
      <w:r w:rsidR="007121DE" w:rsidRPr="007121DE">
        <w:t xml:space="preserve"> </w:t>
      </w:r>
      <w:r w:rsidR="007121DE">
        <w:t>buitinių</w:t>
      </w:r>
      <w:r>
        <w:rPr>
          <w:rFonts w:eastAsia="Calibri"/>
          <w:szCs w:val="22"/>
        </w:rPr>
        <w:t xml:space="preserve"> nuotekų valymo įrenginių arba nuotekų kaupimo rezervuarų įsigijimo ir įrengimo dalinio kompensavimo.</w:t>
      </w:r>
      <w:r w:rsidR="007121DE">
        <w:rPr>
          <w:rFonts w:eastAsia="Calibri"/>
          <w:szCs w:val="22"/>
        </w:rPr>
        <w:t xml:space="preserve"> </w:t>
      </w:r>
    </w:p>
    <w:p w14:paraId="55C90CD5" w14:textId="77777777" w:rsidR="0070355E" w:rsidRDefault="0070355E" w:rsidP="0070355E">
      <w:pPr>
        <w:spacing w:line="276" w:lineRule="auto"/>
        <w:ind w:firstLine="720"/>
        <w:jc w:val="both"/>
        <w:rPr>
          <w:rFonts w:eastAsia="Calibri"/>
          <w:szCs w:val="22"/>
        </w:rPr>
      </w:pPr>
      <w:r>
        <w:rPr>
          <w:rFonts w:eastAsia="Calibri"/>
          <w:szCs w:val="22"/>
        </w:rPr>
        <w:t xml:space="preserve">Informuoju, kad </w:t>
      </w:r>
      <w:r>
        <w:rPr>
          <w:rFonts w:eastAsia="Calibri"/>
          <w:bCs/>
        </w:rPr>
        <w:t>prašyme pateikta informacija ir dokumentai (jų kopijos) yra teisingi ir atitinkantys Lietuvos Respublikos įstatymų ir kitų teisės aktų reikalavimus.</w:t>
      </w:r>
    </w:p>
    <w:p w14:paraId="1CFE280A" w14:textId="77777777" w:rsidR="0070355E" w:rsidRDefault="0070355E" w:rsidP="0070355E">
      <w:pPr>
        <w:spacing w:line="276" w:lineRule="auto"/>
        <w:jc w:val="both"/>
      </w:pPr>
    </w:p>
    <w:p w14:paraId="5D52C73F" w14:textId="77777777" w:rsidR="0070355E" w:rsidRDefault="0070355E" w:rsidP="0070355E">
      <w:pPr>
        <w:spacing w:line="276" w:lineRule="auto"/>
        <w:jc w:val="both"/>
        <w:rPr>
          <w:u w:val="single"/>
        </w:rPr>
      </w:pPr>
      <w:r>
        <w:rPr>
          <w:b/>
        </w:rPr>
        <w:t>Pateikiu šiuos dokumentus:</w:t>
      </w:r>
    </w:p>
    <w:p w14:paraId="4BB29DE4" w14:textId="6D43D1EC" w:rsidR="0070355E" w:rsidRDefault="0070355E" w:rsidP="0070355E">
      <w:pPr>
        <w:tabs>
          <w:tab w:val="left" w:pos="1418"/>
        </w:tabs>
        <w:spacing w:line="276" w:lineRule="auto"/>
        <w:ind w:firstLine="567"/>
        <w:jc w:val="both"/>
      </w:pPr>
      <w:r>
        <w:t xml:space="preserve">1. </w:t>
      </w:r>
      <w:r w:rsidR="00CF623E">
        <w:t>S</w:t>
      </w:r>
      <w:r>
        <w:t xml:space="preserve">tatybą leidžiančio dokumento </w:t>
      </w:r>
      <w:r>
        <w:rPr>
          <w:lang w:eastAsia="ru-RU"/>
        </w:rPr>
        <w:t>Nr.__________________________________ kopija, ___ l.</w:t>
      </w:r>
    </w:p>
    <w:p w14:paraId="1E602426" w14:textId="7222C1B1" w:rsidR="0070355E" w:rsidRDefault="0070355E" w:rsidP="0070355E">
      <w:pPr>
        <w:tabs>
          <w:tab w:val="left" w:pos="1418"/>
        </w:tabs>
        <w:spacing w:line="276" w:lineRule="auto"/>
        <w:ind w:firstLine="567"/>
        <w:jc w:val="both"/>
      </w:pPr>
      <w:r>
        <w:t xml:space="preserve">2. </w:t>
      </w:r>
      <w:r w:rsidR="00CF623E">
        <w:rPr>
          <w:lang w:eastAsia="ru-RU"/>
        </w:rPr>
        <w:t>O</w:t>
      </w:r>
      <w:r>
        <w:rPr>
          <w:lang w:eastAsia="ru-RU"/>
        </w:rPr>
        <w:t>bjekto perdavimo naudoti akto kopij</w:t>
      </w:r>
      <w:r w:rsidR="00CF623E">
        <w:rPr>
          <w:lang w:eastAsia="ru-RU"/>
        </w:rPr>
        <w:t>a</w:t>
      </w:r>
      <w:r>
        <w:rPr>
          <w:lang w:eastAsia="ru-RU"/>
        </w:rPr>
        <w:t xml:space="preserve">  ____ l.</w:t>
      </w:r>
    </w:p>
    <w:p w14:paraId="695783FE" w14:textId="77777777" w:rsidR="0070355E" w:rsidRDefault="0070355E" w:rsidP="0070355E">
      <w:pPr>
        <w:tabs>
          <w:tab w:val="left" w:pos="1418"/>
        </w:tabs>
        <w:spacing w:line="276" w:lineRule="auto"/>
        <w:ind w:firstLine="567"/>
        <w:jc w:val="both"/>
      </w:pPr>
      <w:r>
        <w:t xml:space="preserve">3. </w:t>
      </w:r>
      <w:r>
        <w:rPr>
          <w:lang w:eastAsia="ru-RU"/>
        </w:rPr>
        <w:t xml:space="preserve">Išlaidas pagrindžiančios sąskaitos faktūros (medžiagų, įrenginių įsigijimo, statybos darbų atlikimo ir kt.) Nr. _________________________________________________________________ </w:t>
      </w:r>
    </w:p>
    <w:p w14:paraId="5D6F9E55" w14:textId="77777777" w:rsidR="0070355E" w:rsidRDefault="0070355E" w:rsidP="0070355E">
      <w:pPr>
        <w:tabs>
          <w:tab w:val="left" w:pos="1418"/>
        </w:tabs>
        <w:spacing w:line="276" w:lineRule="auto"/>
        <w:jc w:val="both"/>
      </w:pPr>
      <w:r>
        <w:t>________________________________________________________________________________</w:t>
      </w:r>
    </w:p>
    <w:p w14:paraId="1E1A14C6" w14:textId="77777777" w:rsidR="0070355E" w:rsidRDefault="0070355E" w:rsidP="0070355E">
      <w:pPr>
        <w:tabs>
          <w:tab w:val="left" w:pos="1418"/>
        </w:tabs>
        <w:spacing w:line="276" w:lineRule="auto"/>
        <w:jc w:val="both"/>
      </w:pPr>
      <w:r>
        <w:t xml:space="preserve">________________________________________________________________________________ </w:t>
      </w:r>
    </w:p>
    <w:p w14:paraId="699BA700" w14:textId="77777777" w:rsidR="0070355E" w:rsidRDefault="0070355E" w:rsidP="0070355E">
      <w:pPr>
        <w:tabs>
          <w:tab w:val="left" w:pos="1418"/>
        </w:tabs>
        <w:spacing w:line="276" w:lineRule="auto"/>
        <w:jc w:val="both"/>
      </w:pPr>
      <w:r>
        <w:t xml:space="preserve">________________________________________________________________________________ </w:t>
      </w:r>
    </w:p>
    <w:p w14:paraId="13629840" w14:textId="77777777" w:rsidR="0070355E" w:rsidRDefault="0070355E" w:rsidP="0070355E">
      <w:pPr>
        <w:tabs>
          <w:tab w:val="left" w:pos="1418"/>
        </w:tabs>
        <w:spacing w:line="276" w:lineRule="auto"/>
        <w:jc w:val="both"/>
      </w:pPr>
      <w:r>
        <w:t>________________________________________________________________________________</w:t>
      </w:r>
    </w:p>
    <w:p w14:paraId="48777C48" w14:textId="77777777" w:rsidR="0070355E" w:rsidRDefault="0070355E" w:rsidP="0070355E">
      <w:pPr>
        <w:tabs>
          <w:tab w:val="left" w:pos="1418"/>
        </w:tabs>
        <w:spacing w:line="276" w:lineRule="auto"/>
      </w:pPr>
      <w:r>
        <w:t xml:space="preserve">________________________________________________________________________________ </w:t>
      </w:r>
    </w:p>
    <w:p w14:paraId="2AE7B65E" w14:textId="77777777" w:rsidR="0070355E" w:rsidRDefault="0070355E" w:rsidP="0070355E">
      <w:pPr>
        <w:tabs>
          <w:tab w:val="left" w:pos="1418"/>
        </w:tabs>
        <w:spacing w:line="276" w:lineRule="auto"/>
      </w:pPr>
      <w:r>
        <w:lastRenderedPageBreak/>
        <w:t>________________________________________________________________________________</w:t>
      </w:r>
    </w:p>
    <w:p w14:paraId="164BF052" w14:textId="77777777" w:rsidR="0070355E" w:rsidRDefault="0070355E" w:rsidP="0070355E">
      <w:pPr>
        <w:tabs>
          <w:tab w:val="left" w:pos="1418"/>
        </w:tabs>
        <w:spacing w:line="276" w:lineRule="auto"/>
        <w:jc w:val="both"/>
      </w:pPr>
      <w:r>
        <w:t xml:space="preserve">________________________________________________________________________________ </w:t>
      </w:r>
    </w:p>
    <w:p w14:paraId="7A4F27CB" w14:textId="77777777" w:rsidR="0070355E" w:rsidRDefault="0070355E" w:rsidP="0070355E">
      <w:pPr>
        <w:tabs>
          <w:tab w:val="left" w:pos="1418"/>
        </w:tabs>
        <w:spacing w:line="276" w:lineRule="auto"/>
        <w:jc w:val="both"/>
      </w:pPr>
      <w:r>
        <w:t xml:space="preserve">________________________________________________________________________________ </w:t>
      </w:r>
    </w:p>
    <w:p w14:paraId="49B684D1" w14:textId="77777777" w:rsidR="0070355E" w:rsidRDefault="0070355E" w:rsidP="0070355E">
      <w:pPr>
        <w:tabs>
          <w:tab w:val="left" w:pos="1418"/>
        </w:tabs>
        <w:spacing w:line="276"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121951" w14:textId="77777777" w:rsidR="0070355E" w:rsidRDefault="0070355E" w:rsidP="0070355E">
      <w:pPr>
        <w:tabs>
          <w:tab w:val="left" w:pos="1418"/>
        </w:tabs>
        <w:spacing w:line="276" w:lineRule="auto"/>
        <w:ind w:firstLine="567"/>
        <w:jc w:val="both"/>
      </w:pPr>
      <w:r>
        <w:t>4. Kiti dokumentai 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623F00" w14:textId="77777777" w:rsidR="0070355E" w:rsidRDefault="0070355E" w:rsidP="0070355E">
      <w:pPr>
        <w:tabs>
          <w:tab w:val="left" w:pos="1418"/>
        </w:tabs>
        <w:jc w:val="both"/>
      </w:pPr>
    </w:p>
    <w:p w14:paraId="0B179F2C" w14:textId="77777777" w:rsidR="0070355E" w:rsidRDefault="0070355E" w:rsidP="0070355E">
      <w:pPr>
        <w:jc w:val="both"/>
      </w:pPr>
    </w:p>
    <w:p w14:paraId="244208FE" w14:textId="3006FEA1" w:rsidR="0070355E" w:rsidRDefault="0070355E" w:rsidP="0070355E">
      <w:pPr>
        <w:jc w:val="both"/>
      </w:pPr>
      <w:r>
        <w:t>Pareiškėjas</w:t>
      </w:r>
      <w:r>
        <w:tab/>
        <w:t xml:space="preserve">                       </w:t>
      </w:r>
      <w:r w:rsidR="002B6B93">
        <w:t xml:space="preserve">                                                                                 </w:t>
      </w:r>
      <w:r>
        <w:t>_____________</w:t>
      </w:r>
      <w:r>
        <w:tab/>
        <w:t xml:space="preserve">   ____________________________________ </w:t>
      </w:r>
    </w:p>
    <w:p w14:paraId="145FBFFC" w14:textId="3A6DA66D" w:rsidR="0070355E" w:rsidRDefault="0070355E" w:rsidP="0070355E">
      <w:pPr>
        <w:ind w:firstLine="3360"/>
        <w:jc w:val="both"/>
        <w:rPr>
          <w:i/>
          <w:iCs/>
          <w:sz w:val="18"/>
          <w:szCs w:val="18"/>
        </w:rPr>
      </w:pPr>
      <w:r>
        <w:rPr>
          <w:i/>
          <w:iCs/>
          <w:sz w:val="18"/>
          <w:szCs w:val="18"/>
        </w:rPr>
        <w:t>(parašas)</w:t>
      </w:r>
      <w:r>
        <w:rPr>
          <w:i/>
          <w:iCs/>
          <w:sz w:val="18"/>
          <w:szCs w:val="18"/>
        </w:rPr>
        <w:tab/>
      </w:r>
      <w:r>
        <w:rPr>
          <w:i/>
          <w:iCs/>
          <w:sz w:val="18"/>
          <w:szCs w:val="18"/>
        </w:rPr>
        <w:tab/>
        <w:t xml:space="preserve">                             (vardas, pavardė)</w:t>
      </w:r>
    </w:p>
    <w:p w14:paraId="3854D381" w14:textId="77777777" w:rsidR="0070355E" w:rsidRDefault="0070355E" w:rsidP="0070355E">
      <w:pPr>
        <w:jc w:val="both"/>
        <w:rPr>
          <w:sz w:val="18"/>
          <w:szCs w:val="18"/>
        </w:rPr>
      </w:pPr>
    </w:p>
    <w:p w14:paraId="2942D51B" w14:textId="77777777" w:rsidR="0070355E" w:rsidRDefault="0070355E" w:rsidP="0070355E">
      <w:pPr>
        <w:jc w:val="both"/>
        <w:rPr>
          <w:sz w:val="18"/>
          <w:szCs w:val="18"/>
        </w:rPr>
      </w:pPr>
    </w:p>
    <w:p w14:paraId="03F62D1A" w14:textId="77777777" w:rsidR="0070355E" w:rsidRDefault="0070355E" w:rsidP="0070355E">
      <w:pPr>
        <w:jc w:val="both"/>
        <w:rPr>
          <w:sz w:val="18"/>
          <w:szCs w:val="18"/>
        </w:rPr>
      </w:pPr>
    </w:p>
    <w:p w14:paraId="162CEC14" w14:textId="77777777" w:rsidR="0070355E" w:rsidRDefault="0070355E" w:rsidP="0070355E">
      <w:pPr>
        <w:jc w:val="both"/>
        <w:rPr>
          <w:sz w:val="18"/>
          <w:szCs w:val="18"/>
        </w:rPr>
      </w:pPr>
    </w:p>
    <w:p w14:paraId="5469867E" w14:textId="77777777" w:rsidR="0070355E" w:rsidRDefault="0070355E" w:rsidP="0070355E">
      <w:pPr>
        <w:jc w:val="both"/>
        <w:rPr>
          <w:sz w:val="18"/>
          <w:szCs w:val="18"/>
        </w:rPr>
      </w:pPr>
    </w:p>
    <w:p w14:paraId="6F5977B2" w14:textId="77777777" w:rsidR="0070355E" w:rsidRDefault="0070355E" w:rsidP="0070355E">
      <w:pPr>
        <w:jc w:val="both"/>
        <w:rPr>
          <w:sz w:val="18"/>
          <w:szCs w:val="18"/>
        </w:rPr>
      </w:pPr>
    </w:p>
    <w:p w14:paraId="5651E565" w14:textId="77777777" w:rsidR="0070355E" w:rsidRDefault="0070355E" w:rsidP="0070355E">
      <w:pPr>
        <w:jc w:val="both"/>
        <w:rPr>
          <w:sz w:val="18"/>
          <w:szCs w:val="18"/>
        </w:rPr>
      </w:pPr>
    </w:p>
    <w:p w14:paraId="1EDA25BE" w14:textId="77777777" w:rsidR="0070355E" w:rsidRDefault="0070355E" w:rsidP="0070355E">
      <w:pPr>
        <w:jc w:val="both"/>
        <w:rPr>
          <w:sz w:val="18"/>
          <w:szCs w:val="18"/>
        </w:rPr>
      </w:pPr>
    </w:p>
    <w:p w14:paraId="31E69987" w14:textId="77777777" w:rsidR="0070355E" w:rsidRDefault="0070355E" w:rsidP="0070355E">
      <w:pPr>
        <w:jc w:val="both"/>
        <w:rPr>
          <w:sz w:val="18"/>
          <w:szCs w:val="18"/>
        </w:rPr>
      </w:pPr>
    </w:p>
    <w:p w14:paraId="769CB006" w14:textId="77777777" w:rsidR="0070355E" w:rsidRDefault="0070355E" w:rsidP="0070355E">
      <w:pPr>
        <w:jc w:val="both"/>
        <w:rPr>
          <w:sz w:val="18"/>
          <w:szCs w:val="18"/>
        </w:rPr>
      </w:pPr>
    </w:p>
    <w:p w14:paraId="7419CA2A" w14:textId="77777777" w:rsidR="0070355E" w:rsidRDefault="0070355E" w:rsidP="0070355E">
      <w:pPr>
        <w:jc w:val="both"/>
        <w:rPr>
          <w:sz w:val="18"/>
          <w:szCs w:val="18"/>
        </w:rPr>
      </w:pPr>
    </w:p>
    <w:p w14:paraId="1C6DB45B" w14:textId="77777777" w:rsidR="0070355E" w:rsidRDefault="0070355E" w:rsidP="0070355E">
      <w:pPr>
        <w:jc w:val="both"/>
        <w:rPr>
          <w:sz w:val="18"/>
          <w:szCs w:val="18"/>
        </w:rPr>
      </w:pPr>
    </w:p>
    <w:p w14:paraId="37ACCDB8" w14:textId="77777777" w:rsidR="0070355E" w:rsidRDefault="0070355E" w:rsidP="0070355E">
      <w:pPr>
        <w:jc w:val="both"/>
        <w:rPr>
          <w:sz w:val="18"/>
          <w:szCs w:val="18"/>
        </w:rPr>
      </w:pPr>
    </w:p>
    <w:p w14:paraId="7B5CCA55" w14:textId="77777777" w:rsidR="0070355E" w:rsidRDefault="0070355E" w:rsidP="0070355E">
      <w:pPr>
        <w:jc w:val="both"/>
        <w:rPr>
          <w:sz w:val="18"/>
          <w:szCs w:val="18"/>
        </w:rPr>
      </w:pPr>
    </w:p>
    <w:p w14:paraId="31CB0B74" w14:textId="77777777" w:rsidR="0070355E" w:rsidRDefault="0070355E" w:rsidP="0070355E">
      <w:pPr>
        <w:jc w:val="both"/>
        <w:rPr>
          <w:sz w:val="18"/>
          <w:szCs w:val="18"/>
        </w:rPr>
      </w:pPr>
    </w:p>
    <w:p w14:paraId="55831C42" w14:textId="77777777" w:rsidR="0070355E" w:rsidRDefault="0070355E" w:rsidP="0070355E">
      <w:pPr>
        <w:jc w:val="both"/>
        <w:rPr>
          <w:sz w:val="18"/>
          <w:szCs w:val="18"/>
        </w:rPr>
      </w:pPr>
    </w:p>
    <w:p w14:paraId="21DFF5E2" w14:textId="77777777" w:rsidR="0070355E" w:rsidRDefault="0070355E" w:rsidP="0070355E">
      <w:pPr>
        <w:jc w:val="both"/>
        <w:rPr>
          <w:sz w:val="18"/>
          <w:szCs w:val="18"/>
        </w:rPr>
      </w:pPr>
    </w:p>
    <w:p w14:paraId="27E893C7" w14:textId="77777777" w:rsidR="0070355E" w:rsidRDefault="0070355E" w:rsidP="0070355E">
      <w:pPr>
        <w:jc w:val="both"/>
        <w:rPr>
          <w:sz w:val="18"/>
          <w:szCs w:val="18"/>
        </w:rPr>
      </w:pPr>
    </w:p>
    <w:p w14:paraId="207A075F" w14:textId="77777777" w:rsidR="0070355E" w:rsidRDefault="0070355E" w:rsidP="0070355E">
      <w:pPr>
        <w:jc w:val="both"/>
        <w:rPr>
          <w:sz w:val="18"/>
          <w:szCs w:val="18"/>
        </w:rPr>
      </w:pPr>
    </w:p>
    <w:p w14:paraId="04798555" w14:textId="77777777" w:rsidR="0070355E" w:rsidRDefault="0070355E" w:rsidP="0070355E">
      <w:pPr>
        <w:jc w:val="both"/>
        <w:rPr>
          <w:sz w:val="18"/>
          <w:szCs w:val="18"/>
        </w:rPr>
      </w:pPr>
    </w:p>
    <w:p w14:paraId="44FCBBBC" w14:textId="77777777" w:rsidR="0070355E" w:rsidRDefault="0070355E" w:rsidP="0070355E">
      <w:pPr>
        <w:jc w:val="both"/>
        <w:rPr>
          <w:sz w:val="18"/>
          <w:szCs w:val="18"/>
        </w:rPr>
      </w:pPr>
    </w:p>
    <w:p w14:paraId="2EBAFB6E" w14:textId="77777777" w:rsidR="0070355E" w:rsidRDefault="0070355E" w:rsidP="0070355E">
      <w:pPr>
        <w:jc w:val="both"/>
        <w:rPr>
          <w:sz w:val="18"/>
          <w:szCs w:val="18"/>
        </w:rPr>
      </w:pPr>
    </w:p>
    <w:p w14:paraId="564C8686" w14:textId="77777777" w:rsidR="0070355E" w:rsidRDefault="0070355E" w:rsidP="0070355E">
      <w:pPr>
        <w:jc w:val="both"/>
        <w:rPr>
          <w:sz w:val="18"/>
          <w:szCs w:val="18"/>
        </w:rPr>
      </w:pPr>
    </w:p>
    <w:p w14:paraId="50D19B2B" w14:textId="77777777" w:rsidR="0070355E" w:rsidRDefault="0070355E" w:rsidP="0070355E">
      <w:pPr>
        <w:jc w:val="both"/>
        <w:rPr>
          <w:sz w:val="18"/>
          <w:szCs w:val="18"/>
        </w:rPr>
      </w:pPr>
    </w:p>
    <w:p w14:paraId="143AAE52" w14:textId="77777777" w:rsidR="0070355E" w:rsidRDefault="0070355E" w:rsidP="0070355E">
      <w:pPr>
        <w:jc w:val="both"/>
        <w:rPr>
          <w:sz w:val="18"/>
          <w:szCs w:val="18"/>
        </w:rPr>
      </w:pPr>
    </w:p>
    <w:p w14:paraId="2A3E3045" w14:textId="77777777" w:rsidR="0070355E" w:rsidRDefault="0070355E" w:rsidP="0070355E">
      <w:pPr>
        <w:jc w:val="both"/>
        <w:rPr>
          <w:sz w:val="18"/>
          <w:szCs w:val="18"/>
        </w:rPr>
      </w:pPr>
    </w:p>
    <w:p w14:paraId="2ECE8E8D" w14:textId="77777777" w:rsidR="0070355E" w:rsidRDefault="0070355E" w:rsidP="0070355E">
      <w:pPr>
        <w:jc w:val="both"/>
        <w:rPr>
          <w:sz w:val="18"/>
          <w:szCs w:val="18"/>
        </w:rPr>
      </w:pPr>
    </w:p>
    <w:p w14:paraId="453F75A3" w14:textId="77777777" w:rsidR="0070355E" w:rsidRDefault="0070355E" w:rsidP="0070355E">
      <w:pPr>
        <w:jc w:val="both"/>
        <w:rPr>
          <w:sz w:val="18"/>
          <w:szCs w:val="18"/>
        </w:rPr>
      </w:pPr>
    </w:p>
    <w:p w14:paraId="2E90D3D2" w14:textId="77777777" w:rsidR="0070355E" w:rsidRDefault="0070355E" w:rsidP="0070355E">
      <w:pPr>
        <w:jc w:val="both"/>
        <w:rPr>
          <w:sz w:val="18"/>
          <w:szCs w:val="18"/>
        </w:rPr>
      </w:pPr>
      <w:r>
        <w:rPr>
          <w:sz w:val="18"/>
          <w:szCs w:val="18"/>
        </w:rPr>
        <w:t>___________________________________________________________________________________________________________</w:t>
      </w:r>
    </w:p>
    <w:p w14:paraId="051ADE75" w14:textId="77777777" w:rsidR="0070355E" w:rsidRDefault="0070355E" w:rsidP="0070355E">
      <w:pPr>
        <w:jc w:val="both"/>
      </w:pPr>
      <w:r>
        <w:rPr>
          <w:sz w:val="18"/>
          <w:szCs w:val="18"/>
        </w:rPr>
        <w:t xml:space="preserve">* </w:t>
      </w:r>
      <w:r>
        <w:t>šeima, kuri augina ir (ar) globoja 3 ir daugiau vaikų iki 18 metų amžiaus ir vyresnius, jei jie mokosi pagal bendrojo ugdymo programą (įskaitant ir profesinio mokymo besimokančius pagal bendrojo ugdymo programą ir pagal bendrojo ugdymo programą kartu su profesinio mokymo programa), bet ne ilgiau, iki jiems sukaks 21 metai.</w:t>
      </w:r>
    </w:p>
    <w:p w14:paraId="72D4E6B3" w14:textId="77777777" w:rsidR="0070355E" w:rsidRPr="00956646" w:rsidRDefault="0070355E" w:rsidP="0070355E">
      <w:pPr>
        <w:tabs>
          <w:tab w:val="center" w:pos="4819"/>
          <w:tab w:val="right" w:pos="9638"/>
        </w:tabs>
        <w:rPr>
          <w:sz w:val="22"/>
          <w:szCs w:val="22"/>
        </w:rPr>
      </w:pPr>
    </w:p>
    <w:p w14:paraId="6CA343B5" w14:textId="77777777" w:rsidR="0070355E" w:rsidRDefault="0070355E" w:rsidP="0070355E">
      <w:pPr>
        <w:ind w:left="4962"/>
        <w:sectPr w:rsidR="0070355E">
          <w:pgSz w:w="11906" w:h="16838"/>
          <w:pgMar w:top="1134" w:right="567" w:bottom="851" w:left="1701" w:header="567" w:footer="567" w:gutter="0"/>
          <w:pgNumType w:start="1"/>
          <w:cols w:space="1296"/>
          <w:titlePg/>
          <w:docGrid w:linePitch="360"/>
        </w:sectPr>
      </w:pPr>
    </w:p>
    <w:p w14:paraId="5BCB139F" w14:textId="69F7857F" w:rsidR="0070355E" w:rsidRDefault="0070355E" w:rsidP="0070355E">
      <w:pPr>
        <w:ind w:left="4962"/>
        <w:rPr>
          <w:bCs/>
        </w:rPr>
      </w:pPr>
      <w:r>
        <w:rPr>
          <w:bCs/>
        </w:rPr>
        <w:lastRenderedPageBreak/>
        <w:t>Individualių</w:t>
      </w:r>
      <w:r w:rsidR="007121DE">
        <w:rPr>
          <w:bCs/>
        </w:rPr>
        <w:t xml:space="preserve"> </w:t>
      </w:r>
      <w:r w:rsidR="007121DE">
        <w:t>buitinių</w:t>
      </w:r>
      <w:r>
        <w:rPr>
          <w:bCs/>
        </w:rPr>
        <w:t xml:space="preserve"> nuotekų valymo įrenginių  įsigijimo ir įrengimo dalinio kompensavimo tvarkos aprašo </w:t>
      </w:r>
    </w:p>
    <w:p w14:paraId="18BCAF94" w14:textId="77777777" w:rsidR="0070355E" w:rsidRDefault="0070355E" w:rsidP="0070355E">
      <w:pPr>
        <w:ind w:left="4962"/>
        <w:rPr>
          <w:lang w:eastAsia="ru-RU"/>
        </w:rPr>
      </w:pPr>
      <w:r>
        <w:rPr>
          <w:lang w:eastAsia="ru-RU"/>
        </w:rPr>
        <w:t>2 priedas</w:t>
      </w:r>
    </w:p>
    <w:p w14:paraId="19A87B10" w14:textId="77777777" w:rsidR="0070355E" w:rsidRDefault="0070355E" w:rsidP="0070355E">
      <w:pPr>
        <w:ind w:left="4962"/>
        <w:rPr>
          <w:lang w:eastAsia="ru-RU"/>
        </w:rPr>
      </w:pPr>
    </w:p>
    <w:p w14:paraId="6F85D46D" w14:textId="769F0BA2" w:rsidR="0070355E" w:rsidRDefault="0070355E" w:rsidP="0070355E">
      <w:pPr>
        <w:jc w:val="center"/>
        <w:rPr>
          <w:b/>
          <w:bCs/>
          <w:lang w:eastAsia="ru-RU"/>
        </w:rPr>
      </w:pPr>
      <w:r>
        <w:rPr>
          <w:b/>
          <w:bCs/>
          <w:lang w:eastAsia="ru-RU"/>
        </w:rPr>
        <w:t xml:space="preserve">(Prašymo forma </w:t>
      </w:r>
      <w:r w:rsidR="00B74B63">
        <w:rPr>
          <w:b/>
          <w:bCs/>
          <w:lang w:eastAsia="ru-RU"/>
        </w:rPr>
        <w:t>Plungės</w:t>
      </w:r>
      <w:r>
        <w:rPr>
          <w:b/>
          <w:bCs/>
          <w:lang w:eastAsia="ru-RU"/>
        </w:rPr>
        <w:t xml:space="preserve"> rajono daugiabučių gyvenamųjų namų bendrojo naudojimo objektų valdytojams)</w:t>
      </w:r>
    </w:p>
    <w:p w14:paraId="7C333B9A" w14:textId="77777777" w:rsidR="0070355E" w:rsidRDefault="0070355E" w:rsidP="0070355E">
      <w:pPr>
        <w:jc w:val="center"/>
        <w:rPr>
          <w:lang w:eastAsia="ru-RU"/>
        </w:rPr>
      </w:pPr>
    </w:p>
    <w:p w14:paraId="54827343" w14:textId="77777777" w:rsidR="0070355E" w:rsidRDefault="0070355E" w:rsidP="0070355E">
      <w:pPr>
        <w:jc w:val="both"/>
        <w:rPr>
          <w:bCs/>
        </w:rPr>
      </w:pPr>
      <w:r>
        <w:rPr>
          <w:bCs/>
        </w:rPr>
        <w:t>________________________________________________________________________________</w:t>
      </w:r>
    </w:p>
    <w:p w14:paraId="2B8CB5F8" w14:textId="77777777" w:rsidR="0070355E" w:rsidRDefault="0070355E" w:rsidP="0070355E">
      <w:pPr>
        <w:jc w:val="both"/>
        <w:rPr>
          <w:bCs/>
        </w:rPr>
      </w:pPr>
    </w:p>
    <w:p w14:paraId="502DC2C2" w14:textId="77777777" w:rsidR="0070355E" w:rsidRDefault="0070355E" w:rsidP="0070355E">
      <w:pPr>
        <w:jc w:val="both"/>
        <w:rPr>
          <w:bCs/>
        </w:rPr>
      </w:pPr>
      <w:r>
        <w:rPr>
          <w:bCs/>
        </w:rPr>
        <w:t>________________________________________________________________________________</w:t>
      </w:r>
    </w:p>
    <w:p w14:paraId="06957A40" w14:textId="4E8E40CF" w:rsidR="0070355E" w:rsidRDefault="0070355E" w:rsidP="0070355E">
      <w:pPr>
        <w:jc w:val="center"/>
        <w:rPr>
          <w:bCs/>
          <w:i/>
          <w:sz w:val="20"/>
        </w:rPr>
      </w:pPr>
      <w:r>
        <w:rPr>
          <w:bCs/>
          <w:i/>
          <w:sz w:val="20"/>
        </w:rPr>
        <w:t>(</w:t>
      </w:r>
      <w:r w:rsidR="00CF623E">
        <w:rPr>
          <w:bCs/>
          <w:i/>
          <w:sz w:val="20"/>
        </w:rPr>
        <w:t>d</w:t>
      </w:r>
      <w:r>
        <w:rPr>
          <w:bCs/>
          <w:i/>
          <w:sz w:val="20"/>
        </w:rPr>
        <w:t>augiabučių gyvenamųjų namų bendrojo naudojimo objektų valdytojas  (vardas, pavardė; juridinio asmens pavadinimas; juridinio asmens kodas; adresas; telefono Nr.))</w:t>
      </w:r>
    </w:p>
    <w:p w14:paraId="2F7FA0B3" w14:textId="77777777" w:rsidR="0070355E" w:rsidRDefault="0070355E" w:rsidP="0070355E">
      <w:pPr>
        <w:ind w:left="3741" w:firstLine="1247"/>
        <w:jc w:val="both"/>
        <w:rPr>
          <w:bCs/>
        </w:rPr>
      </w:pPr>
    </w:p>
    <w:p w14:paraId="4E44B663" w14:textId="77777777" w:rsidR="0070355E" w:rsidRDefault="0070355E" w:rsidP="0070355E">
      <w:pPr>
        <w:jc w:val="center"/>
        <w:rPr>
          <w:b/>
        </w:rPr>
      </w:pPr>
    </w:p>
    <w:p w14:paraId="3D15D91E" w14:textId="77777777" w:rsidR="0070355E" w:rsidRDefault="0070355E" w:rsidP="0070355E">
      <w:pPr>
        <w:jc w:val="center"/>
        <w:rPr>
          <w:bCs/>
        </w:rPr>
      </w:pPr>
      <w:r>
        <w:rPr>
          <w:b/>
        </w:rPr>
        <w:t>PRAŠYMAS</w:t>
      </w:r>
    </w:p>
    <w:p w14:paraId="0A3735FC" w14:textId="1EE0BD3F" w:rsidR="0070355E" w:rsidRDefault="0070355E" w:rsidP="0070355E">
      <w:pPr>
        <w:jc w:val="center"/>
        <w:rPr>
          <w:b/>
          <w:caps/>
        </w:rPr>
      </w:pPr>
      <w:r>
        <w:rPr>
          <w:b/>
          <w:bCs/>
          <w:caps/>
        </w:rPr>
        <w:t xml:space="preserve">DĖL individualiŲ </w:t>
      </w:r>
      <w:r w:rsidR="007121DE">
        <w:rPr>
          <w:b/>
          <w:bCs/>
          <w:caps/>
        </w:rPr>
        <w:t xml:space="preserve">BUITINIŲ </w:t>
      </w:r>
      <w:r>
        <w:rPr>
          <w:b/>
          <w:bCs/>
          <w:caps/>
        </w:rPr>
        <w:t xml:space="preserve">nuotekų valymo įrenginiŲ įsigijimo ir įrengimo DALINIO kompensavimo </w:t>
      </w:r>
    </w:p>
    <w:p w14:paraId="031EAF1C" w14:textId="77777777" w:rsidR="0070355E" w:rsidRDefault="0070355E" w:rsidP="0070355E">
      <w:pPr>
        <w:rPr>
          <w:sz w:val="10"/>
          <w:szCs w:val="10"/>
        </w:rPr>
      </w:pPr>
    </w:p>
    <w:p w14:paraId="4B307F3E" w14:textId="77777777" w:rsidR="0070355E" w:rsidRDefault="0070355E" w:rsidP="0070355E">
      <w:pPr>
        <w:widowControl w:val="0"/>
        <w:tabs>
          <w:tab w:val="left" w:pos="567"/>
        </w:tabs>
        <w:suppressAutoHyphens/>
        <w:jc w:val="center"/>
        <w:rPr>
          <w:spacing w:val="-2"/>
        </w:rPr>
      </w:pPr>
      <w:r>
        <w:rPr>
          <w:spacing w:val="-2"/>
        </w:rPr>
        <w:t>_____________</w:t>
      </w:r>
    </w:p>
    <w:p w14:paraId="1E8E3E9A" w14:textId="77777777" w:rsidR="0070355E" w:rsidRDefault="0070355E" w:rsidP="0070355E">
      <w:pPr>
        <w:widowControl w:val="0"/>
        <w:tabs>
          <w:tab w:val="left" w:pos="567"/>
        </w:tabs>
        <w:suppressAutoHyphens/>
        <w:jc w:val="center"/>
        <w:rPr>
          <w:i/>
          <w:iCs/>
          <w:spacing w:val="-2"/>
          <w:sz w:val="20"/>
        </w:rPr>
      </w:pPr>
      <w:r>
        <w:rPr>
          <w:i/>
          <w:iCs/>
          <w:spacing w:val="-2"/>
          <w:sz w:val="20"/>
        </w:rPr>
        <w:t>(pateikimo data)</w:t>
      </w:r>
    </w:p>
    <w:p w14:paraId="52045297" w14:textId="77777777" w:rsidR="0070355E" w:rsidRDefault="0070355E" w:rsidP="0070355E">
      <w:pPr>
        <w:rPr>
          <w:rFonts w:eastAsia="Calibri"/>
          <w:szCs w:val="22"/>
        </w:rPr>
      </w:pPr>
    </w:p>
    <w:p w14:paraId="0AE150FC" w14:textId="77777777" w:rsidR="0070355E" w:rsidRDefault="0070355E" w:rsidP="0070355E">
      <w:pPr>
        <w:rPr>
          <w:rFonts w:eastAsia="Calibri"/>
          <w:szCs w:val="22"/>
        </w:rPr>
      </w:pPr>
    </w:p>
    <w:p w14:paraId="00EC9D21" w14:textId="77777777" w:rsidR="0070355E" w:rsidRDefault="0070355E" w:rsidP="0070355E">
      <w:pPr>
        <w:spacing w:line="360" w:lineRule="auto"/>
        <w:ind w:firstLine="720"/>
        <w:rPr>
          <w:rFonts w:eastAsia="Calibri"/>
          <w:szCs w:val="22"/>
        </w:rPr>
      </w:pPr>
      <w:r>
        <w:rPr>
          <w:rFonts w:eastAsia="Calibri"/>
          <w:szCs w:val="22"/>
        </w:rPr>
        <w:t>Mes, _____________________________________________________________________</w:t>
      </w:r>
    </w:p>
    <w:p w14:paraId="1054BCB4" w14:textId="77777777" w:rsidR="0070355E" w:rsidRDefault="0070355E" w:rsidP="0070355E">
      <w:pPr>
        <w:rPr>
          <w:rFonts w:eastAsia="Calibri"/>
          <w:szCs w:val="22"/>
        </w:rPr>
      </w:pPr>
      <w:r>
        <w:rPr>
          <w:rFonts w:eastAsia="Calibri"/>
          <w:szCs w:val="22"/>
        </w:rPr>
        <w:t>_______________________________________________________________________________,</w:t>
      </w:r>
    </w:p>
    <w:p w14:paraId="1DD80455" w14:textId="425921E3" w:rsidR="0070355E" w:rsidRDefault="0070355E" w:rsidP="0070355E">
      <w:pPr>
        <w:ind w:firstLine="1092"/>
        <w:rPr>
          <w:rFonts w:eastAsia="Calibri"/>
          <w:i/>
          <w:vertAlign w:val="superscript"/>
        </w:rPr>
      </w:pPr>
      <w:r>
        <w:rPr>
          <w:rFonts w:eastAsia="Calibri"/>
          <w:i/>
          <w:vertAlign w:val="superscript"/>
        </w:rPr>
        <w:t>(</w:t>
      </w:r>
      <w:r w:rsidR="00CF623E">
        <w:rPr>
          <w:rFonts w:eastAsia="Calibri"/>
          <w:i/>
          <w:vertAlign w:val="superscript"/>
        </w:rPr>
        <w:t>d</w:t>
      </w:r>
      <w:r>
        <w:rPr>
          <w:rFonts w:eastAsia="Calibri"/>
          <w:i/>
          <w:vertAlign w:val="superscript"/>
        </w:rPr>
        <w:t>augiabučių gyvenamųjų namų bendrojo naudojimo objektų valdytojo pavadinimas; atstovo pareigos, vardas, pavardė)</w:t>
      </w:r>
    </w:p>
    <w:p w14:paraId="032B060A" w14:textId="77777777" w:rsidR="0070355E" w:rsidRDefault="0070355E" w:rsidP="0070355E">
      <w:pPr>
        <w:spacing w:line="360" w:lineRule="auto"/>
        <w:rPr>
          <w:rFonts w:eastAsia="Calibri"/>
          <w:szCs w:val="22"/>
        </w:rPr>
      </w:pPr>
      <w:r>
        <w:rPr>
          <w:rFonts w:eastAsia="Calibri"/>
          <w:szCs w:val="22"/>
        </w:rPr>
        <w:t>20___metais daugiabučiam gyvenamajam namui, adresu __________________________________</w:t>
      </w:r>
    </w:p>
    <w:p w14:paraId="6DEAB386" w14:textId="12AE9EE2" w:rsidR="0070355E" w:rsidRDefault="0070355E" w:rsidP="00070A0E">
      <w:pPr>
        <w:spacing w:line="360" w:lineRule="auto"/>
        <w:jc w:val="both"/>
        <w:rPr>
          <w:rFonts w:eastAsia="Calibri"/>
          <w:bCs/>
          <w:szCs w:val="22"/>
        </w:rPr>
      </w:pPr>
      <w:r>
        <w:rPr>
          <w:rFonts w:eastAsia="Calibri"/>
          <w:szCs w:val="22"/>
        </w:rPr>
        <w:t xml:space="preserve">_________________________________________________________________________________________________________________________________________ įrengėme </w:t>
      </w:r>
      <w:r>
        <w:rPr>
          <w:rFonts w:eastAsia="Calibri"/>
          <w:bCs/>
          <w:szCs w:val="22"/>
        </w:rPr>
        <w:t>buitinių nuotekų valymo įrenginį.</w:t>
      </w:r>
    </w:p>
    <w:p w14:paraId="5FF5FAB0" w14:textId="77777777" w:rsidR="0070355E" w:rsidRDefault="0070355E" w:rsidP="0070355E">
      <w:pPr>
        <w:jc w:val="both"/>
        <w:rPr>
          <w:rFonts w:eastAsia="Calibri"/>
          <w:szCs w:val="22"/>
        </w:rPr>
      </w:pPr>
    </w:p>
    <w:p w14:paraId="7A9F1810" w14:textId="77777777" w:rsidR="0070355E" w:rsidRDefault="0070355E" w:rsidP="0070355E">
      <w:pPr>
        <w:spacing w:line="360" w:lineRule="auto"/>
        <w:jc w:val="both"/>
        <w:rPr>
          <w:rFonts w:eastAsia="Calibri"/>
          <w:szCs w:val="22"/>
        </w:rPr>
      </w:pPr>
      <w:r>
        <w:rPr>
          <w:rFonts w:eastAsia="Calibri"/>
          <w:szCs w:val="22"/>
        </w:rPr>
        <w:t>Taip pat informuojame, kad daugiabučiame name, kuriame yra ____ butai, gyvena _____ deklaruotų gyventojų.</w:t>
      </w:r>
    </w:p>
    <w:p w14:paraId="446B0DC1" w14:textId="77777777" w:rsidR="0070355E" w:rsidRDefault="0070355E" w:rsidP="0070355E">
      <w:pPr>
        <w:ind w:hanging="29822"/>
        <w:jc w:val="both"/>
        <w:rPr>
          <w:rFonts w:eastAsia="Calibri"/>
          <w:szCs w:val="22"/>
        </w:rPr>
      </w:pPr>
      <w:r>
        <w:rPr>
          <w:rFonts w:eastAsia="Calibri"/>
          <w:szCs w:val="22"/>
        </w:rPr>
        <w:t xml:space="preserve">Informaciją apie </w:t>
      </w:r>
      <w:r>
        <w:rPr>
          <w:lang w:eastAsia="ru-RU"/>
        </w:rPr>
        <w:t>numatytas skirti (neskirti) lėšas ir sudarytą eilę pateikti el. pašto adresu:</w:t>
      </w:r>
    </w:p>
    <w:p w14:paraId="59FB8D56" w14:textId="77777777" w:rsidR="0070355E" w:rsidRDefault="0070355E" w:rsidP="0070355E">
      <w:pPr>
        <w:spacing w:line="276" w:lineRule="auto"/>
        <w:ind w:firstLine="720"/>
        <w:jc w:val="both"/>
        <w:rPr>
          <w:rFonts w:eastAsia="Calibri"/>
          <w:szCs w:val="22"/>
        </w:rPr>
      </w:pPr>
      <w:r>
        <w:rPr>
          <w:rFonts w:eastAsia="Calibri"/>
          <w:szCs w:val="22"/>
        </w:rPr>
        <w:t>Prašome nustatyta tvarka dalinai kompensuoti patirtas išlaidas ir pervesti skirtas lėšas į     _______________banko atsiskaitomąją sąskaitą Nr. ______________________________________.</w:t>
      </w:r>
    </w:p>
    <w:p w14:paraId="226A0F7C" w14:textId="77777777" w:rsidR="0070355E" w:rsidRDefault="0070355E" w:rsidP="0070355E">
      <w:pPr>
        <w:spacing w:line="276" w:lineRule="auto"/>
        <w:ind w:firstLine="720"/>
        <w:jc w:val="both"/>
        <w:rPr>
          <w:rFonts w:eastAsia="Calibri"/>
          <w:szCs w:val="22"/>
        </w:rPr>
      </w:pPr>
      <w:r>
        <w:rPr>
          <w:rFonts w:eastAsia="Calibri"/>
          <w:szCs w:val="22"/>
        </w:rPr>
        <w:t xml:space="preserve">Informuojame, kad </w:t>
      </w:r>
      <w:r>
        <w:rPr>
          <w:rFonts w:eastAsia="Calibri"/>
          <w:bCs/>
        </w:rPr>
        <w:t>prašyme pateikta informacija ir dokumentai (jų kopijos) yra teisingi ir atitinkantys Lietuvos Respublikos įstatymų ir kitų teisės aktų reikalavimus.</w:t>
      </w:r>
    </w:p>
    <w:p w14:paraId="59E0C975" w14:textId="77777777" w:rsidR="0070355E" w:rsidRDefault="0070355E" w:rsidP="0070355E">
      <w:pPr>
        <w:spacing w:line="276" w:lineRule="auto"/>
        <w:jc w:val="both"/>
      </w:pPr>
    </w:p>
    <w:p w14:paraId="1F9D7D4D" w14:textId="77777777" w:rsidR="0070355E" w:rsidRDefault="0070355E" w:rsidP="0070355E">
      <w:pPr>
        <w:spacing w:line="276" w:lineRule="auto"/>
        <w:jc w:val="both"/>
        <w:rPr>
          <w:u w:val="single"/>
        </w:rPr>
      </w:pPr>
      <w:r>
        <w:rPr>
          <w:b/>
        </w:rPr>
        <w:t>Pateikiu šiuos dokumentus:</w:t>
      </w:r>
    </w:p>
    <w:p w14:paraId="77DCA6BF" w14:textId="7075CF63" w:rsidR="0070355E" w:rsidRDefault="0070355E" w:rsidP="0070355E">
      <w:pPr>
        <w:tabs>
          <w:tab w:val="left" w:pos="1418"/>
        </w:tabs>
        <w:spacing w:line="276" w:lineRule="auto"/>
        <w:ind w:firstLine="567"/>
        <w:jc w:val="both"/>
      </w:pPr>
      <w:r>
        <w:t xml:space="preserve">1. </w:t>
      </w:r>
      <w:r w:rsidR="00CF623E">
        <w:t>S</w:t>
      </w:r>
      <w:r>
        <w:t xml:space="preserve">tatybą leidžiančio dokumento </w:t>
      </w:r>
      <w:r>
        <w:rPr>
          <w:lang w:eastAsia="ru-RU"/>
        </w:rPr>
        <w:t>Nr.__________________________________ kopija, ___ l.</w:t>
      </w:r>
    </w:p>
    <w:p w14:paraId="66F5DAEE" w14:textId="4CBC8E93" w:rsidR="0070355E" w:rsidRDefault="0070355E" w:rsidP="0070355E">
      <w:pPr>
        <w:tabs>
          <w:tab w:val="left" w:pos="1418"/>
        </w:tabs>
        <w:spacing w:line="276" w:lineRule="auto"/>
        <w:ind w:firstLine="567"/>
        <w:jc w:val="both"/>
      </w:pPr>
      <w:r>
        <w:t xml:space="preserve">2. </w:t>
      </w:r>
      <w:r w:rsidR="00CF623E">
        <w:rPr>
          <w:lang w:eastAsia="ru-RU"/>
        </w:rPr>
        <w:t>O</w:t>
      </w:r>
      <w:r>
        <w:rPr>
          <w:lang w:eastAsia="ru-RU"/>
        </w:rPr>
        <w:t>bjekto perdavimo naudoti akto kopij</w:t>
      </w:r>
      <w:r w:rsidR="00CF623E">
        <w:rPr>
          <w:lang w:eastAsia="ru-RU"/>
        </w:rPr>
        <w:t>a</w:t>
      </w:r>
      <w:r>
        <w:rPr>
          <w:lang w:eastAsia="ru-RU"/>
        </w:rPr>
        <w:t xml:space="preserve">  ____ l.</w:t>
      </w:r>
    </w:p>
    <w:p w14:paraId="00DCCBE2" w14:textId="77777777" w:rsidR="0070355E" w:rsidRDefault="0070355E" w:rsidP="0070355E">
      <w:pPr>
        <w:tabs>
          <w:tab w:val="left" w:pos="1418"/>
        </w:tabs>
        <w:spacing w:line="276" w:lineRule="auto"/>
        <w:ind w:firstLine="567"/>
        <w:jc w:val="both"/>
      </w:pPr>
      <w:r>
        <w:t xml:space="preserve">3. </w:t>
      </w:r>
      <w:r>
        <w:rPr>
          <w:lang w:eastAsia="ru-RU"/>
        </w:rPr>
        <w:t xml:space="preserve">Išlaidas pagrindžiančios sąskaitos faktūros (medžiagų, įrenginių įsigijimo, statybos darbų atlikimo ir kt.) Nr. _________________________________________________________________ </w:t>
      </w:r>
    </w:p>
    <w:p w14:paraId="31865466" w14:textId="77777777" w:rsidR="0070355E" w:rsidRDefault="0070355E" w:rsidP="0070355E">
      <w:pPr>
        <w:tabs>
          <w:tab w:val="left" w:pos="1418"/>
        </w:tabs>
        <w:spacing w:line="276" w:lineRule="auto"/>
        <w:jc w:val="both"/>
      </w:pPr>
      <w:r>
        <w:t>________________________________________________________________________________</w:t>
      </w:r>
    </w:p>
    <w:p w14:paraId="0960A8D9" w14:textId="77777777" w:rsidR="0070355E" w:rsidRDefault="0070355E" w:rsidP="0070355E">
      <w:pPr>
        <w:tabs>
          <w:tab w:val="left" w:pos="1418"/>
        </w:tabs>
        <w:spacing w:line="276" w:lineRule="auto"/>
        <w:jc w:val="both"/>
      </w:pPr>
      <w:r>
        <w:t xml:space="preserve">________________________________________________________________________________ </w:t>
      </w:r>
    </w:p>
    <w:p w14:paraId="5C3A3900" w14:textId="77777777" w:rsidR="0070355E" w:rsidRDefault="0070355E" w:rsidP="0070355E">
      <w:pPr>
        <w:tabs>
          <w:tab w:val="left" w:pos="1418"/>
        </w:tabs>
        <w:spacing w:line="276" w:lineRule="auto"/>
        <w:jc w:val="both"/>
      </w:pPr>
      <w:r>
        <w:t xml:space="preserve">________________________________________________________________________________ </w:t>
      </w:r>
    </w:p>
    <w:p w14:paraId="40A9A4FB" w14:textId="77777777" w:rsidR="0070355E" w:rsidRDefault="0070355E" w:rsidP="0070355E">
      <w:pPr>
        <w:tabs>
          <w:tab w:val="left" w:pos="1418"/>
        </w:tabs>
        <w:spacing w:line="276" w:lineRule="auto"/>
        <w:jc w:val="both"/>
      </w:pPr>
      <w:r>
        <w:lastRenderedPageBreak/>
        <w:t>________________________________________________________________________________</w:t>
      </w:r>
    </w:p>
    <w:p w14:paraId="472B0999" w14:textId="77777777" w:rsidR="0070355E" w:rsidRDefault="0070355E" w:rsidP="0070355E">
      <w:pPr>
        <w:tabs>
          <w:tab w:val="left" w:pos="1418"/>
        </w:tabs>
        <w:spacing w:line="276" w:lineRule="auto"/>
      </w:pPr>
      <w:r>
        <w:t xml:space="preserve">________________________________________________________________________________ </w:t>
      </w:r>
    </w:p>
    <w:p w14:paraId="591C194F" w14:textId="77777777" w:rsidR="0070355E" w:rsidRDefault="0070355E" w:rsidP="0070355E">
      <w:pPr>
        <w:tabs>
          <w:tab w:val="left" w:pos="1418"/>
        </w:tabs>
        <w:spacing w:line="276" w:lineRule="auto"/>
      </w:pPr>
      <w:r>
        <w:t>________________________________________________________________________________</w:t>
      </w:r>
    </w:p>
    <w:p w14:paraId="2603C6AA" w14:textId="77777777" w:rsidR="0070355E" w:rsidRDefault="0070355E" w:rsidP="0070355E">
      <w:pPr>
        <w:tabs>
          <w:tab w:val="left" w:pos="1418"/>
        </w:tabs>
        <w:spacing w:line="276" w:lineRule="auto"/>
        <w:jc w:val="both"/>
      </w:pPr>
      <w:r>
        <w:t xml:space="preserve">________________________________________________________________________________ </w:t>
      </w:r>
    </w:p>
    <w:p w14:paraId="79E92EDD" w14:textId="77777777" w:rsidR="0070355E" w:rsidRDefault="0070355E" w:rsidP="0070355E">
      <w:pPr>
        <w:tabs>
          <w:tab w:val="left" w:pos="1418"/>
        </w:tabs>
        <w:spacing w:line="276" w:lineRule="auto"/>
        <w:jc w:val="both"/>
      </w:pPr>
      <w:r>
        <w:t xml:space="preserve">________________________________________________________________________________ </w:t>
      </w:r>
    </w:p>
    <w:p w14:paraId="01B7BC97" w14:textId="77777777" w:rsidR="0070355E" w:rsidRDefault="0070355E" w:rsidP="0070355E">
      <w:pPr>
        <w:tabs>
          <w:tab w:val="left" w:pos="1418"/>
        </w:tabs>
        <w:spacing w:line="276"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CA9A57" w14:textId="77777777" w:rsidR="0070355E" w:rsidRDefault="0070355E" w:rsidP="0070355E">
      <w:pPr>
        <w:tabs>
          <w:tab w:val="left" w:pos="1418"/>
        </w:tabs>
        <w:spacing w:line="276" w:lineRule="auto"/>
        <w:ind w:firstLine="567"/>
        <w:jc w:val="both"/>
      </w:pPr>
      <w:r>
        <w:t>4. Kiti dokumentai 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78FB8E5" w14:textId="77777777" w:rsidR="0070355E" w:rsidRDefault="0070355E" w:rsidP="0070355E">
      <w:pPr>
        <w:tabs>
          <w:tab w:val="left" w:pos="1418"/>
        </w:tabs>
        <w:jc w:val="both"/>
      </w:pPr>
    </w:p>
    <w:p w14:paraId="5FB5305B" w14:textId="77777777" w:rsidR="0070355E" w:rsidRDefault="0070355E" w:rsidP="0070355E">
      <w:pPr>
        <w:jc w:val="both"/>
      </w:pPr>
    </w:p>
    <w:p w14:paraId="450CF3F1" w14:textId="57F6FD2F" w:rsidR="0070355E" w:rsidRDefault="0070355E" w:rsidP="0070355E">
      <w:pPr>
        <w:jc w:val="both"/>
      </w:pPr>
      <w:r>
        <w:t>Pareiškėjas</w:t>
      </w:r>
      <w:r>
        <w:tab/>
        <w:t xml:space="preserve">                      </w:t>
      </w:r>
      <w:r w:rsidR="00CF623E">
        <w:t xml:space="preserve">                                                                                      </w:t>
      </w:r>
      <w:r>
        <w:t xml:space="preserve"> _____________</w:t>
      </w:r>
      <w:r>
        <w:tab/>
        <w:t xml:space="preserve">   ____________________________________ </w:t>
      </w:r>
    </w:p>
    <w:p w14:paraId="1CF73913" w14:textId="78B683D4" w:rsidR="0070355E" w:rsidRDefault="0070355E" w:rsidP="0070355E">
      <w:pPr>
        <w:ind w:firstLine="3360"/>
        <w:jc w:val="both"/>
        <w:rPr>
          <w:i/>
          <w:iCs/>
          <w:sz w:val="18"/>
          <w:szCs w:val="18"/>
        </w:rPr>
      </w:pPr>
      <w:r>
        <w:rPr>
          <w:i/>
          <w:iCs/>
          <w:sz w:val="18"/>
          <w:szCs w:val="18"/>
        </w:rPr>
        <w:t>(parašas)</w:t>
      </w:r>
      <w:r>
        <w:rPr>
          <w:i/>
          <w:iCs/>
          <w:sz w:val="18"/>
          <w:szCs w:val="18"/>
        </w:rPr>
        <w:tab/>
      </w:r>
      <w:r>
        <w:rPr>
          <w:i/>
          <w:iCs/>
          <w:sz w:val="18"/>
          <w:szCs w:val="18"/>
        </w:rPr>
        <w:tab/>
        <w:t xml:space="preserve">                             (vardas, pavardė)</w:t>
      </w:r>
    </w:p>
    <w:p w14:paraId="53553D2E" w14:textId="77777777" w:rsidR="0070355E" w:rsidRDefault="0070355E" w:rsidP="0070355E">
      <w:pPr>
        <w:jc w:val="both"/>
        <w:rPr>
          <w:sz w:val="18"/>
          <w:szCs w:val="18"/>
        </w:rPr>
      </w:pPr>
    </w:p>
    <w:p w14:paraId="409FEE12" w14:textId="77777777" w:rsidR="0070355E" w:rsidRPr="00594FDA" w:rsidRDefault="0070355E" w:rsidP="000636B8">
      <w:pPr>
        <w:ind w:left="6399" w:firstLine="81"/>
        <w:jc w:val="both"/>
      </w:pPr>
    </w:p>
    <w:p w14:paraId="32A4FE1C" w14:textId="77777777" w:rsidR="00F31B8A" w:rsidRPr="00F31B8A" w:rsidRDefault="00F31B8A" w:rsidP="00F31B8A">
      <w:pPr>
        <w:rPr>
          <w:rFonts w:eastAsia="Calibri"/>
          <w:b/>
          <w:bCs/>
          <w:lang w:eastAsia="en-US"/>
        </w:rPr>
      </w:pPr>
    </w:p>
    <w:p w14:paraId="7EB54233" w14:textId="77777777" w:rsidR="00F31B8A" w:rsidRPr="00F31B8A" w:rsidRDefault="00F31B8A" w:rsidP="00F31B8A">
      <w:pPr>
        <w:rPr>
          <w:rFonts w:eastAsia="Calibri"/>
          <w:b/>
          <w:bCs/>
          <w:lang w:eastAsia="en-US"/>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680"/>
        <w:gridCol w:w="4347"/>
        <w:gridCol w:w="439"/>
      </w:tblGrid>
      <w:tr w:rsidR="00F31B8A" w:rsidRPr="00F31B8A" w14:paraId="07F05F2F" w14:textId="77777777" w:rsidTr="00415407">
        <w:trPr>
          <w:gridAfter w:val="1"/>
          <w:wAfter w:w="439" w:type="dxa"/>
        </w:trPr>
        <w:tc>
          <w:tcPr>
            <w:tcW w:w="4680" w:type="dxa"/>
          </w:tcPr>
          <w:p w14:paraId="0AB98A0E" w14:textId="77777777" w:rsidR="00F31B8A" w:rsidRPr="00F31B8A" w:rsidRDefault="00F31B8A" w:rsidP="00F31B8A">
            <w:pPr>
              <w:rPr>
                <w:rFonts w:eastAsia="Calibri"/>
                <w:lang w:eastAsia="en-US"/>
              </w:rPr>
            </w:pPr>
          </w:p>
          <w:p w14:paraId="0AF1E161" w14:textId="77777777" w:rsidR="00F31B8A" w:rsidRPr="00F31B8A" w:rsidRDefault="00F31B8A" w:rsidP="00F31B8A">
            <w:pPr>
              <w:rPr>
                <w:rFonts w:eastAsia="Calibri"/>
                <w:lang w:eastAsia="en-US"/>
              </w:rPr>
            </w:pPr>
          </w:p>
        </w:tc>
        <w:tc>
          <w:tcPr>
            <w:tcW w:w="4347" w:type="dxa"/>
          </w:tcPr>
          <w:p w14:paraId="7C5FF2BE" w14:textId="77777777" w:rsidR="00F31B8A" w:rsidRPr="00F31B8A" w:rsidRDefault="00F31B8A" w:rsidP="00F31B8A">
            <w:pPr>
              <w:rPr>
                <w:rFonts w:eastAsia="Calibri"/>
                <w:lang w:eastAsia="en-US"/>
              </w:rPr>
            </w:pPr>
          </w:p>
        </w:tc>
      </w:tr>
      <w:tr w:rsidR="00F31B8A" w:rsidRPr="00F31B8A" w14:paraId="085FFAAE" w14:textId="77777777" w:rsidTr="00415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90"/>
        </w:trPr>
        <w:tc>
          <w:tcPr>
            <w:tcW w:w="4680" w:type="dxa"/>
            <w:vAlign w:val="center"/>
          </w:tcPr>
          <w:p w14:paraId="2B8040CD" w14:textId="77777777" w:rsidR="00F31B8A" w:rsidRPr="00F31B8A" w:rsidRDefault="00F31B8A" w:rsidP="00F31B8A">
            <w:pPr>
              <w:rPr>
                <w:rFonts w:eastAsia="Calibri"/>
                <w:bCs/>
                <w:lang w:eastAsia="en-US"/>
              </w:rPr>
            </w:pPr>
          </w:p>
        </w:tc>
        <w:tc>
          <w:tcPr>
            <w:tcW w:w="4786" w:type="dxa"/>
            <w:gridSpan w:val="2"/>
          </w:tcPr>
          <w:p w14:paraId="7242D12F" w14:textId="77777777" w:rsidR="00F31B8A" w:rsidRPr="00F31B8A" w:rsidRDefault="00F31B8A" w:rsidP="00F31B8A">
            <w:pPr>
              <w:rPr>
                <w:rFonts w:eastAsia="Calibri"/>
                <w:lang w:eastAsia="en-US"/>
              </w:rPr>
            </w:pPr>
          </w:p>
        </w:tc>
      </w:tr>
    </w:tbl>
    <w:p w14:paraId="65208966" w14:textId="77777777" w:rsidR="00D670F7" w:rsidRDefault="00D670F7" w:rsidP="0057681F">
      <w:pPr>
        <w:rPr>
          <w:b/>
          <w:lang w:eastAsia="my-MM" w:bidi="my-MM"/>
        </w:rPr>
      </w:pPr>
    </w:p>
    <w:p w14:paraId="2C4403FE" w14:textId="77777777" w:rsidR="00D25CAC" w:rsidRDefault="00D25CAC" w:rsidP="0057681F">
      <w:pPr>
        <w:rPr>
          <w:b/>
          <w:lang w:eastAsia="my-MM" w:bidi="my-MM"/>
        </w:rPr>
      </w:pPr>
    </w:p>
    <w:p w14:paraId="4859FD5E" w14:textId="77777777" w:rsidR="00D25CAC" w:rsidRDefault="00D25CAC" w:rsidP="0057681F">
      <w:pPr>
        <w:rPr>
          <w:b/>
          <w:lang w:eastAsia="my-MM" w:bidi="my-MM"/>
        </w:rPr>
      </w:pPr>
    </w:p>
    <w:p w14:paraId="3F59CDAC" w14:textId="77777777" w:rsidR="00D25CAC" w:rsidRDefault="00D25CAC" w:rsidP="0057681F">
      <w:pPr>
        <w:rPr>
          <w:b/>
          <w:lang w:eastAsia="my-MM" w:bidi="my-MM"/>
        </w:rPr>
      </w:pPr>
    </w:p>
    <w:p w14:paraId="7334271B" w14:textId="77777777" w:rsidR="00D25CAC" w:rsidRDefault="00D25CAC" w:rsidP="0057681F">
      <w:pPr>
        <w:rPr>
          <w:b/>
          <w:lang w:eastAsia="my-MM" w:bidi="my-MM"/>
        </w:rPr>
      </w:pPr>
    </w:p>
    <w:p w14:paraId="32CD3F08" w14:textId="77777777" w:rsidR="00D25CAC" w:rsidRDefault="00D25CAC" w:rsidP="0057681F">
      <w:pPr>
        <w:rPr>
          <w:b/>
          <w:lang w:eastAsia="my-MM" w:bidi="my-MM"/>
        </w:rPr>
      </w:pPr>
    </w:p>
    <w:p w14:paraId="06F7D214" w14:textId="77777777" w:rsidR="00D25CAC" w:rsidRDefault="00D25CAC" w:rsidP="0057681F">
      <w:pPr>
        <w:rPr>
          <w:b/>
          <w:lang w:eastAsia="my-MM" w:bidi="my-MM"/>
        </w:rPr>
      </w:pPr>
    </w:p>
    <w:p w14:paraId="6C42F745" w14:textId="77777777" w:rsidR="00D25CAC" w:rsidRDefault="00D25CAC" w:rsidP="0057681F">
      <w:pPr>
        <w:rPr>
          <w:b/>
          <w:lang w:eastAsia="my-MM" w:bidi="my-MM"/>
        </w:rPr>
      </w:pPr>
    </w:p>
    <w:p w14:paraId="60150022" w14:textId="77777777" w:rsidR="00D25CAC" w:rsidRDefault="00D25CAC" w:rsidP="0057681F">
      <w:pPr>
        <w:rPr>
          <w:b/>
          <w:lang w:eastAsia="my-MM" w:bidi="my-MM"/>
        </w:rPr>
      </w:pPr>
    </w:p>
    <w:p w14:paraId="20B3121D" w14:textId="77777777" w:rsidR="00D25CAC" w:rsidRDefault="00D25CAC" w:rsidP="0057681F">
      <w:pPr>
        <w:rPr>
          <w:b/>
          <w:lang w:eastAsia="my-MM" w:bidi="my-MM"/>
        </w:rPr>
      </w:pPr>
    </w:p>
    <w:p w14:paraId="10CA9C62" w14:textId="77777777" w:rsidR="00D25CAC" w:rsidRDefault="00D25CAC" w:rsidP="0057681F">
      <w:pPr>
        <w:rPr>
          <w:b/>
          <w:lang w:eastAsia="my-MM" w:bidi="my-MM"/>
        </w:rPr>
      </w:pPr>
    </w:p>
    <w:p w14:paraId="47DE17C5" w14:textId="77777777" w:rsidR="00D25CAC" w:rsidRDefault="00D25CAC" w:rsidP="0057681F">
      <w:pPr>
        <w:rPr>
          <w:b/>
          <w:lang w:eastAsia="my-MM" w:bidi="my-MM"/>
        </w:rPr>
      </w:pPr>
    </w:p>
    <w:p w14:paraId="2E42B4F0" w14:textId="77777777" w:rsidR="00D25CAC" w:rsidRDefault="00D25CAC" w:rsidP="0057681F">
      <w:pPr>
        <w:rPr>
          <w:b/>
          <w:lang w:eastAsia="my-MM" w:bidi="my-MM"/>
        </w:rPr>
      </w:pPr>
    </w:p>
    <w:p w14:paraId="502422E5" w14:textId="77777777" w:rsidR="00D25CAC" w:rsidRDefault="00D25CAC" w:rsidP="0057681F">
      <w:pPr>
        <w:rPr>
          <w:b/>
          <w:lang w:eastAsia="my-MM" w:bidi="my-MM"/>
        </w:rPr>
      </w:pPr>
    </w:p>
    <w:p w14:paraId="155B7E84" w14:textId="77777777" w:rsidR="00D25CAC" w:rsidRDefault="00D25CAC" w:rsidP="0057681F">
      <w:pPr>
        <w:rPr>
          <w:b/>
          <w:lang w:eastAsia="my-MM" w:bidi="my-MM"/>
        </w:rPr>
      </w:pPr>
    </w:p>
    <w:p w14:paraId="721140D4" w14:textId="754B4FD4" w:rsidR="00D25CAC" w:rsidRDefault="00D25CAC" w:rsidP="0057681F">
      <w:pPr>
        <w:rPr>
          <w:b/>
          <w:lang w:eastAsia="my-MM" w:bidi="my-MM"/>
        </w:rPr>
      </w:pPr>
    </w:p>
    <w:sectPr w:rsidR="00D25CAC" w:rsidSect="00415407">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30646"/>
    <w:multiLevelType w:val="multilevel"/>
    <w:tmpl w:val="F892B092"/>
    <w:lvl w:ilvl="0">
      <w:start w:val="2"/>
      <w:numFmt w:val="decimal"/>
      <w:lvlText w:val="%1"/>
      <w:lvlJc w:val="left"/>
      <w:pPr>
        <w:ind w:left="360" w:hanging="360"/>
      </w:pPr>
      <w:rPr>
        <w:rFonts w:hint="default"/>
      </w:rPr>
    </w:lvl>
    <w:lvl w:ilvl="1">
      <w:start w:val="1"/>
      <w:numFmt w:val="decimal"/>
      <w:lvlText w:val="4.%2"/>
      <w:lvlJc w:val="left"/>
      <w:pPr>
        <w:ind w:left="1211" w:hanging="360"/>
      </w:pPr>
      <w:rPr>
        <w:rFonts w:hint="default"/>
      </w:rPr>
    </w:lvl>
    <w:lvl w:ilvl="2">
      <w:start w:val="2"/>
      <w:numFmt w:val="decimal"/>
      <w:lvlText w:val="4.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A48625B"/>
    <w:multiLevelType w:val="hybridMultilevel"/>
    <w:tmpl w:val="DF008D3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1CBE5176"/>
    <w:multiLevelType w:val="hybridMultilevel"/>
    <w:tmpl w:val="5A92111C"/>
    <w:lvl w:ilvl="0" w:tplc="B0EE0E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EBD0710"/>
    <w:multiLevelType w:val="multilevel"/>
    <w:tmpl w:val="41CC888C"/>
    <w:lvl w:ilvl="0">
      <w:start w:val="3"/>
      <w:numFmt w:val="decimal"/>
      <w:lvlText w:val="%1."/>
      <w:lvlJc w:val="left"/>
      <w:pPr>
        <w:ind w:left="540" w:hanging="540"/>
      </w:pPr>
      <w:rPr>
        <w:rFonts w:hint="default"/>
      </w:rPr>
    </w:lvl>
    <w:lvl w:ilvl="1">
      <w:start w:val="3"/>
      <w:numFmt w:val="decimal"/>
      <w:lvlText w:val="%1.%2."/>
      <w:lvlJc w:val="left"/>
      <w:pPr>
        <w:ind w:left="750" w:hanging="540"/>
      </w:pPr>
      <w:rPr>
        <w:rFonts w:hint="default"/>
      </w:rPr>
    </w:lvl>
    <w:lvl w:ilvl="2">
      <w:start w:val="6"/>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4">
    <w:nsid w:val="49D41E8F"/>
    <w:multiLevelType w:val="multilevel"/>
    <w:tmpl w:val="34004872"/>
    <w:lvl w:ilvl="0">
      <w:start w:val="4"/>
      <w:numFmt w:val="decimal"/>
      <w:lvlText w:val="%1."/>
      <w:lvlJc w:val="left"/>
      <w:pPr>
        <w:ind w:left="360" w:hanging="360"/>
      </w:pPr>
      <w:rPr>
        <w:rFonts w:hint="default"/>
      </w:rPr>
    </w:lvl>
    <w:lvl w:ilvl="1">
      <w:start w:val="3"/>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5">
    <w:nsid w:val="5CED2F76"/>
    <w:multiLevelType w:val="multilevel"/>
    <w:tmpl w:val="DF02064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6D0E017D"/>
    <w:multiLevelType w:val="multilevel"/>
    <w:tmpl w:val="FD4CFFF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ascii="Times New Roman" w:eastAsia="Calibri"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nsid w:val="76502D97"/>
    <w:multiLevelType w:val="multilevel"/>
    <w:tmpl w:val="46D6D29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7ED03BD7"/>
    <w:multiLevelType w:val="multilevel"/>
    <w:tmpl w:val="F4261466"/>
    <w:lvl w:ilvl="0">
      <w:start w:val="1"/>
      <w:numFmt w:val="decimal"/>
      <w:lvlText w:val="3.3.%1"/>
      <w:lvlJc w:val="left"/>
      <w:pPr>
        <w:ind w:left="1211" w:hanging="360"/>
      </w:pPr>
      <w:rPr>
        <w:rFonts w:hint="default"/>
        <w:color w:val="auto"/>
      </w:rPr>
    </w:lvl>
    <w:lvl w:ilvl="1">
      <w:start w:val="1"/>
      <w:numFmt w:val="decimal"/>
      <w:isLgl/>
      <w:lvlText w:val="%1.%2."/>
      <w:lvlJc w:val="left"/>
      <w:pPr>
        <w:ind w:left="1070" w:hanging="360"/>
      </w:pPr>
      <w:rPr>
        <w:rFonts w:hint="default"/>
      </w:rPr>
    </w:lvl>
    <w:lvl w:ilvl="2">
      <w:start w:val="1"/>
      <w:numFmt w:val="decimal"/>
      <w:lvlText w:val="3.3.%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num w:numId="1">
    <w:abstractNumId w:val="6"/>
  </w:num>
  <w:num w:numId="2">
    <w:abstractNumId w:val="8"/>
  </w:num>
  <w:num w:numId="3">
    <w:abstractNumId w:val="3"/>
  </w:num>
  <w:num w:numId="4">
    <w:abstractNumId w:val="0"/>
  </w:num>
  <w:num w:numId="5">
    <w:abstractNumId w:val="4"/>
  </w:num>
  <w:num w:numId="6">
    <w:abstractNumId w:val="2"/>
  </w:num>
  <w:num w:numId="7">
    <w:abstractNumId w:val="5"/>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6B8"/>
    <w:rsid w:val="00016090"/>
    <w:rsid w:val="0002097C"/>
    <w:rsid w:val="00040C65"/>
    <w:rsid w:val="00041415"/>
    <w:rsid w:val="0004490C"/>
    <w:rsid w:val="000636B8"/>
    <w:rsid w:val="00070A0E"/>
    <w:rsid w:val="00180B8D"/>
    <w:rsid w:val="001D7D5B"/>
    <w:rsid w:val="002043DB"/>
    <w:rsid w:val="0021033D"/>
    <w:rsid w:val="00213FA4"/>
    <w:rsid w:val="00243717"/>
    <w:rsid w:val="002459ED"/>
    <w:rsid w:val="00262A1E"/>
    <w:rsid w:val="00293076"/>
    <w:rsid w:val="00293A6A"/>
    <w:rsid w:val="002A05FB"/>
    <w:rsid w:val="002B60B5"/>
    <w:rsid w:val="002B6B93"/>
    <w:rsid w:val="002D1785"/>
    <w:rsid w:val="002D420D"/>
    <w:rsid w:val="002E1AAB"/>
    <w:rsid w:val="00332A3A"/>
    <w:rsid w:val="0034504C"/>
    <w:rsid w:val="00365D7B"/>
    <w:rsid w:val="003835B2"/>
    <w:rsid w:val="003B4344"/>
    <w:rsid w:val="003C15E0"/>
    <w:rsid w:val="003F3F7F"/>
    <w:rsid w:val="0041404E"/>
    <w:rsid w:val="00415407"/>
    <w:rsid w:val="00445525"/>
    <w:rsid w:val="004628D3"/>
    <w:rsid w:val="004A4704"/>
    <w:rsid w:val="004E486D"/>
    <w:rsid w:val="00536F9E"/>
    <w:rsid w:val="0057005D"/>
    <w:rsid w:val="0057681F"/>
    <w:rsid w:val="005F0DFE"/>
    <w:rsid w:val="00637AAD"/>
    <w:rsid w:val="00657452"/>
    <w:rsid w:val="0066751B"/>
    <w:rsid w:val="00672F7A"/>
    <w:rsid w:val="006934C2"/>
    <w:rsid w:val="006B7903"/>
    <w:rsid w:val="006D7E2D"/>
    <w:rsid w:val="0070355E"/>
    <w:rsid w:val="007121DE"/>
    <w:rsid w:val="007163D5"/>
    <w:rsid w:val="00742ECF"/>
    <w:rsid w:val="00761F64"/>
    <w:rsid w:val="00762046"/>
    <w:rsid w:val="007A5ABE"/>
    <w:rsid w:val="007E2F35"/>
    <w:rsid w:val="008071BC"/>
    <w:rsid w:val="00813D29"/>
    <w:rsid w:val="00820C75"/>
    <w:rsid w:val="008227F8"/>
    <w:rsid w:val="008570A8"/>
    <w:rsid w:val="00860CA1"/>
    <w:rsid w:val="008C1FC8"/>
    <w:rsid w:val="008D4C19"/>
    <w:rsid w:val="00904019"/>
    <w:rsid w:val="00927192"/>
    <w:rsid w:val="00937A0B"/>
    <w:rsid w:val="00956646"/>
    <w:rsid w:val="009906D3"/>
    <w:rsid w:val="00A40E9F"/>
    <w:rsid w:val="00A42D54"/>
    <w:rsid w:val="00A7463B"/>
    <w:rsid w:val="00A75CEC"/>
    <w:rsid w:val="00A865E8"/>
    <w:rsid w:val="00A96A2B"/>
    <w:rsid w:val="00AA4175"/>
    <w:rsid w:val="00AC2379"/>
    <w:rsid w:val="00B07A35"/>
    <w:rsid w:val="00B263F4"/>
    <w:rsid w:val="00B30D0C"/>
    <w:rsid w:val="00B7108F"/>
    <w:rsid w:val="00B73887"/>
    <w:rsid w:val="00B74B63"/>
    <w:rsid w:val="00BF41C8"/>
    <w:rsid w:val="00C81D4D"/>
    <w:rsid w:val="00CA0B1B"/>
    <w:rsid w:val="00CB122C"/>
    <w:rsid w:val="00CB69C2"/>
    <w:rsid w:val="00CC023B"/>
    <w:rsid w:val="00CF111E"/>
    <w:rsid w:val="00CF623E"/>
    <w:rsid w:val="00D25CAC"/>
    <w:rsid w:val="00D66F5B"/>
    <w:rsid w:val="00D670F7"/>
    <w:rsid w:val="00D914ED"/>
    <w:rsid w:val="00DA1BCE"/>
    <w:rsid w:val="00DA4D94"/>
    <w:rsid w:val="00DC00DE"/>
    <w:rsid w:val="00DD3FA5"/>
    <w:rsid w:val="00DE1F0D"/>
    <w:rsid w:val="00DE4C1B"/>
    <w:rsid w:val="00E13CA4"/>
    <w:rsid w:val="00E317B9"/>
    <w:rsid w:val="00E82B0E"/>
    <w:rsid w:val="00E85F60"/>
    <w:rsid w:val="00E929E1"/>
    <w:rsid w:val="00F103E0"/>
    <w:rsid w:val="00F31B8A"/>
    <w:rsid w:val="00F7518C"/>
    <w:rsid w:val="00F91C27"/>
    <w:rsid w:val="00FA04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5D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636B8"/>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F31B8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31B8A"/>
    <w:rPr>
      <w:rFonts w:ascii="Tahoma" w:eastAsia="Times New Roman" w:hAnsi="Tahoma" w:cs="Tahoma"/>
      <w:sz w:val="16"/>
      <w:szCs w:val="16"/>
      <w:lang w:eastAsia="lt-LT"/>
    </w:rPr>
  </w:style>
  <w:style w:type="paragraph" w:styleId="Sraopastraipa">
    <w:name w:val="List Paragraph"/>
    <w:basedOn w:val="prastasis"/>
    <w:uiPriority w:val="34"/>
    <w:qFormat/>
    <w:rsid w:val="00E317B9"/>
    <w:pPr>
      <w:ind w:left="720"/>
      <w:contextualSpacing/>
    </w:pPr>
  </w:style>
  <w:style w:type="character" w:styleId="Hipersaitas">
    <w:name w:val="Hyperlink"/>
    <w:basedOn w:val="Numatytasispastraiposriftas"/>
    <w:uiPriority w:val="99"/>
    <w:unhideWhenUsed/>
    <w:rsid w:val="00F103E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636B8"/>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F31B8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31B8A"/>
    <w:rPr>
      <w:rFonts w:ascii="Tahoma" w:eastAsia="Times New Roman" w:hAnsi="Tahoma" w:cs="Tahoma"/>
      <w:sz w:val="16"/>
      <w:szCs w:val="16"/>
      <w:lang w:eastAsia="lt-LT"/>
    </w:rPr>
  </w:style>
  <w:style w:type="paragraph" w:styleId="Sraopastraipa">
    <w:name w:val="List Paragraph"/>
    <w:basedOn w:val="prastasis"/>
    <w:uiPriority w:val="34"/>
    <w:qFormat/>
    <w:rsid w:val="00E317B9"/>
    <w:pPr>
      <w:ind w:left="720"/>
      <w:contextualSpacing/>
    </w:pPr>
  </w:style>
  <w:style w:type="character" w:styleId="Hipersaitas">
    <w:name w:val="Hyperlink"/>
    <w:basedOn w:val="Numatytasispastraiposriftas"/>
    <w:uiPriority w:val="99"/>
    <w:unhideWhenUsed/>
    <w:rsid w:val="00F103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971905">
      <w:bodyDiv w:val="1"/>
      <w:marLeft w:val="0"/>
      <w:marRight w:val="0"/>
      <w:marTop w:val="0"/>
      <w:marBottom w:val="0"/>
      <w:divBdr>
        <w:top w:val="none" w:sz="0" w:space="0" w:color="auto"/>
        <w:left w:val="none" w:sz="0" w:space="0" w:color="auto"/>
        <w:bottom w:val="none" w:sz="0" w:space="0" w:color="auto"/>
        <w:right w:val="none" w:sz="0" w:space="0" w:color="auto"/>
      </w:divBdr>
      <w:divsChild>
        <w:div w:id="375741183">
          <w:marLeft w:val="0"/>
          <w:marRight w:val="0"/>
          <w:marTop w:val="0"/>
          <w:marBottom w:val="0"/>
          <w:divBdr>
            <w:top w:val="none" w:sz="0" w:space="0" w:color="auto"/>
            <w:left w:val="none" w:sz="0" w:space="0" w:color="auto"/>
            <w:bottom w:val="none" w:sz="0" w:space="0" w:color="auto"/>
            <w:right w:val="none" w:sz="0" w:space="0" w:color="auto"/>
          </w:divBdr>
          <w:divsChild>
            <w:div w:id="9864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9822C-BC78-4B98-A859-80A4108B0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C2DE6367</Template>
  <TotalTime>7</TotalTime>
  <Pages>1</Pages>
  <Words>11226</Words>
  <Characters>6400</Characters>
  <Application>Microsoft Office Word</Application>
  <DocSecurity>0</DocSecurity>
  <Lines>53</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Arvydas Liutika</dc:creator>
  <cp:lastModifiedBy>Jovita Šumskienė</cp:lastModifiedBy>
  <cp:revision>13</cp:revision>
  <cp:lastPrinted>2021-10-28T13:30:00Z</cp:lastPrinted>
  <dcterms:created xsi:type="dcterms:W3CDTF">2021-10-14T10:00:00Z</dcterms:created>
  <dcterms:modified xsi:type="dcterms:W3CDTF">2021-10-28T13:30:00Z</dcterms:modified>
</cp:coreProperties>
</file>