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027" w:rsidRDefault="007B313D" w:rsidP="007B313D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anchor distT="0" distB="180340" distL="114300" distR="114300" simplePos="0" relativeHeight="251658240" behindDoc="1" locked="0" layoutInCell="0" allowOverlap="1" wp14:anchorId="742EFEB9" wp14:editId="49EEFD17">
            <wp:simplePos x="0" y="0"/>
            <wp:positionH relativeFrom="column">
              <wp:posOffset>2773680</wp:posOffset>
            </wp:positionH>
            <wp:positionV relativeFrom="paragraph">
              <wp:posOffset>-358775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6706" w:rsidRPr="00C63356">
        <w:rPr>
          <w:b/>
          <w:sz w:val="28"/>
        </w:rPr>
        <w:t xml:space="preserve">PLUNGĖS RAJONO SAVIVALDYBĖS </w:t>
      </w:r>
      <w:bookmarkStart w:id="0" w:name="_GoBack"/>
      <w:bookmarkEnd w:id="0"/>
    </w:p>
    <w:p w:rsidR="00B86706" w:rsidRPr="00C63356" w:rsidRDefault="00B86706" w:rsidP="00B86706">
      <w:pPr>
        <w:jc w:val="center"/>
        <w:rPr>
          <w:b/>
          <w:sz w:val="28"/>
        </w:rPr>
      </w:pPr>
      <w:r w:rsidRPr="00C63356">
        <w:rPr>
          <w:b/>
          <w:sz w:val="28"/>
        </w:rPr>
        <w:t>TARYBA</w:t>
      </w:r>
    </w:p>
    <w:p w:rsidR="00B86706" w:rsidRPr="00C63356" w:rsidRDefault="00B86706" w:rsidP="00B86706">
      <w:pPr>
        <w:jc w:val="center"/>
        <w:rPr>
          <w:b/>
          <w:sz w:val="28"/>
        </w:rPr>
      </w:pPr>
    </w:p>
    <w:p w:rsidR="00B86706" w:rsidRPr="00C63356" w:rsidRDefault="00B86706" w:rsidP="00B86706">
      <w:pPr>
        <w:jc w:val="center"/>
        <w:rPr>
          <w:sz w:val="28"/>
        </w:rPr>
      </w:pPr>
      <w:r w:rsidRPr="00C63356">
        <w:rPr>
          <w:rStyle w:val="Komentaronuoroda"/>
          <w:b/>
          <w:sz w:val="28"/>
        </w:rPr>
        <w:t>SPRENDIMAS</w:t>
      </w:r>
    </w:p>
    <w:p w:rsidR="00B86706" w:rsidRDefault="00F46F82" w:rsidP="00D05ABB">
      <w:pPr>
        <w:tabs>
          <w:tab w:val="left" w:pos="851"/>
        </w:tabs>
        <w:jc w:val="center"/>
        <w:rPr>
          <w:b/>
          <w:sz w:val="28"/>
        </w:rPr>
      </w:pPr>
      <w:r w:rsidRPr="00C63356">
        <w:rPr>
          <w:b/>
          <w:sz w:val="28"/>
        </w:rPr>
        <w:t xml:space="preserve">DĖL PRITARIMO </w:t>
      </w:r>
      <w:r w:rsidR="00D247C8">
        <w:rPr>
          <w:b/>
          <w:sz w:val="28"/>
        </w:rPr>
        <w:t xml:space="preserve">SIŪLYMUI </w:t>
      </w:r>
      <w:r w:rsidRPr="00C63356">
        <w:rPr>
          <w:b/>
          <w:sz w:val="28"/>
        </w:rPr>
        <w:t xml:space="preserve">ĮAMŽINTI </w:t>
      </w:r>
      <w:r w:rsidR="001440B5">
        <w:rPr>
          <w:b/>
          <w:sz w:val="28"/>
        </w:rPr>
        <w:t>PLUNGĖS GARBĖS PILIEČIO</w:t>
      </w:r>
      <w:r w:rsidR="00D05ABB">
        <w:rPr>
          <w:b/>
          <w:sz w:val="28"/>
        </w:rPr>
        <w:t xml:space="preserve"> JAKOV</w:t>
      </w:r>
      <w:r w:rsidR="001440B5">
        <w:rPr>
          <w:b/>
          <w:sz w:val="28"/>
        </w:rPr>
        <w:t>O</w:t>
      </w:r>
      <w:r w:rsidR="00D05ABB">
        <w:rPr>
          <w:b/>
          <w:sz w:val="28"/>
        </w:rPr>
        <w:t xml:space="preserve"> BUNK</w:t>
      </w:r>
      <w:r w:rsidR="001440B5">
        <w:rPr>
          <w:b/>
          <w:sz w:val="28"/>
        </w:rPr>
        <w:t>OS ATMINIMĄ</w:t>
      </w:r>
    </w:p>
    <w:p w:rsidR="00D05ABB" w:rsidRPr="00D05ABB" w:rsidRDefault="00D05ABB" w:rsidP="00D05ABB">
      <w:pPr>
        <w:tabs>
          <w:tab w:val="left" w:pos="851"/>
        </w:tabs>
        <w:jc w:val="center"/>
        <w:rPr>
          <w:b/>
          <w:sz w:val="28"/>
        </w:rPr>
      </w:pPr>
    </w:p>
    <w:p w:rsidR="00B86706" w:rsidRPr="00835811" w:rsidRDefault="00B86706" w:rsidP="00B86706">
      <w:pPr>
        <w:jc w:val="center"/>
      </w:pPr>
      <w:r w:rsidRPr="00C11BB6">
        <w:t>202</w:t>
      </w:r>
      <w:r w:rsidR="00D05ABB">
        <w:t>1</w:t>
      </w:r>
      <w:r w:rsidRPr="00C11BB6">
        <w:t xml:space="preserve"> m</w:t>
      </w:r>
      <w:r w:rsidRPr="00835811">
        <w:t xml:space="preserve">. </w:t>
      </w:r>
      <w:r w:rsidR="00D05ABB" w:rsidRPr="00835811">
        <w:t>liepos 29</w:t>
      </w:r>
      <w:r w:rsidRPr="00835811">
        <w:t xml:space="preserve"> d. Nr. T1-</w:t>
      </w:r>
      <w:r w:rsidR="00340D90">
        <w:t>202</w:t>
      </w:r>
    </w:p>
    <w:p w:rsidR="00B86706" w:rsidRPr="00C11BB6" w:rsidRDefault="00B86706" w:rsidP="00B86706">
      <w:pPr>
        <w:jc w:val="center"/>
      </w:pPr>
      <w:r w:rsidRPr="00835811">
        <w:t>Plungė</w:t>
      </w:r>
    </w:p>
    <w:p w:rsidR="00B86706" w:rsidRPr="00C11BB6" w:rsidRDefault="00B86706" w:rsidP="00B86706">
      <w:pPr>
        <w:ind w:firstLine="567"/>
        <w:jc w:val="both"/>
      </w:pPr>
    </w:p>
    <w:p w:rsidR="00B86706" w:rsidRPr="00C11BB6" w:rsidRDefault="00B86706" w:rsidP="00AC669C">
      <w:pPr>
        <w:ind w:firstLine="720"/>
        <w:jc w:val="both"/>
      </w:pPr>
      <w:r w:rsidRPr="00C11BB6">
        <w:t xml:space="preserve">Vadovaudamasi </w:t>
      </w:r>
      <w:r w:rsidR="007D4772" w:rsidRPr="00C11BB6">
        <w:t>Žymių žmonių, istorinių datų, įvykių įamžinimo ir gatvių pavadinimų Plungės rajono savivaldybėje suteikimo tvarkos aprašo</w:t>
      </w:r>
      <w:r w:rsidR="007D4772">
        <w:t>, patvirtinto</w:t>
      </w:r>
      <w:r w:rsidR="007D4772" w:rsidRPr="00C11BB6">
        <w:t xml:space="preserve"> </w:t>
      </w:r>
      <w:r w:rsidR="004C5906" w:rsidRPr="00C11BB6">
        <w:t>Plungės rajono savivaldybės tarybos 2020 m. bala</w:t>
      </w:r>
      <w:r w:rsidR="00FC3E29">
        <w:t>ndžio 23 d. sprendim</w:t>
      </w:r>
      <w:r w:rsidR="007D4772">
        <w:t>u</w:t>
      </w:r>
      <w:r w:rsidR="00FC3E29">
        <w:t xml:space="preserve"> Nr. T1-49</w:t>
      </w:r>
      <w:r w:rsidR="004C5906" w:rsidRPr="00C11BB6">
        <w:t xml:space="preserve"> </w:t>
      </w:r>
      <w:r w:rsidR="00E176AD">
        <w:t>„</w:t>
      </w:r>
      <w:r w:rsidR="004C5906" w:rsidRPr="00C11BB6">
        <w:t>Dėl Žymių žmonių, istorinių datų, įvykių įamžinimo ir gatvių pavadinimų Plungės rajono savivaldybėje suteik</w:t>
      </w:r>
      <w:r w:rsidR="00C11BB6" w:rsidRPr="00C11BB6">
        <w:t>imo tvarkos aprašo patvirtinimo</w:t>
      </w:r>
      <w:r w:rsidR="00E176AD">
        <w:t>“</w:t>
      </w:r>
      <w:r w:rsidR="007D4772">
        <w:t>,</w:t>
      </w:r>
      <w:r w:rsidR="00C63356">
        <w:t xml:space="preserve"> </w:t>
      </w:r>
      <w:r w:rsidR="00C11BB6" w:rsidRPr="00C11BB6">
        <w:t xml:space="preserve">27 </w:t>
      </w:r>
      <w:r w:rsidR="004C5906" w:rsidRPr="00C11BB6">
        <w:t>pun</w:t>
      </w:r>
      <w:r w:rsidR="00C63356">
        <w:t>k</w:t>
      </w:r>
      <w:r w:rsidR="004C5906" w:rsidRPr="00C11BB6">
        <w:t>tu</w:t>
      </w:r>
      <w:r w:rsidR="00C11BB6" w:rsidRPr="00C11BB6">
        <w:t xml:space="preserve"> ir</w:t>
      </w:r>
      <w:r w:rsidR="007D4772">
        <w:t xml:space="preserve"> atsižvelgdama į </w:t>
      </w:r>
      <w:r w:rsidR="00C11BB6" w:rsidRPr="00C11BB6">
        <w:t xml:space="preserve">Žymių žmonių, istorinių datų, įvykių įamžinimo ir gatvių pavadinimų </w:t>
      </w:r>
      <w:r w:rsidR="00560512">
        <w:t xml:space="preserve">Plungės rajone </w:t>
      </w:r>
      <w:r w:rsidR="00D05ABB">
        <w:t>suteikimo komisijos 2021</w:t>
      </w:r>
      <w:r w:rsidR="00C11BB6" w:rsidRPr="00C11BB6">
        <w:t xml:space="preserve"> m. birželio 1</w:t>
      </w:r>
      <w:r w:rsidR="00D05ABB">
        <w:t xml:space="preserve">8 d. posėdžio </w:t>
      </w:r>
      <w:r w:rsidR="007D4772">
        <w:t xml:space="preserve">protokolą </w:t>
      </w:r>
      <w:r w:rsidR="00D05ABB">
        <w:t>Nr. L</w:t>
      </w:r>
      <w:r w:rsidR="00C11BB6" w:rsidRPr="00C11BB6">
        <w:t>K-</w:t>
      </w:r>
      <w:r w:rsidR="00D05ABB">
        <w:t>171</w:t>
      </w:r>
      <w:r w:rsidRPr="00C11BB6">
        <w:t>, Plungės rajono savivaldybė</w:t>
      </w:r>
      <w:r w:rsidR="001E57EF">
        <w:t>s taryba n u s p r e n d ž i a:</w:t>
      </w:r>
    </w:p>
    <w:p w:rsidR="00D247C8" w:rsidRPr="00F90DC9" w:rsidRDefault="00E176AD" w:rsidP="00D247C8">
      <w:pPr>
        <w:ind w:firstLine="720"/>
        <w:jc w:val="both"/>
      </w:pPr>
      <w:r>
        <w:t xml:space="preserve">Pritarti </w:t>
      </w:r>
      <w:r w:rsidR="00EA2978">
        <w:t>siūlymui</w:t>
      </w:r>
      <w:r w:rsidR="00C253CB">
        <w:t xml:space="preserve"> </w:t>
      </w:r>
      <w:r w:rsidR="00EE13FD">
        <w:t xml:space="preserve">įamžinti </w:t>
      </w:r>
      <w:r w:rsidR="00D247C8">
        <w:t xml:space="preserve">Plungės garbės </w:t>
      </w:r>
      <w:r w:rsidR="00835811">
        <w:t>pilie</w:t>
      </w:r>
      <w:r w:rsidR="001440B5">
        <w:t>čio</w:t>
      </w:r>
      <w:r w:rsidR="00835811">
        <w:t xml:space="preserve"> Jakov</w:t>
      </w:r>
      <w:r w:rsidR="001440B5">
        <w:t>o</w:t>
      </w:r>
      <w:r w:rsidR="00835811">
        <w:t xml:space="preserve"> </w:t>
      </w:r>
      <w:proofErr w:type="spellStart"/>
      <w:r w:rsidR="00835811">
        <w:t>Bunk</w:t>
      </w:r>
      <w:r w:rsidR="001440B5">
        <w:t>os</w:t>
      </w:r>
      <w:proofErr w:type="spellEnd"/>
      <w:r w:rsidR="001440B5">
        <w:t xml:space="preserve"> atminimą, pa</w:t>
      </w:r>
      <w:r w:rsidR="00835811">
        <w:t>naudojant į</w:t>
      </w:r>
      <w:r w:rsidR="00D247C8">
        <w:t xml:space="preserve">rašą: </w:t>
      </w:r>
      <w:r w:rsidR="00D247C8" w:rsidRPr="00F90DC9">
        <w:rPr>
          <w:bCs/>
        </w:rPr>
        <w:t>„ŠIUO TRUOBUO 1970-2014 METĀS GĪVENA Ė KŪRĖ TAUTUODAILININKS PLUNGĖS GARBIES PILIETIS, PASKOTĖNIS ŽĪDS PLUNGIE, LDK GEDIMINA ORDĖNA RITERĖ KRĪŽIAUS KAVALIERIUS, II PASAULĖNĖ KARA DALYVIS BUNKA JAKUOVS (1923-2014)“.</w:t>
      </w:r>
    </w:p>
    <w:p w:rsidR="001E57EF" w:rsidRDefault="001E57EF" w:rsidP="00B86706">
      <w:pPr>
        <w:pStyle w:val="Default"/>
        <w:jc w:val="both"/>
      </w:pPr>
    </w:p>
    <w:p w:rsidR="00D247C8" w:rsidRDefault="00D247C8" w:rsidP="00B86706">
      <w:pPr>
        <w:pStyle w:val="Default"/>
        <w:jc w:val="both"/>
      </w:pPr>
    </w:p>
    <w:p w:rsidR="00B86706" w:rsidRDefault="00B86706" w:rsidP="00413027">
      <w:pPr>
        <w:tabs>
          <w:tab w:val="left" w:pos="7938"/>
        </w:tabs>
        <w:jc w:val="both"/>
      </w:pPr>
      <w:r w:rsidRPr="00086B2C">
        <w:t>Savivaldybės meras</w:t>
      </w:r>
      <w:r>
        <w:t xml:space="preserve"> </w:t>
      </w:r>
      <w:r w:rsidR="00413027">
        <w:tab/>
        <w:t>Audrius Klišonis</w:t>
      </w:r>
    </w:p>
    <w:p w:rsidR="00B86706" w:rsidRDefault="00B86706"/>
    <w:p w:rsidR="00B86706" w:rsidRDefault="00B86706"/>
    <w:p w:rsidR="00B86706" w:rsidRDefault="00B86706"/>
    <w:p w:rsidR="00B86706" w:rsidRDefault="00B86706"/>
    <w:p w:rsidR="00C53000" w:rsidRDefault="00C53000" w:rsidP="00C53000">
      <w:pPr>
        <w:jc w:val="both"/>
      </w:pPr>
    </w:p>
    <w:p w:rsidR="00C253CB" w:rsidRDefault="00C253CB" w:rsidP="00C53000">
      <w:pPr>
        <w:jc w:val="both"/>
      </w:pPr>
    </w:p>
    <w:p w:rsidR="00C253CB" w:rsidRDefault="00C253CB" w:rsidP="00C53000">
      <w:pPr>
        <w:jc w:val="both"/>
      </w:pPr>
    </w:p>
    <w:p w:rsidR="00C253CB" w:rsidRDefault="00C253CB" w:rsidP="00C53000">
      <w:pPr>
        <w:jc w:val="both"/>
      </w:pPr>
    </w:p>
    <w:p w:rsidR="00C253CB" w:rsidRDefault="00C253CB" w:rsidP="00C53000">
      <w:pPr>
        <w:jc w:val="both"/>
      </w:pPr>
    </w:p>
    <w:p w:rsidR="00BA1D18" w:rsidRDefault="00BA1D18" w:rsidP="00C53000">
      <w:pPr>
        <w:jc w:val="both"/>
      </w:pPr>
    </w:p>
    <w:p w:rsidR="00BA1D18" w:rsidRDefault="00BA1D18" w:rsidP="00C53000">
      <w:pPr>
        <w:jc w:val="both"/>
      </w:pPr>
    </w:p>
    <w:p w:rsidR="00947642" w:rsidRDefault="00947642" w:rsidP="00C53000">
      <w:pPr>
        <w:jc w:val="both"/>
      </w:pPr>
    </w:p>
    <w:p w:rsidR="00947642" w:rsidRDefault="00947642" w:rsidP="00C53000">
      <w:pPr>
        <w:jc w:val="both"/>
      </w:pPr>
    </w:p>
    <w:p w:rsidR="00D05ABB" w:rsidRDefault="00D05ABB" w:rsidP="00C53000">
      <w:pPr>
        <w:jc w:val="both"/>
      </w:pPr>
    </w:p>
    <w:p w:rsidR="00B86706" w:rsidRDefault="00B86706" w:rsidP="00B86706">
      <w:pPr>
        <w:ind w:firstLine="567"/>
        <w:jc w:val="both"/>
      </w:pPr>
    </w:p>
    <w:p w:rsidR="00D247C8" w:rsidRDefault="00D247C8" w:rsidP="00B86706">
      <w:pPr>
        <w:ind w:firstLine="567"/>
        <w:jc w:val="both"/>
      </w:pPr>
    </w:p>
    <w:p w:rsidR="00D247C8" w:rsidRDefault="00D247C8" w:rsidP="00B86706">
      <w:pPr>
        <w:ind w:firstLine="567"/>
        <w:jc w:val="both"/>
      </w:pPr>
    </w:p>
    <w:sectPr w:rsidR="00D247C8" w:rsidSect="00E92EC3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F74"/>
    <w:rsid w:val="000B3077"/>
    <w:rsid w:val="000D20AE"/>
    <w:rsid w:val="001440B5"/>
    <w:rsid w:val="001A53B4"/>
    <w:rsid w:val="001B05B7"/>
    <w:rsid w:val="001E57EF"/>
    <w:rsid w:val="00200E3E"/>
    <w:rsid w:val="00207B95"/>
    <w:rsid w:val="00243DDE"/>
    <w:rsid w:val="0027202B"/>
    <w:rsid w:val="00315B3E"/>
    <w:rsid w:val="00340D90"/>
    <w:rsid w:val="003B3146"/>
    <w:rsid w:val="003E168F"/>
    <w:rsid w:val="00413027"/>
    <w:rsid w:val="004C4F74"/>
    <w:rsid w:val="004C5906"/>
    <w:rsid w:val="005327CB"/>
    <w:rsid w:val="00560512"/>
    <w:rsid w:val="00584D9D"/>
    <w:rsid w:val="00705730"/>
    <w:rsid w:val="0074122F"/>
    <w:rsid w:val="007B313D"/>
    <w:rsid w:val="007D43B3"/>
    <w:rsid w:val="007D4772"/>
    <w:rsid w:val="00835811"/>
    <w:rsid w:val="00947642"/>
    <w:rsid w:val="00A031FA"/>
    <w:rsid w:val="00A45A9E"/>
    <w:rsid w:val="00AC669C"/>
    <w:rsid w:val="00AC72C2"/>
    <w:rsid w:val="00B23B30"/>
    <w:rsid w:val="00B26C34"/>
    <w:rsid w:val="00B86706"/>
    <w:rsid w:val="00BA1D18"/>
    <w:rsid w:val="00BD7F4F"/>
    <w:rsid w:val="00C11BB6"/>
    <w:rsid w:val="00C253CB"/>
    <w:rsid w:val="00C26AA1"/>
    <w:rsid w:val="00C53000"/>
    <w:rsid w:val="00C63356"/>
    <w:rsid w:val="00D05ABB"/>
    <w:rsid w:val="00D07AAB"/>
    <w:rsid w:val="00D247C8"/>
    <w:rsid w:val="00E11DD6"/>
    <w:rsid w:val="00E176AD"/>
    <w:rsid w:val="00E7798F"/>
    <w:rsid w:val="00E92EC3"/>
    <w:rsid w:val="00EA2978"/>
    <w:rsid w:val="00EE13FD"/>
    <w:rsid w:val="00F46F82"/>
    <w:rsid w:val="00F658E6"/>
    <w:rsid w:val="00F97AF7"/>
    <w:rsid w:val="00FC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86706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efault">
    <w:name w:val="Default"/>
    <w:rsid w:val="00B8670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Komentaronuoroda">
    <w:name w:val="annotation reference"/>
    <w:rsid w:val="00B86706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D477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D4772"/>
    <w:rPr>
      <w:rFonts w:ascii="Tahoma" w:eastAsia="Times New Roman" w:hAnsi="Tahoma" w:cs="Tahoma"/>
      <w:sz w:val="16"/>
      <w:szCs w:val="16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1A53B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86706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efault">
    <w:name w:val="Default"/>
    <w:rsid w:val="00B8670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Komentaronuoroda">
    <w:name w:val="annotation reference"/>
    <w:rsid w:val="00B86706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D477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D4772"/>
    <w:rPr>
      <w:rFonts w:ascii="Tahoma" w:eastAsia="Times New Roman" w:hAnsi="Tahoma" w:cs="Tahoma"/>
      <w:sz w:val="16"/>
      <w:szCs w:val="16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1A53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DE5DC556</Template>
  <TotalTime>3</TotalTime>
  <Pages>1</Pages>
  <Words>731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Gitaras Ramonas</dc:creator>
  <cp:lastModifiedBy>Jovita Šumskienė</cp:lastModifiedBy>
  <cp:revision>6</cp:revision>
  <dcterms:created xsi:type="dcterms:W3CDTF">2021-07-01T13:54:00Z</dcterms:created>
  <dcterms:modified xsi:type="dcterms:W3CDTF">2021-07-29T12:37:00Z</dcterms:modified>
</cp:coreProperties>
</file>