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87" w:rsidRDefault="002A482A" w:rsidP="005F5300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2760345</wp:posOffset>
            </wp:positionH>
            <wp:positionV relativeFrom="paragraph">
              <wp:posOffset>-424815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6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287" w:rsidRPr="00CC26E7">
        <w:rPr>
          <w:b/>
          <w:sz w:val="28"/>
          <w:szCs w:val="28"/>
        </w:rPr>
        <w:t>PLUNGĖS RAJONO SAVIVALDYBĖS</w:t>
      </w:r>
    </w:p>
    <w:p w:rsidR="00DA7287" w:rsidRPr="00CC26E7" w:rsidRDefault="00DA7287" w:rsidP="005F5300">
      <w:pPr>
        <w:jc w:val="center"/>
        <w:rPr>
          <w:b/>
          <w:sz w:val="28"/>
          <w:szCs w:val="28"/>
        </w:rPr>
      </w:pPr>
      <w:r w:rsidRPr="00CC26E7">
        <w:rPr>
          <w:b/>
          <w:sz w:val="28"/>
          <w:szCs w:val="28"/>
        </w:rPr>
        <w:t>TARYBA</w:t>
      </w:r>
    </w:p>
    <w:p w:rsidR="00DA7287" w:rsidRPr="00CC26E7" w:rsidRDefault="00DA7287" w:rsidP="005F5300">
      <w:pPr>
        <w:jc w:val="center"/>
        <w:rPr>
          <w:b/>
          <w:sz w:val="28"/>
          <w:szCs w:val="28"/>
        </w:rPr>
      </w:pPr>
    </w:p>
    <w:p w:rsidR="00DA7287" w:rsidRPr="00CC26E7" w:rsidRDefault="00DA7287" w:rsidP="005F5300">
      <w:pPr>
        <w:jc w:val="center"/>
        <w:rPr>
          <w:b/>
          <w:sz w:val="28"/>
          <w:szCs w:val="28"/>
        </w:rPr>
      </w:pPr>
      <w:r w:rsidRPr="00CC26E7">
        <w:rPr>
          <w:b/>
          <w:sz w:val="28"/>
          <w:szCs w:val="28"/>
        </w:rPr>
        <w:t>SPRENDIMAS</w:t>
      </w:r>
    </w:p>
    <w:p w:rsidR="00DA7287" w:rsidRDefault="00DA7287" w:rsidP="005F5300">
      <w:pPr>
        <w:jc w:val="center"/>
        <w:rPr>
          <w:b/>
          <w:caps/>
          <w:sz w:val="28"/>
          <w:szCs w:val="28"/>
        </w:rPr>
      </w:pPr>
      <w:r w:rsidRPr="00CC26E7">
        <w:rPr>
          <w:b/>
          <w:caps/>
          <w:sz w:val="28"/>
          <w:szCs w:val="28"/>
        </w:rPr>
        <w:t>DĖL PRITARIMO</w:t>
      </w:r>
      <w:r w:rsidR="00353239">
        <w:rPr>
          <w:b/>
          <w:caps/>
          <w:sz w:val="28"/>
          <w:szCs w:val="28"/>
        </w:rPr>
        <w:t xml:space="preserve"> </w:t>
      </w:r>
      <w:r w:rsidR="00C26913">
        <w:rPr>
          <w:b/>
          <w:caps/>
          <w:sz w:val="28"/>
          <w:szCs w:val="28"/>
        </w:rPr>
        <w:t>dalyvauti</w:t>
      </w:r>
      <w:r w:rsidR="00353239">
        <w:rPr>
          <w:b/>
          <w:caps/>
          <w:sz w:val="28"/>
          <w:szCs w:val="28"/>
        </w:rPr>
        <w:t xml:space="preserve"> ĮGYVENDINant PROJEKTĄ</w:t>
      </w:r>
      <w:r w:rsidR="00623F2D">
        <w:rPr>
          <w:b/>
          <w:caps/>
          <w:sz w:val="28"/>
          <w:szCs w:val="28"/>
        </w:rPr>
        <w:t xml:space="preserve"> „Dengto futbolo maniežo</w:t>
      </w:r>
      <w:r w:rsidR="00C26913">
        <w:rPr>
          <w:b/>
          <w:caps/>
          <w:sz w:val="28"/>
          <w:szCs w:val="28"/>
        </w:rPr>
        <w:t xml:space="preserve"> </w:t>
      </w:r>
      <w:r w:rsidR="00433655" w:rsidRPr="00433655">
        <w:rPr>
          <w:b/>
          <w:caps/>
          <w:sz w:val="28"/>
          <w:szCs w:val="28"/>
        </w:rPr>
        <w:t>žaltakalnio g. 14a</w:t>
      </w:r>
      <w:r w:rsidR="00CE607F">
        <w:rPr>
          <w:b/>
          <w:caps/>
          <w:sz w:val="28"/>
          <w:szCs w:val="28"/>
        </w:rPr>
        <w:t>,</w:t>
      </w:r>
      <w:r w:rsidR="00623F2D" w:rsidRPr="00433655">
        <w:rPr>
          <w:b/>
          <w:caps/>
          <w:sz w:val="28"/>
          <w:szCs w:val="28"/>
        </w:rPr>
        <w:t xml:space="preserve"> </w:t>
      </w:r>
      <w:r w:rsidR="00623F2D">
        <w:rPr>
          <w:b/>
          <w:caps/>
          <w:sz w:val="28"/>
          <w:szCs w:val="28"/>
        </w:rPr>
        <w:t>Plungės mieste įrengimas“</w:t>
      </w:r>
      <w:r w:rsidR="00353239">
        <w:rPr>
          <w:b/>
          <w:caps/>
          <w:sz w:val="28"/>
          <w:szCs w:val="28"/>
        </w:rPr>
        <w:t xml:space="preserve"> </w:t>
      </w:r>
    </w:p>
    <w:p w:rsidR="00DA7287" w:rsidRPr="00CC26E7" w:rsidRDefault="00DA7287" w:rsidP="005F5300">
      <w:pPr>
        <w:jc w:val="center"/>
        <w:rPr>
          <w:b/>
          <w:caps/>
          <w:sz w:val="28"/>
          <w:szCs w:val="28"/>
        </w:rPr>
      </w:pPr>
    </w:p>
    <w:p w:rsidR="00DA7287" w:rsidRDefault="00DA7287" w:rsidP="005F5300">
      <w:pPr>
        <w:jc w:val="center"/>
      </w:pPr>
      <w:r>
        <w:t>20</w:t>
      </w:r>
      <w:r w:rsidR="00353239">
        <w:t>20</w:t>
      </w:r>
      <w:r>
        <w:t xml:space="preserve"> m. </w:t>
      </w:r>
      <w:r w:rsidR="00353239">
        <w:t>rugsėjo</w:t>
      </w:r>
      <w:r>
        <w:t xml:space="preserve"> </w:t>
      </w:r>
      <w:r w:rsidR="00353239">
        <w:t>24</w:t>
      </w:r>
      <w:r w:rsidR="00392AED">
        <w:t xml:space="preserve"> </w:t>
      </w:r>
      <w:r>
        <w:t>d. Nr. T1-</w:t>
      </w:r>
      <w:r w:rsidR="00F30A1E">
        <w:t>212</w:t>
      </w:r>
    </w:p>
    <w:p w:rsidR="00DA7287" w:rsidRDefault="00DA7287" w:rsidP="005F5300">
      <w:pPr>
        <w:jc w:val="center"/>
        <w:rPr>
          <w:b/>
        </w:rPr>
      </w:pPr>
      <w:r>
        <w:t>Plungė</w:t>
      </w:r>
    </w:p>
    <w:p w:rsidR="00DA7287" w:rsidRDefault="00DA7287" w:rsidP="005F5300">
      <w:pPr>
        <w:jc w:val="both"/>
      </w:pPr>
    </w:p>
    <w:p w:rsidR="007B7732" w:rsidRPr="00392AED" w:rsidRDefault="007B7732" w:rsidP="007B7732">
      <w:pPr>
        <w:ind w:firstLine="720"/>
        <w:jc w:val="both"/>
      </w:pPr>
      <w:r w:rsidRPr="00392AED">
        <w:t xml:space="preserve">Vadovaudamasi Lietuvos Respublikos vietos savivaldos  įstatymo 16 straipsnio </w:t>
      </w:r>
      <w:r>
        <w:t>2</w:t>
      </w:r>
      <w:r w:rsidRPr="00392AED">
        <w:t xml:space="preserve"> dali</w:t>
      </w:r>
      <w:r>
        <w:t>es 30 punktu</w:t>
      </w:r>
      <w:r w:rsidRPr="00392AED">
        <w:t xml:space="preserve">, Plungės rajono savivaldybės taryba </w:t>
      </w:r>
      <w:r w:rsidRPr="00392AED">
        <w:rPr>
          <w:spacing w:val="40"/>
        </w:rPr>
        <w:t>nusprendžia</w:t>
      </w:r>
      <w:r w:rsidRPr="00392AED">
        <w:t>:</w:t>
      </w:r>
    </w:p>
    <w:p w:rsidR="007B7732" w:rsidRPr="00F30A1E" w:rsidRDefault="007B7732" w:rsidP="007B7732">
      <w:pPr>
        <w:ind w:firstLine="720"/>
        <w:jc w:val="both"/>
      </w:pPr>
      <w:bookmarkStart w:id="0" w:name="_GoBack"/>
      <w:r w:rsidRPr="00F30A1E">
        <w:t xml:space="preserve">1. Pritarti Plungės rajono savivaldybės administracijos </w:t>
      </w:r>
      <w:r w:rsidR="006273FA" w:rsidRPr="00F30A1E">
        <w:t xml:space="preserve">kartu su viešąją įstaiga „Plungės futbolas“ </w:t>
      </w:r>
      <w:r w:rsidRPr="00F30A1E">
        <w:t xml:space="preserve">dalyvavimui įgyvendinant projektą „Dengto futbolo maniežo </w:t>
      </w:r>
      <w:proofErr w:type="spellStart"/>
      <w:r w:rsidRPr="00F30A1E">
        <w:t>Žaltakalnio</w:t>
      </w:r>
      <w:proofErr w:type="spellEnd"/>
      <w:r w:rsidRPr="00F30A1E">
        <w:t xml:space="preserve"> g. 14A, Plungės mieste įrengimas“.</w:t>
      </w:r>
    </w:p>
    <w:p w:rsidR="007B7732" w:rsidRDefault="007B7732" w:rsidP="007B7732">
      <w:pPr>
        <w:ind w:firstLine="720"/>
        <w:jc w:val="both"/>
      </w:pPr>
      <w:r w:rsidRPr="00F30A1E">
        <w:t xml:space="preserve">2. Įgalioti Plungės rajono savivaldybės administraciją kreiptis į Lietuvos Respublikos  </w:t>
      </w:r>
      <w:bookmarkEnd w:id="0"/>
      <w:r w:rsidRPr="000D718F">
        <w:t xml:space="preserve">Vyriausybę dėl lėšų (apie  600 tūkst. </w:t>
      </w:r>
      <w:proofErr w:type="spellStart"/>
      <w:r w:rsidRPr="000D718F">
        <w:t>Eur</w:t>
      </w:r>
      <w:proofErr w:type="spellEnd"/>
      <w:r w:rsidRPr="000D718F">
        <w:t>) skyrimo projekto įgyvendinimui</w:t>
      </w:r>
      <w:r>
        <w:t>.</w:t>
      </w:r>
    </w:p>
    <w:p w:rsidR="007B7732" w:rsidRPr="00392AED" w:rsidRDefault="007B7732" w:rsidP="007B7732">
      <w:pPr>
        <w:ind w:firstLine="720"/>
        <w:jc w:val="both"/>
      </w:pPr>
      <w:r>
        <w:t>3</w:t>
      </w:r>
      <w:r w:rsidRPr="00392AED">
        <w:t xml:space="preserve">. </w:t>
      </w:r>
      <w:r>
        <w:t>Pavesti</w:t>
      </w:r>
      <w:r w:rsidRPr="00392AED">
        <w:t xml:space="preserve"> Plungės rajono savivaldybės </w:t>
      </w:r>
      <w:r>
        <w:t>administracijai, gavus finansavimą iš Lietuvos Respublikos Vyriausybės, pagal savo kompetenciją vykdyti su projekto įgyvendinimu reikalingas procedūras.</w:t>
      </w:r>
    </w:p>
    <w:p w:rsidR="0002406B" w:rsidRDefault="0002406B" w:rsidP="0002406B">
      <w:pPr>
        <w:jc w:val="both"/>
        <w:rPr>
          <w:color w:val="FF0000"/>
        </w:rPr>
      </w:pPr>
    </w:p>
    <w:p w:rsidR="0002406B" w:rsidRDefault="0002406B" w:rsidP="0002406B">
      <w:pPr>
        <w:jc w:val="both"/>
        <w:rPr>
          <w:color w:val="FF0000"/>
        </w:rPr>
      </w:pPr>
    </w:p>
    <w:p w:rsidR="0002406B" w:rsidRDefault="002A482A" w:rsidP="002A482A">
      <w:pPr>
        <w:tabs>
          <w:tab w:val="left" w:pos="7938"/>
        </w:tabs>
        <w:jc w:val="both"/>
      </w:pPr>
      <w:r>
        <w:t xml:space="preserve">Savivaldybės meras </w:t>
      </w:r>
      <w:r>
        <w:tab/>
        <w:t xml:space="preserve"> Audrius Klišonis</w:t>
      </w:r>
      <w:r w:rsidR="0002406B">
        <w:t xml:space="preserve"> </w:t>
      </w:r>
    </w:p>
    <w:p w:rsidR="0002406B" w:rsidRDefault="0002406B" w:rsidP="0002406B">
      <w:pPr>
        <w:jc w:val="both"/>
      </w:pPr>
    </w:p>
    <w:p w:rsidR="0002406B" w:rsidRDefault="0002406B" w:rsidP="0002406B">
      <w:pPr>
        <w:jc w:val="both"/>
      </w:pPr>
    </w:p>
    <w:p w:rsidR="0002406B" w:rsidRDefault="0002406B" w:rsidP="0002406B">
      <w:pPr>
        <w:jc w:val="both"/>
      </w:pPr>
    </w:p>
    <w:p w:rsidR="0002406B" w:rsidRDefault="0002406B" w:rsidP="0002406B">
      <w:pPr>
        <w:jc w:val="both"/>
      </w:pPr>
    </w:p>
    <w:p w:rsidR="0002406B" w:rsidRDefault="0002406B" w:rsidP="0002406B">
      <w:pPr>
        <w:jc w:val="both"/>
      </w:pPr>
    </w:p>
    <w:p w:rsidR="0002406B" w:rsidRDefault="0002406B" w:rsidP="0002406B">
      <w:pPr>
        <w:jc w:val="both"/>
      </w:pPr>
    </w:p>
    <w:sectPr w:rsidR="0002406B" w:rsidSect="00BD3627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5AE"/>
    <w:multiLevelType w:val="hybridMultilevel"/>
    <w:tmpl w:val="EFA06604"/>
    <w:lvl w:ilvl="0" w:tplc="8334C53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1A25C6"/>
    <w:multiLevelType w:val="multilevel"/>
    <w:tmpl w:val="2244CBFE"/>
    <w:lvl w:ilvl="0">
      <w:start w:val="2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9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5.%6.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22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8.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25864BD7"/>
    <w:multiLevelType w:val="multilevel"/>
    <w:tmpl w:val="E6525496"/>
    <w:lvl w:ilvl="0">
      <w:start w:val="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4"/>
      <w:numFmt w:val="upperRoman"/>
      <w:lvlText w:val="%4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6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5F02B5D"/>
    <w:multiLevelType w:val="multilevel"/>
    <w:tmpl w:val="1A28CC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7FB3658"/>
    <w:multiLevelType w:val="hybridMultilevel"/>
    <w:tmpl w:val="A970DC90"/>
    <w:lvl w:ilvl="0" w:tplc="C080767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9C5E9D"/>
    <w:multiLevelType w:val="multilevel"/>
    <w:tmpl w:val="88B04812"/>
    <w:lvl w:ilvl="0">
      <w:start w:val="6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6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8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5.%6.%7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2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8.%9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6">
    <w:nsid w:val="6048083D"/>
    <w:multiLevelType w:val="hybridMultilevel"/>
    <w:tmpl w:val="0F24219C"/>
    <w:lvl w:ilvl="0" w:tplc="228E09E4">
      <w:start w:val="1"/>
      <w:numFmt w:val="upperRoman"/>
      <w:lvlText w:val="%1."/>
      <w:lvlJc w:val="left"/>
      <w:pPr>
        <w:ind w:left="1080" w:hanging="720"/>
      </w:pPr>
    </w:lvl>
    <w:lvl w:ilvl="1" w:tplc="B5EA4EA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368B1"/>
    <w:multiLevelType w:val="multilevel"/>
    <w:tmpl w:val="ED5C8B6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9"/>
    </w:lvlOverride>
    <w:lvlOverride w:ilvl="5">
      <w:startOverride w:val="1"/>
    </w:lvlOverride>
    <w:lvlOverride w:ilvl="6">
      <w:startOverride w:val="1"/>
    </w:lvlOverride>
    <w:lvlOverride w:ilvl="7">
      <w:startOverride w:val="22"/>
    </w:lvlOverride>
    <w:lvlOverride w:ilvl="8">
      <w:startOverride w:val="1"/>
    </w:lvlOverride>
  </w:num>
  <w:num w:numId="3">
    <w:abstractNumId w:val="5"/>
    <w:lvlOverride w:ilvl="0">
      <w:startOverride w:val="6"/>
    </w:lvlOverride>
    <w:lvlOverride w:ilvl="1">
      <w:startOverride w:val="17"/>
    </w:lvlOverride>
    <w:lvlOverride w:ilvl="2">
      <w:startOverride w:val="6"/>
    </w:lvlOverride>
    <w:lvlOverride w:ilvl="3">
      <w:startOverride w:val="1"/>
    </w:lvlOverride>
    <w:lvlOverride w:ilvl="4">
      <w:startOverride w:val="18"/>
    </w:lvlOverride>
    <w:lvlOverride w:ilvl="5">
      <w:startOverride w:val="1"/>
    </w:lvlOverride>
    <w:lvlOverride w:ilvl="6">
      <w:startOverride w:val="1"/>
    </w:lvlOverride>
    <w:lvlOverride w:ilvl="7">
      <w:startOverride w:val="21"/>
    </w:lvlOverride>
    <w:lvlOverride w:ilvl="8">
      <w:startOverride w:val="1"/>
    </w:lvlOverride>
  </w:num>
  <w:num w:numId="4">
    <w:abstractNumId w:val="2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26"/>
    </w:lvlOverride>
    <w:lvlOverride w:ilvl="5">
      <w:startOverride w:val="1"/>
    </w:lvlOverride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6B"/>
    <w:rsid w:val="0002406B"/>
    <w:rsid w:val="00035527"/>
    <w:rsid w:val="000734CE"/>
    <w:rsid w:val="000972FB"/>
    <w:rsid w:val="000D718F"/>
    <w:rsid w:val="0010172B"/>
    <w:rsid w:val="001241AD"/>
    <w:rsid w:val="00130738"/>
    <w:rsid w:val="001474DD"/>
    <w:rsid w:val="0017136B"/>
    <w:rsid w:val="00180AEA"/>
    <w:rsid w:val="00180BE0"/>
    <w:rsid w:val="00182AF3"/>
    <w:rsid w:val="001D356B"/>
    <w:rsid w:val="00246A6C"/>
    <w:rsid w:val="002705C2"/>
    <w:rsid w:val="0028795A"/>
    <w:rsid w:val="002A482A"/>
    <w:rsid w:val="002B303E"/>
    <w:rsid w:val="002D78BA"/>
    <w:rsid w:val="002F6298"/>
    <w:rsid w:val="00300EEB"/>
    <w:rsid w:val="003117D0"/>
    <w:rsid w:val="00345672"/>
    <w:rsid w:val="00353239"/>
    <w:rsid w:val="00392AED"/>
    <w:rsid w:val="003A4F1F"/>
    <w:rsid w:val="003D1617"/>
    <w:rsid w:val="003D4D67"/>
    <w:rsid w:val="00403831"/>
    <w:rsid w:val="004142DF"/>
    <w:rsid w:val="00433655"/>
    <w:rsid w:val="004670F7"/>
    <w:rsid w:val="00473CC9"/>
    <w:rsid w:val="004F1AC0"/>
    <w:rsid w:val="00506D38"/>
    <w:rsid w:val="00516AB5"/>
    <w:rsid w:val="00516B1D"/>
    <w:rsid w:val="005B52D5"/>
    <w:rsid w:val="005C1D57"/>
    <w:rsid w:val="005F4318"/>
    <w:rsid w:val="005F5300"/>
    <w:rsid w:val="00623F2D"/>
    <w:rsid w:val="006273FA"/>
    <w:rsid w:val="006512B2"/>
    <w:rsid w:val="00653BC9"/>
    <w:rsid w:val="00656370"/>
    <w:rsid w:val="00660688"/>
    <w:rsid w:val="00662CD9"/>
    <w:rsid w:val="0067558D"/>
    <w:rsid w:val="00683E4A"/>
    <w:rsid w:val="006919C5"/>
    <w:rsid w:val="006D15F5"/>
    <w:rsid w:val="00702FB2"/>
    <w:rsid w:val="00742843"/>
    <w:rsid w:val="00775968"/>
    <w:rsid w:val="00776D50"/>
    <w:rsid w:val="007A0800"/>
    <w:rsid w:val="007B7732"/>
    <w:rsid w:val="0080049C"/>
    <w:rsid w:val="0081549F"/>
    <w:rsid w:val="00837965"/>
    <w:rsid w:val="00852BDE"/>
    <w:rsid w:val="00874810"/>
    <w:rsid w:val="008B2A04"/>
    <w:rsid w:val="008F0482"/>
    <w:rsid w:val="008F3A38"/>
    <w:rsid w:val="00935B9D"/>
    <w:rsid w:val="00951D2E"/>
    <w:rsid w:val="009A513E"/>
    <w:rsid w:val="009A5179"/>
    <w:rsid w:val="009C32A0"/>
    <w:rsid w:val="009F258B"/>
    <w:rsid w:val="009F4645"/>
    <w:rsid w:val="00A10BBA"/>
    <w:rsid w:val="00A31D01"/>
    <w:rsid w:val="00A42F0D"/>
    <w:rsid w:val="00A61E52"/>
    <w:rsid w:val="00A8486D"/>
    <w:rsid w:val="00B22C93"/>
    <w:rsid w:val="00B869B4"/>
    <w:rsid w:val="00BC0F67"/>
    <w:rsid w:val="00BD3627"/>
    <w:rsid w:val="00BD401B"/>
    <w:rsid w:val="00BF1374"/>
    <w:rsid w:val="00C26913"/>
    <w:rsid w:val="00CB525F"/>
    <w:rsid w:val="00CE607F"/>
    <w:rsid w:val="00D02255"/>
    <w:rsid w:val="00D04446"/>
    <w:rsid w:val="00D16DC2"/>
    <w:rsid w:val="00DA54BC"/>
    <w:rsid w:val="00DA7287"/>
    <w:rsid w:val="00DD0647"/>
    <w:rsid w:val="00DD5505"/>
    <w:rsid w:val="00DE10CB"/>
    <w:rsid w:val="00E21649"/>
    <w:rsid w:val="00E302C4"/>
    <w:rsid w:val="00E31E6F"/>
    <w:rsid w:val="00E9091E"/>
    <w:rsid w:val="00ED48AD"/>
    <w:rsid w:val="00EE573A"/>
    <w:rsid w:val="00F06ED8"/>
    <w:rsid w:val="00F30A1E"/>
    <w:rsid w:val="00F32111"/>
    <w:rsid w:val="00F57A29"/>
    <w:rsid w:val="00FA4FB5"/>
    <w:rsid w:val="00FA5BD5"/>
    <w:rsid w:val="00FB59F2"/>
    <w:rsid w:val="00F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24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inispavadinimas">
    <w:name w:val="Subtitle"/>
    <w:basedOn w:val="prastasis"/>
    <w:next w:val="prastasis"/>
    <w:link w:val="AntrinispavadinimasDiagrama"/>
    <w:qFormat/>
    <w:rsid w:val="0002406B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02406B"/>
    <w:rPr>
      <w:rFonts w:ascii="Cambria" w:hAnsi="Cambri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02406B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Pagrindinistekstas">
    <w:name w:val="Pagrindinis tekstas_"/>
    <w:link w:val="Pagrindinistekstas31"/>
    <w:locked/>
    <w:rsid w:val="0002406B"/>
    <w:rPr>
      <w:sz w:val="22"/>
      <w:szCs w:val="22"/>
      <w:shd w:val="clear" w:color="auto" w:fill="FFFFFF"/>
    </w:rPr>
  </w:style>
  <w:style w:type="paragraph" w:customStyle="1" w:styleId="Pagrindinistekstas31">
    <w:name w:val="Pagrindinis tekstas31"/>
    <w:basedOn w:val="prastasis"/>
    <w:link w:val="Pagrindinistekstas"/>
    <w:rsid w:val="0002406B"/>
    <w:pPr>
      <w:shd w:val="clear" w:color="auto" w:fill="FFFFFF"/>
      <w:spacing w:before="300" w:after="240" w:line="274" w:lineRule="exact"/>
      <w:jc w:val="center"/>
    </w:pPr>
    <w:rPr>
      <w:sz w:val="22"/>
      <w:szCs w:val="22"/>
    </w:rPr>
  </w:style>
  <w:style w:type="character" w:customStyle="1" w:styleId="Pagrindinistekstas4">
    <w:name w:val="Pagrindinis tekstas (4)_"/>
    <w:link w:val="Pagrindinistekstas40"/>
    <w:locked/>
    <w:rsid w:val="0002406B"/>
    <w:rPr>
      <w:sz w:val="35"/>
      <w:szCs w:val="35"/>
      <w:shd w:val="clear" w:color="auto" w:fill="FFFFFF"/>
    </w:rPr>
  </w:style>
  <w:style w:type="paragraph" w:customStyle="1" w:styleId="Pagrindinistekstas40">
    <w:name w:val="Pagrindinis tekstas (4)"/>
    <w:basedOn w:val="prastasis"/>
    <w:link w:val="Pagrindinistekstas4"/>
    <w:rsid w:val="0002406B"/>
    <w:pPr>
      <w:shd w:val="clear" w:color="auto" w:fill="FFFFFF"/>
      <w:spacing w:line="0" w:lineRule="atLeast"/>
    </w:pPr>
    <w:rPr>
      <w:sz w:val="35"/>
      <w:szCs w:val="35"/>
    </w:rPr>
  </w:style>
  <w:style w:type="character" w:styleId="Komentaronuoroda">
    <w:name w:val="annotation reference"/>
    <w:semiHidden/>
    <w:unhideWhenUsed/>
    <w:rsid w:val="0002406B"/>
    <w:rPr>
      <w:sz w:val="16"/>
    </w:rPr>
  </w:style>
  <w:style w:type="character" w:customStyle="1" w:styleId="Pagrindinistekstas5">
    <w:name w:val="Pagrindinis tekstas5"/>
    <w:rsid w:val="0002406B"/>
  </w:style>
  <w:style w:type="character" w:customStyle="1" w:styleId="Temosantrat3">
    <w:name w:val="Temos antraštė #3"/>
    <w:rsid w:val="0002406B"/>
  </w:style>
  <w:style w:type="character" w:customStyle="1" w:styleId="Pagrindinistekstas7">
    <w:name w:val="Pagrindinis tekstas7"/>
    <w:rsid w:val="0002406B"/>
  </w:style>
  <w:style w:type="character" w:customStyle="1" w:styleId="Pagrindinistekstas8">
    <w:name w:val="Pagrindinis tekstas8"/>
    <w:rsid w:val="0002406B"/>
  </w:style>
  <w:style w:type="character" w:customStyle="1" w:styleId="Pagrindinistekstas9">
    <w:name w:val="Pagrindinis tekstas9"/>
    <w:rsid w:val="0002406B"/>
  </w:style>
  <w:style w:type="character" w:customStyle="1" w:styleId="Pagrindinistekstas10">
    <w:name w:val="Pagrindinis tekstas10"/>
    <w:rsid w:val="0002406B"/>
  </w:style>
  <w:style w:type="character" w:customStyle="1" w:styleId="Pagrindinistekstas11">
    <w:name w:val="Pagrindinis tekstas11"/>
    <w:rsid w:val="0002406B"/>
  </w:style>
  <w:style w:type="character" w:customStyle="1" w:styleId="Pagrindinistekstas12">
    <w:name w:val="Pagrindinis tekstas12"/>
    <w:rsid w:val="0002406B"/>
  </w:style>
  <w:style w:type="character" w:customStyle="1" w:styleId="Pagrindinistekstas13">
    <w:name w:val="Pagrindinis tekstas13"/>
    <w:rsid w:val="0002406B"/>
  </w:style>
  <w:style w:type="character" w:customStyle="1" w:styleId="Pagrindinistekstas14">
    <w:name w:val="Pagrindinis tekstas14"/>
    <w:rsid w:val="0002406B"/>
  </w:style>
  <w:style w:type="character" w:customStyle="1" w:styleId="Pagrindinistekstas15">
    <w:name w:val="Pagrindinis tekstas15"/>
    <w:rsid w:val="0002406B"/>
  </w:style>
  <w:style w:type="character" w:customStyle="1" w:styleId="Pagrindinistekstas16">
    <w:name w:val="Pagrindinis tekstas16"/>
    <w:rsid w:val="0002406B"/>
  </w:style>
  <w:style w:type="character" w:customStyle="1" w:styleId="Pagrindinistekstas17">
    <w:name w:val="Pagrindinis tekstas17"/>
    <w:rsid w:val="0002406B"/>
  </w:style>
  <w:style w:type="character" w:customStyle="1" w:styleId="Pagrindinistekstas18">
    <w:name w:val="Pagrindinis tekstas18"/>
    <w:rsid w:val="0002406B"/>
  </w:style>
  <w:style w:type="character" w:customStyle="1" w:styleId="Pagrindinistekstas19">
    <w:name w:val="Pagrindinis tekstas19"/>
    <w:rsid w:val="0002406B"/>
  </w:style>
  <w:style w:type="character" w:customStyle="1" w:styleId="Pagrindinistekstas20">
    <w:name w:val="Pagrindinis tekstas20"/>
    <w:rsid w:val="0002406B"/>
  </w:style>
  <w:style w:type="character" w:customStyle="1" w:styleId="Pagrindinistekstas21">
    <w:name w:val="Pagrindinis tekstas21"/>
    <w:rsid w:val="0002406B"/>
  </w:style>
  <w:style w:type="character" w:customStyle="1" w:styleId="Pagrindinistekstas22">
    <w:name w:val="Pagrindinis tekstas22"/>
    <w:rsid w:val="0002406B"/>
  </w:style>
  <w:style w:type="character" w:customStyle="1" w:styleId="Pagrindinistekstas23">
    <w:name w:val="Pagrindinis tekstas23"/>
    <w:rsid w:val="0002406B"/>
  </w:style>
  <w:style w:type="character" w:customStyle="1" w:styleId="Pagrindinistekstas24">
    <w:name w:val="Pagrindinis tekstas24"/>
    <w:rsid w:val="0002406B"/>
  </w:style>
  <w:style w:type="character" w:customStyle="1" w:styleId="Pagrindinistekstas25">
    <w:name w:val="Pagrindinis tekstas25"/>
    <w:rsid w:val="0002406B"/>
  </w:style>
  <w:style w:type="character" w:customStyle="1" w:styleId="Pagrindinistekstas50">
    <w:name w:val="Pagrindinis tekstas (5)"/>
    <w:rsid w:val="0002406B"/>
  </w:style>
  <w:style w:type="character" w:styleId="Grietas">
    <w:name w:val="Strong"/>
    <w:basedOn w:val="Numatytasispastraiposriftas"/>
    <w:qFormat/>
    <w:rsid w:val="0002406B"/>
    <w:rPr>
      <w:b/>
      <w:bCs/>
    </w:rPr>
  </w:style>
  <w:style w:type="character" w:styleId="Hipersaitas">
    <w:name w:val="Hyperlink"/>
    <w:semiHidden/>
    <w:unhideWhenUsed/>
    <w:rsid w:val="00837965"/>
    <w:rPr>
      <w:color w:val="0000FF"/>
      <w:u w:val="single"/>
    </w:rPr>
  </w:style>
  <w:style w:type="paragraph" w:styleId="Pagrindinistekstas0">
    <w:name w:val="Body Text"/>
    <w:basedOn w:val="prastasis"/>
    <w:link w:val="PagrindinistekstasDiagrama"/>
    <w:unhideWhenUsed/>
    <w:rsid w:val="00837965"/>
    <w:pPr>
      <w:shd w:val="clear" w:color="auto" w:fill="FFFFFF"/>
      <w:spacing w:before="300" w:line="240" w:lineRule="atLeast"/>
      <w:ind w:hanging="420"/>
    </w:pPr>
    <w:rPr>
      <w:sz w:val="21"/>
      <w:szCs w:val="21"/>
    </w:rPr>
  </w:style>
  <w:style w:type="character" w:customStyle="1" w:styleId="PagrindinistekstasDiagrama">
    <w:name w:val="Pagrindinis tekstas Diagrama"/>
    <w:basedOn w:val="Numatytasispastraiposriftas"/>
    <w:link w:val="Pagrindinistekstas0"/>
    <w:rsid w:val="00837965"/>
    <w:rPr>
      <w:sz w:val="21"/>
      <w:szCs w:val="21"/>
      <w:shd w:val="clear" w:color="auto" w:fill="FFFFFF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A4F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A4F1F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82AF3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82AF3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82AF3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82AF3"/>
    <w:rPr>
      <w:sz w:val="16"/>
      <w:szCs w:val="16"/>
    </w:rPr>
  </w:style>
  <w:style w:type="paragraph" w:styleId="Sraas">
    <w:name w:val="List"/>
    <w:basedOn w:val="prastasis"/>
    <w:rsid w:val="00182AF3"/>
    <w:pPr>
      <w:ind w:left="283" w:hanging="283"/>
    </w:pPr>
    <w:rPr>
      <w:lang w:eastAsia="en-GB"/>
    </w:rPr>
  </w:style>
  <w:style w:type="paragraph" w:styleId="Sraas2">
    <w:name w:val="List 2"/>
    <w:basedOn w:val="prastasis"/>
    <w:rsid w:val="00182AF3"/>
    <w:pPr>
      <w:ind w:left="566" w:hanging="283"/>
    </w:pPr>
    <w:rPr>
      <w:lang w:eastAsia="en-GB"/>
    </w:rPr>
  </w:style>
  <w:style w:type="paragraph" w:styleId="Pavadinimas">
    <w:name w:val="Title"/>
    <w:basedOn w:val="prastasis"/>
    <w:link w:val="PavadinimasDiagrama"/>
    <w:qFormat/>
    <w:rsid w:val="00182A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GB"/>
    </w:rPr>
  </w:style>
  <w:style w:type="character" w:customStyle="1" w:styleId="PavadinimasDiagrama">
    <w:name w:val="Pavadinimas Diagrama"/>
    <w:basedOn w:val="Numatytasispastraiposriftas"/>
    <w:link w:val="Pavadinimas"/>
    <w:rsid w:val="00182AF3"/>
    <w:rPr>
      <w:rFonts w:ascii="Arial" w:hAnsi="Arial" w:cs="Arial"/>
      <w:b/>
      <w:bCs/>
      <w:kern w:val="28"/>
      <w:sz w:val="32"/>
      <w:szCs w:val="32"/>
      <w:lang w:eastAsia="en-GB"/>
    </w:rPr>
  </w:style>
  <w:style w:type="table" w:styleId="Lentelstinklelis">
    <w:name w:val="Table Grid"/>
    <w:basedOn w:val="prastojilentel"/>
    <w:rsid w:val="00182AF3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aiptekstas">
    <w:name w:val="Siaip tekstas"/>
    <w:basedOn w:val="prastasis"/>
    <w:autoRedefine/>
    <w:rsid w:val="00182AF3"/>
    <w:pPr>
      <w:ind w:firstLine="720"/>
      <w:jc w:val="both"/>
    </w:pPr>
    <w:rPr>
      <w:lang w:eastAsia="en-US"/>
    </w:rPr>
  </w:style>
  <w:style w:type="paragraph" w:customStyle="1" w:styleId="Diagrama1CharCharChar">
    <w:name w:val="Diagrama1 Char Char Char"/>
    <w:basedOn w:val="prastasis"/>
    <w:semiHidden/>
    <w:rsid w:val="005B52D5"/>
    <w:pPr>
      <w:spacing w:after="160" w:line="240" w:lineRule="exact"/>
    </w:pPr>
    <w:rPr>
      <w:rFonts w:cs="Verdan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24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inispavadinimas">
    <w:name w:val="Subtitle"/>
    <w:basedOn w:val="prastasis"/>
    <w:next w:val="prastasis"/>
    <w:link w:val="AntrinispavadinimasDiagrama"/>
    <w:qFormat/>
    <w:rsid w:val="0002406B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02406B"/>
    <w:rPr>
      <w:rFonts w:ascii="Cambria" w:hAnsi="Cambri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02406B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Pagrindinistekstas">
    <w:name w:val="Pagrindinis tekstas_"/>
    <w:link w:val="Pagrindinistekstas31"/>
    <w:locked/>
    <w:rsid w:val="0002406B"/>
    <w:rPr>
      <w:sz w:val="22"/>
      <w:szCs w:val="22"/>
      <w:shd w:val="clear" w:color="auto" w:fill="FFFFFF"/>
    </w:rPr>
  </w:style>
  <w:style w:type="paragraph" w:customStyle="1" w:styleId="Pagrindinistekstas31">
    <w:name w:val="Pagrindinis tekstas31"/>
    <w:basedOn w:val="prastasis"/>
    <w:link w:val="Pagrindinistekstas"/>
    <w:rsid w:val="0002406B"/>
    <w:pPr>
      <w:shd w:val="clear" w:color="auto" w:fill="FFFFFF"/>
      <w:spacing w:before="300" w:after="240" w:line="274" w:lineRule="exact"/>
      <w:jc w:val="center"/>
    </w:pPr>
    <w:rPr>
      <w:sz w:val="22"/>
      <w:szCs w:val="22"/>
    </w:rPr>
  </w:style>
  <w:style w:type="character" w:customStyle="1" w:styleId="Pagrindinistekstas4">
    <w:name w:val="Pagrindinis tekstas (4)_"/>
    <w:link w:val="Pagrindinistekstas40"/>
    <w:locked/>
    <w:rsid w:val="0002406B"/>
    <w:rPr>
      <w:sz w:val="35"/>
      <w:szCs w:val="35"/>
      <w:shd w:val="clear" w:color="auto" w:fill="FFFFFF"/>
    </w:rPr>
  </w:style>
  <w:style w:type="paragraph" w:customStyle="1" w:styleId="Pagrindinistekstas40">
    <w:name w:val="Pagrindinis tekstas (4)"/>
    <w:basedOn w:val="prastasis"/>
    <w:link w:val="Pagrindinistekstas4"/>
    <w:rsid w:val="0002406B"/>
    <w:pPr>
      <w:shd w:val="clear" w:color="auto" w:fill="FFFFFF"/>
      <w:spacing w:line="0" w:lineRule="atLeast"/>
    </w:pPr>
    <w:rPr>
      <w:sz w:val="35"/>
      <w:szCs w:val="35"/>
    </w:rPr>
  </w:style>
  <w:style w:type="character" w:styleId="Komentaronuoroda">
    <w:name w:val="annotation reference"/>
    <w:semiHidden/>
    <w:unhideWhenUsed/>
    <w:rsid w:val="0002406B"/>
    <w:rPr>
      <w:sz w:val="16"/>
    </w:rPr>
  </w:style>
  <w:style w:type="character" w:customStyle="1" w:styleId="Pagrindinistekstas5">
    <w:name w:val="Pagrindinis tekstas5"/>
    <w:rsid w:val="0002406B"/>
  </w:style>
  <w:style w:type="character" w:customStyle="1" w:styleId="Temosantrat3">
    <w:name w:val="Temos antraštė #3"/>
    <w:rsid w:val="0002406B"/>
  </w:style>
  <w:style w:type="character" w:customStyle="1" w:styleId="Pagrindinistekstas7">
    <w:name w:val="Pagrindinis tekstas7"/>
    <w:rsid w:val="0002406B"/>
  </w:style>
  <w:style w:type="character" w:customStyle="1" w:styleId="Pagrindinistekstas8">
    <w:name w:val="Pagrindinis tekstas8"/>
    <w:rsid w:val="0002406B"/>
  </w:style>
  <w:style w:type="character" w:customStyle="1" w:styleId="Pagrindinistekstas9">
    <w:name w:val="Pagrindinis tekstas9"/>
    <w:rsid w:val="0002406B"/>
  </w:style>
  <w:style w:type="character" w:customStyle="1" w:styleId="Pagrindinistekstas10">
    <w:name w:val="Pagrindinis tekstas10"/>
    <w:rsid w:val="0002406B"/>
  </w:style>
  <w:style w:type="character" w:customStyle="1" w:styleId="Pagrindinistekstas11">
    <w:name w:val="Pagrindinis tekstas11"/>
    <w:rsid w:val="0002406B"/>
  </w:style>
  <w:style w:type="character" w:customStyle="1" w:styleId="Pagrindinistekstas12">
    <w:name w:val="Pagrindinis tekstas12"/>
    <w:rsid w:val="0002406B"/>
  </w:style>
  <w:style w:type="character" w:customStyle="1" w:styleId="Pagrindinistekstas13">
    <w:name w:val="Pagrindinis tekstas13"/>
    <w:rsid w:val="0002406B"/>
  </w:style>
  <w:style w:type="character" w:customStyle="1" w:styleId="Pagrindinistekstas14">
    <w:name w:val="Pagrindinis tekstas14"/>
    <w:rsid w:val="0002406B"/>
  </w:style>
  <w:style w:type="character" w:customStyle="1" w:styleId="Pagrindinistekstas15">
    <w:name w:val="Pagrindinis tekstas15"/>
    <w:rsid w:val="0002406B"/>
  </w:style>
  <w:style w:type="character" w:customStyle="1" w:styleId="Pagrindinistekstas16">
    <w:name w:val="Pagrindinis tekstas16"/>
    <w:rsid w:val="0002406B"/>
  </w:style>
  <w:style w:type="character" w:customStyle="1" w:styleId="Pagrindinistekstas17">
    <w:name w:val="Pagrindinis tekstas17"/>
    <w:rsid w:val="0002406B"/>
  </w:style>
  <w:style w:type="character" w:customStyle="1" w:styleId="Pagrindinistekstas18">
    <w:name w:val="Pagrindinis tekstas18"/>
    <w:rsid w:val="0002406B"/>
  </w:style>
  <w:style w:type="character" w:customStyle="1" w:styleId="Pagrindinistekstas19">
    <w:name w:val="Pagrindinis tekstas19"/>
    <w:rsid w:val="0002406B"/>
  </w:style>
  <w:style w:type="character" w:customStyle="1" w:styleId="Pagrindinistekstas20">
    <w:name w:val="Pagrindinis tekstas20"/>
    <w:rsid w:val="0002406B"/>
  </w:style>
  <w:style w:type="character" w:customStyle="1" w:styleId="Pagrindinistekstas21">
    <w:name w:val="Pagrindinis tekstas21"/>
    <w:rsid w:val="0002406B"/>
  </w:style>
  <w:style w:type="character" w:customStyle="1" w:styleId="Pagrindinistekstas22">
    <w:name w:val="Pagrindinis tekstas22"/>
    <w:rsid w:val="0002406B"/>
  </w:style>
  <w:style w:type="character" w:customStyle="1" w:styleId="Pagrindinistekstas23">
    <w:name w:val="Pagrindinis tekstas23"/>
    <w:rsid w:val="0002406B"/>
  </w:style>
  <w:style w:type="character" w:customStyle="1" w:styleId="Pagrindinistekstas24">
    <w:name w:val="Pagrindinis tekstas24"/>
    <w:rsid w:val="0002406B"/>
  </w:style>
  <w:style w:type="character" w:customStyle="1" w:styleId="Pagrindinistekstas25">
    <w:name w:val="Pagrindinis tekstas25"/>
    <w:rsid w:val="0002406B"/>
  </w:style>
  <w:style w:type="character" w:customStyle="1" w:styleId="Pagrindinistekstas50">
    <w:name w:val="Pagrindinis tekstas (5)"/>
    <w:rsid w:val="0002406B"/>
  </w:style>
  <w:style w:type="character" w:styleId="Grietas">
    <w:name w:val="Strong"/>
    <w:basedOn w:val="Numatytasispastraiposriftas"/>
    <w:qFormat/>
    <w:rsid w:val="0002406B"/>
    <w:rPr>
      <w:b/>
      <w:bCs/>
    </w:rPr>
  </w:style>
  <w:style w:type="character" w:styleId="Hipersaitas">
    <w:name w:val="Hyperlink"/>
    <w:semiHidden/>
    <w:unhideWhenUsed/>
    <w:rsid w:val="00837965"/>
    <w:rPr>
      <w:color w:val="0000FF"/>
      <w:u w:val="single"/>
    </w:rPr>
  </w:style>
  <w:style w:type="paragraph" w:styleId="Pagrindinistekstas0">
    <w:name w:val="Body Text"/>
    <w:basedOn w:val="prastasis"/>
    <w:link w:val="PagrindinistekstasDiagrama"/>
    <w:unhideWhenUsed/>
    <w:rsid w:val="00837965"/>
    <w:pPr>
      <w:shd w:val="clear" w:color="auto" w:fill="FFFFFF"/>
      <w:spacing w:before="300" w:line="240" w:lineRule="atLeast"/>
      <w:ind w:hanging="420"/>
    </w:pPr>
    <w:rPr>
      <w:sz w:val="21"/>
      <w:szCs w:val="21"/>
    </w:rPr>
  </w:style>
  <w:style w:type="character" w:customStyle="1" w:styleId="PagrindinistekstasDiagrama">
    <w:name w:val="Pagrindinis tekstas Diagrama"/>
    <w:basedOn w:val="Numatytasispastraiposriftas"/>
    <w:link w:val="Pagrindinistekstas0"/>
    <w:rsid w:val="00837965"/>
    <w:rPr>
      <w:sz w:val="21"/>
      <w:szCs w:val="21"/>
      <w:shd w:val="clear" w:color="auto" w:fill="FFFFFF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A4F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A4F1F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82AF3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82AF3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82AF3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82AF3"/>
    <w:rPr>
      <w:sz w:val="16"/>
      <w:szCs w:val="16"/>
    </w:rPr>
  </w:style>
  <w:style w:type="paragraph" w:styleId="Sraas">
    <w:name w:val="List"/>
    <w:basedOn w:val="prastasis"/>
    <w:rsid w:val="00182AF3"/>
    <w:pPr>
      <w:ind w:left="283" w:hanging="283"/>
    </w:pPr>
    <w:rPr>
      <w:lang w:eastAsia="en-GB"/>
    </w:rPr>
  </w:style>
  <w:style w:type="paragraph" w:styleId="Sraas2">
    <w:name w:val="List 2"/>
    <w:basedOn w:val="prastasis"/>
    <w:rsid w:val="00182AF3"/>
    <w:pPr>
      <w:ind w:left="566" w:hanging="283"/>
    </w:pPr>
    <w:rPr>
      <w:lang w:eastAsia="en-GB"/>
    </w:rPr>
  </w:style>
  <w:style w:type="paragraph" w:styleId="Pavadinimas">
    <w:name w:val="Title"/>
    <w:basedOn w:val="prastasis"/>
    <w:link w:val="PavadinimasDiagrama"/>
    <w:qFormat/>
    <w:rsid w:val="00182A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GB"/>
    </w:rPr>
  </w:style>
  <w:style w:type="character" w:customStyle="1" w:styleId="PavadinimasDiagrama">
    <w:name w:val="Pavadinimas Diagrama"/>
    <w:basedOn w:val="Numatytasispastraiposriftas"/>
    <w:link w:val="Pavadinimas"/>
    <w:rsid w:val="00182AF3"/>
    <w:rPr>
      <w:rFonts w:ascii="Arial" w:hAnsi="Arial" w:cs="Arial"/>
      <w:b/>
      <w:bCs/>
      <w:kern w:val="28"/>
      <w:sz w:val="32"/>
      <w:szCs w:val="32"/>
      <w:lang w:eastAsia="en-GB"/>
    </w:rPr>
  </w:style>
  <w:style w:type="table" w:styleId="Lentelstinklelis">
    <w:name w:val="Table Grid"/>
    <w:basedOn w:val="prastojilentel"/>
    <w:rsid w:val="00182AF3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aiptekstas">
    <w:name w:val="Siaip tekstas"/>
    <w:basedOn w:val="prastasis"/>
    <w:autoRedefine/>
    <w:rsid w:val="00182AF3"/>
    <w:pPr>
      <w:ind w:firstLine="720"/>
      <w:jc w:val="both"/>
    </w:pPr>
    <w:rPr>
      <w:lang w:eastAsia="en-US"/>
    </w:rPr>
  </w:style>
  <w:style w:type="paragraph" w:customStyle="1" w:styleId="Diagrama1CharCharChar">
    <w:name w:val="Diagrama1 Char Char Char"/>
    <w:basedOn w:val="prastasis"/>
    <w:semiHidden/>
    <w:rsid w:val="005B52D5"/>
    <w:pPr>
      <w:spacing w:after="160" w:line="240" w:lineRule="exact"/>
    </w:pPr>
    <w:rPr>
      <w:rFonts w:cs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EF63EE6B</Template>
  <TotalTime>6</TotalTime>
  <Pages>1</Pages>
  <Words>113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 Ruginytė</dc:creator>
  <cp:lastModifiedBy>Jovita Šumskienė</cp:lastModifiedBy>
  <cp:revision>11</cp:revision>
  <cp:lastPrinted>2020-09-22T07:01:00Z</cp:lastPrinted>
  <dcterms:created xsi:type="dcterms:W3CDTF">2020-09-22T12:22:00Z</dcterms:created>
  <dcterms:modified xsi:type="dcterms:W3CDTF">2020-09-24T14:10:00Z</dcterms:modified>
</cp:coreProperties>
</file>