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5F" w:rsidRPr="000D4C05" w:rsidRDefault="00F311B9" w:rsidP="00F311B9">
      <w:pPr>
        <w:jc w:val="center"/>
        <w:rPr>
          <w:b/>
          <w:color w:val="000000" w:themeColor="text1"/>
          <w:sz w:val="28"/>
          <w:szCs w:val="28"/>
          <w:lang w:eastAsia="en-US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9264" behindDoc="1" locked="0" layoutInCell="0" allowOverlap="1" wp14:anchorId="487FDDD2" wp14:editId="6C6D9A9A">
            <wp:simplePos x="0" y="0"/>
            <wp:positionH relativeFrom="column">
              <wp:posOffset>2800350</wp:posOffset>
            </wp:positionH>
            <wp:positionV relativeFrom="paragraph">
              <wp:posOffset>-374650</wp:posOffset>
            </wp:positionV>
            <wp:extent cx="552450" cy="676275"/>
            <wp:effectExtent l="0" t="0" r="0" b="9525"/>
            <wp:wrapTopAndBottom/>
            <wp:docPr id="16" name="Paveikslėlis 16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F5F" w:rsidRPr="000D4C05">
        <w:rPr>
          <w:b/>
          <w:color w:val="000000" w:themeColor="text1"/>
          <w:sz w:val="28"/>
          <w:szCs w:val="28"/>
          <w:lang w:eastAsia="en-US"/>
        </w:rPr>
        <w:t>PLUNGĖS RAJONO SAVIVALDYBĖS</w:t>
      </w:r>
    </w:p>
    <w:p w:rsidR="00EF1F5F" w:rsidRPr="000D4C05" w:rsidRDefault="00EF1F5F" w:rsidP="00F311B9">
      <w:pPr>
        <w:jc w:val="center"/>
        <w:rPr>
          <w:b/>
          <w:color w:val="000000" w:themeColor="text1"/>
          <w:sz w:val="28"/>
          <w:szCs w:val="28"/>
          <w:lang w:eastAsia="en-US"/>
        </w:rPr>
      </w:pPr>
      <w:r w:rsidRPr="000D4C05">
        <w:rPr>
          <w:b/>
          <w:color w:val="000000" w:themeColor="text1"/>
          <w:sz w:val="28"/>
          <w:szCs w:val="28"/>
          <w:lang w:eastAsia="en-US"/>
        </w:rPr>
        <w:t>TARYBA</w:t>
      </w:r>
    </w:p>
    <w:p w:rsidR="00EF1F5F" w:rsidRPr="00870AD4" w:rsidRDefault="00EF1F5F" w:rsidP="00F311B9">
      <w:pPr>
        <w:jc w:val="center"/>
        <w:rPr>
          <w:b/>
          <w:color w:val="000000" w:themeColor="text1"/>
          <w:lang w:eastAsia="en-US"/>
        </w:rPr>
      </w:pPr>
    </w:p>
    <w:p w:rsidR="00EF1F5F" w:rsidRPr="000D4C05" w:rsidRDefault="00EF1F5F" w:rsidP="00F311B9">
      <w:pPr>
        <w:jc w:val="center"/>
        <w:rPr>
          <w:b/>
          <w:color w:val="000000" w:themeColor="text1"/>
          <w:sz w:val="28"/>
          <w:szCs w:val="28"/>
          <w:lang w:eastAsia="en-US"/>
        </w:rPr>
      </w:pPr>
      <w:r w:rsidRPr="000D4C05">
        <w:rPr>
          <w:b/>
          <w:color w:val="000000" w:themeColor="text1"/>
          <w:sz w:val="28"/>
          <w:szCs w:val="28"/>
          <w:lang w:eastAsia="en-US"/>
        </w:rPr>
        <w:t>SPRENDIMAS</w:t>
      </w:r>
    </w:p>
    <w:p w:rsidR="00EF1F5F" w:rsidRPr="000D4C05" w:rsidRDefault="00C061C5" w:rsidP="00F311B9">
      <w:pPr>
        <w:pStyle w:val="Antrat2"/>
        <w:ind w:firstLine="0"/>
        <w:rPr>
          <w:color w:val="000000" w:themeColor="text1"/>
          <w:sz w:val="28"/>
          <w:szCs w:val="28"/>
        </w:rPr>
      </w:pPr>
      <w:r w:rsidRPr="000D4C05">
        <w:rPr>
          <w:color w:val="000000" w:themeColor="text1"/>
          <w:sz w:val="28"/>
          <w:szCs w:val="28"/>
        </w:rPr>
        <w:t xml:space="preserve">DĖL PRITARIMO PLUNGĖS RAJONO SAVIVALDYBĖS ADMINISTRACIJOS PLANUOJAMAM </w:t>
      </w:r>
      <w:r w:rsidR="00C45F3F" w:rsidRPr="000D4C05">
        <w:rPr>
          <w:color w:val="000000" w:themeColor="text1"/>
          <w:sz w:val="28"/>
          <w:szCs w:val="28"/>
        </w:rPr>
        <w:t xml:space="preserve">ĮGYVENDINTI PROJEKTUI „KŪRYBINIŲ RAIŠKŲ PLĖTRA BEI </w:t>
      </w:r>
      <w:r w:rsidRPr="000D4C05">
        <w:rPr>
          <w:color w:val="000000" w:themeColor="text1"/>
          <w:sz w:val="28"/>
          <w:szCs w:val="28"/>
        </w:rPr>
        <w:t>KULTŪRINIO ŠVIETIMO STIPRINIMAS</w:t>
      </w:r>
      <w:r w:rsidR="00056541" w:rsidRPr="000D4C05">
        <w:rPr>
          <w:color w:val="000000" w:themeColor="text1"/>
          <w:sz w:val="28"/>
          <w:szCs w:val="28"/>
        </w:rPr>
        <w:t xml:space="preserve"> PLUNGĖJE (LT) IR BJERKREIME (N</w:t>
      </w:r>
      <w:r w:rsidR="00B6482A" w:rsidRPr="000D4C05">
        <w:rPr>
          <w:color w:val="000000" w:themeColor="text1"/>
          <w:sz w:val="28"/>
          <w:szCs w:val="28"/>
        </w:rPr>
        <w:t>O</w:t>
      </w:r>
      <w:r w:rsidR="00056541" w:rsidRPr="000D4C05">
        <w:rPr>
          <w:color w:val="000000" w:themeColor="text1"/>
          <w:sz w:val="28"/>
          <w:szCs w:val="28"/>
        </w:rPr>
        <w:t>)</w:t>
      </w:r>
      <w:r w:rsidR="00B6482A" w:rsidRPr="000D4C05">
        <w:rPr>
          <w:color w:val="000000" w:themeColor="text1"/>
          <w:sz w:val="28"/>
          <w:szCs w:val="28"/>
        </w:rPr>
        <w:t>“</w:t>
      </w:r>
      <w:r w:rsidR="00056541" w:rsidRPr="000D4C05">
        <w:rPr>
          <w:color w:val="000000" w:themeColor="text1"/>
          <w:sz w:val="28"/>
          <w:szCs w:val="28"/>
        </w:rPr>
        <w:t xml:space="preserve"> </w:t>
      </w:r>
      <w:r w:rsidRPr="000D4C05">
        <w:rPr>
          <w:color w:val="000000" w:themeColor="text1"/>
          <w:sz w:val="28"/>
          <w:szCs w:val="28"/>
        </w:rPr>
        <w:t>IR LĖŠŲ SKYRIMO</w:t>
      </w:r>
    </w:p>
    <w:p w:rsidR="00C357AD" w:rsidRPr="00870AD4" w:rsidRDefault="00C357AD" w:rsidP="00F311B9">
      <w:pPr>
        <w:jc w:val="center"/>
        <w:rPr>
          <w:b/>
          <w:color w:val="000000" w:themeColor="text1"/>
          <w:lang w:eastAsia="en-US"/>
        </w:rPr>
      </w:pPr>
    </w:p>
    <w:p w:rsidR="00EF1F5F" w:rsidRPr="000D4C05" w:rsidRDefault="009A5B3A" w:rsidP="00F311B9">
      <w:pPr>
        <w:jc w:val="center"/>
        <w:rPr>
          <w:color w:val="000000" w:themeColor="text1"/>
          <w:szCs w:val="20"/>
          <w:lang w:eastAsia="en-US"/>
        </w:rPr>
      </w:pPr>
      <w:r w:rsidRPr="000D4C05">
        <w:rPr>
          <w:color w:val="000000" w:themeColor="text1"/>
          <w:szCs w:val="20"/>
          <w:lang w:eastAsia="en-US"/>
        </w:rPr>
        <w:t>2020</w:t>
      </w:r>
      <w:r w:rsidR="00EF1F5F" w:rsidRPr="000D4C05">
        <w:rPr>
          <w:color w:val="000000" w:themeColor="text1"/>
          <w:szCs w:val="20"/>
          <w:lang w:eastAsia="en-US"/>
        </w:rPr>
        <w:t xml:space="preserve"> m. </w:t>
      </w:r>
      <w:r w:rsidR="00C45F3F" w:rsidRPr="000D4C05">
        <w:rPr>
          <w:color w:val="000000" w:themeColor="text1"/>
          <w:szCs w:val="20"/>
          <w:lang w:eastAsia="en-US"/>
        </w:rPr>
        <w:t xml:space="preserve">liepos </w:t>
      </w:r>
      <w:r w:rsidR="00C45F3F" w:rsidRPr="000D4C05">
        <w:rPr>
          <w:color w:val="000000" w:themeColor="text1"/>
          <w:szCs w:val="20"/>
          <w:lang w:val="en-US" w:eastAsia="en-US"/>
        </w:rPr>
        <w:t>3</w:t>
      </w:r>
      <w:r w:rsidR="00D1480A" w:rsidRPr="000D4C05">
        <w:rPr>
          <w:color w:val="000000" w:themeColor="text1"/>
          <w:szCs w:val="20"/>
          <w:lang w:val="en-US" w:eastAsia="en-US"/>
        </w:rPr>
        <w:t>0</w:t>
      </w:r>
      <w:r w:rsidR="00C45F3F" w:rsidRPr="000D4C05">
        <w:rPr>
          <w:color w:val="000000" w:themeColor="text1"/>
          <w:szCs w:val="20"/>
          <w:lang w:val="en-US" w:eastAsia="en-US"/>
        </w:rPr>
        <w:t xml:space="preserve"> </w:t>
      </w:r>
      <w:r w:rsidR="00EF1F5F" w:rsidRPr="000D4C05">
        <w:rPr>
          <w:color w:val="000000" w:themeColor="text1"/>
          <w:szCs w:val="20"/>
          <w:lang w:eastAsia="en-US"/>
        </w:rPr>
        <w:t xml:space="preserve">d. Nr. </w:t>
      </w:r>
      <w:r w:rsidR="00774627" w:rsidRPr="000D4C05">
        <w:rPr>
          <w:color w:val="000000" w:themeColor="text1"/>
          <w:szCs w:val="20"/>
          <w:lang w:eastAsia="en-US"/>
        </w:rPr>
        <w:t>T1-</w:t>
      </w:r>
      <w:r w:rsidR="0022274F">
        <w:rPr>
          <w:color w:val="000000" w:themeColor="text1"/>
          <w:szCs w:val="20"/>
          <w:lang w:eastAsia="en-US"/>
        </w:rPr>
        <w:t>151</w:t>
      </w:r>
      <w:bookmarkStart w:id="0" w:name="_GoBack"/>
      <w:bookmarkEnd w:id="0"/>
    </w:p>
    <w:p w:rsidR="00EF1F5F" w:rsidRPr="000D4C05" w:rsidRDefault="00EF1F5F" w:rsidP="00F311B9">
      <w:pPr>
        <w:jc w:val="center"/>
        <w:rPr>
          <w:color w:val="000000" w:themeColor="text1"/>
          <w:szCs w:val="20"/>
          <w:lang w:eastAsia="en-US"/>
        </w:rPr>
      </w:pPr>
      <w:r w:rsidRPr="000D4C05">
        <w:rPr>
          <w:color w:val="000000" w:themeColor="text1"/>
          <w:szCs w:val="20"/>
          <w:lang w:eastAsia="en-US"/>
        </w:rPr>
        <w:t>Plungė</w:t>
      </w:r>
    </w:p>
    <w:p w:rsidR="00EF1F5F" w:rsidRPr="000D4C05" w:rsidRDefault="00EF1F5F" w:rsidP="00EF1F5F">
      <w:pPr>
        <w:jc w:val="center"/>
        <w:rPr>
          <w:color w:val="000000" w:themeColor="text1"/>
          <w:szCs w:val="20"/>
          <w:lang w:eastAsia="en-US"/>
        </w:rPr>
      </w:pPr>
    </w:p>
    <w:p w:rsidR="002767A0" w:rsidRPr="000D4C05" w:rsidRDefault="002767A0" w:rsidP="00AB2FB5">
      <w:pPr>
        <w:ind w:firstLine="720"/>
        <w:jc w:val="both"/>
        <w:rPr>
          <w:color w:val="000000" w:themeColor="text1"/>
          <w:szCs w:val="20"/>
          <w:lang w:eastAsia="en-US"/>
        </w:rPr>
      </w:pPr>
      <w:r w:rsidRPr="000D4C05">
        <w:rPr>
          <w:color w:val="000000" w:themeColor="text1"/>
          <w:szCs w:val="20"/>
          <w:lang w:eastAsia="en-US"/>
        </w:rPr>
        <w:t>Vadovaudamasi Lietuvos Respublikos vietos savivaldos į</w:t>
      </w:r>
      <w:r w:rsidR="00B74712" w:rsidRPr="000D4C05">
        <w:rPr>
          <w:color w:val="000000" w:themeColor="text1"/>
          <w:szCs w:val="20"/>
          <w:lang w:eastAsia="en-US"/>
        </w:rPr>
        <w:t>statymo 16 straipsnio 4 dalimi</w:t>
      </w:r>
      <w:r w:rsidR="00C357AD" w:rsidRPr="000D4C05">
        <w:rPr>
          <w:color w:val="000000" w:themeColor="text1"/>
          <w:szCs w:val="20"/>
          <w:lang w:eastAsia="en-US"/>
        </w:rPr>
        <w:t>,</w:t>
      </w:r>
      <w:r w:rsidR="00B74712" w:rsidRPr="000D4C05">
        <w:rPr>
          <w:color w:val="000000" w:themeColor="text1"/>
          <w:szCs w:val="20"/>
          <w:lang w:eastAsia="en-US"/>
        </w:rPr>
        <w:t xml:space="preserve"> </w:t>
      </w:r>
      <w:r w:rsidR="000D4C05">
        <w:rPr>
          <w:color w:val="000000" w:themeColor="text1"/>
          <w:szCs w:val="20"/>
          <w:lang w:eastAsia="en-US"/>
        </w:rPr>
        <w:t>k</w:t>
      </w:r>
      <w:r w:rsidR="00A002BA" w:rsidRPr="000D4C05">
        <w:rPr>
          <w:color w:val="000000" w:themeColor="text1"/>
          <w:szCs w:val="20"/>
          <w:lang w:eastAsia="en-US"/>
        </w:rPr>
        <w:t xml:space="preserve">vietimo </w:t>
      </w:r>
      <w:r w:rsidR="00A002BA" w:rsidRPr="000D4C05">
        <w:rPr>
          <w:color w:val="000000" w:themeColor="text1"/>
          <w:lang w:eastAsia="en-US"/>
        </w:rPr>
        <w:t>„</w:t>
      </w:r>
      <w:r w:rsidR="00C45F3F" w:rsidRPr="000D4C05">
        <w:rPr>
          <w:color w:val="000000" w:themeColor="text1"/>
          <w:shd w:val="clear" w:color="auto" w:fill="FFFFFF"/>
        </w:rPr>
        <w:t>Kultūros prieinamumo plėtojimas ir kultūrinio švietimo stiprinimas</w:t>
      </w:r>
      <w:r w:rsidR="00A002BA" w:rsidRPr="000D4C05">
        <w:rPr>
          <w:color w:val="000000" w:themeColor="text1"/>
          <w:lang w:eastAsia="en-US"/>
        </w:rPr>
        <w:t>“</w:t>
      </w:r>
      <w:r w:rsidR="00A002BA" w:rsidRPr="000D4C05">
        <w:rPr>
          <w:color w:val="000000" w:themeColor="text1"/>
          <w:szCs w:val="20"/>
          <w:lang w:eastAsia="en-US"/>
        </w:rPr>
        <w:t xml:space="preserve"> pagal 2014-2021 m. Europos ekonominės erdvės finansinio mechanizmo programą gairėmis pareiškėjams</w:t>
      </w:r>
      <w:r w:rsidR="00B74712" w:rsidRPr="000D4C05">
        <w:rPr>
          <w:color w:val="000000" w:themeColor="text1"/>
          <w:szCs w:val="20"/>
          <w:lang w:eastAsia="en-US"/>
        </w:rPr>
        <w:t>, patvirtint</w:t>
      </w:r>
      <w:r w:rsidR="00C357AD" w:rsidRPr="000D4C05">
        <w:rPr>
          <w:color w:val="000000" w:themeColor="text1"/>
          <w:szCs w:val="20"/>
          <w:lang w:eastAsia="en-US"/>
        </w:rPr>
        <w:t>omis</w:t>
      </w:r>
      <w:r w:rsidR="00B74712" w:rsidRPr="000D4C05">
        <w:rPr>
          <w:color w:val="000000" w:themeColor="text1"/>
          <w:szCs w:val="20"/>
          <w:lang w:eastAsia="en-US"/>
        </w:rPr>
        <w:t xml:space="preserve"> VšĮ Centrinės projektų valdymo agentūros direktoriaus </w:t>
      </w:r>
      <w:r w:rsidR="00C45F3F" w:rsidRPr="000D4C05">
        <w:rPr>
          <w:color w:val="000000" w:themeColor="text1"/>
          <w:szCs w:val="20"/>
          <w:lang w:eastAsia="en-US"/>
        </w:rPr>
        <w:t xml:space="preserve">pavaduotojo </w:t>
      </w:r>
      <w:r w:rsidR="00B74712" w:rsidRPr="000D4C05">
        <w:rPr>
          <w:color w:val="000000" w:themeColor="text1"/>
          <w:szCs w:val="20"/>
          <w:lang w:eastAsia="en-US"/>
        </w:rPr>
        <w:t>20</w:t>
      </w:r>
      <w:r w:rsidR="00A002BA" w:rsidRPr="000D4C05">
        <w:rPr>
          <w:color w:val="000000" w:themeColor="text1"/>
          <w:szCs w:val="20"/>
          <w:lang w:eastAsia="en-US"/>
        </w:rPr>
        <w:t>20</w:t>
      </w:r>
      <w:r w:rsidR="00B74712" w:rsidRPr="000D4C05">
        <w:rPr>
          <w:color w:val="000000" w:themeColor="text1"/>
          <w:szCs w:val="20"/>
          <w:lang w:eastAsia="en-US"/>
        </w:rPr>
        <w:t xml:space="preserve"> m. </w:t>
      </w:r>
      <w:r w:rsidR="00C45F3F" w:rsidRPr="000D4C05">
        <w:rPr>
          <w:color w:val="000000" w:themeColor="text1"/>
          <w:szCs w:val="20"/>
          <w:lang w:eastAsia="en-US"/>
        </w:rPr>
        <w:t>vasario  25</w:t>
      </w:r>
      <w:r w:rsidR="00B74712" w:rsidRPr="000D4C05">
        <w:rPr>
          <w:color w:val="000000" w:themeColor="text1"/>
          <w:szCs w:val="20"/>
          <w:lang w:eastAsia="en-US"/>
        </w:rPr>
        <w:t xml:space="preserve"> d. potvarkiu Nr. </w:t>
      </w:r>
      <w:r w:rsidR="00C45F3F" w:rsidRPr="000D4C05">
        <w:rPr>
          <w:color w:val="000000" w:themeColor="text1"/>
          <w:szCs w:val="20"/>
          <w:lang w:eastAsia="en-US"/>
        </w:rPr>
        <w:t>DR-20-2-2020-16 (</w:t>
      </w:r>
      <w:r w:rsidR="00C45F3F" w:rsidRPr="000D4C05">
        <w:rPr>
          <w:color w:val="000000" w:themeColor="text1"/>
        </w:rPr>
        <w:t>viešosios įstaigos Centrinės projektų valdymo agentūros direktoriaus pavaduotojo 2020 m. kovo 6 d. potvarkio Nr. DR-20-2-2020-19 redakcija)</w:t>
      </w:r>
      <w:r w:rsidR="00B74712" w:rsidRPr="000D4C05">
        <w:rPr>
          <w:color w:val="000000" w:themeColor="text1"/>
          <w:szCs w:val="20"/>
          <w:lang w:eastAsia="en-US"/>
        </w:rPr>
        <w:t xml:space="preserve"> „Dėl 2014-2021 m. Europos ekonominės erdvės finansinio mechanizmo </w:t>
      </w:r>
      <w:r w:rsidR="004A0924" w:rsidRPr="000D4C05">
        <w:rPr>
          <w:color w:val="000000" w:themeColor="text1"/>
          <w:szCs w:val="20"/>
          <w:lang w:eastAsia="en-US"/>
        </w:rPr>
        <w:t>programos „Kultūra“ kvietimo „</w:t>
      </w:r>
      <w:r w:rsidR="00C33378" w:rsidRPr="000D4C05">
        <w:rPr>
          <w:color w:val="000000" w:themeColor="text1"/>
          <w:shd w:val="clear" w:color="auto" w:fill="FFFFFF"/>
        </w:rPr>
        <w:t>Kultūros prieinamumo plėtojimas ir kultūrinio švietimo stiprinimas</w:t>
      </w:r>
      <w:r w:rsidR="00293C68" w:rsidRPr="000D4C05">
        <w:rPr>
          <w:color w:val="000000" w:themeColor="text1"/>
          <w:szCs w:val="20"/>
          <w:lang w:eastAsia="en-US"/>
        </w:rPr>
        <w:t>“</w:t>
      </w:r>
      <w:r w:rsidR="004A0924" w:rsidRPr="000D4C05">
        <w:rPr>
          <w:color w:val="000000" w:themeColor="text1"/>
          <w:szCs w:val="20"/>
          <w:lang w:eastAsia="en-US"/>
        </w:rPr>
        <w:t xml:space="preserve"> gairių pareiškėjams patvirtinimo“</w:t>
      </w:r>
      <w:r w:rsidRPr="000D4C05">
        <w:rPr>
          <w:bCs/>
          <w:color w:val="000000" w:themeColor="text1"/>
        </w:rPr>
        <w:t xml:space="preserve">, </w:t>
      </w:r>
      <w:r w:rsidRPr="000D4C05">
        <w:rPr>
          <w:color w:val="000000" w:themeColor="text1"/>
          <w:szCs w:val="20"/>
          <w:lang w:eastAsia="en-US"/>
        </w:rPr>
        <w:t xml:space="preserve">Plungės rajono savivaldybės taryba  n u s p r e n d ž i a: </w:t>
      </w:r>
    </w:p>
    <w:p w:rsidR="002767A0" w:rsidRPr="000D4C05" w:rsidRDefault="002767A0" w:rsidP="00AB2FB5">
      <w:pPr>
        <w:ind w:firstLine="720"/>
        <w:jc w:val="both"/>
        <w:outlineLvl w:val="0"/>
        <w:rPr>
          <w:color w:val="000000" w:themeColor="text1"/>
          <w:lang w:eastAsia="en-US"/>
        </w:rPr>
      </w:pPr>
      <w:r w:rsidRPr="000D4C05">
        <w:rPr>
          <w:rFonts w:eastAsia="Batang"/>
          <w:color w:val="000000" w:themeColor="text1"/>
          <w:szCs w:val="20"/>
          <w:lang w:eastAsia="en-US"/>
        </w:rPr>
        <w:t xml:space="preserve">1. </w:t>
      </w:r>
      <w:r w:rsidRPr="000D4C05">
        <w:rPr>
          <w:color w:val="000000" w:themeColor="text1"/>
          <w:szCs w:val="20"/>
          <w:lang w:eastAsia="en-US"/>
        </w:rPr>
        <w:t xml:space="preserve">Pritarti </w:t>
      </w:r>
      <w:r w:rsidR="004A0924" w:rsidRPr="000D4C05">
        <w:rPr>
          <w:color w:val="000000" w:themeColor="text1"/>
          <w:szCs w:val="20"/>
          <w:lang w:eastAsia="en-US"/>
        </w:rPr>
        <w:t xml:space="preserve">Plungės rajono </w:t>
      </w:r>
      <w:r w:rsidR="00C33378" w:rsidRPr="000D4C05">
        <w:rPr>
          <w:color w:val="000000" w:themeColor="text1"/>
          <w:szCs w:val="20"/>
          <w:lang w:eastAsia="en-US"/>
        </w:rPr>
        <w:t xml:space="preserve">savivaldybės administracijos </w:t>
      </w:r>
      <w:r w:rsidR="00D1480A" w:rsidRPr="000D4C05">
        <w:rPr>
          <w:color w:val="000000" w:themeColor="text1"/>
          <w:szCs w:val="20"/>
          <w:lang w:eastAsia="en-US"/>
        </w:rPr>
        <w:t>(toliau - Pareiškėjas) projekto</w:t>
      </w:r>
      <w:r w:rsidR="00C33378" w:rsidRPr="000D4C05">
        <w:rPr>
          <w:color w:val="000000" w:themeColor="text1"/>
          <w:szCs w:val="20"/>
          <w:lang w:eastAsia="en-US"/>
        </w:rPr>
        <w:t xml:space="preserve"> </w:t>
      </w:r>
      <w:r w:rsidR="00D1480A" w:rsidRPr="000D4C05">
        <w:rPr>
          <w:color w:val="000000" w:themeColor="text1"/>
          <w:szCs w:val="20"/>
          <w:lang w:eastAsia="en-US"/>
        </w:rPr>
        <w:t>„</w:t>
      </w:r>
      <w:r w:rsidR="00D1480A" w:rsidRPr="000D4C05">
        <w:rPr>
          <w:color w:val="000000" w:themeColor="text1"/>
        </w:rPr>
        <w:t xml:space="preserve">Kūrybinių raiškų plėtra bei kultūrinio švietimo stiprinimas Plungėje (LT) ir </w:t>
      </w:r>
      <w:proofErr w:type="spellStart"/>
      <w:r w:rsidR="00D1480A" w:rsidRPr="000D4C05">
        <w:rPr>
          <w:color w:val="000000" w:themeColor="text1"/>
        </w:rPr>
        <w:t>Bjerkreime</w:t>
      </w:r>
      <w:proofErr w:type="spellEnd"/>
      <w:r w:rsidR="00D1480A" w:rsidRPr="000D4C05">
        <w:rPr>
          <w:color w:val="000000" w:themeColor="text1"/>
        </w:rPr>
        <w:t xml:space="preserve"> (NO)</w:t>
      </w:r>
      <w:r w:rsidR="00D1480A" w:rsidRPr="000D4C05">
        <w:rPr>
          <w:color w:val="000000" w:themeColor="text1"/>
          <w:szCs w:val="20"/>
          <w:lang w:eastAsia="en-US"/>
        </w:rPr>
        <w:t xml:space="preserve">“ paraiškos </w:t>
      </w:r>
      <w:r w:rsidR="00DA75F5" w:rsidRPr="000D4C05">
        <w:rPr>
          <w:color w:val="000000" w:themeColor="text1"/>
          <w:szCs w:val="20"/>
          <w:lang w:eastAsia="en-US"/>
        </w:rPr>
        <w:t>teikimui finansinę paramą gauti pagal 2014-2021 m. Europos ekonominės erdvės finansini</w:t>
      </w:r>
      <w:r w:rsidR="00C357AD" w:rsidRPr="000D4C05">
        <w:rPr>
          <w:color w:val="000000" w:themeColor="text1"/>
          <w:szCs w:val="20"/>
          <w:lang w:eastAsia="en-US"/>
        </w:rPr>
        <w:t>o</w:t>
      </w:r>
      <w:r w:rsidR="00DA75F5" w:rsidRPr="000D4C05">
        <w:rPr>
          <w:color w:val="000000" w:themeColor="text1"/>
          <w:szCs w:val="20"/>
          <w:lang w:eastAsia="en-US"/>
        </w:rPr>
        <w:t xml:space="preserve"> mechanizm</w:t>
      </w:r>
      <w:r w:rsidR="00C357AD" w:rsidRPr="000D4C05">
        <w:rPr>
          <w:color w:val="000000" w:themeColor="text1"/>
          <w:szCs w:val="20"/>
          <w:lang w:eastAsia="en-US"/>
        </w:rPr>
        <w:t>o</w:t>
      </w:r>
      <w:r w:rsidR="00DA75F5" w:rsidRPr="000D4C05">
        <w:rPr>
          <w:color w:val="000000" w:themeColor="text1"/>
          <w:szCs w:val="20"/>
          <w:lang w:eastAsia="en-US"/>
        </w:rPr>
        <w:t xml:space="preserve"> </w:t>
      </w:r>
      <w:r w:rsidR="00D15A16" w:rsidRPr="000D4C05">
        <w:rPr>
          <w:color w:val="000000" w:themeColor="text1"/>
          <w:szCs w:val="20"/>
          <w:lang w:eastAsia="en-US"/>
        </w:rPr>
        <w:t>p</w:t>
      </w:r>
      <w:r w:rsidR="00847923" w:rsidRPr="000D4C05">
        <w:rPr>
          <w:color w:val="000000" w:themeColor="text1"/>
          <w:szCs w:val="20"/>
          <w:lang w:eastAsia="en-US"/>
        </w:rPr>
        <w:t>rogramos „</w:t>
      </w:r>
      <w:r w:rsidR="00DA75F5" w:rsidRPr="000D4C05">
        <w:rPr>
          <w:color w:val="000000" w:themeColor="text1"/>
          <w:szCs w:val="20"/>
          <w:lang w:eastAsia="en-US"/>
        </w:rPr>
        <w:t>Kultūr</w:t>
      </w:r>
      <w:r w:rsidR="00847923" w:rsidRPr="000D4C05">
        <w:rPr>
          <w:color w:val="000000" w:themeColor="text1"/>
          <w:szCs w:val="20"/>
          <w:lang w:eastAsia="en-US"/>
        </w:rPr>
        <w:t>a“ kvietimą „</w:t>
      </w:r>
      <w:r w:rsidR="00C33378" w:rsidRPr="000D4C05">
        <w:rPr>
          <w:color w:val="000000" w:themeColor="text1"/>
          <w:shd w:val="clear" w:color="auto" w:fill="FFFFFF"/>
        </w:rPr>
        <w:t>Kultūros prieinamumo plėtojimas ir kultūrinio švietimo stiprinimas</w:t>
      </w:r>
      <w:r w:rsidR="00847923" w:rsidRPr="000D4C05">
        <w:rPr>
          <w:color w:val="000000" w:themeColor="text1"/>
          <w:szCs w:val="20"/>
          <w:lang w:eastAsia="en-US"/>
        </w:rPr>
        <w:t xml:space="preserve">“ (kvietimo numeris </w:t>
      </w:r>
      <w:r w:rsidR="00C33378" w:rsidRPr="000D4C05">
        <w:rPr>
          <w:color w:val="000000" w:themeColor="text1"/>
          <w:shd w:val="clear" w:color="auto" w:fill="FFFFFF"/>
        </w:rPr>
        <w:t>LT04-1-KM-K01</w:t>
      </w:r>
      <w:r w:rsidR="00847923" w:rsidRPr="000D4C05">
        <w:rPr>
          <w:color w:val="000000" w:themeColor="text1"/>
          <w:shd w:val="clear" w:color="auto" w:fill="FFFFFF"/>
        </w:rPr>
        <w:t>)</w:t>
      </w:r>
      <w:r w:rsidRPr="000D4C05">
        <w:rPr>
          <w:color w:val="000000" w:themeColor="text1"/>
        </w:rPr>
        <w:t>.</w:t>
      </w:r>
    </w:p>
    <w:p w:rsidR="002767A0" w:rsidRPr="000D4C05" w:rsidRDefault="002767A0" w:rsidP="00AB2FB5">
      <w:pPr>
        <w:ind w:firstLine="720"/>
        <w:jc w:val="both"/>
        <w:outlineLvl w:val="0"/>
        <w:rPr>
          <w:color w:val="000000" w:themeColor="text1"/>
          <w:szCs w:val="20"/>
          <w:lang w:eastAsia="en-US"/>
        </w:rPr>
      </w:pPr>
      <w:r w:rsidRPr="000D4C05">
        <w:rPr>
          <w:color w:val="000000" w:themeColor="text1"/>
          <w:szCs w:val="20"/>
          <w:lang w:eastAsia="en-US"/>
        </w:rPr>
        <w:t xml:space="preserve">2. </w:t>
      </w:r>
      <w:r w:rsidR="00D1480A" w:rsidRPr="000D4C05">
        <w:rPr>
          <w:color w:val="000000" w:themeColor="text1"/>
          <w:szCs w:val="20"/>
          <w:lang w:eastAsia="en-US"/>
        </w:rPr>
        <w:t xml:space="preserve">Pritarti </w:t>
      </w:r>
      <w:r w:rsidR="00D1480A" w:rsidRPr="000D4C05">
        <w:rPr>
          <w:color w:val="000000" w:themeColor="text1"/>
        </w:rPr>
        <w:t xml:space="preserve">Projekto įgyvendinimui kartu </w:t>
      </w:r>
      <w:r w:rsidR="00C33378" w:rsidRPr="000D4C05">
        <w:rPr>
          <w:color w:val="000000" w:themeColor="text1"/>
        </w:rPr>
        <w:t xml:space="preserve">su partneriais – </w:t>
      </w:r>
      <w:proofErr w:type="spellStart"/>
      <w:r w:rsidR="00C33378" w:rsidRPr="000D4C05">
        <w:rPr>
          <w:color w:val="000000" w:themeColor="text1"/>
        </w:rPr>
        <w:t>Bjerkreimo</w:t>
      </w:r>
      <w:proofErr w:type="spellEnd"/>
      <w:r w:rsidR="00C33378" w:rsidRPr="000D4C05">
        <w:rPr>
          <w:color w:val="000000" w:themeColor="text1"/>
        </w:rPr>
        <w:t xml:space="preserve"> komuna (Norvegijos Karalystė), Plungės rajono savivaldybės kultūros centru ir Plungės Mykolo Oginskio meno mokykla.</w:t>
      </w:r>
    </w:p>
    <w:p w:rsidR="0000643A" w:rsidRPr="000D4C05" w:rsidRDefault="0000643A" w:rsidP="00AB2FB5">
      <w:pPr>
        <w:ind w:firstLine="720"/>
        <w:jc w:val="both"/>
        <w:outlineLvl w:val="0"/>
        <w:rPr>
          <w:color w:val="000000" w:themeColor="text1"/>
          <w:szCs w:val="20"/>
          <w:lang w:eastAsia="en-US"/>
        </w:rPr>
      </w:pPr>
      <w:r w:rsidRPr="000D4C05">
        <w:rPr>
          <w:color w:val="000000" w:themeColor="text1"/>
          <w:szCs w:val="20"/>
          <w:lang w:eastAsia="en-US"/>
        </w:rPr>
        <w:t xml:space="preserve">3. Skirti </w:t>
      </w:r>
      <w:r w:rsidR="00D1480A" w:rsidRPr="000D4C05">
        <w:rPr>
          <w:color w:val="000000" w:themeColor="text1"/>
          <w:szCs w:val="20"/>
          <w:lang w:eastAsia="en-US"/>
        </w:rPr>
        <w:t xml:space="preserve">Projektui įgyvendinti ne mažiau 10 procentų tinkamų finansuoti išlaidų vertės, neviršijant 22 000 eurų iš </w:t>
      </w:r>
      <w:r w:rsidR="00606584" w:rsidRPr="000D4C05">
        <w:rPr>
          <w:color w:val="000000" w:themeColor="text1"/>
          <w:szCs w:val="20"/>
          <w:lang w:eastAsia="en-US"/>
        </w:rPr>
        <w:t xml:space="preserve">2021–2022 m. </w:t>
      </w:r>
      <w:r w:rsidR="00D1480A" w:rsidRPr="000D4C05">
        <w:rPr>
          <w:color w:val="000000" w:themeColor="text1"/>
          <w:szCs w:val="20"/>
          <w:lang w:eastAsia="en-US"/>
        </w:rPr>
        <w:t>biudžeto</w:t>
      </w:r>
      <w:r w:rsidR="00234DD4" w:rsidRPr="000D4C05">
        <w:rPr>
          <w:color w:val="000000" w:themeColor="text1"/>
          <w:szCs w:val="20"/>
          <w:lang w:eastAsia="en-US"/>
        </w:rPr>
        <w:t>,</w:t>
      </w:r>
      <w:r w:rsidR="00BB750E" w:rsidRPr="000D4C05">
        <w:rPr>
          <w:color w:val="000000" w:themeColor="text1"/>
          <w:szCs w:val="20"/>
          <w:lang w:eastAsia="en-US"/>
        </w:rPr>
        <w:t xml:space="preserve"> jei</w:t>
      </w:r>
      <w:r w:rsidR="00234DD4" w:rsidRPr="000D4C05">
        <w:rPr>
          <w:color w:val="000000" w:themeColor="text1"/>
          <w:szCs w:val="20"/>
          <w:lang w:eastAsia="en-US"/>
        </w:rPr>
        <w:t xml:space="preserve"> </w:t>
      </w:r>
      <w:proofErr w:type="spellStart"/>
      <w:r w:rsidR="00234DD4" w:rsidRPr="000D4C05">
        <w:rPr>
          <w:color w:val="000000" w:themeColor="text1"/>
          <w:szCs w:val="20"/>
          <w:lang w:eastAsia="en-US"/>
        </w:rPr>
        <w:t>VšĮ</w:t>
      </w:r>
      <w:proofErr w:type="spellEnd"/>
      <w:r w:rsidR="00234DD4" w:rsidRPr="000D4C05">
        <w:rPr>
          <w:color w:val="000000" w:themeColor="text1"/>
          <w:szCs w:val="20"/>
          <w:lang w:eastAsia="en-US"/>
        </w:rPr>
        <w:t xml:space="preserve"> Centrin</w:t>
      </w:r>
      <w:r w:rsidR="00BB750E" w:rsidRPr="000D4C05">
        <w:rPr>
          <w:color w:val="000000" w:themeColor="text1"/>
          <w:szCs w:val="20"/>
          <w:lang w:eastAsia="en-US"/>
        </w:rPr>
        <w:t>ė</w:t>
      </w:r>
      <w:r w:rsidR="00234DD4" w:rsidRPr="000D4C05">
        <w:rPr>
          <w:color w:val="000000" w:themeColor="text1"/>
          <w:szCs w:val="20"/>
          <w:lang w:eastAsia="en-US"/>
        </w:rPr>
        <w:t xml:space="preserve"> projektų valdymo agentūra </w:t>
      </w:r>
      <w:r w:rsidR="00BB750E" w:rsidRPr="000D4C05">
        <w:rPr>
          <w:color w:val="000000" w:themeColor="text1"/>
          <w:szCs w:val="20"/>
          <w:lang w:eastAsia="en-US"/>
        </w:rPr>
        <w:t xml:space="preserve">priims </w:t>
      </w:r>
      <w:r w:rsidR="00234DD4" w:rsidRPr="000D4C05">
        <w:rPr>
          <w:color w:val="000000" w:themeColor="text1"/>
          <w:szCs w:val="20"/>
          <w:lang w:eastAsia="en-US"/>
        </w:rPr>
        <w:t xml:space="preserve">sprendimą Projektą finansuoti. </w:t>
      </w:r>
    </w:p>
    <w:p w:rsidR="002767A0" w:rsidRPr="000D4C05" w:rsidRDefault="00D15A16" w:rsidP="00AB2FB5">
      <w:pPr>
        <w:ind w:firstLine="720"/>
        <w:jc w:val="both"/>
        <w:outlineLvl w:val="0"/>
        <w:rPr>
          <w:color w:val="000000" w:themeColor="text1"/>
          <w:szCs w:val="20"/>
          <w:lang w:eastAsia="en-US"/>
        </w:rPr>
      </w:pPr>
      <w:r w:rsidRPr="000D4C05">
        <w:rPr>
          <w:color w:val="000000" w:themeColor="text1"/>
          <w:szCs w:val="20"/>
          <w:lang w:eastAsia="en-US"/>
        </w:rPr>
        <w:t>4</w:t>
      </w:r>
      <w:r w:rsidR="00606584" w:rsidRPr="000D4C05">
        <w:rPr>
          <w:color w:val="000000" w:themeColor="text1"/>
          <w:szCs w:val="20"/>
          <w:lang w:eastAsia="en-US"/>
        </w:rPr>
        <w:t xml:space="preserve">. </w:t>
      </w:r>
      <w:r w:rsidR="002767A0" w:rsidRPr="000D4C05">
        <w:rPr>
          <w:color w:val="000000" w:themeColor="text1"/>
          <w:szCs w:val="20"/>
          <w:lang w:eastAsia="en-US"/>
        </w:rPr>
        <w:t xml:space="preserve">Įgalioti Savivaldybės administracijos direktorių, o jo nesant – Administracijos direktoriaus pavaduotoją pasirašyti su </w:t>
      </w:r>
      <w:r w:rsidR="00C357AD" w:rsidRPr="000D4C05">
        <w:rPr>
          <w:color w:val="000000" w:themeColor="text1"/>
          <w:szCs w:val="20"/>
          <w:lang w:eastAsia="en-US"/>
        </w:rPr>
        <w:t>P</w:t>
      </w:r>
      <w:r w:rsidR="002767A0" w:rsidRPr="000D4C05">
        <w:rPr>
          <w:color w:val="000000" w:themeColor="text1"/>
          <w:szCs w:val="20"/>
          <w:lang w:eastAsia="en-US"/>
        </w:rPr>
        <w:t>rojekt</w:t>
      </w:r>
      <w:r w:rsidR="00710F13" w:rsidRPr="000D4C05">
        <w:rPr>
          <w:color w:val="000000" w:themeColor="text1"/>
          <w:szCs w:val="20"/>
          <w:lang w:eastAsia="en-US"/>
        </w:rPr>
        <w:t>o</w:t>
      </w:r>
      <w:r w:rsidR="002767A0" w:rsidRPr="000D4C05">
        <w:rPr>
          <w:color w:val="000000" w:themeColor="text1"/>
          <w:szCs w:val="20"/>
          <w:lang w:eastAsia="en-US"/>
        </w:rPr>
        <w:t xml:space="preserve"> teikimu bei įgyvendinimu</w:t>
      </w:r>
      <w:r w:rsidR="000D4C05">
        <w:rPr>
          <w:color w:val="000000" w:themeColor="text1"/>
          <w:szCs w:val="20"/>
          <w:lang w:eastAsia="en-US"/>
        </w:rPr>
        <w:t xml:space="preserve"> susijusius dokumentus.</w:t>
      </w:r>
    </w:p>
    <w:p w:rsidR="00606584" w:rsidRDefault="00606584" w:rsidP="00234DD4">
      <w:pPr>
        <w:jc w:val="both"/>
        <w:outlineLvl w:val="0"/>
        <w:rPr>
          <w:color w:val="000000" w:themeColor="text1"/>
          <w:szCs w:val="20"/>
          <w:lang w:eastAsia="en-US"/>
        </w:rPr>
      </w:pPr>
    </w:p>
    <w:p w:rsidR="00F439EE" w:rsidRPr="000D4C05" w:rsidRDefault="00F439EE" w:rsidP="00234DD4">
      <w:pPr>
        <w:jc w:val="both"/>
        <w:outlineLvl w:val="0"/>
        <w:rPr>
          <w:color w:val="000000" w:themeColor="text1"/>
          <w:szCs w:val="20"/>
          <w:lang w:eastAsia="en-US"/>
        </w:rPr>
      </w:pPr>
    </w:p>
    <w:p w:rsidR="00786489" w:rsidRPr="000D4C05" w:rsidRDefault="006F5D36" w:rsidP="00AB2FB5">
      <w:pPr>
        <w:tabs>
          <w:tab w:val="left" w:pos="7938"/>
        </w:tabs>
        <w:rPr>
          <w:color w:val="000000" w:themeColor="text1"/>
          <w:szCs w:val="20"/>
          <w:lang w:eastAsia="en-US"/>
        </w:rPr>
      </w:pPr>
      <w:r w:rsidRPr="000D4C05">
        <w:rPr>
          <w:color w:val="000000" w:themeColor="text1"/>
          <w:szCs w:val="20"/>
          <w:lang w:eastAsia="en-US"/>
        </w:rPr>
        <w:t>Savivaldybės meras</w:t>
      </w:r>
      <w:r w:rsidR="00AB2FB5">
        <w:rPr>
          <w:color w:val="000000" w:themeColor="text1"/>
          <w:szCs w:val="20"/>
          <w:lang w:eastAsia="en-US"/>
        </w:rPr>
        <w:t xml:space="preserve"> </w:t>
      </w:r>
      <w:r w:rsidR="00AB2FB5">
        <w:rPr>
          <w:color w:val="000000" w:themeColor="text1"/>
          <w:szCs w:val="20"/>
          <w:lang w:eastAsia="en-US"/>
        </w:rPr>
        <w:tab/>
        <w:t>Audrius Klišonis</w:t>
      </w:r>
      <w:r w:rsidR="00EF1F5F" w:rsidRPr="000D4C05">
        <w:rPr>
          <w:color w:val="000000" w:themeColor="text1"/>
          <w:szCs w:val="20"/>
          <w:lang w:eastAsia="en-US"/>
        </w:rPr>
        <w:t xml:space="preserve"> </w:t>
      </w:r>
    </w:p>
    <w:p w:rsidR="00786489" w:rsidRPr="000D4C05" w:rsidRDefault="00786489" w:rsidP="00B74995">
      <w:pPr>
        <w:rPr>
          <w:color w:val="000000" w:themeColor="text1"/>
          <w:szCs w:val="20"/>
          <w:lang w:eastAsia="en-US"/>
        </w:rPr>
      </w:pPr>
    </w:p>
    <w:sectPr w:rsidR="00786489" w:rsidRPr="000D4C05" w:rsidSect="00F311B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956"/>
    <w:multiLevelType w:val="hybridMultilevel"/>
    <w:tmpl w:val="C44A04A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B339A"/>
    <w:multiLevelType w:val="hybridMultilevel"/>
    <w:tmpl w:val="AD4CA81A"/>
    <w:lvl w:ilvl="0" w:tplc="AED83BE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D2524BB"/>
    <w:multiLevelType w:val="hybridMultilevel"/>
    <w:tmpl w:val="65FC0936"/>
    <w:lvl w:ilvl="0" w:tplc="77660EDC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3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330A43DB"/>
    <w:multiLevelType w:val="multilevel"/>
    <w:tmpl w:val="CFD4A8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364C3974"/>
    <w:multiLevelType w:val="multilevel"/>
    <w:tmpl w:val="606434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3B463386"/>
    <w:multiLevelType w:val="multilevel"/>
    <w:tmpl w:val="1FBE09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0CD29F4"/>
    <w:multiLevelType w:val="hybridMultilevel"/>
    <w:tmpl w:val="E3FA8B04"/>
    <w:lvl w:ilvl="0" w:tplc="146603E0">
      <w:start w:val="5"/>
      <w:numFmt w:val="bullet"/>
      <w:lvlText w:val="-"/>
      <w:lvlJc w:val="left"/>
      <w:pPr>
        <w:ind w:left="720" w:hanging="360"/>
      </w:pPr>
      <w:rPr>
        <w:rFonts w:ascii="Times New Roman" w:eastAsia="Tahoma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0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>
    <w:nsid w:val="5A176CA2"/>
    <w:multiLevelType w:val="hybridMultilevel"/>
    <w:tmpl w:val="5A3412EC"/>
    <w:lvl w:ilvl="0" w:tplc="69DC9F5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9E40D8E"/>
    <w:multiLevelType w:val="multilevel"/>
    <w:tmpl w:val="6CD0D2AA"/>
    <w:lvl w:ilvl="0">
      <w:start w:val="1"/>
      <w:numFmt w:val="decimal"/>
      <w:lvlText w:val="%1."/>
      <w:lvlJc w:val="left"/>
      <w:pPr>
        <w:ind w:left="5855" w:hanging="103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5235" w:hanging="405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5560" w:hanging="720"/>
      </w:pPr>
    </w:lvl>
    <w:lvl w:ilvl="3">
      <w:start w:val="1"/>
      <w:numFmt w:val="decimal"/>
      <w:isLgl/>
      <w:lvlText w:val="%1.%2.%3.%4."/>
      <w:lvlJc w:val="left"/>
      <w:pPr>
        <w:ind w:left="5570" w:hanging="720"/>
      </w:pPr>
    </w:lvl>
    <w:lvl w:ilvl="4">
      <w:start w:val="1"/>
      <w:numFmt w:val="decimal"/>
      <w:isLgl/>
      <w:lvlText w:val="%1.%2.%3.%4.%5."/>
      <w:lvlJc w:val="left"/>
      <w:pPr>
        <w:ind w:left="5940" w:hanging="1080"/>
      </w:pPr>
    </w:lvl>
    <w:lvl w:ilvl="5">
      <w:start w:val="1"/>
      <w:numFmt w:val="decimal"/>
      <w:isLgl/>
      <w:lvlText w:val="%1.%2.%3.%4.%5.%6."/>
      <w:lvlJc w:val="left"/>
      <w:pPr>
        <w:ind w:left="5950" w:hanging="1080"/>
      </w:pPr>
    </w:lvl>
    <w:lvl w:ilvl="6">
      <w:start w:val="1"/>
      <w:numFmt w:val="decimal"/>
      <w:isLgl/>
      <w:lvlText w:val="%1.%2.%3.%4.%5.%6.%7."/>
      <w:lvlJc w:val="left"/>
      <w:pPr>
        <w:ind w:left="6320" w:hanging="1440"/>
      </w:pPr>
    </w:lvl>
    <w:lvl w:ilvl="7">
      <w:start w:val="1"/>
      <w:numFmt w:val="decimal"/>
      <w:isLgl/>
      <w:lvlText w:val="%1.%2.%3.%4.%5.%6.%7.%8."/>
      <w:lvlJc w:val="left"/>
      <w:pPr>
        <w:ind w:left="6330" w:hanging="1440"/>
      </w:pPr>
    </w:lvl>
    <w:lvl w:ilvl="8">
      <w:start w:val="1"/>
      <w:numFmt w:val="decimal"/>
      <w:isLgl/>
      <w:lvlText w:val="%1.%2.%3.%4.%5.%6.%7.%8.%9."/>
      <w:lvlJc w:val="left"/>
      <w:pPr>
        <w:ind w:left="6700" w:hanging="1800"/>
      </w:pPr>
    </w:lvl>
  </w:abstractNum>
  <w:abstractNum w:abstractNumId="13">
    <w:nsid w:val="6FDD48A4"/>
    <w:multiLevelType w:val="hybridMultilevel"/>
    <w:tmpl w:val="6AB87C8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5">
    <w:nsid w:val="776A71EB"/>
    <w:multiLevelType w:val="hybridMultilevel"/>
    <w:tmpl w:val="40A0A35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0"/>
  </w:num>
  <w:num w:numId="2">
    <w:abstractNumId w:val="3"/>
  </w:num>
  <w:num w:numId="3">
    <w:abstractNumId w:val="16"/>
  </w:num>
  <w:num w:numId="4">
    <w:abstractNumId w:val="9"/>
  </w:num>
  <w:num w:numId="5">
    <w:abstractNumId w:val="14"/>
  </w:num>
  <w:num w:numId="6">
    <w:abstractNumId w:val="7"/>
  </w:num>
  <w:num w:numId="7">
    <w:abstractNumId w:val="13"/>
  </w:num>
  <w:num w:numId="8">
    <w:abstractNumId w:val="5"/>
  </w:num>
  <w:num w:numId="9">
    <w:abstractNumId w:val="6"/>
  </w:num>
  <w:num w:numId="10">
    <w:abstractNumId w:val="4"/>
  </w:num>
  <w:num w:numId="11">
    <w:abstractNumId w:val="15"/>
  </w:num>
  <w:num w:numId="12">
    <w:abstractNumId w:val="12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color w:val="000000" w:themeColor="text1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</w:lvl>
    </w:lvlOverride>
  </w:num>
  <w:num w:numId="13">
    <w:abstractNumId w:val="12"/>
  </w:num>
  <w:num w:numId="14">
    <w:abstractNumId w:val="12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15">
    <w:abstractNumId w:val="2"/>
  </w:num>
  <w:num w:numId="16">
    <w:abstractNumId w:val="1"/>
  </w:num>
  <w:num w:numId="17">
    <w:abstractNumId w:val="8"/>
  </w:num>
  <w:num w:numId="18">
    <w:abstractNumId w:val="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3508"/>
    <w:rsid w:val="000051B8"/>
    <w:rsid w:val="0000643A"/>
    <w:rsid w:val="00006FDF"/>
    <w:rsid w:val="00013758"/>
    <w:rsid w:val="00013D6A"/>
    <w:rsid w:val="00024733"/>
    <w:rsid w:val="0002495D"/>
    <w:rsid w:val="00030018"/>
    <w:rsid w:val="00031405"/>
    <w:rsid w:val="00032E98"/>
    <w:rsid w:val="00036506"/>
    <w:rsid w:val="00041774"/>
    <w:rsid w:val="00041AF4"/>
    <w:rsid w:val="000441A6"/>
    <w:rsid w:val="00044889"/>
    <w:rsid w:val="000469EA"/>
    <w:rsid w:val="00050EBC"/>
    <w:rsid w:val="000529A8"/>
    <w:rsid w:val="00054A24"/>
    <w:rsid w:val="00055729"/>
    <w:rsid w:val="00055E36"/>
    <w:rsid w:val="00056541"/>
    <w:rsid w:val="00060CA1"/>
    <w:rsid w:val="0006261F"/>
    <w:rsid w:val="00064C85"/>
    <w:rsid w:val="000653CD"/>
    <w:rsid w:val="00065FC6"/>
    <w:rsid w:val="00073352"/>
    <w:rsid w:val="000737FD"/>
    <w:rsid w:val="00075097"/>
    <w:rsid w:val="00081EF1"/>
    <w:rsid w:val="000842CC"/>
    <w:rsid w:val="0008433F"/>
    <w:rsid w:val="00084973"/>
    <w:rsid w:val="0008596D"/>
    <w:rsid w:val="00087662"/>
    <w:rsid w:val="00091930"/>
    <w:rsid w:val="00091E7E"/>
    <w:rsid w:val="0009314F"/>
    <w:rsid w:val="00096B36"/>
    <w:rsid w:val="00097EAF"/>
    <w:rsid w:val="00097FDA"/>
    <w:rsid w:val="000B1FF9"/>
    <w:rsid w:val="000B449A"/>
    <w:rsid w:val="000C17C6"/>
    <w:rsid w:val="000C48DD"/>
    <w:rsid w:val="000C7962"/>
    <w:rsid w:val="000D25C9"/>
    <w:rsid w:val="000D4C05"/>
    <w:rsid w:val="000E13C1"/>
    <w:rsid w:val="000E2301"/>
    <w:rsid w:val="000E29EA"/>
    <w:rsid w:val="000E4586"/>
    <w:rsid w:val="000E5205"/>
    <w:rsid w:val="000F38D2"/>
    <w:rsid w:val="000F42C1"/>
    <w:rsid w:val="000F6A8B"/>
    <w:rsid w:val="000F7779"/>
    <w:rsid w:val="00101FD4"/>
    <w:rsid w:val="00103DA1"/>
    <w:rsid w:val="00106BF0"/>
    <w:rsid w:val="00112316"/>
    <w:rsid w:val="00116E21"/>
    <w:rsid w:val="00117BC5"/>
    <w:rsid w:val="001230CC"/>
    <w:rsid w:val="0012414A"/>
    <w:rsid w:val="0013109E"/>
    <w:rsid w:val="00131AC0"/>
    <w:rsid w:val="00134AD2"/>
    <w:rsid w:val="00135218"/>
    <w:rsid w:val="00136780"/>
    <w:rsid w:val="00136DA0"/>
    <w:rsid w:val="001377AD"/>
    <w:rsid w:val="00142164"/>
    <w:rsid w:val="00144600"/>
    <w:rsid w:val="001474A9"/>
    <w:rsid w:val="001475B0"/>
    <w:rsid w:val="00155816"/>
    <w:rsid w:val="0016096B"/>
    <w:rsid w:val="001667DD"/>
    <w:rsid w:val="00170796"/>
    <w:rsid w:val="00175426"/>
    <w:rsid w:val="0017582C"/>
    <w:rsid w:val="001758C9"/>
    <w:rsid w:val="00180E00"/>
    <w:rsid w:val="00180E4E"/>
    <w:rsid w:val="00180F4A"/>
    <w:rsid w:val="0018512B"/>
    <w:rsid w:val="001904AC"/>
    <w:rsid w:val="001966ED"/>
    <w:rsid w:val="0019692A"/>
    <w:rsid w:val="001A58D5"/>
    <w:rsid w:val="001A6F44"/>
    <w:rsid w:val="001A7250"/>
    <w:rsid w:val="001A7437"/>
    <w:rsid w:val="001B19D4"/>
    <w:rsid w:val="001C0D3A"/>
    <w:rsid w:val="001C2062"/>
    <w:rsid w:val="001C488F"/>
    <w:rsid w:val="001C7227"/>
    <w:rsid w:val="001C7F66"/>
    <w:rsid w:val="001D2D0D"/>
    <w:rsid w:val="001D5F98"/>
    <w:rsid w:val="001E0AEF"/>
    <w:rsid w:val="001E0D38"/>
    <w:rsid w:val="001E0F91"/>
    <w:rsid w:val="001E31A8"/>
    <w:rsid w:val="001E5E64"/>
    <w:rsid w:val="001E73F9"/>
    <w:rsid w:val="001F0404"/>
    <w:rsid w:val="001F25BF"/>
    <w:rsid w:val="001F33C0"/>
    <w:rsid w:val="001F3434"/>
    <w:rsid w:val="001F4B9F"/>
    <w:rsid w:val="001F4E01"/>
    <w:rsid w:val="001F5B48"/>
    <w:rsid w:val="001F6E8C"/>
    <w:rsid w:val="00205557"/>
    <w:rsid w:val="00210A63"/>
    <w:rsid w:val="00211DC3"/>
    <w:rsid w:val="00213B0A"/>
    <w:rsid w:val="00214CF2"/>
    <w:rsid w:val="0021555F"/>
    <w:rsid w:val="0022274F"/>
    <w:rsid w:val="00225AE3"/>
    <w:rsid w:val="00225D87"/>
    <w:rsid w:val="00232A5B"/>
    <w:rsid w:val="00233DE8"/>
    <w:rsid w:val="00234DD4"/>
    <w:rsid w:val="002354DA"/>
    <w:rsid w:val="0023644C"/>
    <w:rsid w:val="00236C9F"/>
    <w:rsid w:val="0024050E"/>
    <w:rsid w:val="002409E9"/>
    <w:rsid w:val="00243DD0"/>
    <w:rsid w:val="00247E31"/>
    <w:rsid w:val="002510B3"/>
    <w:rsid w:val="002528D6"/>
    <w:rsid w:val="00253CC6"/>
    <w:rsid w:val="00254CED"/>
    <w:rsid w:val="00255B28"/>
    <w:rsid w:val="00257061"/>
    <w:rsid w:val="002573F1"/>
    <w:rsid w:val="0026233D"/>
    <w:rsid w:val="00262A4A"/>
    <w:rsid w:val="00272832"/>
    <w:rsid w:val="002738EE"/>
    <w:rsid w:val="002767A0"/>
    <w:rsid w:val="00277C70"/>
    <w:rsid w:val="00282283"/>
    <w:rsid w:val="002826C7"/>
    <w:rsid w:val="00286E93"/>
    <w:rsid w:val="0029389A"/>
    <w:rsid w:val="00293C68"/>
    <w:rsid w:val="00297CF2"/>
    <w:rsid w:val="002A19E4"/>
    <w:rsid w:val="002A6670"/>
    <w:rsid w:val="002B2108"/>
    <w:rsid w:val="002B30F5"/>
    <w:rsid w:val="002C08D1"/>
    <w:rsid w:val="002C1A7F"/>
    <w:rsid w:val="002C5AA8"/>
    <w:rsid w:val="002D12F8"/>
    <w:rsid w:val="002D4EC1"/>
    <w:rsid w:val="002E01AA"/>
    <w:rsid w:val="002E2387"/>
    <w:rsid w:val="003015DB"/>
    <w:rsid w:val="00301B79"/>
    <w:rsid w:val="003135EA"/>
    <w:rsid w:val="00315AB5"/>
    <w:rsid w:val="00317FD9"/>
    <w:rsid w:val="003210FF"/>
    <w:rsid w:val="003221DC"/>
    <w:rsid w:val="00323432"/>
    <w:rsid w:val="003252BE"/>
    <w:rsid w:val="00331117"/>
    <w:rsid w:val="00331EBA"/>
    <w:rsid w:val="00335C4D"/>
    <w:rsid w:val="00336D32"/>
    <w:rsid w:val="00340C4B"/>
    <w:rsid w:val="00341D05"/>
    <w:rsid w:val="0034264B"/>
    <w:rsid w:val="003471FA"/>
    <w:rsid w:val="003505A3"/>
    <w:rsid w:val="00351C0C"/>
    <w:rsid w:val="0035327B"/>
    <w:rsid w:val="00356CE8"/>
    <w:rsid w:val="00360236"/>
    <w:rsid w:val="0036365E"/>
    <w:rsid w:val="0036443F"/>
    <w:rsid w:val="00364757"/>
    <w:rsid w:val="0036671F"/>
    <w:rsid w:val="0037045B"/>
    <w:rsid w:val="003743E9"/>
    <w:rsid w:val="003753F1"/>
    <w:rsid w:val="0038040A"/>
    <w:rsid w:val="0038146A"/>
    <w:rsid w:val="00382E8D"/>
    <w:rsid w:val="00383E6F"/>
    <w:rsid w:val="00390A50"/>
    <w:rsid w:val="00390FAC"/>
    <w:rsid w:val="0039167D"/>
    <w:rsid w:val="00393781"/>
    <w:rsid w:val="0039494B"/>
    <w:rsid w:val="0039527B"/>
    <w:rsid w:val="0039778B"/>
    <w:rsid w:val="00397C25"/>
    <w:rsid w:val="003A0EF8"/>
    <w:rsid w:val="003A3A88"/>
    <w:rsid w:val="003A4315"/>
    <w:rsid w:val="003A471D"/>
    <w:rsid w:val="003A49C6"/>
    <w:rsid w:val="003B0F2A"/>
    <w:rsid w:val="003B41D9"/>
    <w:rsid w:val="003C1903"/>
    <w:rsid w:val="003C2AEB"/>
    <w:rsid w:val="003D2894"/>
    <w:rsid w:val="003D50FF"/>
    <w:rsid w:val="003E1949"/>
    <w:rsid w:val="003F01E1"/>
    <w:rsid w:val="003F23CB"/>
    <w:rsid w:val="003F44FF"/>
    <w:rsid w:val="003F6878"/>
    <w:rsid w:val="003F7CE4"/>
    <w:rsid w:val="004052E8"/>
    <w:rsid w:val="004079E6"/>
    <w:rsid w:val="00410BFB"/>
    <w:rsid w:val="004147B9"/>
    <w:rsid w:val="00415937"/>
    <w:rsid w:val="00417691"/>
    <w:rsid w:val="0042049F"/>
    <w:rsid w:val="00421471"/>
    <w:rsid w:val="00422055"/>
    <w:rsid w:val="00422403"/>
    <w:rsid w:val="004251C9"/>
    <w:rsid w:val="00430AF6"/>
    <w:rsid w:val="00432271"/>
    <w:rsid w:val="004332B1"/>
    <w:rsid w:val="00434E2D"/>
    <w:rsid w:val="00435C03"/>
    <w:rsid w:val="004364C7"/>
    <w:rsid w:val="00437E15"/>
    <w:rsid w:val="00442065"/>
    <w:rsid w:val="00446709"/>
    <w:rsid w:val="00446A28"/>
    <w:rsid w:val="00452403"/>
    <w:rsid w:val="004561D8"/>
    <w:rsid w:val="00463B3F"/>
    <w:rsid w:val="004707A5"/>
    <w:rsid w:val="00475DB1"/>
    <w:rsid w:val="00481256"/>
    <w:rsid w:val="0048279F"/>
    <w:rsid w:val="00486D12"/>
    <w:rsid w:val="00486E43"/>
    <w:rsid w:val="00495053"/>
    <w:rsid w:val="004A0924"/>
    <w:rsid w:val="004A5DC4"/>
    <w:rsid w:val="004B000C"/>
    <w:rsid w:val="004B0E73"/>
    <w:rsid w:val="004B4295"/>
    <w:rsid w:val="004B4540"/>
    <w:rsid w:val="004B4DBB"/>
    <w:rsid w:val="004C4B90"/>
    <w:rsid w:val="004C566A"/>
    <w:rsid w:val="004C5E48"/>
    <w:rsid w:val="004D1E89"/>
    <w:rsid w:val="004F11ED"/>
    <w:rsid w:val="004F2B13"/>
    <w:rsid w:val="004F6F10"/>
    <w:rsid w:val="005008C9"/>
    <w:rsid w:val="00500E0C"/>
    <w:rsid w:val="00511368"/>
    <w:rsid w:val="005113A2"/>
    <w:rsid w:val="00515183"/>
    <w:rsid w:val="005179C9"/>
    <w:rsid w:val="00522765"/>
    <w:rsid w:val="00524999"/>
    <w:rsid w:val="00530F82"/>
    <w:rsid w:val="005318FC"/>
    <w:rsid w:val="00531EF5"/>
    <w:rsid w:val="00533A66"/>
    <w:rsid w:val="00534132"/>
    <w:rsid w:val="00534CA1"/>
    <w:rsid w:val="005414A2"/>
    <w:rsid w:val="00541A97"/>
    <w:rsid w:val="005438EF"/>
    <w:rsid w:val="00544FFD"/>
    <w:rsid w:val="005457DF"/>
    <w:rsid w:val="0054641E"/>
    <w:rsid w:val="0054740B"/>
    <w:rsid w:val="00547FF0"/>
    <w:rsid w:val="00550DFD"/>
    <w:rsid w:val="0055211E"/>
    <w:rsid w:val="00552D9A"/>
    <w:rsid w:val="0055444F"/>
    <w:rsid w:val="00557D66"/>
    <w:rsid w:val="00560A4F"/>
    <w:rsid w:val="00567293"/>
    <w:rsid w:val="0057255B"/>
    <w:rsid w:val="00575CB6"/>
    <w:rsid w:val="00577B82"/>
    <w:rsid w:val="00580378"/>
    <w:rsid w:val="00582197"/>
    <w:rsid w:val="00585937"/>
    <w:rsid w:val="00586340"/>
    <w:rsid w:val="005924C0"/>
    <w:rsid w:val="005A2227"/>
    <w:rsid w:val="005B27C6"/>
    <w:rsid w:val="005B29D1"/>
    <w:rsid w:val="005B3CC7"/>
    <w:rsid w:val="005B637A"/>
    <w:rsid w:val="005B709D"/>
    <w:rsid w:val="005C3AC2"/>
    <w:rsid w:val="005C41AC"/>
    <w:rsid w:val="005C6A2F"/>
    <w:rsid w:val="005C715D"/>
    <w:rsid w:val="005D24FB"/>
    <w:rsid w:val="005D2FBA"/>
    <w:rsid w:val="005D5055"/>
    <w:rsid w:val="005D5E8E"/>
    <w:rsid w:val="005E05B3"/>
    <w:rsid w:val="005E0A1D"/>
    <w:rsid w:val="005E1BFE"/>
    <w:rsid w:val="005E2893"/>
    <w:rsid w:val="005E6B84"/>
    <w:rsid w:val="005E6CC4"/>
    <w:rsid w:val="005E7AF7"/>
    <w:rsid w:val="005F0334"/>
    <w:rsid w:val="0060358E"/>
    <w:rsid w:val="00605876"/>
    <w:rsid w:val="00606584"/>
    <w:rsid w:val="00612E09"/>
    <w:rsid w:val="00613984"/>
    <w:rsid w:val="00614857"/>
    <w:rsid w:val="00617E96"/>
    <w:rsid w:val="00621113"/>
    <w:rsid w:val="00624007"/>
    <w:rsid w:val="0063140A"/>
    <w:rsid w:val="00632108"/>
    <w:rsid w:val="00632B33"/>
    <w:rsid w:val="0063490E"/>
    <w:rsid w:val="00641091"/>
    <w:rsid w:val="006446AA"/>
    <w:rsid w:val="006449FF"/>
    <w:rsid w:val="00645C4D"/>
    <w:rsid w:val="0065596B"/>
    <w:rsid w:val="00655A2E"/>
    <w:rsid w:val="00662723"/>
    <w:rsid w:val="0066362C"/>
    <w:rsid w:val="00672F6B"/>
    <w:rsid w:val="00673C8B"/>
    <w:rsid w:val="00685202"/>
    <w:rsid w:val="0069290B"/>
    <w:rsid w:val="00696169"/>
    <w:rsid w:val="006A2805"/>
    <w:rsid w:val="006A5AD8"/>
    <w:rsid w:val="006A6216"/>
    <w:rsid w:val="006A7B07"/>
    <w:rsid w:val="006B6161"/>
    <w:rsid w:val="006C0646"/>
    <w:rsid w:val="006C0AB9"/>
    <w:rsid w:val="006C33BC"/>
    <w:rsid w:val="006C431E"/>
    <w:rsid w:val="006D394D"/>
    <w:rsid w:val="006D3B6D"/>
    <w:rsid w:val="006D403B"/>
    <w:rsid w:val="006D47DB"/>
    <w:rsid w:val="006D5716"/>
    <w:rsid w:val="006D5B12"/>
    <w:rsid w:val="006E2D22"/>
    <w:rsid w:val="006E3839"/>
    <w:rsid w:val="006E5093"/>
    <w:rsid w:val="006F0CCD"/>
    <w:rsid w:val="006F33DA"/>
    <w:rsid w:val="006F467E"/>
    <w:rsid w:val="006F5D36"/>
    <w:rsid w:val="006F6A58"/>
    <w:rsid w:val="006F6C84"/>
    <w:rsid w:val="006F776E"/>
    <w:rsid w:val="007018D7"/>
    <w:rsid w:val="0070416D"/>
    <w:rsid w:val="00705B00"/>
    <w:rsid w:val="007068F5"/>
    <w:rsid w:val="00710F13"/>
    <w:rsid w:val="007128D6"/>
    <w:rsid w:val="00716224"/>
    <w:rsid w:val="00716BA8"/>
    <w:rsid w:val="007239D8"/>
    <w:rsid w:val="00727FF2"/>
    <w:rsid w:val="0073137E"/>
    <w:rsid w:val="00737C47"/>
    <w:rsid w:val="00741DE3"/>
    <w:rsid w:val="00744080"/>
    <w:rsid w:val="00744458"/>
    <w:rsid w:val="00745A76"/>
    <w:rsid w:val="00747314"/>
    <w:rsid w:val="007527BC"/>
    <w:rsid w:val="00762036"/>
    <w:rsid w:val="007623AD"/>
    <w:rsid w:val="00763BF7"/>
    <w:rsid w:val="0076570A"/>
    <w:rsid w:val="00765C60"/>
    <w:rsid w:val="00766A95"/>
    <w:rsid w:val="00771E7C"/>
    <w:rsid w:val="00774627"/>
    <w:rsid w:val="007747F0"/>
    <w:rsid w:val="00775D8D"/>
    <w:rsid w:val="00777122"/>
    <w:rsid w:val="00777B86"/>
    <w:rsid w:val="007852A9"/>
    <w:rsid w:val="00786489"/>
    <w:rsid w:val="00790284"/>
    <w:rsid w:val="00790ADC"/>
    <w:rsid w:val="00793D18"/>
    <w:rsid w:val="00796B61"/>
    <w:rsid w:val="00797D11"/>
    <w:rsid w:val="007B3C73"/>
    <w:rsid w:val="007B4C12"/>
    <w:rsid w:val="007B6B86"/>
    <w:rsid w:val="007C113E"/>
    <w:rsid w:val="007C119A"/>
    <w:rsid w:val="007C1267"/>
    <w:rsid w:val="007C12FF"/>
    <w:rsid w:val="007C3104"/>
    <w:rsid w:val="007C4635"/>
    <w:rsid w:val="007C6212"/>
    <w:rsid w:val="007D13AD"/>
    <w:rsid w:val="007E1CB6"/>
    <w:rsid w:val="007F4E45"/>
    <w:rsid w:val="007F506E"/>
    <w:rsid w:val="0080600F"/>
    <w:rsid w:val="00807DD4"/>
    <w:rsid w:val="00815B5B"/>
    <w:rsid w:val="00815FCC"/>
    <w:rsid w:val="00816F88"/>
    <w:rsid w:val="00817243"/>
    <w:rsid w:val="00824BBB"/>
    <w:rsid w:val="00825988"/>
    <w:rsid w:val="008260B8"/>
    <w:rsid w:val="008341B4"/>
    <w:rsid w:val="00836D48"/>
    <w:rsid w:val="00837CE3"/>
    <w:rsid w:val="00844BDD"/>
    <w:rsid w:val="00847923"/>
    <w:rsid w:val="0085281D"/>
    <w:rsid w:val="00853C24"/>
    <w:rsid w:val="008546CA"/>
    <w:rsid w:val="00860593"/>
    <w:rsid w:val="00861E68"/>
    <w:rsid w:val="008623F4"/>
    <w:rsid w:val="008701D9"/>
    <w:rsid w:val="00870AD4"/>
    <w:rsid w:val="00875221"/>
    <w:rsid w:val="0087667E"/>
    <w:rsid w:val="00885FBC"/>
    <w:rsid w:val="00886799"/>
    <w:rsid w:val="00886B85"/>
    <w:rsid w:val="008905D7"/>
    <w:rsid w:val="00890A13"/>
    <w:rsid w:val="00893B72"/>
    <w:rsid w:val="00894EC7"/>
    <w:rsid w:val="00896F56"/>
    <w:rsid w:val="008A62EE"/>
    <w:rsid w:val="008B0B50"/>
    <w:rsid w:val="008B2F82"/>
    <w:rsid w:val="008B4E9E"/>
    <w:rsid w:val="008B7CA1"/>
    <w:rsid w:val="008C510A"/>
    <w:rsid w:val="008D0059"/>
    <w:rsid w:val="008D099B"/>
    <w:rsid w:val="008D09A7"/>
    <w:rsid w:val="008D1F06"/>
    <w:rsid w:val="008D38F5"/>
    <w:rsid w:val="008E180D"/>
    <w:rsid w:val="008E3907"/>
    <w:rsid w:val="008E7971"/>
    <w:rsid w:val="008F19F7"/>
    <w:rsid w:val="0090153B"/>
    <w:rsid w:val="009027F4"/>
    <w:rsid w:val="00902AE8"/>
    <w:rsid w:val="009037C2"/>
    <w:rsid w:val="00904E3F"/>
    <w:rsid w:val="00905574"/>
    <w:rsid w:val="00911088"/>
    <w:rsid w:val="009115F4"/>
    <w:rsid w:val="00912AFD"/>
    <w:rsid w:val="00920884"/>
    <w:rsid w:val="00922E0D"/>
    <w:rsid w:val="009248C2"/>
    <w:rsid w:val="00930935"/>
    <w:rsid w:val="00930D0D"/>
    <w:rsid w:val="00933255"/>
    <w:rsid w:val="00935EBA"/>
    <w:rsid w:val="00936441"/>
    <w:rsid w:val="00940CAD"/>
    <w:rsid w:val="00940E08"/>
    <w:rsid w:val="009507CF"/>
    <w:rsid w:val="00951886"/>
    <w:rsid w:val="00951AFA"/>
    <w:rsid w:val="0095460C"/>
    <w:rsid w:val="009606DA"/>
    <w:rsid w:val="00963920"/>
    <w:rsid w:val="00971542"/>
    <w:rsid w:val="00973E69"/>
    <w:rsid w:val="00974264"/>
    <w:rsid w:val="009748A5"/>
    <w:rsid w:val="00977EC9"/>
    <w:rsid w:val="00980E3E"/>
    <w:rsid w:val="00982268"/>
    <w:rsid w:val="00986913"/>
    <w:rsid w:val="00992E26"/>
    <w:rsid w:val="009A524B"/>
    <w:rsid w:val="009A56FD"/>
    <w:rsid w:val="009A5B3A"/>
    <w:rsid w:val="009A734F"/>
    <w:rsid w:val="009A762B"/>
    <w:rsid w:val="009B025A"/>
    <w:rsid w:val="009B0E97"/>
    <w:rsid w:val="009B1C01"/>
    <w:rsid w:val="009B1DDE"/>
    <w:rsid w:val="009B48BE"/>
    <w:rsid w:val="009B63D4"/>
    <w:rsid w:val="009B7A33"/>
    <w:rsid w:val="009C65E3"/>
    <w:rsid w:val="009C7139"/>
    <w:rsid w:val="009C7F45"/>
    <w:rsid w:val="009D0B42"/>
    <w:rsid w:val="009D4619"/>
    <w:rsid w:val="009E1008"/>
    <w:rsid w:val="009E1515"/>
    <w:rsid w:val="009E15E4"/>
    <w:rsid w:val="009F0201"/>
    <w:rsid w:val="009F0D8E"/>
    <w:rsid w:val="009F2D95"/>
    <w:rsid w:val="009F3375"/>
    <w:rsid w:val="009F4407"/>
    <w:rsid w:val="009F480A"/>
    <w:rsid w:val="009F4CF5"/>
    <w:rsid w:val="009F7E2C"/>
    <w:rsid w:val="00A002BA"/>
    <w:rsid w:val="00A0111A"/>
    <w:rsid w:val="00A11356"/>
    <w:rsid w:val="00A11D06"/>
    <w:rsid w:val="00A1279A"/>
    <w:rsid w:val="00A13381"/>
    <w:rsid w:val="00A1367B"/>
    <w:rsid w:val="00A1431C"/>
    <w:rsid w:val="00A154F2"/>
    <w:rsid w:val="00A156EC"/>
    <w:rsid w:val="00A15FF0"/>
    <w:rsid w:val="00A21EAD"/>
    <w:rsid w:val="00A2227C"/>
    <w:rsid w:val="00A231A5"/>
    <w:rsid w:val="00A237D0"/>
    <w:rsid w:val="00A23F35"/>
    <w:rsid w:val="00A2531B"/>
    <w:rsid w:val="00A274D6"/>
    <w:rsid w:val="00A36802"/>
    <w:rsid w:val="00A4274C"/>
    <w:rsid w:val="00A51430"/>
    <w:rsid w:val="00A558BA"/>
    <w:rsid w:val="00A55D34"/>
    <w:rsid w:val="00A61A0F"/>
    <w:rsid w:val="00A6674F"/>
    <w:rsid w:val="00A703F5"/>
    <w:rsid w:val="00A70F34"/>
    <w:rsid w:val="00A71776"/>
    <w:rsid w:val="00A72DA2"/>
    <w:rsid w:val="00A7379E"/>
    <w:rsid w:val="00A74DE7"/>
    <w:rsid w:val="00A82625"/>
    <w:rsid w:val="00A82996"/>
    <w:rsid w:val="00A8330C"/>
    <w:rsid w:val="00A9253D"/>
    <w:rsid w:val="00A96875"/>
    <w:rsid w:val="00A971FD"/>
    <w:rsid w:val="00AA7108"/>
    <w:rsid w:val="00AA7D51"/>
    <w:rsid w:val="00AB2FB5"/>
    <w:rsid w:val="00AB3557"/>
    <w:rsid w:val="00AB5918"/>
    <w:rsid w:val="00AC0DDF"/>
    <w:rsid w:val="00AC2E7B"/>
    <w:rsid w:val="00AC6725"/>
    <w:rsid w:val="00AD1264"/>
    <w:rsid w:val="00AD28D3"/>
    <w:rsid w:val="00AD6FA7"/>
    <w:rsid w:val="00AE09CD"/>
    <w:rsid w:val="00AE6E7B"/>
    <w:rsid w:val="00AF0E22"/>
    <w:rsid w:val="00AF15E9"/>
    <w:rsid w:val="00AF6559"/>
    <w:rsid w:val="00AF677D"/>
    <w:rsid w:val="00B00C3D"/>
    <w:rsid w:val="00B01922"/>
    <w:rsid w:val="00B07199"/>
    <w:rsid w:val="00B07EF6"/>
    <w:rsid w:val="00B1670A"/>
    <w:rsid w:val="00B175C6"/>
    <w:rsid w:val="00B20098"/>
    <w:rsid w:val="00B24938"/>
    <w:rsid w:val="00B26372"/>
    <w:rsid w:val="00B32AD1"/>
    <w:rsid w:val="00B3397A"/>
    <w:rsid w:val="00B45A90"/>
    <w:rsid w:val="00B62EC7"/>
    <w:rsid w:val="00B6482A"/>
    <w:rsid w:val="00B6746F"/>
    <w:rsid w:val="00B718B6"/>
    <w:rsid w:val="00B74712"/>
    <w:rsid w:val="00B74995"/>
    <w:rsid w:val="00B8222A"/>
    <w:rsid w:val="00B85585"/>
    <w:rsid w:val="00B9440F"/>
    <w:rsid w:val="00B970A4"/>
    <w:rsid w:val="00BA2589"/>
    <w:rsid w:val="00BA35C2"/>
    <w:rsid w:val="00BA56BB"/>
    <w:rsid w:val="00BB24CC"/>
    <w:rsid w:val="00BB3EDE"/>
    <w:rsid w:val="00BB5B66"/>
    <w:rsid w:val="00BB6922"/>
    <w:rsid w:val="00BB750E"/>
    <w:rsid w:val="00BC1EC6"/>
    <w:rsid w:val="00BC2238"/>
    <w:rsid w:val="00BC6763"/>
    <w:rsid w:val="00BD2650"/>
    <w:rsid w:val="00BD2ECE"/>
    <w:rsid w:val="00BD6CE2"/>
    <w:rsid w:val="00BE0F5C"/>
    <w:rsid w:val="00BE166A"/>
    <w:rsid w:val="00BE3AF6"/>
    <w:rsid w:val="00BE562B"/>
    <w:rsid w:val="00BF0634"/>
    <w:rsid w:val="00BF2AFD"/>
    <w:rsid w:val="00BF3400"/>
    <w:rsid w:val="00BF5696"/>
    <w:rsid w:val="00C00AA0"/>
    <w:rsid w:val="00C0196B"/>
    <w:rsid w:val="00C02176"/>
    <w:rsid w:val="00C04802"/>
    <w:rsid w:val="00C061C5"/>
    <w:rsid w:val="00C06C9A"/>
    <w:rsid w:val="00C124DC"/>
    <w:rsid w:val="00C17DE0"/>
    <w:rsid w:val="00C24BEA"/>
    <w:rsid w:val="00C26735"/>
    <w:rsid w:val="00C26BD9"/>
    <w:rsid w:val="00C27831"/>
    <w:rsid w:val="00C31CE6"/>
    <w:rsid w:val="00C33378"/>
    <w:rsid w:val="00C3439C"/>
    <w:rsid w:val="00C3454E"/>
    <w:rsid w:val="00C357AD"/>
    <w:rsid w:val="00C4303C"/>
    <w:rsid w:val="00C43316"/>
    <w:rsid w:val="00C45F3F"/>
    <w:rsid w:val="00C47879"/>
    <w:rsid w:val="00C511B5"/>
    <w:rsid w:val="00C515C2"/>
    <w:rsid w:val="00C52445"/>
    <w:rsid w:val="00C55074"/>
    <w:rsid w:val="00C56D49"/>
    <w:rsid w:val="00C57EDA"/>
    <w:rsid w:val="00C6034B"/>
    <w:rsid w:val="00C6417B"/>
    <w:rsid w:val="00C64F6F"/>
    <w:rsid w:val="00C713D0"/>
    <w:rsid w:val="00C735EE"/>
    <w:rsid w:val="00C746D7"/>
    <w:rsid w:val="00C75C56"/>
    <w:rsid w:val="00C81175"/>
    <w:rsid w:val="00C832D7"/>
    <w:rsid w:val="00C84FB3"/>
    <w:rsid w:val="00C8551C"/>
    <w:rsid w:val="00C85A7C"/>
    <w:rsid w:val="00C91564"/>
    <w:rsid w:val="00C91AF0"/>
    <w:rsid w:val="00C92509"/>
    <w:rsid w:val="00C9395E"/>
    <w:rsid w:val="00C960B1"/>
    <w:rsid w:val="00C97EA2"/>
    <w:rsid w:val="00CA0F47"/>
    <w:rsid w:val="00CA16F5"/>
    <w:rsid w:val="00CA22A7"/>
    <w:rsid w:val="00CA3A3B"/>
    <w:rsid w:val="00CA643C"/>
    <w:rsid w:val="00CA71C3"/>
    <w:rsid w:val="00CB0489"/>
    <w:rsid w:val="00CB07C1"/>
    <w:rsid w:val="00CC2BBF"/>
    <w:rsid w:val="00CC3909"/>
    <w:rsid w:val="00CC5D7C"/>
    <w:rsid w:val="00CD1170"/>
    <w:rsid w:val="00CD1902"/>
    <w:rsid w:val="00CD3509"/>
    <w:rsid w:val="00CD4EE7"/>
    <w:rsid w:val="00CE5C26"/>
    <w:rsid w:val="00D006D1"/>
    <w:rsid w:val="00D053C1"/>
    <w:rsid w:val="00D12C5C"/>
    <w:rsid w:val="00D1480A"/>
    <w:rsid w:val="00D15A16"/>
    <w:rsid w:val="00D17D31"/>
    <w:rsid w:val="00D20E60"/>
    <w:rsid w:val="00D215AE"/>
    <w:rsid w:val="00D368F7"/>
    <w:rsid w:val="00D441DA"/>
    <w:rsid w:val="00D500CA"/>
    <w:rsid w:val="00D51B4A"/>
    <w:rsid w:val="00D562D4"/>
    <w:rsid w:val="00D63566"/>
    <w:rsid w:val="00D64035"/>
    <w:rsid w:val="00D65EFE"/>
    <w:rsid w:val="00D72194"/>
    <w:rsid w:val="00D73D0D"/>
    <w:rsid w:val="00D76EAB"/>
    <w:rsid w:val="00D805E7"/>
    <w:rsid w:val="00D83D59"/>
    <w:rsid w:val="00D861D1"/>
    <w:rsid w:val="00D866A6"/>
    <w:rsid w:val="00D87080"/>
    <w:rsid w:val="00D90DEF"/>
    <w:rsid w:val="00D94916"/>
    <w:rsid w:val="00D9557D"/>
    <w:rsid w:val="00D97375"/>
    <w:rsid w:val="00DA0039"/>
    <w:rsid w:val="00DA3209"/>
    <w:rsid w:val="00DA4CC2"/>
    <w:rsid w:val="00DA544A"/>
    <w:rsid w:val="00DA75F5"/>
    <w:rsid w:val="00DB0FE5"/>
    <w:rsid w:val="00DC15D2"/>
    <w:rsid w:val="00DC5F62"/>
    <w:rsid w:val="00DC79DB"/>
    <w:rsid w:val="00DD284F"/>
    <w:rsid w:val="00DD2B42"/>
    <w:rsid w:val="00DD3D46"/>
    <w:rsid w:val="00DD4603"/>
    <w:rsid w:val="00DD6042"/>
    <w:rsid w:val="00DF5D25"/>
    <w:rsid w:val="00DF7771"/>
    <w:rsid w:val="00E00019"/>
    <w:rsid w:val="00E021DB"/>
    <w:rsid w:val="00E1331E"/>
    <w:rsid w:val="00E16BDE"/>
    <w:rsid w:val="00E22B3C"/>
    <w:rsid w:val="00E23805"/>
    <w:rsid w:val="00E26A99"/>
    <w:rsid w:val="00E31DE1"/>
    <w:rsid w:val="00E32780"/>
    <w:rsid w:val="00E32BE1"/>
    <w:rsid w:val="00E3520B"/>
    <w:rsid w:val="00E3595C"/>
    <w:rsid w:val="00E45A6C"/>
    <w:rsid w:val="00E45B68"/>
    <w:rsid w:val="00E45CAA"/>
    <w:rsid w:val="00E47CDB"/>
    <w:rsid w:val="00E47D10"/>
    <w:rsid w:val="00E52BD3"/>
    <w:rsid w:val="00E539C2"/>
    <w:rsid w:val="00E54523"/>
    <w:rsid w:val="00E55BDF"/>
    <w:rsid w:val="00E601C4"/>
    <w:rsid w:val="00E61A4A"/>
    <w:rsid w:val="00E61CFC"/>
    <w:rsid w:val="00E621AF"/>
    <w:rsid w:val="00E70C31"/>
    <w:rsid w:val="00E724AC"/>
    <w:rsid w:val="00E749A4"/>
    <w:rsid w:val="00E764E7"/>
    <w:rsid w:val="00E7694A"/>
    <w:rsid w:val="00E8204C"/>
    <w:rsid w:val="00E902D7"/>
    <w:rsid w:val="00E90BBB"/>
    <w:rsid w:val="00E94AA8"/>
    <w:rsid w:val="00EA53FB"/>
    <w:rsid w:val="00EA56B8"/>
    <w:rsid w:val="00EB103F"/>
    <w:rsid w:val="00EB480E"/>
    <w:rsid w:val="00EB5B30"/>
    <w:rsid w:val="00EC0FAD"/>
    <w:rsid w:val="00EC2BEC"/>
    <w:rsid w:val="00EC7314"/>
    <w:rsid w:val="00EC7DE7"/>
    <w:rsid w:val="00ED3D4F"/>
    <w:rsid w:val="00EE2351"/>
    <w:rsid w:val="00EE3B72"/>
    <w:rsid w:val="00EF1F5F"/>
    <w:rsid w:val="00EF2C6F"/>
    <w:rsid w:val="00F00865"/>
    <w:rsid w:val="00F02345"/>
    <w:rsid w:val="00F03065"/>
    <w:rsid w:val="00F031C2"/>
    <w:rsid w:val="00F067F0"/>
    <w:rsid w:val="00F06E10"/>
    <w:rsid w:val="00F117A7"/>
    <w:rsid w:val="00F20733"/>
    <w:rsid w:val="00F21227"/>
    <w:rsid w:val="00F26896"/>
    <w:rsid w:val="00F27585"/>
    <w:rsid w:val="00F311B9"/>
    <w:rsid w:val="00F340FF"/>
    <w:rsid w:val="00F353AA"/>
    <w:rsid w:val="00F36D06"/>
    <w:rsid w:val="00F40AB4"/>
    <w:rsid w:val="00F42938"/>
    <w:rsid w:val="00F439EE"/>
    <w:rsid w:val="00F45695"/>
    <w:rsid w:val="00F46004"/>
    <w:rsid w:val="00F55246"/>
    <w:rsid w:val="00F654D1"/>
    <w:rsid w:val="00F6772D"/>
    <w:rsid w:val="00F703A5"/>
    <w:rsid w:val="00F8072F"/>
    <w:rsid w:val="00F86AD7"/>
    <w:rsid w:val="00F92B15"/>
    <w:rsid w:val="00F936F3"/>
    <w:rsid w:val="00F95386"/>
    <w:rsid w:val="00F97BFC"/>
    <w:rsid w:val="00FA5DF5"/>
    <w:rsid w:val="00FB07CB"/>
    <w:rsid w:val="00FB0BEB"/>
    <w:rsid w:val="00FB1BE0"/>
    <w:rsid w:val="00FB2FAD"/>
    <w:rsid w:val="00FB4B0C"/>
    <w:rsid w:val="00FD54E2"/>
    <w:rsid w:val="00FD5BA6"/>
    <w:rsid w:val="00FD5D84"/>
    <w:rsid w:val="00FD66BB"/>
    <w:rsid w:val="00FD7F36"/>
    <w:rsid w:val="00FE294E"/>
    <w:rsid w:val="00FE3B19"/>
    <w:rsid w:val="00FE600A"/>
    <w:rsid w:val="00FF1782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77C70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77C70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3F821-5BC2-4022-972B-21A953FE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AA6D7C2C</Template>
  <TotalTime>5</TotalTime>
  <Pages>1</Pages>
  <Words>259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10</cp:revision>
  <cp:lastPrinted>2017-04-25T10:48:00Z</cp:lastPrinted>
  <dcterms:created xsi:type="dcterms:W3CDTF">2020-07-15T13:57:00Z</dcterms:created>
  <dcterms:modified xsi:type="dcterms:W3CDTF">2020-07-30T13:37:00Z</dcterms:modified>
</cp:coreProperties>
</file>