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794" w:rsidRPr="006A5639" w:rsidRDefault="009E124B" w:rsidP="00D46794">
      <w:pPr>
        <w:jc w:val="center"/>
        <w:rPr>
          <w:b/>
          <w:color w:val="000000"/>
          <w:sz w:val="28"/>
          <w:szCs w:val="28"/>
          <w:lang w:eastAsia="en-US"/>
        </w:rPr>
      </w:pPr>
      <w:r>
        <w:rPr>
          <w:b/>
          <w:noProof/>
        </w:rPr>
        <w:drawing>
          <wp:anchor distT="0" distB="180340" distL="114300" distR="114300" simplePos="0" relativeHeight="251660288" behindDoc="1" locked="0" layoutInCell="0" allowOverlap="1" wp14:anchorId="33CBAFCC" wp14:editId="2823FC67">
            <wp:simplePos x="0" y="0"/>
            <wp:positionH relativeFrom="column">
              <wp:posOffset>2674620</wp:posOffset>
            </wp:positionH>
            <wp:positionV relativeFrom="paragraph">
              <wp:posOffset>0</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46794" w:rsidRPr="006A5639">
        <w:rPr>
          <w:b/>
          <w:color w:val="000000"/>
          <w:sz w:val="28"/>
          <w:szCs w:val="28"/>
          <w:lang w:eastAsia="en-US"/>
        </w:rPr>
        <w:t>PLUNGĖS RAJONO SAVIVALDYBĖS</w:t>
      </w:r>
    </w:p>
    <w:p w:rsidR="00D46794" w:rsidRPr="006A5639" w:rsidRDefault="00D46794" w:rsidP="00D46794">
      <w:pPr>
        <w:jc w:val="center"/>
        <w:rPr>
          <w:b/>
          <w:color w:val="000000"/>
          <w:sz w:val="28"/>
          <w:szCs w:val="28"/>
          <w:lang w:eastAsia="en-US"/>
        </w:rPr>
      </w:pPr>
      <w:r w:rsidRPr="006A5639">
        <w:rPr>
          <w:b/>
          <w:color w:val="000000"/>
          <w:sz w:val="28"/>
          <w:szCs w:val="28"/>
          <w:lang w:eastAsia="en-US"/>
        </w:rPr>
        <w:t>TARYBA</w:t>
      </w:r>
    </w:p>
    <w:p w:rsidR="00D46794" w:rsidRPr="006A5639" w:rsidRDefault="00D46794" w:rsidP="00D46794">
      <w:pPr>
        <w:jc w:val="center"/>
        <w:rPr>
          <w:b/>
          <w:color w:val="000000"/>
          <w:sz w:val="28"/>
          <w:szCs w:val="28"/>
          <w:lang w:eastAsia="en-US"/>
        </w:rPr>
      </w:pPr>
    </w:p>
    <w:p w:rsidR="00D46794" w:rsidRPr="006A5639" w:rsidRDefault="00D46794" w:rsidP="00D46794">
      <w:pPr>
        <w:jc w:val="center"/>
        <w:rPr>
          <w:b/>
          <w:sz w:val="28"/>
          <w:szCs w:val="28"/>
          <w:lang w:eastAsia="en-US"/>
        </w:rPr>
      </w:pPr>
      <w:r w:rsidRPr="006A5639">
        <w:rPr>
          <w:b/>
          <w:sz w:val="28"/>
          <w:szCs w:val="28"/>
          <w:lang w:eastAsia="en-US"/>
        </w:rPr>
        <w:t>SPRENDIMAS</w:t>
      </w:r>
    </w:p>
    <w:p w:rsidR="00D46794" w:rsidRPr="006A5639" w:rsidRDefault="00D46794" w:rsidP="00D46794">
      <w:pPr>
        <w:jc w:val="center"/>
        <w:rPr>
          <w:b/>
          <w:sz w:val="28"/>
          <w:szCs w:val="28"/>
          <w:lang w:eastAsia="en-US"/>
        </w:rPr>
      </w:pPr>
      <w:r w:rsidRPr="006A5639">
        <w:rPr>
          <w:b/>
          <w:caps/>
          <w:sz w:val="28"/>
          <w:szCs w:val="28"/>
          <w:lang w:eastAsia="en-US"/>
        </w:rPr>
        <w:t xml:space="preserve">DĖL PLUNGĖS RAJONO </w:t>
      </w:r>
      <w:r w:rsidRPr="006A5639">
        <w:rPr>
          <w:b/>
          <w:sz w:val="28"/>
          <w:szCs w:val="28"/>
          <w:lang w:eastAsia="en-US"/>
        </w:rPr>
        <w:t>SAVIVALDYBĖS 2023 METŲ BIUDŽETO PATVIRTINIMO</w:t>
      </w:r>
    </w:p>
    <w:p w:rsidR="00D46794" w:rsidRPr="006A5639" w:rsidRDefault="00D46794" w:rsidP="00D46794">
      <w:pPr>
        <w:jc w:val="center"/>
        <w:rPr>
          <w:sz w:val="28"/>
          <w:szCs w:val="28"/>
          <w:lang w:eastAsia="en-US"/>
        </w:rPr>
      </w:pPr>
    </w:p>
    <w:p w:rsidR="00D46794" w:rsidRPr="006A5639" w:rsidRDefault="00D46794" w:rsidP="00D46794">
      <w:pPr>
        <w:jc w:val="center"/>
        <w:rPr>
          <w:lang w:eastAsia="en-US"/>
        </w:rPr>
      </w:pPr>
      <w:r w:rsidRPr="006A5639">
        <w:rPr>
          <w:lang w:eastAsia="en-US"/>
        </w:rPr>
        <w:t>2023 m. sausio 26 d. Nr. T1-</w:t>
      </w:r>
      <w:r w:rsidR="0023249C">
        <w:rPr>
          <w:lang w:eastAsia="en-US"/>
        </w:rPr>
        <w:t>3</w:t>
      </w:r>
      <w:bookmarkStart w:id="0" w:name="_GoBack"/>
      <w:bookmarkEnd w:id="0"/>
      <w:r w:rsidRPr="006A5639">
        <w:rPr>
          <w:lang w:eastAsia="en-US"/>
        </w:rPr>
        <w:t xml:space="preserve"> </w:t>
      </w:r>
    </w:p>
    <w:p w:rsidR="00D46794" w:rsidRPr="006A5639" w:rsidRDefault="00D46794" w:rsidP="00D46794">
      <w:pPr>
        <w:jc w:val="center"/>
        <w:rPr>
          <w:lang w:eastAsia="en-US"/>
        </w:rPr>
      </w:pPr>
      <w:r w:rsidRPr="006A5639">
        <w:rPr>
          <w:lang w:eastAsia="en-US"/>
        </w:rPr>
        <w:t>Plungė</w:t>
      </w:r>
    </w:p>
    <w:p w:rsidR="00D46794" w:rsidRPr="006A5639" w:rsidRDefault="00D46794" w:rsidP="00D46794">
      <w:pPr>
        <w:ind w:firstLine="720"/>
        <w:jc w:val="both"/>
        <w:rPr>
          <w:lang w:eastAsia="en-US"/>
        </w:rPr>
      </w:pPr>
    </w:p>
    <w:p w:rsidR="00D46794" w:rsidRPr="006A5639" w:rsidRDefault="00D46794" w:rsidP="00D46794">
      <w:pPr>
        <w:ind w:firstLine="720"/>
        <w:jc w:val="both"/>
        <w:rPr>
          <w:lang w:eastAsia="en-US"/>
        </w:rPr>
      </w:pPr>
      <w:r w:rsidRPr="006A5639">
        <w:rPr>
          <w:lang w:eastAsia="en-US"/>
        </w:rPr>
        <w:t xml:space="preserve">Vadovaudamasi Lietuvos Respublikos vietos savivaldos įstatymo 16 straipsnio 2 dalies 15 punktu, Lietuvos Respublikos biudžeto sandaros įstatymo 26 straipsnio 4 dalimi, Lietuvos Respublikos 2023 metų valstybės biudžeto ir savivaldybių biudžetų finansinių rodiklių patvirtinimo įstatymu, Plungės rajono savivaldybės taryba </w:t>
      </w:r>
      <w:r w:rsidRPr="006A5639">
        <w:rPr>
          <w:spacing w:val="40"/>
          <w:lang w:eastAsia="en-US"/>
        </w:rPr>
        <w:t>nusprendžia</w:t>
      </w:r>
      <w:r w:rsidRPr="006A5639">
        <w:rPr>
          <w:lang w:eastAsia="en-US"/>
        </w:rPr>
        <w:t>:</w:t>
      </w:r>
    </w:p>
    <w:p w:rsidR="00D46794" w:rsidRPr="006A5639" w:rsidRDefault="00D46794" w:rsidP="00D46794">
      <w:pPr>
        <w:ind w:firstLine="720"/>
        <w:jc w:val="both"/>
        <w:rPr>
          <w:lang w:eastAsia="en-US"/>
        </w:rPr>
      </w:pPr>
      <w:r w:rsidRPr="006A5639">
        <w:rPr>
          <w:lang w:eastAsia="en-US"/>
        </w:rPr>
        <w:t xml:space="preserve">1. Patvirtinti: </w:t>
      </w:r>
    </w:p>
    <w:p w:rsidR="00EC1903" w:rsidRPr="006A5639" w:rsidRDefault="00D46794" w:rsidP="00D46794">
      <w:pPr>
        <w:ind w:firstLine="720"/>
        <w:jc w:val="both"/>
        <w:rPr>
          <w:lang w:eastAsia="en-US"/>
        </w:rPr>
      </w:pPr>
      <w:r w:rsidRPr="006A5639">
        <w:rPr>
          <w:lang w:eastAsia="en-US"/>
        </w:rPr>
        <w:t>1.1. Plungės rajono savivaldybės 2023 metų biudžeto pajamas – 54</w:t>
      </w:r>
      <w:r w:rsidR="003E38ED" w:rsidRPr="006A5639">
        <w:rPr>
          <w:lang w:eastAsia="en-US"/>
        </w:rPr>
        <w:t> </w:t>
      </w:r>
      <w:r w:rsidR="00BA1DED" w:rsidRPr="006A5639">
        <w:rPr>
          <w:lang w:eastAsia="en-US"/>
        </w:rPr>
        <w:t>105,041</w:t>
      </w:r>
      <w:r w:rsidRPr="006A5639">
        <w:rPr>
          <w:lang w:eastAsia="en-US"/>
        </w:rPr>
        <w:t xml:space="preserve"> tūkst. eurų</w:t>
      </w:r>
      <w:r w:rsidR="00EC1903" w:rsidRPr="006A5639">
        <w:rPr>
          <w:lang w:eastAsia="en-US"/>
        </w:rPr>
        <w:t xml:space="preserve"> ir 2022 metais nepanaudotų biudžeto lėšų likutį – 3 636,7</w:t>
      </w:r>
      <w:r w:rsidR="009E124B">
        <w:rPr>
          <w:lang w:eastAsia="en-US"/>
        </w:rPr>
        <w:t>00</w:t>
      </w:r>
      <w:r w:rsidR="00EC1903" w:rsidRPr="006A5639">
        <w:rPr>
          <w:lang w:eastAsia="en-US"/>
        </w:rPr>
        <w:t xml:space="preserve"> tūkst. eurų</w:t>
      </w:r>
      <w:r w:rsidRPr="006A5639">
        <w:rPr>
          <w:lang w:eastAsia="en-US"/>
        </w:rPr>
        <w:t xml:space="preserve"> (</w:t>
      </w:r>
      <w:r w:rsidR="00EC1903" w:rsidRPr="006A5639">
        <w:rPr>
          <w:lang w:eastAsia="en-US"/>
        </w:rPr>
        <w:t>1 priedas);</w:t>
      </w:r>
    </w:p>
    <w:p w:rsidR="00D46794" w:rsidRPr="006A5639" w:rsidRDefault="00EC1903" w:rsidP="00D46794">
      <w:pPr>
        <w:ind w:firstLine="720"/>
        <w:jc w:val="both"/>
        <w:rPr>
          <w:lang w:eastAsia="en-US"/>
        </w:rPr>
      </w:pPr>
      <w:r w:rsidRPr="006A5639">
        <w:rPr>
          <w:lang w:eastAsia="en-US"/>
        </w:rPr>
        <w:t>1.2 B</w:t>
      </w:r>
      <w:r w:rsidR="00D46794" w:rsidRPr="006A5639">
        <w:rPr>
          <w:lang w:eastAsia="en-US"/>
        </w:rPr>
        <w:t>iudžetinių įstaigų pajamų už prekes, teikiamas paslaugas ir turto nuomą</w:t>
      </w:r>
      <w:r w:rsidRPr="006A5639">
        <w:rPr>
          <w:lang w:eastAsia="en-US"/>
        </w:rPr>
        <w:t xml:space="preserve"> įmokas</w:t>
      </w:r>
      <w:r w:rsidR="00D46794" w:rsidRPr="006A5639">
        <w:rPr>
          <w:lang w:eastAsia="en-US"/>
        </w:rPr>
        <w:t xml:space="preserve"> į Savivaldybės biudžetą</w:t>
      </w:r>
      <w:r w:rsidRPr="006A5639">
        <w:rPr>
          <w:lang w:eastAsia="en-US"/>
        </w:rPr>
        <w:t xml:space="preserve"> – 1800,7</w:t>
      </w:r>
      <w:r w:rsidR="009E124B">
        <w:rPr>
          <w:lang w:eastAsia="en-US"/>
        </w:rPr>
        <w:t>00</w:t>
      </w:r>
      <w:r w:rsidRPr="006A5639">
        <w:rPr>
          <w:lang w:eastAsia="en-US"/>
        </w:rPr>
        <w:t xml:space="preserve"> tūkst. eurų</w:t>
      </w:r>
      <w:r w:rsidR="00D46794" w:rsidRPr="006A5639">
        <w:rPr>
          <w:lang w:eastAsia="en-US"/>
        </w:rPr>
        <w:t xml:space="preserve"> (2 priedas</w:t>
      </w:r>
      <w:r w:rsidRPr="006A5639">
        <w:rPr>
          <w:lang w:eastAsia="en-US"/>
        </w:rPr>
        <w:t>);</w:t>
      </w:r>
    </w:p>
    <w:p w:rsidR="00D46794" w:rsidRPr="006A5639" w:rsidRDefault="00EC1903" w:rsidP="00D46794">
      <w:pPr>
        <w:ind w:firstLine="720"/>
        <w:jc w:val="both"/>
        <w:rPr>
          <w:lang w:eastAsia="en-US"/>
        </w:rPr>
      </w:pPr>
      <w:r w:rsidRPr="006A5639">
        <w:rPr>
          <w:lang w:eastAsia="en-US"/>
        </w:rPr>
        <w:t>1.3</w:t>
      </w:r>
      <w:r w:rsidR="00D46794" w:rsidRPr="006A5639">
        <w:rPr>
          <w:lang w:eastAsia="en-US"/>
        </w:rPr>
        <w:t>. Plungės rajono savivaldybės 2023 metų skolintas lėšas – 2 181,100 tūkst. eurų;</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 Plungės rajono savivaldybės 2023 metų biudžeto asignavimus – 58</w:t>
      </w:r>
      <w:r w:rsidR="003E38ED" w:rsidRPr="006A5639">
        <w:rPr>
          <w:lang w:eastAsia="en-US"/>
        </w:rPr>
        <w:t> </w:t>
      </w:r>
      <w:r w:rsidR="00BA1DED" w:rsidRPr="006A5639">
        <w:rPr>
          <w:lang w:eastAsia="en-US"/>
        </w:rPr>
        <w:t>466,441</w:t>
      </w:r>
      <w:r w:rsidR="00D46794" w:rsidRPr="006A5639">
        <w:rPr>
          <w:lang w:eastAsia="en-US"/>
        </w:rPr>
        <w:t xml:space="preserve"> tūkst. eurų ir 1 456,400 tūkst. eurų – paskoloms grąžinti; iš jų:</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.1. 32 033,7</w:t>
      </w:r>
      <w:r w:rsidR="009E124B">
        <w:rPr>
          <w:lang w:eastAsia="en-US"/>
        </w:rPr>
        <w:t>00</w:t>
      </w:r>
      <w:r w:rsidR="00D46794" w:rsidRPr="006A5639">
        <w:rPr>
          <w:lang w:eastAsia="en-US"/>
        </w:rPr>
        <w:t xml:space="preserve"> tūkst. eurų – savarankiškosioms savivaldybės funkcijoms vykdyti ir </w:t>
      </w:r>
      <w:r w:rsidR="00CE547D">
        <w:rPr>
          <w:lang w:eastAsia="en-US"/>
        </w:rPr>
        <w:t xml:space="preserve">               </w:t>
      </w:r>
      <w:r w:rsidR="00D46794" w:rsidRPr="006A5639">
        <w:rPr>
          <w:lang w:eastAsia="en-US"/>
        </w:rPr>
        <w:t>1 456,400 tūkst. eurų – paskoloms grąžinti (3 priedas);</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.2. 3</w:t>
      </w:r>
      <w:r w:rsidR="003E38ED" w:rsidRPr="006A5639">
        <w:rPr>
          <w:lang w:eastAsia="en-US"/>
        </w:rPr>
        <w:t> 904,698</w:t>
      </w:r>
      <w:r w:rsidR="00D46794" w:rsidRPr="006A5639">
        <w:rPr>
          <w:lang w:eastAsia="en-US"/>
        </w:rPr>
        <w:t xml:space="preserve"> tūkst. eurų – valstybinėms (valstybės perduotoms savivaldybėms) funkcijoms vykdyti (4 priedas);</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.3. 14 021,700 tūkst. eurų – ugdymo reikmėms finansuoti (5 priedas);</w:t>
      </w:r>
    </w:p>
    <w:p w:rsidR="00D46794" w:rsidRPr="006A5639" w:rsidRDefault="00EC1903" w:rsidP="00D46794">
      <w:pPr>
        <w:ind w:firstLine="720"/>
        <w:jc w:val="both"/>
        <w:rPr>
          <w:lang w:val="en-US" w:eastAsia="en-US"/>
        </w:rPr>
      </w:pPr>
      <w:r w:rsidRPr="006A5639">
        <w:rPr>
          <w:lang w:eastAsia="en-US"/>
        </w:rPr>
        <w:t>1.4</w:t>
      </w:r>
      <w:r w:rsidR="00D46794" w:rsidRPr="006A5639">
        <w:rPr>
          <w:lang w:eastAsia="en-US"/>
        </w:rPr>
        <w:t>.4. 3 06</w:t>
      </w:r>
      <w:r w:rsidR="00BA1DED" w:rsidRPr="006A5639">
        <w:rPr>
          <w:lang w:eastAsia="en-US"/>
        </w:rPr>
        <w:t>8,9</w:t>
      </w:r>
      <w:r w:rsidR="00D46794" w:rsidRPr="006A5639">
        <w:rPr>
          <w:lang w:eastAsia="en-US"/>
        </w:rPr>
        <w:t>43 tūkst. eurų – kitoms dotacijoms (6 priedas);</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.5. 1 800,700 tūkst. eurų – biudžetinių įstaigų pajamų už prekes, teikiamas paslaugas ir turto nuomą (7 priedas);</w:t>
      </w:r>
    </w:p>
    <w:p w:rsidR="00D46794" w:rsidRPr="006A5639" w:rsidRDefault="00EC1903" w:rsidP="00D46794">
      <w:pPr>
        <w:ind w:firstLine="720"/>
        <w:jc w:val="both"/>
        <w:rPr>
          <w:lang w:eastAsia="en-US"/>
        </w:rPr>
      </w:pPr>
      <w:r w:rsidRPr="006A5639">
        <w:rPr>
          <w:lang w:eastAsia="en-US"/>
        </w:rPr>
        <w:t>1.4</w:t>
      </w:r>
      <w:r w:rsidR="00D46794" w:rsidRPr="006A5639">
        <w:rPr>
          <w:lang w:eastAsia="en-US"/>
        </w:rPr>
        <w:t xml:space="preserve">.6. 2022 metais nepanaudotų biudžeto lėšų paskirstymą: asignavimai – 3 636,700 tūkst. eurų (8 priedas);      </w:t>
      </w:r>
    </w:p>
    <w:p w:rsidR="00D46794" w:rsidRPr="006A5639" w:rsidRDefault="00EC1903" w:rsidP="00D46794">
      <w:pPr>
        <w:ind w:firstLine="720"/>
        <w:jc w:val="both"/>
        <w:rPr>
          <w:lang w:eastAsia="en-US"/>
        </w:rPr>
      </w:pPr>
      <w:r w:rsidRPr="006A5639">
        <w:rPr>
          <w:lang w:eastAsia="en-US"/>
        </w:rPr>
        <w:t>1.5</w:t>
      </w:r>
      <w:r w:rsidR="00D46794" w:rsidRPr="006A5639">
        <w:rPr>
          <w:lang w:eastAsia="en-US"/>
        </w:rPr>
        <w:t xml:space="preserve">. </w:t>
      </w:r>
      <w:r w:rsidR="007A5BB8" w:rsidRPr="006A5639">
        <w:rPr>
          <w:lang w:eastAsia="en-US"/>
        </w:rPr>
        <w:t>Plungės rajono savivaldybės 2023</w:t>
      </w:r>
      <w:r w:rsidR="00D46794" w:rsidRPr="006A5639">
        <w:rPr>
          <w:lang w:eastAsia="en-US"/>
        </w:rPr>
        <w:t xml:space="preserve"> metų biudžeto asignavimų paskirstymą pagal 2023–2025 metų strateginio veiklos plano programas (9 priedas).</w:t>
      </w:r>
    </w:p>
    <w:p w:rsidR="00D46794" w:rsidRPr="006A5639" w:rsidRDefault="00D46794" w:rsidP="00D46794">
      <w:pPr>
        <w:ind w:firstLine="720"/>
        <w:jc w:val="both"/>
        <w:rPr>
          <w:lang w:eastAsia="en-US"/>
        </w:rPr>
      </w:pPr>
      <w:r w:rsidRPr="006A5639">
        <w:rPr>
          <w:lang w:eastAsia="en-US"/>
        </w:rPr>
        <w:t>2. Nustatyti planuojamą metinę įsiskolinimų (mokėtinų sumų, išskyrus sumas paskoloms grąžinti) pokyčio sumą 2023 metų gruodžio 31 dienai – 0,0 eurų.</w:t>
      </w:r>
    </w:p>
    <w:p w:rsidR="00D46794" w:rsidRPr="006A5639" w:rsidRDefault="00D46794" w:rsidP="00D46794">
      <w:pPr>
        <w:ind w:firstLine="720"/>
        <w:jc w:val="both"/>
        <w:rPr>
          <w:lang w:eastAsia="en-US"/>
        </w:rPr>
      </w:pPr>
      <w:r w:rsidRPr="006A5639">
        <w:rPr>
          <w:lang w:eastAsia="en-US"/>
        </w:rPr>
        <w:t>3.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 tikslinės lėšos.</w:t>
      </w:r>
    </w:p>
    <w:p w:rsidR="00D46794" w:rsidRPr="006A5639" w:rsidRDefault="00D46794" w:rsidP="00D46794">
      <w:pPr>
        <w:ind w:firstLine="720"/>
        <w:jc w:val="both"/>
        <w:rPr>
          <w:lang w:eastAsia="en-US"/>
        </w:rPr>
      </w:pPr>
    </w:p>
    <w:p w:rsidR="00D46794" w:rsidRPr="006A5639" w:rsidRDefault="00D46794" w:rsidP="00D46794">
      <w:pPr>
        <w:tabs>
          <w:tab w:val="left" w:pos="7938"/>
        </w:tabs>
        <w:jc w:val="both"/>
        <w:rPr>
          <w:lang w:eastAsia="en-US"/>
        </w:rPr>
      </w:pPr>
    </w:p>
    <w:p w:rsidR="00D46794" w:rsidRPr="006A5639" w:rsidRDefault="00D46794" w:rsidP="00D46794">
      <w:pPr>
        <w:tabs>
          <w:tab w:val="left" w:pos="7938"/>
        </w:tabs>
        <w:jc w:val="both"/>
        <w:rPr>
          <w:lang w:eastAsia="en-US"/>
        </w:rPr>
      </w:pPr>
      <w:r w:rsidRPr="006A5639">
        <w:rPr>
          <w:lang w:eastAsia="en-US"/>
        </w:rPr>
        <w:t xml:space="preserve">Savivaldybės meras </w:t>
      </w:r>
      <w:r w:rsidR="00EE2991">
        <w:rPr>
          <w:lang w:eastAsia="en-US"/>
        </w:rPr>
        <w:tab/>
        <w:t>Audrius Klišonis</w:t>
      </w:r>
    </w:p>
    <w:p w:rsidR="00D46794" w:rsidRPr="006A5639" w:rsidRDefault="00D46794" w:rsidP="00D46794"/>
    <w:p w:rsidR="00D46794" w:rsidRPr="006A5639" w:rsidRDefault="00D46794" w:rsidP="00D46794"/>
    <w:p w:rsidR="00D46794" w:rsidRDefault="00D46794" w:rsidP="00D46794"/>
    <w:p w:rsidR="009D6887" w:rsidRDefault="009D6887" w:rsidP="009D6887">
      <w:pPr>
        <w:widowControl w:val="0"/>
        <w:jc w:val="both"/>
        <w:rPr>
          <w:rFonts w:eastAsia="Lucida Sans Unicode"/>
          <w:kern w:val="2"/>
          <w:lang w:eastAsia="ar-SA"/>
        </w:rPr>
      </w:pPr>
      <w:r>
        <w:rPr>
          <w:rFonts w:eastAsia="Lucida Sans Unicode"/>
          <w:kern w:val="2"/>
        </w:rPr>
        <w:t xml:space="preserve"> </w:t>
      </w:r>
    </w:p>
    <w:sectPr w:rsidR="009D6887" w:rsidSect="009E124B">
      <w:headerReference w:type="even" r:id="rId10"/>
      <w:headerReference w:type="default" r:id="rId11"/>
      <w:pgSz w:w="11906" w:h="16838" w:code="9"/>
      <w:pgMar w:top="709"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80E" w:rsidRDefault="0078180E">
      <w:r>
        <w:separator/>
      </w:r>
    </w:p>
  </w:endnote>
  <w:endnote w:type="continuationSeparator" w:id="0">
    <w:p w:rsidR="0078180E" w:rsidRDefault="0078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80E" w:rsidRDefault="0078180E">
      <w:r>
        <w:separator/>
      </w:r>
    </w:p>
  </w:footnote>
  <w:footnote w:type="continuationSeparator" w:id="0">
    <w:p w:rsidR="0078180E" w:rsidRDefault="00781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p>
  <w:p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0">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1">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3">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6">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7">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2"/>
  </w:num>
  <w:num w:numId="2">
    <w:abstractNumId w:val="5"/>
  </w:num>
  <w:num w:numId="3">
    <w:abstractNumId w:val="10"/>
  </w:num>
  <w:num w:numId="4">
    <w:abstractNumId w:val="15"/>
  </w:num>
  <w:num w:numId="5">
    <w:abstractNumId w:val="17"/>
  </w:num>
  <w:num w:numId="6">
    <w:abstractNumId w:val="9"/>
  </w:num>
  <w:num w:numId="7">
    <w:abstractNumId w:val="4"/>
  </w:num>
  <w:num w:numId="8">
    <w:abstractNumId w:val="2"/>
  </w:num>
  <w:num w:numId="9">
    <w:abstractNumId w:val="19"/>
  </w:num>
  <w:num w:numId="10">
    <w:abstractNumId w:val="11"/>
  </w:num>
  <w:num w:numId="11">
    <w:abstractNumId w:val="16"/>
  </w:num>
  <w:num w:numId="12">
    <w:abstractNumId w:val="14"/>
  </w:num>
  <w:num w:numId="13">
    <w:abstractNumId w:val="3"/>
  </w:num>
  <w:num w:numId="14">
    <w:abstractNumId w:val="20"/>
  </w:num>
  <w:num w:numId="15">
    <w:abstractNumId w:val="6"/>
  </w:num>
  <w:num w:numId="16">
    <w:abstractNumId w:val="8"/>
  </w:num>
  <w:num w:numId="17">
    <w:abstractNumId w:val="18"/>
  </w:num>
  <w:num w:numId="18">
    <w:abstractNumId w:val="13"/>
  </w:num>
  <w:num w:numId="19">
    <w:abstractNumId w:val="7"/>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480"/>
    <w:rsid w:val="00000010"/>
    <w:rsid w:val="00000169"/>
    <w:rsid w:val="0000016A"/>
    <w:rsid w:val="000012AC"/>
    <w:rsid w:val="00001620"/>
    <w:rsid w:val="00002527"/>
    <w:rsid w:val="00003671"/>
    <w:rsid w:val="0000591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1264"/>
    <w:rsid w:val="00032A94"/>
    <w:rsid w:val="00033500"/>
    <w:rsid w:val="00034130"/>
    <w:rsid w:val="00036302"/>
    <w:rsid w:val="00036F30"/>
    <w:rsid w:val="000403AF"/>
    <w:rsid w:val="00040CE6"/>
    <w:rsid w:val="000411E2"/>
    <w:rsid w:val="000415A2"/>
    <w:rsid w:val="000422D3"/>
    <w:rsid w:val="00042EF4"/>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90DD7"/>
    <w:rsid w:val="00092429"/>
    <w:rsid w:val="00092F70"/>
    <w:rsid w:val="00094F11"/>
    <w:rsid w:val="000A11AA"/>
    <w:rsid w:val="000A250D"/>
    <w:rsid w:val="000A2E08"/>
    <w:rsid w:val="000A2E90"/>
    <w:rsid w:val="000A35D6"/>
    <w:rsid w:val="000A3DA7"/>
    <w:rsid w:val="000A4859"/>
    <w:rsid w:val="000A750D"/>
    <w:rsid w:val="000A7649"/>
    <w:rsid w:val="000B0476"/>
    <w:rsid w:val="000B21EE"/>
    <w:rsid w:val="000B2C36"/>
    <w:rsid w:val="000B37B1"/>
    <w:rsid w:val="000B5241"/>
    <w:rsid w:val="000C0BAE"/>
    <w:rsid w:val="000C31DC"/>
    <w:rsid w:val="000C46D3"/>
    <w:rsid w:val="000C50D5"/>
    <w:rsid w:val="000C57E1"/>
    <w:rsid w:val="000C64A7"/>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142A"/>
    <w:rsid w:val="000F165A"/>
    <w:rsid w:val="000F24B4"/>
    <w:rsid w:val="000F2BCF"/>
    <w:rsid w:val="000F2D20"/>
    <w:rsid w:val="000F2E11"/>
    <w:rsid w:val="000F426B"/>
    <w:rsid w:val="000F518F"/>
    <w:rsid w:val="000F5C71"/>
    <w:rsid w:val="000F739B"/>
    <w:rsid w:val="000F73A7"/>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614B"/>
    <w:rsid w:val="00127B99"/>
    <w:rsid w:val="00130796"/>
    <w:rsid w:val="00132F90"/>
    <w:rsid w:val="001336F9"/>
    <w:rsid w:val="001340A5"/>
    <w:rsid w:val="0013436F"/>
    <w:rsid w:val="00134E31"/>
    <w:rsid w:val="0013508A"/>
    <w:rsid w:val="00135B56"/>
    <w:rsid w:val="00136393"/>
    <w:rsid w:val="00136A78"/>
    <w:rsid w:val="00136D22"/>
    <w:rsid w:val="00137466"/>
    <w:rsid w:val="00143041"/>
    <w:rsid w:val="0014320F"/>
    <w:rsid w:val="001437CD"/>
    <w:rsid w:val="00143B3F"/>
    <w:rsid w:val="00143C89"/>
    <w:rsid w:val="00144F00"/>
    <w:rsid w:val="00145081"/>
    <w:rsid w:val="00145FDD"/>
    <w:rsid w:val="00146B04"/>
    <w:rsid w:val="00150CAF"/>
    <w:rsid w:val="00151DF5"/>
    <w:rsid w:val="00152A4E"/>
    <w:rsid w:val="00152AED"/>
    <w:rsid w:val="00152B21"/>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723"/>
    <w:rsid w:val="001718C8"/>
    <w:rsid w:val="00174164"/>
    <w:rsid w:val="00174387"/>
    <w:rsid w:val="00174A2C"/>
    <w:rsid w:val="00177507"/>
    <w:rsid w:val="0018016B"/>
    <w:rsid w:val="001805EC"/>
    <w:rsid w:val="00183DCB"/>
    <w:rsid w:val="00184C8A"/>
    <w:rsid w:val="00185191"/>
    <w:rsid w:val="001858A7"/>
    <w:rsid w:val="001873EF"/>
    <w:rsid w:val="00190BED"/>
    <w:rsid w:val="0019145A"/>
    <w:rsid w:val="00193DCA"/>
    <w:rsid w:val="00194363"/>
    <w:rsid w:val="00194387"/>
    <w:rsid w:val="00195980"/>
    <w:rsid w:val="001961F4"/>
    <w:rsid w:val="00196E25"/>
    <w:rsid w:val="001975F1"/>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1732"/>
    <w:rsid w:val="001C2C3E"/>
    <w:rsid w:val="001C479F"/>
    <w:rsid w:val="001C4FAA"/>
    <w:rsid w:val="001C5C49"/>
    <w:rsid w:val="001C679D"/>
    <w:rsid w:val="001C7F70"/>
    <w:rsid w:val="001D08FB"/>
    <w:rsid w:val="001D0B2F"/>
    <w:rsid w:val="001D2A1D"/>
    <w:rsid w:val="001D6786"/>
    <w:rsid w:val="001E019E"/>
    <w:rsid w:val="001E0BBF"/>
    <w:rsid w:val="001E0DB6"/>
    <w:rsid w:val="001E3EC4"/>
    <w:rsid w:val="001E57AB"/>
    <w:rsid w:val="001E5FEC"/>
    <w:rsid w:val="001E67AD"/>
    <w:rsid w:val="001E7014"/>
    <w:rsid w:val="001E78F5"/>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49C"/>
    <w:rsid w:val="00232856"/>
    <w:rsid w:val="002328F2"/>
    <w:rsid w:val="00232A4D"/>
    <w:rsid w:val="00232E35"/>
    <w:rsid w:val="0023413A"/>
    <w:rsid w:val="002352A2"/>
    <w:rsid w:val="0023534B"/>
    <w:rsid w:val="002353CA"/>
    <w:rsid w:val="002364D2"/>
    <w:rsid w:val="00236A5C"/>
    <w:rsid w:val="0024091E"/>
    <w:rsid w:val="00243724"/>
    <w:rsid w:val="002438A7"/>
    <w:rsid w:val="00243D1D"/>
    <w:rsid w:val="00244647"/>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6219"/>
    <w:rsid w:val="002770B2"/>
    <w:rsid w:val="002772FE"/>
    <w:rsid w:val="0028344F"/>
    <w:rsid w:val="002839EF"/>
    <w:rsid w:val="00284C4E"/>
    <w:rsid w:val="002860A1"/>
    <w:rsid w:val="00286302"/>
    <w:rsid w:val="00287C1F"/>
    <w:rsid w:val="00290BE6"/>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B32"/>
    <w:rsid w:val="002B4F0A"/>
    <w:rsid w:val="002B587D"/>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6A0"/>
    <w:rsid w:val="002D5778"/>
    <w:rsid w:val="002E0535"/>
    <w:rsid w:val="002E1D9F"/>
    <w:rsid w:val="002E2632"/>
    <w:rsid w:val="002E26E8"/>
    <w:rsid w:val="002E2E66"/>
    <w:rsid w:val="002E31F4"/>
    <w:rsid w:val="002E333A"/>
    <w:rsid w:val="002E3E62"/>
    <w:rsid w:val="002E4DDF"/>
    <w:rsid w:val="002E50F0"/>
    <w:rsid w:val="002E545D"/>
    <w:rsid w:val="002E6F47"/>
    <w:rsid w:val="002F1B98"/>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4CD9"/>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EE"/>
    <w:rsid w:val="003328C2"/>
    <w:rsid w:val="00332ABC"/>
    <w:rsid w:val="00332CD9"/>
    <w:rsid w:val="00336723"/>
    <w:rsid w:val="003368A4"/>
    <w:rsid w:val="00336F37"/>
    <w:rsid w:val="00337F85"/>
    <w:rsid w:val="00340DA9"/>
    <w:rsid w:val="003410D8"/>
    <w:rsid w:val="003422E4"/>
    <w:rsid w:val="003427F8"/>
    <w:rsid w:val="00342E98"/>
    <w:rsid w:val="00344E66"/>
    <w:rsid w:val="00345C43"/>
    <w:rsid w:val="00346016"/>
    <w:rsid w:val="00346CE7"/>
    <w:rsid w:val="0035009F"/>
    <w:rsid w:val="00350AD2"/>
    <w:rsid w:val="00350F15"/>
    <w:rsid w:val="00353B64"/>
    <w:rsid w:val="00354288"/>
    <w:rsid w:val="0035482F"/>
    <w:rsid w:val="00354B32"/>
    <w:rsid w:val="00356C00"/>
    <w:rsid w:val="003618D9"/>
    <w:rsid w:val="00361F91"/>
    <w:rsid w:val="003625A1"/>
    <w:rsid w:val="003650D5"/>
    <w:rsid w:val="003651D1"/>
    <w:rsid w:val="003666E1"/>
    <w:rsid w:val="003667A1"/>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27CB"/>
    <w:rsid w:val="00395A72"/>
    <w:rsid w:val="0039639D"/>
    <w:rsid w:val="00397D91"/>
    <w:rsid w:val="003A132F"/>
    <w:rsid w:val="003A25C5"/>
    <w:rsid w:val="003A69B2"/>
    <w:rsid w:val="003B12BC"/>
    <w:rsid w:val="003B3574"/>
    <w:rsid w:val="003B4233"/>
    <w:rsid w:val="003B5D55"/>
    <w:rsid w:val="003B6F2E"/>
    <w:rsid w:val="003B7A99"/>
    <w:rsid w:val="003C406D"/>
    <w:rsid w:val="003C4D36"/>
    <w:rsid w:val="003C7A21"/>
    <w:rsid w:val="003D21F2"/>
    <w:rsid w:val="003D2714"/>
    <w:rsid w:val="003D49DF"/>
    <w:rsid w:val="003D4C2A"/>
    <w:rsid w:val="003D70B8"/>
    <w:rsid w:val="003D777E"/>
    <w:rsid w:val="003E0377"/>
    <w:rsid w:val="003E2905"/>
    <w:rsid w:val="003E3468"/>
    <w:rsid w:val="003E38DA"/>
    <w:rsid w:val="003E38ED"/>
    <w:rsid w:val="003E5001"/>
    <w:rsid w:val="003E5634"/>
    <w:rsid w:val="003E5817"/>
    <w:rsid w:val="003E7143"/>
    <w:rsid w:val="003F08D3"/>
    <w:rsid w:val="003F1DA9"/>
    <w:rsid w:val="003F3DEA"/>
    <w:rsid w:val="003F3EE1"/>
    <w:rsid w:val="003F4F26"/>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214"/>
    <w:rsid w:val="00415F35"/>
    <w:rsid w:val="0041696B"/>
    <w:rsid w:val="00417D9F"/>
    <w:rsid w:val="00420442"/>
    <w:rsid w:val="00421947"/>
    <w:rsid w:val="004221E0"/>
    <w:rsid w:val="00424440"/>
    <w:rsid w:val="00425DBE"/>
    <w:rsid w:val="00427389"/>
    <w:rsid w:val="004306C9"/>
    <w:rsid w:val="00433F0E"/>
    <w:rsid w:val="00433F23"/>
    <w:rsid w:val="00434D2A"/>
    <w:rsid w:val="00437291"/>
    <w:rsid w:val="004374E5"/>
    <w:rsid w:val="00437A62"/>
    <w:rsid w:val="00440781"/>
    <w:rsid w:val="00440FEF"/>
    <w:rsid w:val="00441B68"/>
    <w:rsid w:val="00444BD6"/>
    <w:rsid w:val="00450E9D"/>
    <w:rsid w:val="004515DF"/>
    <w:rsid w:val="00452E99"/>
    <w:rsid w:val="00453E42"/>
    <w:rsid w:val="0045404F"/>
    <w:rsid w:val="004543B6"/>
    <w:rsid w:val="004544D1"/>
    <w:rsid w:val="00454D16"/>
    <w:rsid w:val="00460656"/>
    <w:rsid w:val="004608D1"/>
    <w:rsid w:val="00460CD9"/>
    <w:rsid w:val="00460F52"/>
    <w:rsid w:val="00461524"/>
    <w:rsid w:val="00462FDC"/>
    <w:rsid w:val="00464324"/>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41B2"/>
    <w:rsid w:val="00494CFC"/>
    <w:rsid w:val="00495FB0"/>
    <w:rsid w:val="00496202"/>
    <w:rsid w:val="0049671F"/>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D0E38"/>
    <w:rsid w:val="004D3395"/>
    <w:rsid w:val="004D3C1A"/>
    <w:rsid w:val="004D43D5"/>
    <w:rsid w:val="004D4B64"/>
    <w:rsid w:val="004D60EF"/>
    <w:rsid w:val="004E3328"/>
    <w:rsid w:val="004E3C69"/>
    <w:rsid w:val="004E3D32"/>
    <w:rsid w:val="004E4AF1"/>
    <w:rsid w:val="004E6455"/>
    <w:rsid w:val="004E7217"/>
    <w:rsid w:val="004F13F6"/>
    <w:rsid w:val="004F31F6"/>
    <w:rsid w:val="004F39E4"/>
    <w:rsid w:val="004F3D8C"/>
    <w:rsid w:val="004F446D"/>
    <w:rsid w:val="004F482F"/>
    <w:rsid w:val="004F4A68"/>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A52"/>
    <w:rsid w:val="00517982"/>
    <w:rsid w:val="00517F8E"/>
    <w:rsid w:val="0052087B"/>
    <w:rsid w:val="005214BB"/>
    <w:rsid w:val="00522660"/>
    <w:rsid w:val="00522AC2"/>
    <w:rsid w:val="00523671"/>
    <w:rsid w:val="005238DB"/>
    <w:rsid w:val="00524D05"/>
    <w:rsid w:val="005253D1"/>
    <w:rsid w:val="00526D88"/>
    <w:rsid w:val="00527518"/>
    <w:rsid w:val="00530C13"/>
    <w:rsid w:val="00531A47"/>
    <w:rsid w:val="00532057"/>
    <w:rsid w:val="0053224B"/>
    <w:rsid w:val="00532BCA"/>
    <w:rsid w:val="005336BE"/>
    <w:rsid w:val="005338B9"/>
    <w:rsid w:val="005364E8"/>
    <w:rsid w:val="00537C08"/>
    <w:rsid w:val="00540BBA"/>
    <w:rsid w:val="00541B23"/>
    <w:rsid w:val="00542D46"/>
    <w:rsid w:val="00544C7D"/>
    <w:rsid w:val="00546EAA"/>
    <w:rsid w:val="00546FEC"/>
    <w:rsid w:val="00547291"/>
    <w:rsid w:val="005503D4"/>
    <w:rsid w:val="005510AE"/>
    <w:rsid w:val="00554A6C"/>
    <w:rsid w:val="00555428"/>
    <w:rsid w:val="00555836"/>
    <w:rsid w:val="00555D4A"/>
    <w:rsid w:val="00556386"/>
    <w:rsid w:val="00556453"/>
    <w:rsid w:val="00556C7A"/>
    <w:rsid w:val="0055761C"/>
    <w:rsid w:val="00557F6A"/>
    <w:rsid w:val="00560C37"/>
    <w:rsid w:val="00561015"/>
    <w:rsid w:val="00563FCC"/>
    <w:rsid w:val="00566D6B"/>
    <w:rsid w:val="00571FE7"/>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642D"/>
    <w:rsid w:val="005F735D"/>
    <w:rsid w:val="00600502"/>
    <w:rsid w:val="00600556"/>
    <w:rsid w:val="006008F1"/>
    <w:rsid w:val="00601498"/>
    <w:rsid w:val="006028F8"/>
    <w:rsid w:val="00602C57"/>
    <w:rsid w:val="00603629"/>
    <w:rsid w:val="00603814"/>
    <w:rsid w:val="006038DA"/>
    <w:rsid w:val="00603FFF"/>
    <w:rsid w:val="006051E2"/>
    <w:rsid w:val="00605543"/>
    <w:rsid w:val="00607A33"/>
    <w:rsid w:val="006109F3"/>
    <w:rsid w:val="00610A8D"/>
    <w:rsid w:val="0061114A"/>
    <w:rsid w:val="00611774"/>
    <w:rsid w:val="006124E9"/>
    <w:rsid w:val="006130F5"/>
    <w:rsid w:val="00613D2A"/>
    <w:rsid w:val="00613E96"/>
    <w:rsid w:val="006149E4"/>
    <w:rsid w:val="00615334"/>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1E2B"/>
    <w:rsid w:val="00651FE7"/>
    <w:rsid w:val="00652FE7"/>
    <w:rsid w:val="00653086"/>
    <w:rsid w:val="006537D6"/>
    <w:rsid w:val="00653CED"/>
    <w:rsid w:val="00654F58"/>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5639"/>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2408"/>
    <w:rsid w:val="007237BC"/>
    <w:rsid w:val="00725187"/>
    <w:rsid w:val="00727A4D"/>
    <w:rsid w:val="00730F09"/>
    <w:rsid w:val="00731248"/>
    <w:rsid w:val="0073170F"/>
    <w:rsid w:val="00732C16"/>
    <w:rsid w:val="00733B14"/>
    <w:rsid w:val="0073405D"/>
    <w:rsid w:val="007350F8"/>
    <w:rsid w:val="00735A2D"/>
    <w:rsid w:val="007362CD"/>
    <w:rsid w:val="00736A08"/>
    <w:rsid w:val="00736E14"/>
    <w:rsid w:val="00740074"/>
    <w:rsid w:val="0074028D"/>
    <w:rsid w:val="007405F9"/>
    <w:rsid w:val="0074161F"/>
    <w:rsid w:val="007428F4"/>
    <w:rsid w:val="00744AC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7BA"/>
    <w:rsid w:val="00765DD9"/>
    <w:rsid w:val="00766D27"/>
    <w:rsid w:val="00767186"/>
    <w:rsid w:val="00770835"/>
    <w:rsid w:val="00771105"/>
    <w:rsid w:val="007717E1"/>
    <w:rsid w:val="00771A69"/>
    <w:rsid w:val="00772A4E"/>
    <w:rsid w:val="00772CAC"/>
    <w:rsid w:val="0077430E"/>
    <w:rsid w:val="00776508"/>
    <w:rsid w:val="00776EC7"/>
    <w:rsid w:val="007777CB"/>
    <w:rsid w:val="00780AB8"/>
    <w:rsid w:val="00780DD6"/>
    <w:rsid w:val="0078180E"/>
    <w:rsid w:val="00781AB5"/>
    <w:rsid w:val="00781D76"/>
    <w:rsid w:val="0078392C"/>
    <w:rsid w:val="00787510"/>
    <w:rsid w:val="0079223B"/>
    <w:rsid w:val="00792564"/>
    <w:rsid w:val="007927EB"/>
    <w:rsid w:val="00793C79"/>
    <w:rsid w:val="00793DA6"/>
    <w:rsid w:val="00794C2B"/>
    <w:rsid w:val="007951AC"/>
    <w:rsid w:val="00795E45"/>
    <w:rsid w:val="007A06EB"/>
    <w:rsid w:val="007A3451"/>
    <w:rsid w:val="007A5288"/>
    <w:rsid w:val="007A5BB8"/>
    <w:rsid w:val="007B0340"/>
    <w:rsid w:val="007B1347"/>
    <w:rsid w:val="007B296D"/>
    <w:rsid w:val="007B3129"/>
    <w:rsid w:val="007B3E29"/>
    <w:rsid w:val="007B4225"/>
    <w:rsid w:val="007B560F"/>
    <w:rsid w:val="007B78C4"/>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7B5D"/>
    <w:rsid w:val="00830433"/>
    <w:rsid w:val="00830561"/>
    <w:rsid w:val="00830A3A"/>
    <w:rsid w:val="00832129"/>
    <w:rsid w:val="00832492"/>
    <w:rsid w:val="0083341A"/>
    <w:rsid w:val="0083381A"/>
    <w:rsid w:val="00833E11"/>
    <w:rsid w:val="00835A62"/>
    <w:rsid w:val="008369F4"/>
    <w:rsid w:val="00837944"/>
    <w:rsid w:val="00837F45"/>
    <w:rsid w:val="0084039F"/>
    <w:rsid w:val="008407C8"/>
    <w:rsid w:val="00841E66"/>
    <w:rsid w:val="008442EB"/>
    <w:rsid w:val="00844A2C"/>
    <w:rsid w:val="008455D5"/>
    <w:rsid w:val="00845C6E"/>
    <w:rsid w:val="008462C6"/>
    <w:rsid w:val="0084774C"/>
    <w:rsid w:val="00847EEE"/>
    <w:rsid w:val="008510CE"/>
    <w:rsid w:val="0085129F"/>
    <w:rsid w:val="008514CE"/>
    <w:rsid w:val="00852352"/>
    <w:rsid w:val="00852B1B"/>
    <w:rsid w:val="00854601"/>
    <w:rsid w:val="0085636F"/>
    <w:rsid w:val="00857492"/>
    <w:rsid w:val="00857831"/>
    <w:rsid w:val="00857A27"/>
    <w:rsid w:val="00857F2D"/>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403C"/>
    <w:rsid w:val="008C6330"/>
    <w:rsid w:val="008C6ABF"/>
    <w:rsid w:val="008C7C72"/>
    <w:rsid w:val="008D31B0"/>
    <w:rsid w:val="008D358F"/>
    <w:rsid w:val="008D3E58"/>
    <w:rsid w:val="008D4CCC"/>
    <w:rsid w:val="008D68D9"/>
    <w:rsid w:val="008D6C3B"/>
    <w:rsid w:val="008D7D8C"/>
    <w:rsid w:val="008E0695"/>
    <w:rsid w:val="008E0731"/>
    <w:rsid w:val="008E0E03"/>
    <w:rsid w:val="008E2341"/>
    <w:rsid w:val="008E309E"/>
    <w:rsid w:val="008E30F9"/>
    <w:rsid w:val="008E46E4"/>
    <w:rsid w:val="008E5024"/>
    <w:rsid w:val="008E50CC"/>
    <w:rsid w:val="008E514C"/>
    <w:rsid w:val="008E7480"/>
    <w:rsid w:val="008E7A80"/>
    <w:rsid w:val="008E7B2C"/>
    <w:rsid w:val="008F1B84"/>
    <w:rsid w:val="008F1CCA"/>
    <w:rsid w:val="008F277A"/>
    <w:rsid w:val="008F3C48"/>
    <w:rsid w:val="008F6258"/>
    <w:rsid w:val="008F6DEA"/>
    <w:rsid w:val="008F7016"/>
    <w:rsid w:val="009032FC"/>
    <w:rsid w:val="0090549F"/>
    <w:rsid w:val="0090576F"/>
    <w:rsid w:val="00907849"/>
    <w:rsid w:val="0091314E"/>
    <w:rsid w:val="0091421F"/>
    <w:rsid w:val="009143E2"/>
    <w:rsid w:val="00914588"/>
    <w:rsid w:val="009172BE"/>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F13"/>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F6A"/>
    <w:rsid w:val="009C26C8"/>
    <w:rsid w:val="009C5748"/>
    <w:rsid w:val="009C6431"/>
    <w:rsid w:val="009C7A90"/>
    <w:rsid w:val="009C7B02"/>
    <w:rsid w:val="009D1519"/>
    <w:rsid w:val="009D247A"/>
    <w:rsid w:val="009D4E2F"/>
    <w:rsid w:val="009D6887"/>
    <w:rsid w:val="009D75C1"/>
    <w:rsid w:val="009D7B71"/>
    <w:rsid w:val="009E124B"/>
    <w:rsid w:val="009E1679"/>
    <w:rsid w:val="009E1761"/>
    <w:rsid w:val="009E1BC3"/>
    <w:rsid w:val="009E281B"/>
    <w:rsid w:val="009E29CA"/>
    <w:rsid w:val="009E587D"/>
    <w:rsid w:val="009E6615"/>
    <w:rsid w:val="009E7E77"/>
    <w:rsid w:val="009F3A57"/>
    <w:rsid w:val="009F4003"/>
    <w:rsid w:val="009F48D8"/>
    <w:rsid w:val="009F53A0"/>
    <w:rsid w:val="009F62B4"/>
    <w:rsid w:val="00A005F9"/>
    <w:rsid w:val="00A00908"/>
    <w:rsid w:val="00A01037"/>
    <w:rsid w:val="00A0199E"/>
    <w:rsid w:val="00A0242D"/>
    <w:rsid w:val="00A02D1C"/>
    <w:rsid w:val="00A03083"/>
    <w:rsid w:val="00A03CB7"/>
    <w:rsid w:val="00A051C8"/>
    <w:rsid w:val="00A05A77"/>
    <w:rsid w:val="00A07396"/>
    <w:rsid w:val="00A10B7C"/>
    <w:rsid w:val="00A12DFF"/>
    <w:rsid w:val="00A1351B"/>
    <w:rsid w:val="00A164C6"/>
    <w:rsid w:val="00A16F27"/>
    <w:rsid w:val="00A1708C"/>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409BC"/>
    <w:rsid w:val="00A41819"/>
    <w:rsid w:val="00A4304D"/>
    <w:rsid w:val="00A437FD"/>
    <w:rsid w:val="00A44353"/>
    <w:rsid w:val="00A44615"/>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5A11"/>
    <w:rsid w:val="00A95A57"/>
    <w:rsid w:val="00A95B0F"/>
    <w:rsid w:val="00A95B84"/>
    <w:rsid w:val="00A96C65"/>
    <w:rsid w:val="00A97A12"/>
    <w:rsid w:val="00AA0F8C"/>
    <w:rsid w:val="00AA181D"/>
    <w:rsid w:val="00AA1D97"/>
    <w:rsid w:val="00AA28A8"/>
    <w:rsid w:val="00AA307E"/>
    <w:rsid w:val="00AA3F3E"/>
    <w:rsid w:val="00AA4A7C"/>
    <w:rsid w:val="00AA61CB"/>
    <w:rsid w:val="00AB4486"/>
    <w:rsid w:val="00AB61EF"/>
    <w:rsid w:val="00AC0F7A"/>
    <w:rsid w:val="00AC1627"/>
    <w:rsid w:val="00AC164B"/>
    <w:rsid w:val="00AC1714"/>
    <w:rsid w:val="00AC17DD"/>
    <w:rsid w:val="00AC2E12"/>
    <w:rsid w:val="00AC3334"/>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EE9"/>
    <w:rsid w:val="00B301F6"/>
    <w:rsid w:val="00B337D0"/>
    <w:rsid w:val="00B33A36"/>
    <w:rsid w:val="00B34AE8"/>
    <w:rsid w:val="00B3560D"/>
    <w:rsid w:val="00B37929"/>
    <w:rsid w:val="00B4020E"/>
    <w:rsid w:val="00B41892"/>
    <w:rsid w:val="00B41ED3"/>
    <w:rsid w:val="00B44403"/>
    <w:rsid w:val="00B444EE"/>
    <w:rsid w:val="00B447ED"/>
    <w:rsid w:val="00B44904"/>
    <w:rsid w:val="00B45E91"/>
    <w:rsid w:val="00B5390B"/>
    <w:rsid w:val="00B54B2D"/>
    <w:rsid w:val="00B55038"/>
    <w:rsid w:val="00B558BE"/>
    <w:rsid w:val="00B5612E"/>
    <w:rsid w:val="00B56775"/>
    <w:rsid w:val="00B5691F"/>
    <w:rsid w:val="00B56D06"/>
    <w:rsid w:val="00B57D2E"/>
    <w:rsid w:val="00B602D2"/>
    <w:rsid w:val="00B63654"/>
    <w:rsid w:val="00B6517E"/>
    <w:rsid w:val="00B65437"/>
    <w:rsid w:val="00B66CB5"/>
    <w:rsid w:val="00B66E7F"/>
    <w:rsid w:val="00B724A2"/>
    <w:rsid w:val="00B72D9B"/>
    <w:rsid w:val="00B73C65"/>
    <w:rsid w:val="00B74025"/>
    <w:rsid w:val="00B76A68"/>
    <w:rsid w:val="00B7722C"/>
    <w:rsid w:val="00B779FF"/>
    <w:rsid w:val="00B77B45"/>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19EB"/>
    <w:rsid w:val="00BA1DED"/>
    <w:rsid w:val="00BA29E4"/>
    <w:rsid w:val="00BA29E9"/>
    <w:rsid w:val="00BA2E29"/>
    <w:rsid w:val="00BA6A52"/>
    <w:rsid w:val="00BA7236"/>
    <w:rsid w:val="00BA75A4"/>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13BC"/>
    <w:rsid w:val="00BF1BC5"/>
    <w:rsid w:val="00BF33D0"/>
    <w:rsid w:val="00BF5121"/>
    <w:rsid w:val="00BF727F"/>
    <w:rsid w:val="00C008E3"/>
    <w:rsid w:val="00C014E9"/>
    <w:rsid w:val="00C01718"/>
    <w:rsid w:val="00C0236A"/>
    <w:rsid w:val="00C033BD"/>
    <w:rsid w:val="00C0341B"/>
    <w:rsid w:val="00C03467"/>
    <w:rsid w:val="00C05F9F"/>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2FAF"/>
    <w:rsid w:val="00C93824"/>
    <w:rsid w:val="00C93A3D"/>
    <w:rsid w:val="00C94B13"/>
    <w:rsid w:val="00C9564A"/>
    <w:rsid w:val="00C96270"/>
    <w:rsid w:val="00C965D0"/>
    <w:rsid w:val="00C96F1F"/>
    <w:rsid w:val="00C97842"/>
    <w:rsid w:val="00C97FBA"/>
    <w:rsid w:val="00CA2D95"/>
    <w:rsid w:val="00CA3640"/>
    <w:rsid w:val="00CA37D6"/>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547D"/>
    <w:rsid w:val="00CE6895"/>
    <w:rsid w:val="00CE6B1F"/>
    <w:rsid w:val="00CF0711"/>
    <w:rsid w:val="00CF10B3"/>
    <w:rsid w:val="00CF1EFD"/>
    <w:rsid w:val="00CF44D7"/>
    <w:rsid w:val="00CF5E7E"/>
    <w:rsid w:val="00CF63DE"/>
    <w:rsid w:val="00CF6A4F"/>
    <w:rsid w:val="00D00881"/>
    <w:rsid w:val="00D045AC"/>
    <w:rsid w:val="00D049D5"/>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FAA"/>
    <w:rsid w:val="00D51139"/>
    <w:rsid w:val="00D521E1"/>
    <w:rsid w:val="00D53C96"/>
    <w:rsid w:val="00D550E0"/>
    <w:rsid w:val="00D5653F"/>
    <w:rsid w:val="00D57BE3"/>
    <w:rsid w:val="00D57F2E"/>
    <w:rsid w:val="00D6026A"/>
    <w:rsid w:val="00D60E78"/>
    <w:rsid w:val="00D61BAB"/>
    <w:rsid w:val="00D62A69"/>
    <w:rsid w:val="00D642FD"/>
    <w:rsid w:val="00D6787E"/>
    <w:rsid w:val="00D711A7"/>
    <w:rsid w:val="00D72078"/>
    <w:rsid w:val="00D72367"/>
    <w:rsid w:val="00D72CCB"/>
    <w:rsid w:val="00D74E10"/>
    <w:rsid w:val="00D751B8"/>
    <w:rsid w:val="00D75F01"/>
    <w:rsid w:val="00D7726F"/>
    <w:rsid w:val="00D81773"/>
    <w:rsid w:val="00D8204E"/>
    <w:rsid w:val="00D82834"/>
    <w:rsid w:val="00D8329F"/>
    <w:rsid w:val="00D832F6"/>
    <w:rsid w:val="00D850EE"/>
    <w:rsid w:val="00D85A38"/>
    <w:rsid w:val="00D86973"/>
    <w:rsid w:val="00D86B4C"/>
    <w:rsid w:val="00D914A6"/>
    <w:rsid w:val="00D91A0B"/>
    <w:rsid w:val="00D91C70"/>
    <w:rsid w:val="00D9252B"/>
    <w:rsid w:val="00D937CD"/>
    <w:rsid w:val="00D93E9B"/>
    <w:rsid w:val="00D947C1"/>
    <w:rsid w:val="00D96E45"/>
    <w:rsid w:val="00D97B8F"/>
    <w:rsid w:val="00D97EFF"/>
    <w:rsid w:val="00DA14EA"/>
    <w:rsid w:val="00DA211F"/>
    <w:rsid w:val="00DA2585"/>
    <w:rsid w:val="00DA2605"/>
    <w:rsid w:val="00DA289C"/>
    <w:rsid w:val="00DA29D0"/>
    <w:rsid w:val="00DA409F"/>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345"/>
    <w:rsid w:val="00DC7A33"/>
    <w:rsid w:val="00DC7A3D"/>
    <w:rsid w:val="00DD198C"/>
    <w:rsid w:val="00DD1E66"/>
    <w:rsid w:val="00DD2C4E"/>
    <w:rsid w:val="00DD4F60"/>
    <w:rsid w:val="00DD6560"/>
    <w:rsid w:val="00DD6FF4"/>
    <w:rsid w:val="00DE112C"/>
    <w:rsid w:val="00DE362F"/>
    <w:rsid w:val="00DE521B"/>
    <w:rsid w:val="00DE5B5E"/>
    <w:rsid w:val="00DE6D36"/>
    <w:rsid w:val="00DE7199"/>
    <w:rsid w:val="00DF2577"/>
    <w:rsid w:val="00DF2A26"/>
    <w:rsid w:val="00DF3966"/>
    <w:rsid w:val="00DF3B06"/>
    <w:rsid w:val="00DF3B9A"/>
    <w:rsid w:val="00DF3D31"/>
    <w:rsid w:val="00DF5118"/>
    <w:rsid w:val="00DF5CCC"/>
    <w:rsid w:val="00DF6825"/>
    <w:rsid w:val="00E01468"/>
    <w:rsid w:val="00E016F0"/>
    <w:rsid w:val="00E03265"/>
    <w:rsid w:val="00E04BFE"/>
    <w:rsid w:val="00E04E0F"/>
    <w:rsid w:val="00E04F44"/>
    <w:rsid w:val="00E05179"/>
    <w:rsid w:val="00E05780"/>
    <w:rsid w:val="00E0734B"/>
    <w:rsid w:val="00E07723"/>
    <w:rsid w:val="00E12204"/>
    <w:rsid w:val="00E1220A"/>
    <w:rsid w:val="00E13F45"/>
    <w:rsid w:val="00E1400D"/>
    <w:rsid w:val="00E14213"/>
    <w:rsid w:val="00E14A37"/>
    <w:rsid w:val="00E16334"/>
    <w:rsid w:val="00E16F37"/>
    <w:rsid w:val="00E2218C"/>
    <w:rsid w:val="00E23AB6"/>
    <w:rsid w:val="00E25F4F"/>
    <w:rsid w:val="00E2721E"/>
    <w:rsid w:val="00E27879"/>
    <w:rsid w:val="00E27BDD"/>
    <w:rsid w:val="00E31468"/>
    <w:rsid w:val="00E31B7A"/>
    <w:rsid w:val="00E3422A"/>
    <w:rsid w:val="00E36DD1"/>
    <w:rsid w:val="00E373B5"/>
    <w:rsid w:val="00E37AC7"/>
    <w:rsid w:val="00E37D57"/>
    <w:rsid w:val="00E412ED"/>
    <w:rsid w:val="00E4429C"/>
    <w:rsid w:val="00E443C6"/>
    <w:rsid w:val="00E44EFC"/>
    <w:rsid w:val="00E45D77"/>
    <w:rsid w:val="00E5176B"/>
    <w:rsid w:val="00E51A4B"/>
    <w:rsid w:val="00E51B9F"/>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1E46"/>
    <w:rsid w:val="00E74E27"/>
    <w:rsid w:val="00E76F88"/>
    <w:rsid w:val="00E800EC"/>
    <w:rsid w:val="00E808AF"/>
    <w:rsid w:val="00E8119F"/>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73BF"/>
    <w:rsid w:val="00EB751C"/>
    <w:rsid w:val="00EC0F7A"/>
    <w:rsid w:val="00EC1903"/>
    <w:rsid w:val="00EC4024"/>
    <w:rsid w:val="00EC594A"/>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E093A"/>
    <w:rsid w:val="00EE0EDE"/>
    <w:rsid w:val="00EE1367"/>
    <w:rsid w:val="00EE1CEB"/>
    <w:rsid w:val="00EE27F3"/>
    <w:rsid w:val="00EE2991"/>
    <w:rsid w:val="00EE2BFB"/>
    <w:rsid w:val="00EE3875"/>
    <w:rsid w:val="00EE3CE9"/>
    <w:rsid w:val="00EE7F5E"/>
    <w:rsid w:val="00EE7F65"/>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AF0"/>
    <w:rsid w:val="00F51C20"/>
    <w:rsid w:val="00F51ED4"/>
    <w:rsid w:val="00F52102"/>
    <w:rsid w:val="00F5268B"/>
    <w:rsid w:val="00F529C8"/>
    <w:rsid w:val="00F53CF0"/>
    <w:rsid w:val="00F546E9"/>
    <w:rsid w:val="00F54B0C"/>
    <w:rsid w:val="00F55EC6"/>
    <w:rsid w:val="00F563F6"/>
    <w:rsid w:val="00F6323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F71"/>
    <w:rsid w:val="00FB4871"/>
    <w:rsid w:val="00FB5224"/>
    <w:rsid w:val="00FB56E4"/>
    <w:rsid w:val="00FB6891"/>
    <w:rsid w:val="00FB724A"/>
    <w:rsid w:val="00FC47C9"/>
    <w:rsid w:val="00FC6D71"/>
    <w:rsid w:val="00FC7FA5"/>
    <w:rsid w:val="00FD19DA"/>
    <w:rsid w:val="00FD512F"/>
    <w:rsid w:val="00FD5A3A"/>
    <w:rsid w:val="00FD5B8B"/>
    <w:rsid w:val="00FD60A9"/>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5C5C0-7375-4C31-86C9-F17DE480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57116C4F</Template>
  <TotalTime>5</TotalTime>
  <Pages>1</Pages>
  <Words>1477</Words>
  <Characters>842</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Jovita Šumskienė</cp:lastModifiedBy>
  <cp:revision>6</cp:revision>
  <cp:lastPrinted>2022-01-25T13:29:00Z</cp:lastPrinted>
  <dcterms:created xsi:type="dcterms:W3CDTF">2023-01-19T13:56:00Z</dcterms:created>
  <dcterms:modified xsi:type="dcterms:W3CDTF">2023-01-26T13:42:00Z</dcterms:modified>
</cp:coreProperties>
</file>