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entelstinklelis"/>
        <w:tblpPr w:leftFromText="180" w:rightFromText="180" w:vertAnchor="text" w:horzAnchor="page" w:tblpX="7630" w:tblpY="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C425D9" w:rsidTr="003B136E">
        <w:trPr>
          <w:trHeight w:val="1357"/>
        </w:trPr>
        <w:tc>
          <w:tcPr>
            <w:tcW w:w="3240" w:type="dxa"/>
          </w:tcPr>
          <w:p w:rsidR="00C425D9" w:rsidRDefault="00C425D9" w:rsidP="003B136E">
            <w:pPr>
              <w:jc w:val="both"/>
              <w:rPr>
                <w:iCs/>
                <w:color w:val="000000"/>
              </w:rPr>
            </w:pPr>
            <w:r>
              <w:rPr>
                <w:iCs/>
                <w:color w:val="000000"/>
              </w:rPr>
              <w:t>PATVIRTINTA</w:t>
            </w:r>
          </w:p>
          <w:p w:rsidR="00C425D9" w:rsidRDefault="00C425D9" w:rsidP="003B136E">
            <w:pPr>
              <w:jc w:val="both"/>
              <w:rPr>
                <w:iCs/>
                <w:color w:val="000000"/>
              </w:rPr>
            </w:pPr>
            <w:r>
              <w:rPr>
                <w:iCs/>
                <w:color w:val="000000"/>
              </w:rPr>
              <w:t>Plungės rajono</w:t>
            </w:r>
            <w:r w:rsidR="000F518A">
              <w:rPr>
                <w:iCs/>
                <w:color w:val="000000"/>
              </w:rPr>
              <w:t xml:space="preserve"> </w:t>
            </w:r>
            <w:r>
              <w:rPr>
                <w:iCs/>
                <w:color w:val="000000"/>
              </w:rPr>
              <w:t xml:space="preserve">savivaldybės tarybos 2022 </w:t>
            </w:r>
            <w:proofErr w:type="spellStart"/>
            <w:r>
              <w:rPr>
                <w:iCs/>
                <w:color w:val="000000"/>
              </w:rPr>
              <w:t>m</w:t>
            </w:r>
            <w:proofErr w:type="spellEnd"/>
            <w:r>
              <w:rPr>
                <w:iCs/>
                <w:color w:val="000000"/>
              </w:rPr>
              <w:t>. gruodžio 22 d. sprendimu T1-</w:t>
            </w:r>
          </w:p>
          <w:p w:rsidR="00C425D9" w:rsidRDefault="00C425D9" w:rsidP="003B136E">
            <w:pPr>
              <w:jc w:val="both"/>
              <w:rPr>
                <w:iCs/>
                <w:color w:val="000000"/>
              </w:rPr>
            </w:pPr>
          </w:p>
        </w:tc>
      </w:tr>
    </w:tbl>
    <w:p w:rsidR="001B1C35" w:rsidRDefault="001B1C35" w:rsidP="001B1C35">
      <w:pPr>
        <w:jc w:val="both"/>
        <w:rPr>
          <w:iCs/>
          <w:color w:val="000000"/>
        </w:rPr>
      </w:pPr>
    </w:p>
    <w:p w:rsidR="00F16C65" w:rsidRDefault="00F16C65" w:rsidP="000072B1">
      <w:pPr>
        <w:rPr>
          <w:b/>
          <w:caps/>
          <w:szCs w:val="24"/>
          <w:lang w:eastAsia="lt-LT"/>
        </w:rPr>
      </w:pPr>
    </w:p>
    <w:p w:rsidR="00A15586" w:rsidRDefault="00A15586" w:rsidP="0090765D">
      <w:pPr>
        <w:jc w:val="center"/>
        <w:rPr>
          <w:b/>
          <w:caps/>
          <w:szCs w:val="24"/>
          <w:lang w:eastAsia="lt-LT"/>
        </w:rPr>
      </w:pPr>
    </w:p>
    <w:p w:rsidR="00A15586" w:rsidRDefault="00A15586" w:rsidP="0090765D">
      <w:pPr>
        <w:jc w:val="center"/>
        <w:rPr>
          <w:b/>
          <w:caps/>
          <w:szCs w:val="24"/>
          <w:lang w:eastAsia="lt-LT"/>
        </w:rPr>
      </w:pPr>
    </w:p>
    <w:p w:rsidR="00A15586" w:rsidRDefault="00A15586" w:rsidP="0090765D">
      <w:pPr>
        <w:jc w:val="center"/>
        <w:rPr>
          <w:b/>
          <w:caps/>
          <w:szCs w:val="24"/>
          <w:lang w:eastAsia="lt-LT"/>
        </w:rPr>
      </w:pPr>
    </w:p>
    <w:p w:rsidR="00A15586" w:rsidRDefault="00A15586" w:rsidP="0090765D">
      <w:pPr>
        <w:jc w:val="center"/>
        <w:rPr>
          <w:b/>
          <w:caps/>
          <w:szCs w:val="24"/>
          <w:lang w:eastAsia="lt-LT"/>
        </w:rPr>
      </w:pPr>
    </w:p>
    <w:p w:rsidR="0090765D" w:rsidRDefault="0090765D" w:rsidP="0090765D">
      <w:pPr>
        <w:jc w:val="center"/>
        <w:rPr>
          <w:b/>
          <w:szCs w:val="24"/>
          <w:lang w:eastAsia="lt-LT"/>
        </w:rPr>
      </w:pPr>
      <w:r>
        <w:rPr>
          <w:b/>
          <w:caps/>
          <w:szCs w:val="24"/>
          <w:lang w:eastAsia="lt-LT"/>
        </w:rPr>
        <w:t>Plungės rajono Savivaldybės aplinkos apsaugos rėmimo specialiosios programos sudarymo ir vykdymo tvarkos aprašas</w:t>
      </w:r>
    </w:p>
    <w:p w:rsidR="0090765D" w:rsidRDefault="0090765D" w:rsidP="0090765D">
      <w:pPr>
        <w:jc w:val="center"/>
        <w:rPr>
          <w:b/>
          <w:szCs w:val="24"/>
          <w:lang w:eastAsia="lt-LT"/>
        </w:rPr>
      </w:pPr>
    </w:p>
    <w:p w:rsidR="00F16C65" w:rsidRDefault="0090765D" w:rsidP="0090765D">
      <w:pPr>
        <w:jc w:val="center"/>
        <w:rPr>
          <w:b/>
          <w:szCs w:val="24"/>
          <w:lang w:eastAsia="lt-LT"/>
        </w:rPr>
      </w:pPr>
      <w:r>
        <w:rPr>
          <w:b/>
          <w:szCs w:val="24"/>
          <w:lang w:eastAsia="lt-LT"/>
        </w:rPr>
        <w:t>I</w:t>
      </w:r>
      <w:r w:rsidR="00F16C65">
        <w:rPr>
          <w:b/>
          <w:szCs w:val="24"/>
          <w:lang w:eastAsia="lt-LT"/>
        </w:rPr>
        <w:t xml:space="preserve"> SKYRIUS</w:t>
      </w:r>
      <w:r>
        <w:rPr>
          <w:b/>
          <w:szCs w:val="24"/>
          <w:lang w:eastAsia="lt-LT"/>
        </w:rPr>
        <w:t xml:space="preserve"> </w:t>
      </w:r>
    </w:p>
    <w:p w:rsidR="0090765D" w:rsidRDefault="0090765D" w:rsidP="0090765D">
      <w:pPr>
        <w:jc w:val="center"/>
        <w:rPr>
          <w:b/>
          <w:szCs w:val="24"/>
          <w:lang w:eastAsia="lt-LT"/>
        </w:rPr>
      </w:pPr>
      <w:r>
        <w:rPr>
          <w:b/>
          <w:szCs w:val="24"/>
          <w:lang w:eastAsia="lt-LT"/>
        </w:rPr>
        <w:t>BENDROSIOS NUOSTATOS</w:t>
      </w:r>
    </w:p>
    <w:p w:rsidR="007275A8" w:rsidRPr="00614D0A" w:rsidRDefault="007275A8" w:rsidP="0090765D">
      <w:pPr>
        <w:jc w:val="center"/>
        <w:rPr>
          <w:b/>
          <w:szCs w:val="24"/>
          <w:lang w:eastAsia="lt-LT"/>
        </w:rPr>
      </w:pPr>
    </w:p>
    <w:p w:rsidR="00B8758B" w:rsidRPr="00434B07" w:rsidRDefault="0090765D" w:rsidP="001355ED">
      <w:pPr>
        <w:pStyle w:val="Sraopastraipa"/>
        <w:numPr>
          <w:ilvl w:val="0"/>
          <w:numId w:val="2"/>
        </w:numPr>
        <w:tabs>
          <w:tab w:val="left" w:pos="0"/>
          <w:tab w:val="left" w:pos="993"/>
        </w:tabs>
        <w:ind w:left="0" w:firstLine="720"/>
        <w:jc w:val="both"/>
      </w:pPr>
      <w:r w:rsidRPr="006257F2">
        <w:t xml:space="preserve">Plungės rajono </w:t>
      </w:r>
      <w:r w:rsidRPr="00434B07">
        <w:t>savivaldybės</w:t>
      </w:r>
      <w:r w:rsidR="0091584C" w:rsidRPr="00434B07">
        <w:t xml:space="preserve"> (toliau </w:t>
      </w:r>
      <w:r w:rsidR="00C425D9">
        <w:t>–</w:t>
      </w:r>
      <w:r w:rsidR="0091584C" w:rsidRPr="00434B07">
        <w:t xml:space="preserve"> Savivaldybė)</w:t>
      </w:r>
      <w:r w:rsidRPr="00434B07">
        <w:t xml:space="preserve"> </w:t>
      </w:r>
      <w:r w:rsidR="00F16C65" w:rsidRPr="00434B07">
        <w:t>A</w:t>
      </w:r>
      <w:r w:rsidRPr="00434B07">
        <w:t xml:space="preserve">plinkos apsaugos rėmimo specialiosios programos (toliau – </w:t>
      </w:r>
      <w:r w:rsidR="00524D04" w:rsidRPr="00434B07">
        <w:t>SAARS</w:t>
      </w:r>
      <w:r w:rsidRPr="00434B07">
        <w:t xml:space="preserve"> programa) sudarymo ir vykdymo tvarkos aprašas </w:t>
      </w:r>
      <w:r w:rsidR="008C0D3D" w:rsidRPr="00434B07">
        <w:t xml:space="preserve">(toliau – </w:t>
      </w:r>
      <w:r w:rsidR="00B8758B" w:rsidRPr="00434B07">
        <w:t>A</w:t>
      </w:r>
      <w:r w:rsidR="008C0D3D" w:rsidRPr="00434B07">
        <w:t xml:space="preserve">prašas) </w:t>
      </w:r>
      <w:r w:rsidRPr="00434B07">
        <w:t xml:space="preserve">nustato </w:t>
      </w:r>
      <w:r w:rsidR="00390591" w:rsidRPr="00434B07">
        <w:t>SAARS</w:t>
      </w:r>
      <w:r w:rsidRPr="00434B07">
        <w:t xml:space="preserve"> programos finan</w:t>
      </w:r>
      <w:r w:rsidR="006257F2" w:rsidRPr="00434B07">
        <w:t xml:space="preserve">savimo šaltinius, lėšų </w:t>
      </w:r>
      <w:r w:rsidR="00F61AF1" w:rsidRPr="00434B07">
        <w:t>planavimo</w:t>
      </w:r>
      <w:r w:rsidRPr="00434B07">
        <w:t>,</w:t>
      </w:r>
      <w:r w:rsidR="00F61AF1" w:rsidRPr="00434B07">
        <w:t xml:space="preserve"> paraiškų teikimo, lėšų naudojimo ir atsiskaitymo tvarką.</w:t>
      </w:r>
      <w:r w:rsidRPr="00434B07">
        <w:t xml:space="preserve"> </w:t>
      </w:r>
    </w:p>
    <w:p w:rsidR="00B8758B" w:rsidRPr="00434B07" w:rsidRDefault="002D24AC" w:rsidP="001355ED">
      <w:pPr>
        <w:pStyle w:val="Sraopastraipa"/>
        <w:numPr>
          <w:ilvl w:val="0"/>
          <w:numId w:val="2"/>
        </w:numPr>
        <w:tabs>
          <w:tab w:val="left" w:pos="0"/>
          <w:tab w:val="left" w:pos="993"/>
        </w:tabs>
        <w:ind w:left="0" w:firstLine="720"/>
        <w:jc w:val="both"/>
      </w:pPr>
      <w:r w:rsidRPr="00434B07">
        <w:t xml:space="preserve">Aprašas parengtas vadovaujantis Savivaldybių </w:t>
      </w:r>
      <w:r w:rsidR="00C6010E">
        <w:t>A</w:t>
      </w:r>
      <w:r w:rsidRPr="00434B07">
        <w:t>plinkos apsaugos rėmimo specialiosios programos įstatymu</w:t>
      </w:r>
      <w:r w:rsidR="00063B56" w:rsidRPr="00434B07">
        <w:t xml:space="preserve"> (toliau – Įstatymas)</w:t>
      </w:r>
      <w:r w:rsidRPr="00434B07">
        <w:t xml:space="preserve">, </w:t>
      </w:r>
      <w:r w:rsidR="0003777D" w:rsidRPr="00434B07">
        <w:t xml:space="preserve">Lietuvos Respublikos aplinkos ministro įsakymu patvirtintu Savivaldybių aplinkos apsaugos rėmimo specialiosios programos priemonių vykdymo patikrinimo tvarkos aprašu, </w:t>
      </w:r>
      <w:r w:rsidR="00CD1704" w:rsidRPr="00434B07">
        <w:t xml:space="preserve">Lietuvos Respublikos aplinkos ministerijos Savivaldybių aplinkos apsaugos rėmimo specialiosios programos lėšų naudojimo rekomendacijomis </w:t>
      </w:r>
      <w:r w:rsidR="00063B56" w:rsidRPr="00434B07">
        <w:t xml:space="preserve">(toliau – Lėšų naudojimo rekomendacijos) </w:t>
      </w:r>
      <w:r w:rsidR="00CD1704" w:rsidRPr="00434B07">
        <w:t xml:space="preserve">ir </w:t>
      </w:r>
      <w:r w:rsidR="00063B56" w:rsidRPr="00434B07">
        <w:rPr>
          <w:szCs w:val="24"/>
        </w:rPr>
        <w:t>kitais Lietuvos Respublikoje galiojančiais teisės aktais.</w:t>
      </w:r>
    </w:p>
    <w:p w:rsidR="00E5490D" w:rsidRPr="00434B07" w:rsidRDefault="0068671D" w:rsidP="001355ED">
      <w:pPr>
        <w:pStyle w:val="Sraopastraipa"/>
        <w:numPr>
          <w:ilvl w:val="0"/>
          <w:numId w:val="2"/>
        </w:numPr>
        <w:tabs>
          <w:tab w:val="left" w:pos="0"/>
          <w:tab w:val="left" w:pos="993"/>
        </w:tabs>
        <w:ind w:left="0" w:firstLine="720"/>
        <w:jc w:val="both"/>
      </w:pPr>
      <w:r w:rsidRPr="00434B07">
        <w:t>Apraše vartojamos sąvokos:</w:t>
      </w:r>
    </w:p>
    <w:p w:rsidR="0068671D" w:rsidRDefault="000D57CD" w:rsidP="001355ED">
      <w:pPr>
        <w:pStyle w:val="Sraopastraipa"/>
        <w:numPr>
          <w:ilvl w:val="1"/>
          <w:numId w:val="2"/>
        </w:numPr>
        <w:tabs>
          <w:tab w:val="left" w:pos="0"/>
          <w:tab w:val="left" w:pos="1134"/>
        </w:tabs>
        <w:ind w:left="0" w:firstLine="720"/>
        <w:jc w:val="both"/>
      </w:pPr>
      <w:r w:rsidRPr="00434B07">
        <w:t xml:space="preserve"> </w:t>
      </w:r>
      <w:r w:rsidRPr="00434B07">
        <w:rPr>
          <w:b/>
        </w:rPr>
        <w:t>Paraiška</w:t>
      </w:r>
      <w:r w:rsidRPr="00434B07">
        <w:t xml:space="preserve"> </w:t>
      </w:r>
      <w:r w:rsidR="00ED565F" w:rsidRPr="00434B07">
        <w:t>–</w:t>
      </w:r>
      <w:r w:rsidRPr="00434B07">
        <w:t xml:space="preserve"> </w:t>
      </w:r>
      <w:r w:rsidR="00ED565F" w:rsidRPr="00434B07">
        <w:t xml:space="preserve">Aprašo 1 priede nustatytos formos </w:t>
      </w:r>
      <w:r w:rsidR="00ED565F">
        <w:t>dokumentas</w:t>
      </w:r>
      <w:r w:rsidR="00A10318">
        <w:t>,</w:t>
      </w:r>
      <w:r w:rsidR="00ED565F">
        <w:t xml:space="preserve"> teikiamas </w:t>
      </w:r>
      <w:r w:rsidR="00096EFA">
        <w:t>S</w:t>
      </w:r>
      <w:r w:rsidR="00ED565F">
        <w:t xml:space="preserve">avivaldybės administracijai, siekiant gauti finansavimą </w:t>
      </w:r>
      <w:r w:rsidR="009275C1">
        <w:t>aplinkosaugos projektams</w:t>
      </w:r>
      <w:r w:rsidR="00ED565F">
        <w:t xml:space="preserve"> įgyvendinti</w:t>
      </w:r>
      <w:r w:rsidR="00A10318">
        <w:t xml:space="preserve"> Apraše nustatyta tvarka</w:t>
      </w:r>
      <w:r w:rsidR="0074254A">
        <w:t>;</w:t>
      </w:r>
    </w:p>
    <w:p w:rsidR="007C5489" w:rsidRDefault="00A10318" w:rsidP="001355ED">
      <w:pPr>
        <w:pStyle w:val="Sraopastraipa"/>
        <w:numPr>
          <w:ilvl w:val="1"/>
          <w:numId w:val="2"/>
        </w:numPr>
        <w:tabs>
          <w:tab w:val="left" w:pos="0"/>
          <w:tab w:val="left" w:pos="993"/>
          <w:tab w:val="left" w:pos="1134"/>
        </w:tabs>
        <w:ind w:left="0" w:firstLine="720"/>
        <w:jc w:val="both"/>
      </w:pPr>
      <w:r>
        <w:t xml:space="preserve"> </w:t>
      </w:r>
      <w:r w:rsidRPr="00A10318">
        <w:rPr>
          <w:b/>
        </w:rPr>
        <w:t>Kvietimas</w:t>
      </w:r>
      <w:r w:rsidR="00BB7AFC">
        <w:t xml:space="preserve"> – S</w:t>
      </w:r>
      <w:r>
        <w:t xml:space="preserve">avivaldybės tinklapyje ir vietos spaudoje </w:t>
      </w:r>
      <w:r w:rsidR="009275C1">
        <w:t>paskelbtas siūlymas teikti paraiškas aplinkosaugos projektams įgyvendinti</w:t>
      </w:r>
      <w:r w:rsidR="0074254A">
        <w:t>;</w:t>
      </w:r>
    </w:p>
    <w:p w:rsidR="00261F50" w:rsidRDefault="007C5489" w:rsidP="001355ED">
      <w:pPr>
        <w:pStyle w:val="Sraopastraipa"/>
        <w:numPr>
          <w:ilvl w:val="1"/>
          <w:numId w:val="2"/>
        </w:numPr>
        <w:tabs>
          <w:tab w:val="left" w:pos="0"/>
          <w:tab w:val="left" w:pos="1134"/>
        </w:tabs>
        <w:ind w:left="0" w:firstLine="720"/>
        <w:jc w:val="both"/>
      </w:pPr>
      <w:r w:rsidRPr="007C5489">
        <w:rPr>
          <w:b/>
        </w:rPr>
        <w:t>Pareiškėjas</w:t>
      </w:r>
      <w:r>
        <w:t xml:space="preserve"> </w:t>
      </w:r>
      <w:r w:rsidR="00C425D9">
        <w:t>–</w:t>
      </w:r>
      <w:r>
        <w:t xml:space="preserve"> </w:t>
      </w:r>
      <w:r w:rsidR="00997415">
        <w:t>Lietuvos Respublikos juridinis asmuo,</w:t>
      </w:r>
      <w:r w:rsidR="00261F50">
        <w:t xml:space="preserve"> </w:t>
      </w:r>
      <w:r w:rsidR="00BB7AFC">
        <w:t xml:space="preserve">Savivaldybės administracijai </w:t>
      </w:r>
      <w:r w:rsidR="00261F50">
        <w:t>pateikęs paraišką finansavimui</w:t>
      </w:r>
      <w:r w:rsidR="00997415">
        <w:t xml:space="preserve"> </w:t>
      </w:r>
      <w:r w:rsidR="004638CC">
        <w:t xml:space="preserve">gauti </w:t>
      </w:r>
      <w:r w:rsidR="00997415">
        <w:t>aplinkosaugos projektams įgyvendinti</w:t>
      </w:r>
      <w:r w:rsidR="0074254A">
        <w:t>;</w:t>
      </w:r>
    </w:p>
    <w:p w:rsidR="00261F50" w:rsidRDefault="00261F50" w:rsidP="001355ED">
      <w:pPr>
        <w:pStyle w:val="Sraopastraipa"/>
        <w:numPr>
          <w:ilvl w:val="1"/>
          <w:numId w:val="2"/>
        </w:numPr>
        <w:tabs>
          <w:tab w:val="left" w:pos="0"/>
          <w:tab w:val="left" w:pos="1134"/>
        </w:tabs>
        <w:ind w:left="0" w:firstLine="720"/>
        <w:jc w:val="both"/>
      </w:pPr>
      <w:r>
        <w:rPr>
          <w:b/>
        </w:rPr>
        <w:t xml:space="preserve">Projekto vykdytojas </w:t>
      </w:r>
      <w:r w:rsidR="00B501DF">
        <w:t>–</w:t>
      </w:r>
      <w:r>
        <w:t xml:space="preserve"> </w:t>
      </w:r>
      <w:r w:rsidR="00B501DF">
        <w:t xml:space="preserve">už </w:t>
      </w:r>
      <w:r w:rsidR="00865254">
        <w:t>SAARS programos lėšomis finansuojamų aplinkosaugos projektų įgyvendinimą atsakingas pareiškėjas</w:t>
      </w:r>
      <w:r w:rsidR="0074254A">
        <w:t>;</w:t>
      </w:r>
    </w:p>
    <w:p w:rsidR="00C21A79" w:rsidRDefault="00C21A79" w:rsidP="001355ED">
      <w:pPr>
        <w:pStyle w:val="Sraopastraipa"/>
        <w:numPr>
          <w:ilvl w:val="1"/>
          <w:numId w:val="2"/>
        </w:numPr>
        <w:tabs>
          <w:tab w:val="left" w:pos="0"/>
          <w:tab w:val="left" w:pos="1134"/>
        </w:tabs>
        <w:ind w:left="0" w:firstLine="720"/>
        <w:jc w:val="both"/>
      </w:pPr>
      <w:r>
        <w:rPr>
          <w:b/>
        </w:rPr>
        <w:t xml:space="preserve">Projektas </w:t>
      </w:r>
      <w:r w:rsidR="00C425D9">
        <w:t>–</w:t>
      </w:r>
      <w:r>
        <w:t xml:space="preserve"> SAARS programos lėšomis finansuojamas projekto vykdytojo įgyvendinamas aplinkosaugos projektas</w:t>
      </w:r>
      <w:r w:rsidR="004F42E7">
        <w:t>.</w:t>
      </w:r>
    </w:p>
    <w:p w:rsidR="00563372" w:rsidRPr="006257F2" w:rsidRDefault="00812E45" w:rsidP="000072B1">
      <w:pPr>
        <w:pStyle w:val="Sraopastraipa"/>
        <w:numPr>
          <w:ilvl w:val="0"/>
          <w:numId w:val="2"/>
        </w:numPr>
        <w:tabs>
          <w:tab w:val="left" w:pos="0"/>
          <w:tab w:val="left" w:pos="993"/>
        </w:tabs>
        <w:ind w:left="0" w:firstLine="720"/>
        <w:jc w:val="both"/>
      </w:pPr>
      <w:r>
        <w:t xml:space="preserve">SAARS programos tikslas </w:t>
      </w:r>
      <w:r w:rsidR="005A3B4B">
        <w:t>–</w:t>
      </w:r>
      <w:r>
        <w:t xml:space="preserve"> </w:t>
      </w:r>
      <w:r w:rsidR="005A3B4B">
        <w:t xml:space="preserve">finansuoti </w:t>
      </w:r>
      <w:r w:rsidR="00BB7AFC">
        <w:t>S</w:t>
      </w:r>
      <w:r w:rsidR="005A3B4B">
        <w:t>avivaldybės numatyta</w:t>
      </w:r>
      <w:r w:rsidR="00250246">
        <w:t>s įgyvendinti priemones aplinkosaugos</w:t>
      </w:r>
      <w:r w:rsidR="005A3B4B">
        <w:t xml:space="preserve"> srityje bei </w:t>
      </w:r>
      <w:r w:rsidR="007A132B">
        <w:t>finansuoti projekto vykdytojų aplinkosaugos</w:t>
      </w:r>
      <w:r w:rsidR="0029082E">
        <w:t xml:space="preserve"> bei </w:t>
      </w:r>
      <w:r w:rsidR="001C12E2">
        <w:t>visuomenės sveikatos</w:t>
      </w:r>
      <w:r w:rsidR="007A132B">
        <w:t xml:space="preserve"> projektų įgyvendinimą, siekiant </w:t>
      </w:r>
      <w:r w:rsidR="001355ED">
        <w:t>pagerinti aplinkos kokybę</w:t>
      </w:r>
      <w:r w:rsidR="001C12E2">
        <w:t xml:space="preserve"> bei visuomenės sveikatos ir gyvenimo kokybę</w:t>
      </w:r>
      <w:r w:rsidR="001355ED">
        <w:t>.</w:t>
      </w:r>
    </w:p>
    <w:p w:rsidR="00B36D04" w:rsidRDefault="00B36D04" w:rsidP="00E85C6D">
      <w:pPr>
        <w:jc w:val="center"/>
        <w:rPr>
          <w:b/>
          <w:bCs/>
          <w:szCs w:val="24"/>
          <w:lang w:eastAsia="lt-LT"/>
        </w:rPr>
      </w:pPr>
    </w:p>
    <w:p w:rsidR="00F16C65" w:rsidRDefault="0074254A" w:rsidP="00E85C6D">
      <w:pPr>
        <w:pStyle w:val="Antrat1"/>
        <w:spacing w:before="0" w:beforeAutospacing="0" w:after="0" w:afterAutospacing="0"/>
        <w:jc w:val="center"/>
        <w:rPr>
          <w:sz w:val="24"/>
          <w:szCs w:val="24"/>
        </w:rPr>
      </w:pPr>
      <w:r>
        <w:rPr>
          <w:sz w:val="24"/>
          <w:szCs w:val="24"/>
        </w:rPr>
        <w:t>II</w:t>
      </w:r>
      <w:r w:rsidR="00F16C65">
        <w:rPr>
          <w:sz w:val="24"/>
          <w:szCs w:val="24"/>
        </w:rPr>
        <w:t xml:space="preserve"> </w:t>
      </w:r>
      <w:r w:rsidR="00F16C65" w:rsidRPr="00E85C6D">
        <w:rPr>
          <w:sz w:val="24"/>
          <w:szCs w:val="24"/>
        </w:rPr>
        <w:t>SKYRIUS</w:t>
      </w:r>
      <w:r w:rsidR="0090765D">
        <w:rPr>
          <w:sz w:val="24"/>
          <w:szCs w:val="24"/>
        </w:rPr>
        <w:t xml:space="preserve"> </w:t>
      </w:r>
    </w:p>
    <w:p w:rsidR="00F16C65" w:rsidRDefault="00B74678" w:rsidP="00362769">
      <w:pPr>
        <w:pStyle w:val="Antrat1"/>
        <w:spacing w:before="0" w:beforeAutospacing="0" w:after="0" w:afterAutospacing="0"/>
        <w:jc w:val="center"/>
        <w:rPr>
          <w:sz w:val="24"/>
          <w:szCs w:val="24"/>
        </w:rPr>
      </w:pPr>
      <w:r>
        <w:rPr>
          <w:sz w:val="24"/>
          <w:szCs w:val="24"/>
        </w:rPr>
        <w:t>SAARS</w:t>
      </w:r>
      <w:r w:rsidR="0090765D">
        <w:rPr>
          <w:sz w:val="24"/>
          <w:szCs w:val="24"/>
        </w:rPr>
        <w:t xml:space="preserve"> PROGRAMOS FINANSAVIMO ŠALTINIAI</w:t>
      </w:r>
      <w:r w:rsidR="00583C8E">
        <w:rPr>
          <w:sz w:val="24"/>
          <w:szCs w:val="24"/>
        </w:rPr>
        <w:t>, LĖŠŲ NAUDOJIMO PRIEMONĖS</w:t>
      </w:r>
      <w:r w:rsidR="00E63178">
        <w:rPr>
          <w:sz w:val="24"/>
          <w:szCs w:val="24"/>
        </w:rPr>
        <w:t xml:space="preserve"> IR IŠLAIDŲ PLANAVIMAS</w:t>
      </w:r>
    </w:p>
    <w:p w:rsidR="007275A8" w:rsidRDefault="007275A8" w:rsidP="00362769">
      <w:pPr>
        <w:pStyle w:val="Antrat1"/>
        <w:spacing w:before="0" w:beforeAutospacing="0" w:after="0" w:afterAutospacing="0"/>
        <w:jc w:val="center"/>
        <w:rPr>
          <w:sz w:val="24"/>
          <w:szCs w:val="24"/>
        </w:rPr>
      </w:pPr>
    </w:p>
    <w:p w:rsidR="00583C8E" w:rsidRPr="00916AB1"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916AB1">
        <w:rPr>
          <w:szCs w:val="24"/>
        </w:rPr>
        <w:t>SAARS</w:t>
      </w:r>
      <w:r w:rsidR="0090765D" w:rsidRPr="00916AB1">
        <w:rPr>
          <w:szCs w:val="24"/>
        </w:rPr>
        <w:t xml:space="preserve"> programos finansavimo šaltiniai:</w:t>
      </w:r>
    </w:p>
    <w:p w:rsidR="00AC7B82" w:rsidRPr="00916AB1"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juridinių ir fizinių asmenų mokesčiai, mokami įstatymų nustatytomis proporcijomis ir tvarka už teršalų išmetimą į aplinką;</w:t>
      </w:r>
    </w:p>
    <w:p w:rsidR="00386CFD"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 xml:space="preserve"> </w:t>
      </w:r>
      <w:r w:rsidR="00386CFD" w:rsidRPr="00916AB1">
        <w:rPr>
          <w:color w:val="000000"/>
          <w:szCs w:val="24"/>
        </w:rPr>
        <w:t>medžioklės plotų naudotojų mokesčiai, mokami įstatymų nustatytomis proporcijomis ir tvarka už medžiojamųjų gyvūnų išteklių naudojimą;</w:t>
      </w:r>
    </w:p>
    <w:p w:rsidR="00E84098"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 xml:space="preserve"> </w:t>
      </w:r>
      <w:r w:rsidR="00E84098" w:rsidRPr="00916AB1">
        <w:rPr>
          <w:color w:val="000000"/>
          <w:szCs w:val="24"/>
        </w:rPr>
        <w:t>juridinių ir fizinių asmenų mokesčiai ir baudos, mokami įstatymų nustatytomis proporcijomis ir tvarka už angliavandenilių išteklius, juridinių ir fizinių asmenų mokesčiai, mokami įstatymų nustatytomis proporcijomis ir tvarka už valstybinius gamtos išteklius, išskyrus medžiojamųjų gyvūnų išteklius;</w:t>
      </w:r>
    </w:p>
    <w:p w:rsidR="00E84098"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 xml:space="preserve"> </w:t>
      </w:r>
      <w:r w:rsidR="00E84098" w:rsidRPr="00916AB1">
        <w:rPr>
          <w:color w:val="000000"/>
          <w:szCs w:val="24"/>
        </w:rPr>
        <w:t>lėšos, gautos kaip želdinių atkuriamosios vertės kompensacija;</w:t>
      </w:r>
    </w:p>
    <w:p w:rsidR="00E84098"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lastRenderedPageBreak/>
        <w:t xml:space="preserve"> </w:t>
      </w:r>
      <w:r w:rsidR="00E84098" w:rsidRPr="00916AB1">
        <w:rPr>
          <w:color w:val="000000"/>
          <w:szCs w:val="24"/>
        </w:rPr>
        <w:t>savanoriškos juridinių ir fizinių asmenų įmokos;</w:t>
      </w:r>
    </w:p>
    <w:p w:rsidR="00E84098"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 xml:space="preserve"> </w:t>
      </w:r>
      <w:r w:rsidR="00E63178" w:rsidRPr="00916AB1">
        <w:rPr>
          <w:color w:val="000000"/>
          <w:szCs w:val="24"/>
        </w:rPr>
        <w:t>kitos teisėtai gautos lėšos;</w:t>
      </w:r>
    </w:p>
    <w:p w:rsidR="00CD4880" w:rsidRPr="00434B07" w:rsidRDefault="00CD4880"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szCs w:val="24"/>
        </w:rPr>
        <w:t xml:space="preserve">SAARS programos </w:t>
      </w:r>
      <w:r w:rsidRPr="00434B07">
        <w:rPr>
          <w:szCs w:val="24"/>
        </w:rPr>
        <w:t>metinis lėšų likutis metų pradžioje.</w:t>
      </w:r>
    </w:p>
    <w:p w:rsidR="00E63178" w:rsidRPr="00434B07" w:rsidRDefault="00BB7AFC" w:rsidP="00916AB1">
      <w:pPr>
        <w:pStyle w:val="Sraopastraipa"/>
        <w:numPr>
          <w:ilvl w:val="0"/>
          <w:numId w:val="2"/>
        </w:numPr>
        <w:tabs>
          <w:tab w:val="left" w:pos="993"/>
          <w:tab w:val="left" w:pos="1584"/>
          <w:tab w:val="left" w:pos="1704"/>
        </w:tabs>
        <w:ind w:left="0" w:firstLine="720"/>
        <w:jc w:val="both"/>
        <w:rPr>
          <w:szCs w:val="24"/>
        </w:rPr>
      </w:pPr>
      <w:r w:rsidRPr="00434B07">
        <w:rPr>
          <w:szCs w:val="24"/>
        </w:rPr>
        <w:t>S</w:t>
      </w:r>
      <w:r w:rsidR="00E7640E" w:rsidRPr="00434B07">
        <w:rPr>
          <w:szCs w:val="24"/>
        </w:rPr>
        <w:t>avivaldybės administracija</w:t>
      </w:r>
      <w:r w:rsidR="00C425D9">
        <w:rPr>
          <w:szCs w:val="24"/>
        </w:rPr>
        <w:t>,</w:t>
      </w:r>
      <w:r w:rsidR="00AA294D" w:rsidRPr="00434B07">
        <w:rPr>
          <w:szCs w:val="24"/>
        </w:rPr>
        <w:t xml:space="preserve"> vadovaudamasi Įstatymo nuostatomis, </w:t>
      </w:r>
      <w:r w:rsidR="002C527E">
        <w:rPr>
          <w:szCs w:val="24"/>
        </w:rPr>
        <w:t xml:space="preserve">pirmiausiai </w:t>
      </w:r>
      <w:r w:rsidR="00AA294D" w:rsidRPr="00434B07">
        <w:rPr>
          <w:szCs w:val="24"/>
        </w:rPr>
        <w:t xml:space="preserve">įvertinusi </w:t>
      </w:r>
      <w:r w:rsidR="00394364" w:rsidRPr="00434B07">
        <w:rPr>
          <w:szCs w:val="24"/>
        </w:rPr>
        <w:t xml:space="preserve">lėšų poreikį </w:t>
      </w:r>
      <w:r w:rsidRPr="00434B07">
        <w:rPr>
          <w:szCs w:val="24"/>
        </w:rPr>
        <w:t>Savivaldybės</w:t>
      </w:r>
      <w:r w:rsidR="00394364" w:rsidRPr="00434B07">
        <w:rPr>
          <w:szCs w:val="24"/>
        </w:rPr>
        <w:t xml:space="preserve"> numatytoms įgyvendinti priemonėms aplinkosaugos srityje</w:t>
      </w:r>
      <w:r w:rsidR="00511290" w:rsidRPr="00434B07">
        <w:rPr>
          <w:szCs w:val="24"/>
        </w:rPr>
        <w:t xml:space="preserve"> bei</w:t>
      </w:r>
      <w:r w:rsidRPr="00434B07">
        <w:rPr>
          <w:szCs w:val="24"/>
        </w:rPr>
        <w:t xml:space="preserve"> </w:t>
      </w:r>
      <w:r w:rsidR="00511290" w:rsidRPr="00434B07">
        <w:rPr>
          <w:szCs w:val="24"/>
        </w:rPr>
        <w:t xml:space="preserve">įvertinusi </w:t>
      </w:r>
      <w:r w:rsidR="00C84168" w:rsidRPr="00434B07">
        <w:rPr>
          <w:szCs w:val="24"/>
        </w:rPr>
        <w:t xml:space="preserve">pagal pateiktas paraiškas </w:t>
      </w:r>
      <w:r w:rsidR="005D2917" w:rsidRPr="00434B07">
        <w:rPr>
          <w:szCs w:val="24"/>
        </w:rPr>
        <w:t>finansuojamus aplinkosaugos projektus</w:t>
      </w:r>
      <w:r w:rsidR="00C84168" w:rsidRPr="00434B07">
        <w:rPr>
          <w:szCs w:val="24"/>
        </w:rPr>
        <w:t>,</w:t>
      </w:r>
      <w:r w:rsidR="005D2917" w:rsidRPr="00434B07">
        <w:rPr>
          <w:szCs w:val="24"/>
        </w:rPr>
        <w:t xml:space="preserve"> </w:t>
      </w:r>
      <w:r w:rsidR="00472661" w:rsidRPr="00434B07">
        <w:rPr>
          <w:szCs w:val="24"/>
        </w:rPr>
        <w:t xml:space="preserve">parengia </w:t>
      </w:r>
      <w:r w:rsidR="007A25CA" w:rsidRPr="00434B07">
        <w:rPr>
          <w:szCs w:val="24"/>
        </w:rPr>
        <w:t xml:space="preserve">SAARS programos metinį priemonių plano projektą </w:t>
      </w:r>
      <w:r w:rsidR="0030591F" w:rsidRPr="00434B07">
        <w:rPr>
          <w:szCs w:val="24"/>
        </w:rPr>
        <w:t xml:space="preserve">(sąmatą) ir </w:t>
      </w:r>
      <w:r w:rsidR="007A25CA" w:rsidRPr="00434B07">
        <w:rPr>
          <w:szCs w:val="24"/>
        </w:rPr>
        <w:t>lėšas paskirsto sekančiai:</w:t>
      </w:r>
    </w:p>
    <w:p w:rsidR="005D0AB8" w:rsidRPr="00434B07" w:rsidRDefault="00111893" w:rsidP="00916AB1">
      <w:pPr>
        <w:pStyle w:val="Sraopastraipa"/>
        <w:numPr>
          <w:ilvl w:val="1"/>
          <w:numId w:val="2"/>
        </w:numPr>
        <w:tabs>
          <w:tab w:val="left" w:pos="1134"/>
          <w:tab w:val="left" w:pos="1584"/>
          <w:tab w:val="left" w:pos="1704"/>
        </w:tabs>
        <w:ind w:left="0" w:firstLine="720"/>
        <w:jc w:val="both"/>
        <w:rPr>
          <w:szCs w:val="24"/>
        </w:rPr>
      </w:pPr>
      <w:r w:rsidRPr="00434B07">
        <w:rPr>
          <w:szCs w:val="24"/>
        </w:rPr>
        <w:t xml:space="preserve"> Savivaldybės visuomenės sveikatos rėmimo specialiajai programai</w:t>
      </w:r>
      <w:r w:rsidR="00E901C0" w:rsidRPr="00434B07">
        <w:rPr>
          <w:szCs w:val="24"/>
        </w:rPr>
        <w:t xml:space="preserve"> (toliau – Visuomenės sveikatos programa) </w:t>
      </w:r>
      <w:r w:rsidR="008F7BB6" w:rsidRPr="00434B07">
        <w:rPr>
          <w:szCs w:val="24"/>
        </w:rPr>
        <w:t xml:space="preserve">skiriama </w:t>
      </w:r>
      <w:r w:rsidRPr="00434B07">
        <w:rPr>
          <w:szCs w:val="24"/>
        </w:rPr>
        <w:t xml:space="preserve">20 procentų </w:t>
      </w:r>
      <w:r w:rsidR="00CD4880" w:rsidRPr="00434B07">
        <w:rPr>
          <w:szCs w:val="24"/>
        </w:rPr>
        <w:t>SAARS</w:t>
      </w:r>
      <w:r w:rsidRPr="00434B07">
        <w:rPr>
          <w:szCs w:val="24"/>
        </w:rPr>
        <w:t xml:space="preserve"> programos lėšų</w:t>
      </w:r>
      <w:r w:rsidR="00E901C0" w:rsidRPr="00434B07">
        <w:rPr>
          <w:szCs w:val="24"/>
        </w:rPr>
        <w:t xml:space="preserve"> dalis</w:t>
      </w:r>
      <w:r w:rsidRPr="00434B07">
        <w:rPr>
          <w:szCs w:val="24"/>
        </w:rPr>
        <w:t>,</w:t>
      </w:r>
      <w:r w:rsidR="008F76C6" w:rsidRPr="00434B07">
        <w:rPr>
          <w:szCs w:val="24"/>
        </w:rPr>
        <w:t xml:space="preserve"> </w:t>
      </w:r>
      <w:r w:rsidR="00E901C0" w:rsidRPr="00434B07">
        <w:rPr>
          <w:szCs w:val="24"/>
        </w:rPr>
        <w:t>nuo planuojamų įplaukų einamaisiais metais</w:t>
      </w:r>
      <w:r w:rsidR="00821752" w:rsidRPr="00434B07">
        <w:rPr>
          <w:szCs w:val="24"/>
        </w:rPr>
        <w:t>, neįskaitant įplaukų pagal Aprašo 5.2 p</w:t>
      </w:r>
      <w:r w:rsidR="00C425D9">
        <w:rPr>
          <w:szCs w:val="24"/>
        </w:rPr>
        <w:t>apunktį</w:t>
      </w:r>
      <w:r w:rsidR="00821752" w:rsidRPr="00434B07">
        <w:rPr>
          <w:szCs w:val="24"/>
        </w:rPr>
        <w:t xml:space="preserve"> </w:t>
      </w:r>
      <w:r w:rsidR="00672160" w:rsidRPr="00434B07">
        <w:rPr>
          <w:szCs w:val="24"/>
        </w:rPr>
        <w:t xml:space="preserve">bei </w:t>
      </w:r>
      <w:r w:rsidR="008F7BB6" w:rsidRPr="00434B07">
        <w:rPr>
          <w:szCs w:val="24"/>
        </w:rPr>
        <w:t xml:space="preserve">pridedant </w:t>
      </w:r>
      <w:r w:rsidR="00672160" w:rsidRPr="00434B07">
        <w:rPr>
          <w:szCs w:val="24"/>
        </w:rPr>
        <w:t xml:space="preserve">praėjusių metų </w:t>
      </w:r>
      <w:r w:rsidR="008F7BB6" w:rsidRPr="00434B07">
        <w:rPr>
          <w:szCs w:val="24"/>
        </w:rPr>
        <w:t>Visuomenės sveikatos program</w:t>
      </w:r>
      <w:r w:rsidR="008F76C6" w:rsidRPr="00434B07">
        <w:rPr>
          <w:szCs w:val="24"/>
        </w:rPr>
        <w:t>ai skirtas</w:t>
      </w:r>
      <w:r w:rsidR="008F7BB6" w:rsidRPr="00434B07">
        <w:rPr>
          <w:szCs w:val="24"/>
        </w:rPr>
        <w:t xml:space="preserve"> </w:t>
      </w:r>
      <w:r w:rsidR="008F76C6" w:rsidRPr="00434B07">
        <w:rPr>
          <w:szCs w:val="24"/>
        </w:rPr>
        <w:t>nepanaudotas lėšas</w:t>
      </w:r>
      <w:r w:rsidR="00821752" w:rsidRPr="00434B07">
        <w:rPr>
          <w:szCs w:val="24"/>
        </w:rPr>
        <w:t>.</w:t>
      </w:r>
    </w:p>
    <w:p w:rsidR="00440905" w:rsidRPr="00916AB1" w:rsidRDefault="00672160" w:rsidP="00916AB1">
      <w:pPr>
        <w:pStyle w:val="Sraopastraipa"/>
        <w:numPr>
          <w:ilvl w:val="1"/>
          <w:numId w:val="2"/>
        </w:numPr>
        <w:tabs>
          <w:tab w:val="left" w:pos="1134"/>
          <w:tab w:val="left" w:pos="1584"/>
          <w:tab w:val="left" w:pos="1704"/>
        </w:tabs>
        <w:ind w:left="0" w:firstLine="720"/>
        <w:jc w:val="both"/>
        <w:rPr>
          <w:szCs w:val="24"/>
        </w:rPr>
      </w:pPr>
      <w:r w:rsidRPr="00434B07">
        <w:rPr>
          <w:szCs w:val="24"/>
        </w:rPr>
        <w:t xml:space="preserve"> </w:t>
      </w:r>
      <w:r w:rsidR="00440905" w:rsidRPr="00434B07">
        <w:rPr>
          <w:szCs w:val="24"/>
        </w:rPr>
        <w:t>Šioms a</w:t>
      </w:r>
      <w:r w:rsidR="0015073F" w:rsidRPr="00434B07">
        <w:rPr>
          <w:szCs w:val="24"/>
        </w:rPr>
        <w:t>plinkos</w:t>
      </w:r>
      <w:r w:rsidR="00250246" w:rsidRPr="00434B07">
        <w:rPr>
          <w:szCs w:val="24"/>
        </w:rPr>
        <w:t xml:space="preserve"> </w:t>
      </w:r>
      <w:r w:rsidR="0015073F" w:rsidRPr="00434B07">
        <w:rPr>
          <w:szCs w:val="24"/>
        </w:rPr>
        <w:t>a</w:t>
      </w:r>
      <w:r w:rsidR="00250246" w:rsidRPr="00434B07">
        <w:rPr>
          <w:szCs w:val="24"/>
        </w:rPr>
        <w:t>psaugos</w:t>
      </w:r>
      <w:r w:rsidR="0015073F" w:rsidRPr="00434B07">
        <w:rPr>
          <w:szCs w:val="24"/>
        </w:rPr>
        <w:t xml:space="preserve"> priemonėms</w:t>
      </w:r>
      <w:r w:rsidR="00440905" w:rsidRPr="00434B07">
        <w:rPr>
          <w:szCs w:val="24"/>
        </w:rPr>
        <w:t xml:space="preserve"> skiriama 80 procentų SAARS programos lėšų dalis, nuo planuojamų įplaukų einamaisiais metais, neįskaitant įplaukų pagal Aprašo 5.2 p</w:t>
      </w:r>
      <w:r w:rsidR="00C425D9">
        <w:rPr>
          <w:szCs w:val="24"/>
        </w:rPr>
        <w:t>apunktį</w:t>
      </w:r>
      <w:r w:rsidR="00440905" w:rsidRPr="00434B07">
        <w:rPr>
          <w:szCs w:val="24"/>
        </w:rPr>
        <w:t xml:space="preserve"> bei pridedant praėjusių metų Aplinkos apsaugos priemonėms skirtas nepanaudotas lėšas</w:t>
      </w:r>
      <w:r w:rsidR="00440905" w:rsidRPr="00916AB1">
        <w:rPr>
          <w:color w:val="000000"/>
          <w:szCs w:val="24"/>
        </w:rPr>
        <w:t>:</w:t>
      </w:r>
    </w:p>
    <w:p w:rsidR="00440905" w:rsidRPr="00916AB1" w:rsidRDefault="00440905"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 xml:space="preserve"> </w:t>
      </w:r>
      <w:r w:rsidR="0089053D" w:rsidRPr="00916AB1">
        <w:rPr>
          <w:color w:val="000000"/>
          <w:szCs w:val="24"/>
        </w:rPr>
        <w:t xml:space="preserve">aplinkos kokybės gerinimo ir apsaugos priemonėms; </w:t>
      </w:r>
    </w:p>
    <w:p w:rsidR="00440905" w:rsidRPr="00916AB1" w:rsidRDefault="0089053D"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 xml:space="preserve">atliekų tvarkymo infrastruktūros plėtros priemonėms; </w:t>
      </w:r>
    </w:p>
    <w:p w:rsidR="00440905" w:rsidRPr="00916AB1" w:rsidRDefault="0089053D"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 xml:space="preserve">atliekų, kurių turėtojo nustatyti neįmanoma arba kuris nebeegzistuoja, tvarkymo priemonėms; </w:t>
      </w:r>
    </w:p>
    <w:p w:rsidR="00440905" w:rsidRPr="00916AB1" w:rsidRDefault="0089053D"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 xml:space="preserve">aplinkos monitoringo, prevencinėms, aplinkos atkūrimo priemonėms; </w:t>
      </w:r>
    </w:p>
    <w:p w:rsidR="00440905" w:rsidRPr="00916AB1" w:rsidRDefault="0089053D"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visuomenės švietimui ir mokymui aplinkosaugos klausimais</w:t>
      </w:r>
      <w:r w:rsidR="00F96FF3" w:rsidRPr="00916AB1">
        <w:rPr>
          <w:color w:val="000000"/>
          <w:szCs w:val="24"/>
        </w:rPr>
        <w:t xml:space="preserve"> priemonėms</w:t>
      </w:r>
      <w:r w:rsidRPr="00916AB1">
        <w:rPr>
          <w:color w:val="000000"/>
          <w:szCs w:val="24"/>
        </w:rPr>
        <w:t>;</w:t>
      </w:r>
      <w:r w:rsidR="00877123" w:rsidRPr="00916AB1">
        <w:rPr>
          <w:color w:val="000000"/>
          <w:szCs w:val="24"/>
        </w:rPr>
        <w:t xml:space="preserve"> </w:t>
      </w:r>
    </w:p>
    <w:p w:rsidR="00386CFD" w:rsidRPr="00916AB1" w:rsidRDefault="00877123"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 xml:space="preserve">viešųjų želdynų kūrimui, viešųjų želdynų ir želdinių apsaugai, priežiūrai, tvarkymui, būklės </w:t>
      </w:r>
      <w:proofErr w:type="spellStart"/>
      <w:r w:rsidRPr="00916AB1">
        <w:rPr>
          <w:color w:val="000000"/>
          <w:szCs w:val="24"/>
        </w:rPr>
        <w:t>stebėsenai</w:t>
      </w:r>
      <w:proofErr w:type="spellEnd"/>
      <w:r w:rsidRPr="00916AB1">
        <w:rPr>
          <w:color w:val="000000"/>
          <w:szCs w:val="24"/>
        </w:rPr>
        <w:t>, viešųjų želdinių veisimui, privalomai viešųjų želdynų ir želdinių būklės ekspertizei, želdinių ir želdynų, neatsižvelgiant į žemės, kurioje jie yra, nuosavybės formą, inventorizavimui ir apskaitai</w:t>
      </w:r>
      <w:r w:rsidR="00325B68" w:rsidRPr="00916AB1">
        <w:rPr>
          <w:color w:val="000000"/>
          <w:szCs w:val="24"/>
        </w:rPr>
        <w:t>.</w:t>
      </w:r>
      <w:r w:rsidR="002A5186" w:rsidRPr="00916AB1">
        <w:rPr>
          <w:color w:val="000000"/>
          <w:szCs w:val="24"/>
        </w:rPr>
        <w:t xml:space="preserve"> </w:t>
      </w:r>
    </w:p>
    <w:p w:rsidR="00F80F8C" w:rsidRPr="00434B07" w:rsidRDefault="00286D6F" w:rsidP="00916AB1">
      <w:pPr>
        <w:pStyle w:val="Sraopastraipa"/>
        <w:numPr>
          <w:ilvl w:val="1"/>
          <w:numId w:val="2"/>
        </w:numPr>
        <w:tabs>
          <w:tab w:val="left" w:pos="1134"/>
          <w:tab w:val="left" w:pos="1584"/>
          <w:tab w:val="left" w:pos="1704"/>
        </w:tabs>
        <w:ind w:left="0" w:firstLine="720"/>
        <w:jc w:val="both"/>
        <w:rPr>
          <w:szCs w:val="24"/>
        </w:rPr>
      </w:pPr>
      <w:r w:rsidRPr="00434B07">
        <w:rPr>
          <w:szCs w:val="24"/>
        </w:rPr>
        <w:t>Lėšos surinktos už medžiojamųjų gyvūnų išteklių naudojimą (t. y. įplaukos pagal Aprašo 5.2 p</w:t>
      </w:r>
      <w:r w:rsidR="00C425D9">
        <w:rPr>
          <w:szCs w:val="24"/>
        </w:rPr>
        <w:t>apunktį</w:t>
      </w:r>
      <w:r w:rsidRPr="00434B07">
        <w:rPr>
          <w:szCs w:val="24"/>
        </w:rPr>
        <w:t>)</w:t>
      </w:r>
      <w:r w:rsidR="00315B05" w:rsidRPr="00434B07">
        <w:rPr>
          <w:szCs w:val="24"/>
        </w:rPr>
        <w:t xml:space="preserve"> numatomos šioms priemonėms:</w:t>
      </w:r>
    </w:p>
    <w:p w:rsidR="00315B05" w:rsidRPr="00434B07" w:rsidRDefault="00315B05" w:rsidP="00EF2DD6">
      <w:pPr>
        <w:pStyle w:val="Sraopastraipa"/>
        <w:numPr>
          <w:ilvl w:val="2"/>
          <w:numId w:val="2"/>
        </w:numPr>
        <w:tabs>
          <w:tab w:val="left" w:pos="1134"/>
          <w:tab w:val="left" w:pos="1418"/>
        </w:tabs>
        <w:ind w:left="0" w:firstLine="720"/>
        <w:jc w:val="both"/>
        <w:rPr>
          <w:szCs w:val="24"/>
        </w:rPr>
      </w:pPr>
      <w:r w:rsidRPr="00434B07">
        <w:rPr>
          <w:szCs w:val="24"/>
        </w:rPr>
        <w:t>Žemės sklypų, kuriuose medžioklė nėra uždrausta, savininkų, valdytojų ir naudotojų, įgyvendin</w:t>
      </w:r>
      <w:r w:rsidR="00BE722E" w:rsidRPr="00434B07">
        <w:rPr>
          <w:szCs w:val="24"/>
        </w:rPr>
        <w:t>amos žalos prevencijos priemonėms</w:t>
      </w:r>
      <w:r w:rsidRPr="00434B07">
        <w:rPr>
          <w:szCs w:val="24"/>
        </w:rPr>
        <w:t>, kuriomis jie siekia išvengti medžiojamųjų gyvūnų daromos žalos</w:t>
      </w:r>
      <w:r w:rsidR="004D6B2D" w:rsidRPr="00434B07">
        <w:rPr>
          <w:szCs w:val="24"/>
        </w:rPr>
        <w:t>;</w:t>
      </w:r>
    </w:p>
    <w:p w:rsidR="004D6B2D" w:rsidRPr="00434B07" w:rsidRDefault="004D6B2D" w:rsidP="00EF2DD6">
      <w:pPr>
        <w:pStyle w:val="Sraopastraipa"/>
        <w:numPr>
          <w:ilvl w:val="2"/>
          <w:numId w:val="2"/>
        </w:numPr>
        <w:tabs>
          <w:tab w:val="left" w:pos="1134"/>
          <w:tab w:val="left" w:pos="1418"/>
          <w:tab w:val="left" w:pos="1704"/>
        </w:tabs>
        <w:ind w:left="0" w:firstLine="720"/>
        <w:jc w:val="both"/>
        <w:rPr>
          <w:szCs w:val="24"/>
        </w:rPr>
      </w:pPr>
      <w:r w:rsidRPr="00434B07">
        <w:rPr>
          <w:szCs w:val="24"/>
        </w:rPr>
        <w:t>Kartografinės ir kitos medžiagos, reikalingos pagal Medžioklės įstatymo reikalavimus rengiamiems medžioklės plotų vienetų sudarymo ar jų ribų pakeitimo projektų parengimo priemonė</w:t>
      </w:r>
      <w:r w:rsidR="002132C2" w:rsidRPr="00434B07">
        <w:rPr>
          <w:szCs w:val="24"/>
        </w:rPr>
        <w:t>ms.</w:t>
      </w:r>
    </w:p>
    <w:p w:rsidR="0028247E" w:rsidRPr="00916AB1" w:rsidRDefault="0028247E" w:rsidP="000072B1">
      <w:pPr>
        <w:pStyle w:val="Sraopastraipa"/>
        <w:numPr>
          <w:ilvl w:val="0"/>
          <w:numId w:val="2"/>
        </w:numPr>
        <w:tabs>
          <w:tab w:val="left" w:pos="993"/>
          <w:tab w:val="left" w:pos="1584"/>
          <w:tab w:val="left" w:pos="1704"/>
        </w:tabs>
        <w:ind w:left="0" w:firstLine="720"/>
        <w:jc w:val="both"/>
        <w:rPr>
          <w:szCs w:val="24"/>
        </w:rPr>
      </w:pPr>
      <w:r w:rsidRPr="00434B07">
        <w:rPr>
          <w:szCs w:val="24"/>
        </w:rPr>
        <w:t xml:space="preserve">Visuomenės sveikatos programai skirtos </w:t>
      </w:r>
      <w:r w:rsidRPr="00916AB1">
        <w:rPr>
          <w:szCs w:val="24"/>
        </w:rPr>
        <w:t xml:space="preserve">lėšos naudojamos </w:t>
      </w:r>
      <w:r w:rsidR="00027D55">
        <w:rPr>
          <w:szCs w:val="24"/>
        </w:rPr>
        <w:t xml:space="preserve">Savivaldybės tarybos sprendimu patvirtintu </w:t>
      </w:r>
      <w:r w:rsidR="00027D55">
        <w:t>Plungės rajono savivaldybės visuomenės sveikatos rėmimo specialiosios programos rengimo ir įgyvendinimo tvarkos aprašu;</w:t>
      </w:r>
    </w:p>
    <w:p w:rsidR="000B2807" w:rsidRPr="0017660A" w:rsidRDefault="00027D55" w:rsidP="000072B1">
      <w:pPr>
        <w:pStyle w:val="Sraopastraipa"/>
        <w:numPr>
          <w:ilvl w:val="0"/>
          <w:numId w:val="2"/>
        </w:numPr>
        <w:tabs>
          <w:tab w:val="left" w:pos="993"/>
          <w:tab w:val="left" w:pos="1584"/>
          <w:tab w:val="left" w:pos="1704"/>
        </w:tabs>
        <w:ind w:left="0" w:firstLine="720"/>
        <w:jc w:val="both"/>
        <w:rPr>
          <w:szCs w:val="24"/>
        </w:rPr>
      </w:pPr>
      <w:r>
        <w:rPr>
          <w:szCs w:val="24"/>
        </w:rPr>
        <w:t xml:space="preserve">Aprašo 6.3.1 papunktyje </w:t>
      </w:r>
      <w:r w:rsidR="00BE722E">
        <w:rPr>
          <w:szCs w:val="24"/>
        </w:rPr>
        <w:t xml:space="preserve">numatytos priemonės finansuojamos </w:t>
      </w:r>
      <w:r w:rsidR="00DF5192">
        <w:rPr>
          <w:szCs w:val="24"/>
        </w:rPr>
        <w:t xml:space="preserve">vadovaujantis Savivaldybės </w:t>
      </w:r>
      <w:r w:rsidR="00EF73F7">
        <w:rPr>
          <w:szCs w:val="24"/>
        </w:rPr>
        <w:t>tarybos sprendimu</w:t>
      </w:r>
      <w:r w:rsidR="00DF5192">
        <w:rPr>
          <w:szCs w:val="24"/>
        </w:rPr>
        <w:t xml:space="preserve"> patvirtintu </w:t>
      </w:r>
      <w:r w:rsidR="00DF5192">
        <w:t>Prevencinių priemonių įgyvendinimo, kuriomis siekiama išvengti medžiojamųjų gyvūnų daromos žalos Plungės rajono savivaldybėje,</w:t>
      </w:r>
      <w:r w:rsidR="00DF5192" w:rsidRPr="00EC75D3">
        <w:t xml:space="preserve"> </w:t>
      </w:r>
      <w:r w:rsidR="00DF5192">
        <w:t>finansinės paramos teikimo tvarkos aprašu.</w:t>
      </w:r>
    </w:p>
    <w:p w:rsidR="0017660A" w:rsidRPr="00916AB1" w:rsidRDefault="0017660A" w:rsidP="000072B1">
      <w:pPr>
        <w:pStyle w:val="Sraopastraipa"/>
        <w:numPr>
          <w:ilvl w:val="0"/>
          <w:numId w:val="2"/>
        </w:numPr>
        <w:tabs>
          <w:tab w:val="left" w:pos="993"/>
          <w:tab w:val="left" w:pos="1584"/>
          <w:tab w:val="left" w:pos="1704"/>
        </w:tabs>
        <w:ind w:left="0" w:firstLine="720"/>
        <w:jc w:val="both"/>
        <w:rPr>
          <w:szCs w:val="24"/>
        </w:rPr>
      </w:pPr>
      <w:r>
        <w:rPr>
          <w:color w:val="000000"/>
        </w:rPr>
        <w:t>Savanoriškos juridinių ir fizinių asmenų įmokos naudojamos pagal mokėtojų pageidavimus.</w:t>
      </w:r>
    </w:p>
    <w:p w:rsidR="00F547D6" w:rsidRPr="00916AB1"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Pr>
          <w:szCs w:val="24"/>
        </w:rPr>
        <w:t xml:space="preserve"> </w:t>
      </w:r>
      <w:r w:rsidR="00F547D6" w:rsidRPr="00916AB1">
        <w:rPr>
          <w:szCs w:val="24"/>
        </w:rPr>
        <w:t>SAARS programos priemonių planas (sąmata)</w:t>
      </w:r>
      <w:r w:rsidR="001A0889">
        <w:rPr>
          <w:szCs w:val="24"/>
        </w:rPr>
        <w:t xml:space="preserve">, </w:t>
      </w:r>
      <w:r w:rsidR="00F547D6" w:rsidRPr="00916AB1">
        <w:rPr>
          <w:szCs w:val="24"/>
        </w:rPr>
        <w:t>tvirtinamas bei tikslinamas tik Savivaldybės tarybos sprendimu.</w:t>
      </w:r>
    </w:p>
    <w:p w:rsidR="004927F9" w:rsidRPr="00434B07" w:rsidRDefault="00D82F2B" w:rsidP="00916AB1">
      <w:pPr>
        <w:pStyle w:val="Sraopastraipa"/>
        <w:numPr>
          <w:ilvl w:val="0"/>
          <w:numId w:val="2"/>
        </w:numPr>
        <w:tabs>
          <w:tab w:val="left" w:pos="1134"/>
          <w:tab w:val="left" w:pos="1584"/>
          <w:tab w:val="left" w:pos="1704"/>
        </w:tabs>
        <w:ind w:left="0" w:firstLine="720"/>
        <w:jc w:val="both"/>
        <w:rPr>
          <w:szCs w:val="24"/>
        </w:rPr>
      </w:pPr>
      <w:r w:rsidRPr="00916AB1">
        <w:rPr>
          <w:szCs w:val="24"/>
        </w:rPr>
        <w:t xml:space="preserve">Pagal </w:t>
      </w:r>
      <w:r w:rsidR="00B9486E" w:rsidRPr="00916AB1">
        <w:rPr>
          <w:szCs w:val="24"/>
        </w:rPr>
        <w:t xml:space="preserve">Savivaldybės tarybos sprendimu patvirtintą </w:t>
      </w:r>
      <w:r w:rsidRPr="00916AB1">
        <w:rPr>
          <w:szCs w:val="24"/>
        </w:rPr>
        <w:t xml:space="preserve">SAARS programos priemonių planą (sąmatą) lėšos </w:t>
      </w:r>
      <w:r w:rsidR="000B2807" w:rsidRPr="00916AB1">
        <w:rPr>
          <w:szCs w:val="24"/>
        </w:rPr>
        <w:t xml:space="preserve">aplinkosaugos projektams ir/ar </w:t>
      </w:r>
      <w:r w:rsidR="00B9486E" w:rsidRPr="00916AB1">
        <w:rPr>
          <w:szCs w:val="24"/>
        </w:rPr>
        <w:t>konkrečioms</w:t>
      </w:r>
      <w:r w:rsidRPr="00916AB1">
        <w:rPr>
          <w:szCs w:val="24"/>
        </w:rPr>
        <w:t xml:space="preserve"> </w:t>
      </w:r>
      <w:r w:rsidR="00B9486E" w:rsidRPr="00916AB1">
        <w:rPr>
          <w:szCs w:val="24"/>
        </w:rPr>
        <w:t>priemonėms</w:t>
      </w:r>
      <w:r w:rsidR="000B2807" w:rsidRPr="00916AB1">
        <w:rPr>
          <w:szCs w:val="24"/>
        </w:rPr>
        <w:t xml:space="preserve">, </w:t>
      </w:r>
      <w:r w:rsidRPr="00434B07">
        <w:rPr>
          <w:szCs w:val="24"/>
        </w:rPr>
        <w:t xml:space="preserve">atitinkančioms </w:t>
      </w:r>
      <w:r w:rsidR="000B2807" w:rsidRPr="00434B07">
        <w:rPr>
          <w:szCs w:val="24"/>
        </w:rPr>
        <w:t>Lėšų naudojimo rekomendacijas</w:t>
      </w:r>
      <w:r w:rsidRPr="00434B07">
        <w:rPr>
          <w:szCs w:val="24"/>
        </w:rPr>
        <w:t>, skiriamos Savivaldybės administracijos direktoriaus įsakymu</w:t>
      </w:r>
      <w:r w:rsidR="00B9486E" w:rsidRPr="00434B07">
        <w:rPr>
          <w:szCs w:val="24"/>
        </w:rPr>
        <w:t>.</w:t>
      </w:r>
    </w:p>
    <w:p w:rsidR="004927F9" w:rsidRPr="004927F9" w:rsidRDefault="001F29DD" w:rsidP="004927F9">
      <w:pPr>
        <w:pStyle w:val="Sraopastraipa"/>
        <w:numPr>
          <w:ilvl w:val="0"/>
          <w:numId w:val="2"/>
        </w:numPr>
        <w:tabs>
          <w:tab w:val="left" w:pos="1134"/>
          <w:tab w:val="left" w:pos="1584"/>
          <w:tab w:val="left" w:pos="1704"/>
        </w:tabs>
        <w:ind w:left="0" w:firstLine="720"/>
        <w:jc w:val="both"/>
        <w:rPr>
          <w:szCs w:val="24"/>
        </w:rPr>
      </w:pPr>
      <w:r w:rsidRPr="00434B07">
        <w:rPr>
          <w:szCs w:val="24"/>
        </w:rPr>
        <w:t xml:space="preserve"> </w:t>
      </w:r>
      <w:r w:rsidR="004927F9" w:rsidRPr="00434B07">
        <w:rPr>
          <w:szCs w:val="24"/>
        </w:rPr>
        <w:t xml:space="preserve">SAARS programos lėšos </w:t>
      </w:r>
      <w:r w:rsidR="004927F9" w:rsidRPr="00434B07">
        <w:t xml:space="preserve">naudojamos iki einamųjų ataskaitinių metų </w:t>
      </w:r>
      <w:r w:rsidR="004927F9">
        <w:t>gruodžio 31 d.</w:t>
      </w:r>
    </w:p>
    <w:p w:rsidR="00477012" w:rsidRPr="00071F54" w:rsidRDefault="0090765D" w:rsidP="00071F54">
      <w:pPr>
        <w:pStyle w:val="Sraopastraipa"/>
        <w:numPr>
          <w:ilvl w:val="0"/>
          <w:numId w:val="2"/>
        </w:numPr>
        <w:tabs>
          <w:tab w:val="left" w:pos="1134"/>
          <w:tab w:val="left" w:pos="1584"/>
          <w:tab w:val="left" w:pos="1704"/>
        </w:tabs>
        <w:ind w:left="0" w:firstLine="720"/>
        <w:jc w:val="both"/>
        <w:rPr>
          <w:szCs w:val="24"/>
        </w:rPr>
      </w:pPr>
      <w:r>
        <w:t>Einamaisiai</w:t>
      </w:r>
      <w:r w:rsidR="00085909">
        <w:t>s</w:t>
      </w:r>
      <w:r>
        <w:t xml:space="preserve"> metais nepanaudot</w:t>
      </w:r>
      <w:r w:rsidR="00F16C65">
        <w:t>a</w:t>
      </w:r>
      <w:r>
        <w:t xml:space="preserve">s </w:t>
      </w:r>
      <w:r w:rsidR="004927F9" w:rsidRPr="00916AB1">
        <w:rPr>
          <w:szCs w:val="24"/>
        </w:rPr>
        <w:t>SAARS programos</w:t>
      </w:r>
      <w:r w:rsidR="004927F9">
        <w:t xml:space="preserve"> </w:t>
      </w:r>
      <w:r>
        <w:t xml:space="preserve">lėšų likutis perkeliamas </w:t>
      </w:r>
      <w:r w:rsidR="00B768A7">
        <w:t>į kitus metus.</w:t>
      </w:r>
    </w:p>
    <w:p w:rsidR="00477012" w:rsidRDefault="00477012" w:rsidP="00353618">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C6010E" w:rsidRDefault="00C6010E" w:rsidP="00353618">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C6010E"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353618">
        <w:rPr>
          <w:b/>
        </w:rPr>
        <w:t>III</w:t>
      </w:r>
      <w:r w:rsidR="00C6010E">
        <w:rPr>
          <w:b/>
        </w:rPr>
        <w:t xml:space="preserve"> SKYRIUS</w:t>
      </w:r>
    </w:p>
    <w:p w:rsidR="008937CA"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353618">
        <w:rPr>
          <w:b/>
        </w:rPr>
        <w:t xml:space="preserve">PARAIŠKŲ TEIKIMAS </w:t>
      </w:r>
    </w:p>
    <w:p w:rsidR="00071F54" w:rsidRPr="00353618"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3917F2" w:rsidRDefault="00A26FEA" w:rsidP="00FC4088">
      <w:pPr>
        <w:pStyle w:val="Sraopastraipa"/>
        <w:numPr>
          <w:ilvl w:val="0"/>
          <w:numId w:val="2"/>
        </w:numPr>
        <w:tabs>
          <w:tab w:val="left" w:pos="1134"/>
        </w:tabs>
        <w:ind w:left="0" w:firstLine="720"/>
        <w:jc w:val="both"/>
      </w:pPr>
      <w:r w:rsidRPr="003917F2">
        <w:rPr>
          <w:szCs w:val="24"/>
          <w:lang w:eastAsia="lt-LT"/>
        </w:rPr>
        <w:t>Savivaldybės administracija</w:t>
      </w:r>
      <w:r w:rsidRPr="003917F2">
        <w:rPr>
          <w:lang w:eastAsia="lt-LT"/>
        </w:rPr>
        <w:t xml:space="preserve"> Savivaldybės interneto tinklalapyje</w:t>
      </w:r>
      <w:r w:rsidR="00C425D9">
        <w:rPr>
          <w:lang w:eastAsia="lt-LT"/>
        </w:rPr>
        <w:t xml:space="preserve"> </w:t>
      </w:r>
      <w:r w:rsidRPr="003917F2">
        <w:rPr>
          <w:lang w:eastAsia="lt-LT"/>
        </w:rPr>
        <w:t>(</w:t>
      </w:r>
      <w:hyperlink r:id="rId9" w:history="1">
        <w:r w:rsidRPr="003917F2">
          <w:rPr>
            <w:u w:val="single"/>
            <w:lang w:eastAsia="lt-LT"/>
          </w:rPr>
          <w:t>https://www.plunge.lt/</w:t>
        </w:r>
      </w:hyperlink>
      <w:r w:rsidRPr="003917F2">
        <w:rPr>
          <w:lang w:eastAsia="lt-LT"/>
        </w:rPr>
        <w:t>) ir</w:t>
      </w:r>
      <w:r w:rsidR="004638CC" w:rsidRPr="003917F2">
        <w:rPr>
          <w:lang w:eastAsia="lt-LT"/>
        </w:rPr>
        <w:t xml:space="preserve"> vietos spaudoje</w:t>
      </w:r>
      <w:r w:rsidRPr="003917F2">
        <w:rPr>
          <w:lang w:eastAsia="lt-LT"/>
        </w:rPr>
        <w:t xml:space="preserve"> paskelbia</w:t>
      </w:r>
      <w:r w:rsidRPr="003917F2">
        <w:t xml:space="preserve"> </w:t>
      </w:r>
      <w:r w:rsidR="00353618" w:rsidRPr="003917F2">
        <w:t xml:space="preserve">Kvietimus teikti paraiškas </w:t>
      </w:r>
      <w:r w:rsidR="004638CC" w:rsidRPr="003917F2">
        <w:t>finansavimui gauti aplinkosaugos projektams įgyvendinti.</w:t>
      </w:r>
      <w:r w:rsidR="00F35502" w:rsidRPr="003917F2">
        <w:t xml:space="preserve"> </w:t>
      </w:r>
    </w:p>
    <w:p w:rsidR="00F35502" w:rsidRPr="003917F2" w:rsidRDefault="0042016A" w:rsidP="00FC4088">
      <w:pPr>
        <w:pStyle w:val="Sraopastraipa"/>
        <w:numPr>
          <w:ilvl w:val="0"/>
          <w:numId w:val="2"/>
        </w:numPr>
        <w:tabs>
          <w:tab w:val="left" w:pos="1134"/>
        </w:tabs>
        <w:ind w:left="0" w:firstLine="720"/>
        <w:jc w:val="both"/>
      </w:pPr>
      <w:r w:rsidRPr="003917F2">
        <w:rPr>
          <w:szCs w:val="24"/>
        </w:rPr>
        <w:t>P</w:t>
      </w:r>
      <w:r w:rsidRPr="003917F2">
        <w:rPr>
          <w:szCs w:val="24"/>
          <w:shd w:val="clear" w:color="auto" w:fill="FFFFFF"/>
        </w:rPr>
        <w:t xml:space="preserve">araiškoms pateikti skiriamas ne trumpesnis nei 30 </w:t>
      </w:r>
      <w:r w:rsidR="00806059">
        <w:rPr>
          <w:szCs w:val="24"/>
          <w:shd w:val="clear" w:color="auto" w:fill="FFFFFF"/>
        </w:rPr>
        <w:t xml:space="preserve">(trisdešimt) </w:t>
      </w:r>
      <w:r w:rsidRPr="003917F2">
        <w:rPr>
          <w:szCs w:val="24"/>
          <w:shd w:val="clear" w:color="auto" w:fill="FFFFFF"/>
        </w:rPr>
        <w:t>kalendorinių dienų nuo kvietimo paskelbimo dienos terminas. Konkretūs paraiškų pateikimo terminai nurodomi kvietime.</w:t>
      </w:r>
    </w:p>
    <w:p w:rsidR="0042016A" w:rsidRPr="003917F2" w:rsidRDefault="008937CA" w:rsidP="00FC4088">
      <w:pPr>
        <w:pStyle w:val="Sraopastraipa"/>
        <w:numPr>
          <w:ilvl w:val="0"/>
          <w:numId w:val="2"/>
        </w:numPr>
        <w:tabs>
          <w:tab w:val="left" w:pos="1134"/>
        </w:tabs>
        <w:ind w:left="0" w:firstLine="720"/>
        <w:jc w:val="both"/>
      </w:pPr>
      <w:r w:rsidRPr="003917F2">
        <w:rPr>
          <w:szCs w:val="24"/>
          <w:shd w:val="clear" w:color="auto" w:fill="FFFFFF"/>
        </w:rPr>
        <w:t>Paraiškos pateiktos po kvietime nustatyto termino nevertinamos.</w:t>
      </w:r>
    </w:p>
    <w:p w:rsidR="003917F2" w:rsidRPr="00434B07" w:rsidRDefault="003917F2" w:rsidP="00FC4088">
      <w:pPr>
        <w:pStyle w:val="Sraopastraipa"/>
        <w:numPr>
          <w:ilvl w:val="0"/>
          <w:numId w:val="2"/>
        </w:numPr>
        <w:tabs>
          <w:tab w:val="left" w:pos="1134"/>
        </w:tabs>
        <w:ind w:left="0" w:firstLine="720"/>
        <w:jc w:val="both"/>
      </w:pPr>
      <w:r>
        <w:rPr>
          <w:szCs w:val="24"/>
          <w:shd w:val="clear" w:color="auto" w:fill="FFFFFF"/>
        </w:rPr>
        <w:t>Paraiškas gali teikti</w:t>
      </w:r>
      <w:r w:rsidR="00820CCC">
        <w:rPr>
          <w:szCs w:val="24"/>
          <w:shd w:val="clear" w:color="auto" w:fill="FFFFFF"/>
        </w:rPr>
        <w:t xml:space="preserve"> </w:t>
      </w:r>
      <w:r w:rsidR="00820CCC" w:rsidRPr="00434B07">
        <w:rPr>
          <w:szCs w:val="24"/>
          <w:shd w:val="clear" w:color="auto" w:fill="FFFFFF"/>
        </w:rPr>
        <w:t>seniūnijos,</w:t>
      </w:r>
      <w:r w:rsidRPr="00434B07">
        <w:rPr>
          <w:szCs w:val="24"/>
          <w:shd w:val="clear" w:color="auto" w:fill="FFFFFF"/>
        </w:rPr>
        <w:t xml:space="preserve"> </w:t>
      </w:r>
      <w:r w:rsidR="00AC77AA" w:rsidRPr="00434B07">
        <w:rPr>
          <w:rFonts w:eastAsia="Calibri"/>
        </w:rPr>
        <w:t xml:space="preserve">biudžetinės ir viešosios įstaigos, asociacijos, bendruomenės, nevyriausybinės organizacijos, kiti juridiniai asmenys, veikiantys pagal Lietuvos Respublikoje galiojančius įstatymus. </w:t>
      </w:r>
    </w:p>
    <w:p w:rsidR="00AC77AA" w:rsidRPr="00434B07" w:rsidRDefault="008F6D1E" w:rsidP="00FC4088">
      <w:pPr>
        <w:pStyle w:val="Sraopastraipa"/>
        <w:numPr>
          <w:ilvl w:val="0"/>
          <w:numId w:val="2"/>
        </w:numPr>
        <w:tabs>
          <w:tab w:val="left" w:pos="1134"/>
        </w:tabs>
        <w:ind w:left="0" w:firstLine="720"/>
        <w:jc w:val="both"/>
      </w:pPr>
      <w:r w:rsidRPr="00434B07">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Default="009D78B7" w:rsidP="00FC4088">
      <w:pPr>
        <w:pStyle w:val="Sraopastraipa"/>
        <w:numPr>
          <w:ilvl w:val="0"/>
          <w:numId w:val="2"/>
        </w:numPr>
        <w:tabs>
          <w:tab w:val="left" w:pos="1134"/>
        </w:tabs>
        <w:ind w:left="0" w:firstLine="720"/>
        <w:jc w:val="both"/>
      </w:pPr>
      <w:r w:rsidRPr="00434B07">
        <w:rPr>
          <w:szCs w:val="24"/>
        </w:rPr>
        <w:t xml:space="preserve">Paraiškos pagal nustatytą formą (Aprašo </w:t>
      </w:r>
      <w:r w:rsidR="00337D58" w:rsidRPr="00434B07">
        <w:rPr>
          <w:szCs w:val="24"/>
        </w:rPr>
        <w:t>1</w:t>
      </w:r>
      <w:r w:rsidR="00337D58">
        <w:rPr>
          <w:szCs w:val="24"/>
        </w:rPr>
        <w:t xml:space="preserve"> </w:t>
      </w:r>
      <w:r w:rsidRPr="00434B07">
        <w:rPr>
          <w:szCs w:val="24"/>
        </w:rPr>
        <w:t xml:space="preserve">priedas) su priedais </w:t>
      </w:r>
      <w:r w:rsidR="00C30509" w:rsidRPr="00434B07">
        <w:rPr>
          <w:szCs w:val="24"/>
        </w:rPr>
        <w:t xml:space="preserve">pasirašytos kvalifikuotu elektroniniu parašu </w:t>
      </w:r>
      <w:proofErr w:type="spellStart"/>
      <w:r w:rsidR="00C30509" w:rsidRPr="00434B07">
        <w:rPr>
          <w:i/>
          <w:szCs w:val="24"/>
        </w:rPr>
        <w:t>adoc</w:t>
      </w:r>
      <w:proofErr w:type="spellEnd"/>
      <w:r w:rsidR="00C30509" w:rsidRPr="00434B07">
        <w:rPr>
          <w:i/>
          <w:szCs w:val="24"/>
        </w:rPr>
        <w:t xml:space="preserve">., </w:t>
      </w:r>
      <w:proofErr w:type="spellStart"/>
      <w:r w:rsidR="00C30509" w:rsidRPr="00434B07">
        <w:rPr>
          <w:i/>
          <w:szCs w:val="24"/>
        </w:rPr>
        <w:t>pdf</w:t>
      </w:r>
      <w:proofErr w:type="spellEnd"/>
      <w:r w:rsidR="00C30509" w:rsidRPr="00434B07">
        <w:rPr>
          <w:i/>
          <w:szCs w:val="24"/>
        </w:rPr>
        <w:t>.</w:t>
      </w:r>
      <w:r w:rsidR="00C33B6B" w:rsidRPr="00434B07">
        <w:rPr>
          <w:i/>
          <w:szCs w:val="24"/>
        </w:rPr>
        <w:t xml:space="preserve"> </w:t>
      </w:r>
      <w:r w:rsidR="00C33B6B" w:rsidRPr="00434B07">
        <w:rPr>
          <w:szCs w:val="24"/>
        </w:rPr>
        <w:t>ar kitu formatu</w:t>
      </w:r>
      <w:r w:rsidRPr="00434B07">
        <w:rPr>
          <w:szCs w:val="24"/>
        </w:rPr>
        <w:t xml:space="preserve"> teikiamos</w:t>
      </w:r>
      <w:r w:rsidR="00C33B6B" w:rsidRPr="00434B07">
        <w:rPr>
          <w:szCs w:val="24"/>
        </w:rPr>
        <w:t xml:space="preserve"> elektroniniu paštu </w:t>
      </w:r>
      <w:hyperlink r:id="rId10" w:history="1">
        <w:r w:rsidR="00C76848" w:rsidRPr="00434B07">
          <w:rPr>
            <w:rStyle w:val="Hipersaitas"/>
            <w:color w:val="auto"/>
            <w:szCs w:val="24"/>
          </w:rPr>
          <w:t>savivaldybe@plunge.lt</w:t>
        </w:r>
      </w:hyperlink>
      <w:r w:rsidR="00C76848" w:rsidRPr="00434B07">
        <w:rPr>
          <w:szCs w:val="24"/>
        </w:rPr>
        <w:t xml:space="preserve">. </w:t>
      </w:r>
      <w:r w:rsidR="007B16C6" w:rsidRPr="00434B07">
        <w:rPr>
          <w:szCs w:val="24"/>
        </w:rPr>
        <w:t>Nustatytos formos p</w:t>
      </w:r>
      <w:r w:rsidR="00C10C96" w:rsidRPr="00434B07">
        <w:rPr>
          <w:szCs w:val="24"/>
        </w:rPr>
        <w:t>opierinės</w:t>
      </w:r>
      <w:r w:rsidR="00720D79" w:rsidRPr="00434B07">
        <w:rPr>
          <w:szCs w:val="24"/>
        </w:rPr>
        <w:t xml:space="preserve"> p</w:t>
      </w:r>
      <w:r w:rsidR="00C10C96" w:rsidRPr="00434B07">
        <w:rPr>
          <w:szCs w:val="24"/>
        </w:rPr>
        <w:t>araiškos su priedais</w:t>
      </w:r>
      <w:r w:rsidR="007B16C6" w:rsidRPr="00434B07">
        <w:rPr>
          <w:szCs w:val="24"/>
        </w:rPr>
        <w:t>,</w:t>
      </w:r>
      <w:r w:rsidR="00C10C96" w:rsidRPr="00434B07">
        <w:rPr>
          <w:szCs w:val="24"/>
        </w:rPr>
        <w:t xml:space="preserve"> pasirašytos fiziniu </w:t>
      </w:r>
      <w:r w:rsidR="00C10C96">
        <w:rPr>
          <w:szCs w:val="24"/>
        </w:rPr>
        <w:t>parašu</w:t>
      </w:r>
      <w:r w:rsidR="007B16C6">
        <w:rPr>
          <w:szCs w:val="24"/>
        </w:rPr>
        <w:t>,</w:t>
      </w:r>
      <w:r w:rsidR="00C10C96">
        <w:rPr>
          <w:szCs w:val="24"/>
        </w:rPr>
        <w:t xml:space="preserve"> siunčiamos paštu ar pristatomos </w:t>
      </w:r>
      <w:r w:rsidR="00C10C96">
        <w:t xml:space="preserve">į Savivaldybės administracijos Bendrųjų reikalų skyrių </w:t>
      </w:r>
      <w:r w:rsidR="00C10C96" w:rsidRPr="00C10C96">
        <w:t>(Vytauto g. 12</w:t>
      </w:r>
      <w:r w:rsidR="00C10C96" w:rsidRPr="00C10C96">
        <w:rPr>
          <w:szCs w:val="24"/>
        </w:rPr>
        <w:t xml:space="preserve">, </w:t>
      </w:r>
      <w:r w:rsidR="00C10C96" w:rsidRPr="00C10C96">
        <w:rPr>
          <w:szCs w:val="24"/>
          <w:shd w:val="clear" w:color="auto" w:fill="FFFFFF"/>
        </w:rPr>
        <w:t>LT-90123</w:t>
      </w:r>
      <w:r w:rsidR="00C10C96" w:rsidRPr="00C10C96">
        <w:rPr>
          <w:rFonts w:ascii="Metropolis" w:hAnsi="Metropolis"/>
          <w:sz w:val="23"/>
          <w:szCs w:val="23"/>
          <w:shd w:val="clear" w:color="auto" w:fill="FFFFFF"/>
        </w:rPr>
        <w:t xml:space="preserve"> </w:t>
      </w:r>
      <w:r w:rsidR="00C10C96" w:rsidRPr="00C10C96">
        <w:rPr>
          <w:szCs w:val="24"/>
          <w:shd w:val="clear" w:color="auto" w:fill="FFFFFF"/>
        </w:rPr>
        <w:t xml:space="preserve">Plungė, </w:t>
      </w:r>
      <w:r w:rsidR="00C10C96" w:rsidRPr="00C10C96">
        <w:rPr>
          <w:szCs w:val="24"/>
        </w:rPr>
        <w:t>115 kabinetas</w:t>
      </w:r>
      <w:r w:rsidR="00C10C96" w:rsidRPr="00C10C96">
        <w:t>)</w:t>
      </w:r>
      <w:r w:rsidR="00C10C96">
        <w:t>.</w:t>
      </w:r>
    </w:p>
    <w:p w:rsidR="00C10C96" w:rsidRPr="00720D79" w:rsidRDefault="00720D79" w:rsidP="00FC4088">
      <w:pPr>
        <w:pStyle w:val="Sraopastraipa"/>
        <w:numPr>
          <w:ilvl w:val="0"/>
          <w:numId w:val="2"/>
        </w:numPr>
        <w:tabs>
          <w:tab w:val="left" w:pos="1134"/>
        </w:tabs>
        <w:ind w:left="0" w:firstLine="720"/>
        <w:jc w:val="both"/>
      </w:pPr>
      <w:r>
        <w:rPr>
          <w:szCs w:val="24"/>
        </w:rPr>
        <w:t>Pasirašytą p</w:t>
      </w:r>
      <w:r w:rsidR="00C10C96">
        <w:rPr>
          <w:szCs w:val="24"/>
        </w:rPr>
        <w:t>araišką su priedais turi teisę pateikti organizacijos vadovas arba jo įgaliotas asmuo. Jeigu paraišką teikia organizacijos vadovo įgaliotas asmuo, prie paraiškos turi būti pridėtas įgaliojimas.</w:t>
      </w:r>
    </w:p>
    <w:p w:rsidR="00720D79" w:rsidRDefault="006177FF" w:rsidP="00FC4088">
      <w:pPr>
        <w:pStyle w:val="Sraopastraipa"/>
        <w:numPr>
          <w:ilvl w:val="0"/>
          <w:numId w:val="2"/>
        </w:numPr>
        <w:tabs>
          <w:tab w:val="left" w:pos="1134"/>
        </w:tabs>
        <w:ind w:left="0" w:firstLine="720"/>
        <w:jc w:val="both"/>
      </w:pPr>
      <w:r>
        <w:t>Viena organizacija gali teikti ti</w:t>
      </w:r>
      <w:r w:rsidR="00807D34">
        <w:t xml:space="preserve">k </w:t>
      </w:r>
      <w:r w:rsidR="0055729C">
        <w:t>vieną paraiškai ir tik vienai</w:t>
      </w:r>
      <w:r w:rsidR="00807D34">
        <w:t xml:space="preserve"> Aprašo 6.2.1</w:t>
      </w:r>
      <w:r w:rsidR="0007542D">
        <w:t>,</w:t>
      </w:r>
      <w:r w:rsidR="00807D34">
        <w:t xml:space="preserve"> 6.2.2</w:t>
      </w:r>
      <w:r w:rsidR="0007542D">
        <w:t>,</w:t>
      </w:r>
      <w:r w:rsidR="00807D34" w:rsidRPr="00807D34">
        <w:t xml:space="preserve"> </w:t>
      </w:r>
      <w:r w:rsidR="00807D34">
        <w:t>6.2.3</w:t>
      </w:r>
      <w:r w:rsidR="0007542D">
        <w:t>,</w:t>
      </w:r>
      <w:r w:rsidR="00807D34" w:rsidRPr="00807D34">
        <w:t xml:space="preserve"> </w:t>
      </w:r>
      <w:r w:rsidR="00807D34">
        <w:t>6.2.4</w:t>
      </w:r>
      <w:r w:rsidR="0007542D">
        <w:t>,</w:t>
      </w:r>
      <w:r w:rsidR="00807D34" w:rsidRPr="00807D34">
        <w:t xml:space="preserve"> </w:t>
      </w:r>
      <w:r w:rsidR="00807D34">
        <w:t>6.2.5</w:t>
      </w:r>
      <w:r w:rsidR="0007542D">
        <w:t>,</w:t>
      </w:r>
      <w:r w:rsidR="00807D34" w:rsidRPr="00807D34">
        <w:t xml:space="preserve"> </w:t>
      </w:r>
      <w:r w:rsidR="00807D34">
        <w:t>6.2.6</w:t>
      </w:r>
      <w:r w:rsidR="0055729C">
        <w:t xml:space="preserve"> papunkčiuose nurodytai priemonei</w:t>
      </w:r>
      <w:r w:rsidR="00245166">
        <w:t xml:space="preserve"> įgyvendinti</w:t>
      </w:r>
      <w:r w:rsidR="0055729C">
        <w:t>.</w:t>
      </w:r>
    </w:p>
    <w:p w:rsidR="0055729C" w:rsidRPr="00434B07" w:rsidRDefault="0055729C" w:rsidP="00FC4088">
      <w:pPr>
        <w:pStyle w:val="Sraopastraipa"/>
        <w:numPr>
          <w:ilvl w:val="0"/>
          <w:numId w:val="2"/>
        </w:numPr>
        <w:tabs>
          <w:tab w:val="left" w:pos="1134"/>
        </w:tabs>
        <w:ind w:left="0" w:firstLine="720"/>
        <w:jc w:val="both"/>
      </w:pPr>
      <w:r>
        <w:t xml:space="preserve">Paraiškose numatyti </w:t>
      </w:r>
      <w:r w:rsidRPr="00434B07">
        <w:t xml:space="preserve">įgyvendinti aplinkosaugos projektai turi atitikti Įstatymo ir </w:t>
      </w:r>
      <w:r w:rsidR="00276C06" w:rsidRPr="00434B07">
        <w:t xml:space="preserve">Lėšų naudojimo rekomendacijose </w:t>
      </w:r>
      <w:r w:rsidR="004303E5" w:rsidRPr="00434B07">
        <w:t>nustatytas priemones.</w:t>
      </w:r>
    </w:p>
    <w:p w:rsidR="00DD1055" w:rsidRPr="004303E5" w:rsidRDefault="00DD1055" w:rsidP="00FC4088">
      <w:pPr>
        <w:pStyle w:val="Sraopastraipa"/>
        <w:numPr>
          <w:ilvl w:val="0"/>
          <w:numId w:val="2"/>
        </w:numPr>
        <w:tabs>
          <w:tab w:val="left" w:pos="1134"/>
        </w:tabs>
        <w:ind w:left="0" w:firstLine="720"/>
        <w:jc w:val="both"/>
      </w:pPr>
      <w:r w:rsidRPr="00434B07">
        <w:rPr>
          <w:rFonts w:eastAsia="Calibri"/>
        </w:rPr>
        <w:t xml:space="preserve">Paraiška ir visi prie paraiškos pridėti dokumentai </w:t>
      </w:r>
      <w:r w:rsidRPr="002D2FA4">
        <w:rPr>
          <w:rFonts w:eastAsia="Calibri"/>
        </w:rPr>
        <w:t>turi būti pateikti lietuvių ka</w:t>
      </w:r>
      <w:r>
        <w:rPr>
          <w:rFonts w:eastAsia="Calibri"/>
        </w:rPr>
        <w:t>lba, įskaitomi, tvarkingai sudėti</w:t>
      </w:r>
      <w:r w:rsidRPr="002D2FA4">
        <w:rPr>
          <w:rFonts w:eastAsia="Calibri"/>
        </w:rPr>
        <w:t>, sunumeruotais puslapiais</w:t>
      </w:r>
      <w:r w:rsidR="00990868">
        <w:rPr>
          <w:rFonts w:eastAsia="Calibri"/>
        </w:rPr>
        <w:t>.</w:t>
      </w:r>
    </w:p>
    <w:p w:rsidR="00F63FBC" w:rsidRPr="00F77E04" w:rsidRDefault="00B96656" w:rsidP="00FC4088">
      <w:pPr>
        <w:pStyle w:val="Sraopastraipa"/>
        <w:numPr>
          <w:ilvl w:val="0"/>
          <w:numId w:val="2"/>
        </w:numPr>
        <w:tabs>
          <w:tab w:val="left" w:pos="426"/>
          <w:tab w:val="left" w:pos="1134"/>
        </w:tabs>
        <w:ind w:left="0" w:firstLine="720"/>
        <w:jc w:val="both"/>
      </w:pPr>
      <w:r>
        <w:t>Pareiškėjas paraiškoje nurodo</w:t>
      </w:r>
      <w:r w:rsidR="006573CD">
        <w:t xml:space="preserve"> numatytos įgyvendinti priemonės pavadinimą iš Aprašo </w:t>
      </w:r>
      <w:r w:rsidR="00E61574">
        <w:t>6</w:t>
      </w:r>
      <w:r w:rsidR="006573CD">
        <w:t>.2.1</w:t>
      </w:r>
      <w:r w:rsidR="0007542D">
        <w:t>,</w:t>
      </w:r>
      <w:r w:rsidR="006573CD">
        <w:t xml:space="preserve"> 6.2.2</w:t>
      </w:r>
      <w:r w:rsidR="0007542D">
        <w:t>,</w:t>
      </w:r>
      <w:r w:rsidR="006573CD" w:rsidRPr="00807D34">
        <w:t xml:space="preserve"> </w:t>
      </w:r>
      <w:r w:rsidR="006573CD">
        <w:t>6.2.3</w:t>
      </w:r>
      <w:r w:rsidR="0007542D">
        <w:t>,</w:t>
      </w:r>
      <w:r w:rsidR="006573CD" w:rsidRPr="00807D34">
        <w:t xml:space="preserve"> </w:t>
      </w:r>
      <w:r w:rsidR="006573CD">
        <w:t>6.2.4</w:t>
      </w:r>
      <w:r w:rsidR="0007542D">
        <w:t>,</w:t>
      </w:r>
      <w:r w:rsidR="006573CD" w:rsidRPr="00807D34">
        <w:t xml:space="preserve"> </w:t>
      </w:r>
      <w:r w:rsidR="006573CD">
        <w:t>6.2.5</w:t>
      </w:r>
      <w:r w:rsidR="0007542D">
        <w:t>,</w:t>
      </w:r>
      <w:r w:rsidR="006573CD" w:rsidRPr="00807D34">
        <w:t xml:space="preserve"> </w:t>
      </w:r>
      <w:r w:rsidR="006573CD">
        <w:t>6.2.6</w:t>
      </w:r>
      <w:r w:rsidR="00E61574">
        <w:t xml:space="preserve"> papunkčių </w:t>
      </w:r>
      <w:r w:rsidR="007C03BE">
        <w:t>bei numatytų įgyvendinti priemonių numerius</w:t>
      </w:r>
      <w:r w:rsidR="00E61574">
        <w:t xml:space="preserve"> </w:t>
      </w:r>
      <w:r w:rsidR="007C03BE">
        <w:t xml:space="preserve">pagal </w:t>
      </w:r>
      <w:r w:rsidR="006573CD" w:rsidRPr="00434B07">
        <w:t>Lėšų naudojimo rekomendacij</w:t>
      </w:r>
      <w:r w:rsidR="007C03BE" w:rsidRPr="00434B07">
        <w:t xml:space="preserve">as. </w:t>
      </w:r>
      <w:r w:rsidR="00245166" w:rsidRPr="00434B07">
        <w:t xml:space="preserve">Paraiškoje nurodomas </w:t>
      </w:r>
      <w:r w:rsidR="007C03BE" w:rsidRPr="00245166">
        <w:t xml:space="preserve">numatyto </w:t>
      </w:r>
      <w:r w:rsidR="007C03BE">
        <w:t xml:space="preserve">įgyvendinti aplinkosaugos </w:t>
      </w:r>
      <w:r w:rsidR="00245166">
        <w:t xml:space="preserve">projekto </w:t>
      </w:r>
      <w:r w:rsidR="00245166" w:rsidRPr="00F77E04">
        <w:t>p</w:t>
      </w:r>
      <w:r w:rsidR="00F77E04" w:rsidRPr="00F77E04">
        <w:t>avadinimas, tikslas, aprašymas</w:t>
      </w:r>
      <w:r w:rsidR="00E27887" w:rsidRPr="00F77E04">
        <w:t xml:space="preserve"> ir</w:t>
      </w:r>
      <w:r w:rsidR="00060150">
        <w:t xml:space="preserve"> kita</w:t>
      </w:r>
      <w:r w:rsidR="00F77E04" w:rsidRPr="00F77E04">
        <w:t xml:space="preserve"> paraiškos formoje nurodyta informacija</w:t>
      </w:r>
      <w:r w:rsidR="00F63FBC" w:rsidRPr="00F77E04">
        <w:t>.</w:t>
      </w:r>
    </w:p>
    <w:p w:rsidR="00353618" w:rsidRPr="0018313D" w:rsidRDefault="00190C8C" w:rsidP="00FC4088">
      <w:pPr>
        <w:pStyle w:val="Sraopastraipa"/>
        <w:numPr>
          <w:ilvl w:val="0"/>
          <w:numId w:val="2"/>
        </w:numPr>
        <w:tabs>
          <w:tab w:val="left" w:pos="426"/>
          <w:tab w:val="left" w:pos="1134"/>
        </w:tabs>
        <w:ind w:left="0" w:firstLine="720"/>
        <w:jc w:val="both"/>
      </w:pPr>
      <w:r w:rsidRPr="00F77E04">
        <w:t>Prie paraiškos pridedami</w:t>
      </w:r>
      <w:r w:rsidR="001814CA" w:rsidRPr="00F77E04">
        <w:t xml:space="preserve"> </w:t>
      </w:r>
      <w:r w:rsidR="001814CA" w:rsidRPr="0018313D">
        <w:t>n</w:t>
      </w:r>
      <w:r w:rsidR="00F63FBC" w:rsidRPr="0018313D">
        <w:t xml:space="preserve">umatomų atlikti darbų, planuojamų įsigyti </w:t>
      </w:r>
      <w:r w:rsidR="00F63FBC" w:rsidRPr="0018313D">
        <w:rPr>
          <w:spacing w:val="-2"/>
        </w:rPr>
        <w:t>m</w:t>
      </w:r>
      <w:r w:rsidR="00F63FBC" w:rsidRPr="0018313D">
        <w:t>edžiagų/prekių</w:t>
      </w:r>
      <w:r w:rsidR="001814CA" w:rsidRPr="0018313D">
        <w:t>/ paslaugų</w:t>
      </w:r>
      <w:r w:rsidR="00F63FBC" w:rsidRPr="0018313D">
        <w:t xml:space="preserve"> są</w:t>
      </w:r>
      <w:r w:rsidR="00F63FBC" w:rsidRPr="0018313D">
        <w:rPr>
          <w:spacing w:val="-2"/>
        </w:rPr>
        <w:t>m</w:t>
      </w:r>
      <w:r w:rsidR="00F63FBC" w:rsidRPr="0018313D">
        <w:t>a</w:t>
      </w:r>
      <w:r w:rsidR="00F63FBC" w:rsidRPr="0018313D">
        <w:rPr>
          <w:spacing w:val="1"/>
        </w:rPr>
        <w:t>t</w:t>
      </w:r>
      <w:r w:rsidR="001814CA" w:rsidRPr="0018313D">
        <w:t>os</w:t>
      </w:r>
      <w:r w:rsidR="00F77E04" w:rsidRPr="0018313D">
        <w:t xml:space="preserve"> </w:t>
      </w:r>
      <w:r w:rsidRPr="0018313D">
        <w:t>pagrindimo dokumentai</w:t>
      </w:r>
      <w:r w:rsidR="00F77E04" w:rsidRPr="0018313D">
        <w:t>,</w:t>
      </w:r>
      <w:r w:rsidRPr="0018313D">
        <w:t xml:space="preserve"> t. y. </w:t>
      </w:r>
      <w:r w:rsidR="00A60DF5" w:rsidRPr="0018313D">
        <w:t xml:space="preserve">ne mažiau kaip 3 </w:t>
      </w:r>
      <w:r w:rsidRPr="0018313D">
        <w:t>tiekėjų komerciniai pasiūlymai,</w:t>
      </w:r>
      <w:r w:rsidR="00F63FBC" w:rsidRPr="0018313D">
        <w:t xml:space="preserve"> ir/ar </w:t>
      </w:r>
      <w:r w:rsidRPr="0018313D">
        <w:t>medžiagų/</w:t>
      </w:r>
      <w:r w:rsidR="00F63FBC" w:rsidRPr="0018313D">
        <w:t>prekių nuorodos (su kainomis) iš elektroninių parduotuvių</w:t>
      </w:r>
      <w:r w:rsidRPr="0018313D">
        <w:t xml:space="preserve"> ar pan.</w:t>
      </w:r>
    </w:p>
    <w:p w:rsidR="00F2137E" w:rsidRPr="0018313D" w:rsidRDefault="00E61574" w:rsidP="00FC4088">
      <w:pPr>
        <w:pStyle w:val="Sraopastraipa"/>
        <w:numPr>
          <w:ilvl w:val="0"/>
          <w:numId w:val="2"/>
        </w:numPr>
        <w:tabs>
          <w:tab w:val="left" w:pos="426"/>
          <w:tab w:val="left" w:pos="1134"/>
        </w:tabs>
        <w:ind w:left="0" w:firstLine="720"/>
        <w:jc w:val="both"/>
      </w:pPr>
      <w:r w:rsidRPr="0018313D">
        <w:rPr>
          <w:rFonts w:eastAsia="Calibri"/>
        </w:rPr>
        <w:t>Maksimali SAARS programos vieno aplinkosaugos projekto veikloms įgyvendint</w:t>
      </w:r>
      <w:r w:rsidR="00543DD4" w:rsidRPr="0018313D">
        <w:rPr>
          <w:rFonts w:eastAsia="Calibri"/>
        </w:rPr>
        <w:t xml:space="preserve">i skiriama suma negali viršyti 10 </w:t>
      </w:r>
      <w:r w:rsidRPr="0018313D">
        <w:rPr>
          <w:rFonts w:eastAsia="Calibri"/>
        </w:rPr>
        <w:t>000 (</w:t>
      </w:r>
      <w:r w:rsidR="00543DD4" w:rsidRPr="0018313D">
        <w:rPr>
          <w:rFonts w:eastAsia="Calibri"/>
        </w:rPr>
        <w:t>dešimt tūkstančių</w:t>
      </w:r>
      <w:r w:rsidRPr="0018313D">
        <w:rPr>
          <w:rFonts w:eastAsia="Calibri"/>
        </w:rPr>
        <w:t xml:space="preserve">) </w:t>
      </w:r>
      <w:proofErr w:type="spellStart"/>
      <w:r w:rsidRPr="0018313D">
        <w:rPr>
          <w:rFonts w:eastAsia="Calibri"/>
        </w:rPr>
        <w:t>Eur</w:t>
      </w:r>
      <w:proofErr w:type="spellEnd"/>
      <w:r w:rsidRPr="0018313D">
        <w:rPr>
          <w:rFonts w:eastAsia="Calibri"/>
        </w:rPr>
        <w:t>.</w:t>
      </w:r>
    </w:p>
    <w:p w:rsidR="00F2137E" w:rsidRDefault="00F2137E" w:rsidP="00FC4088">
      <w:pPr>
        <w:pStyle w:val="Sraopastraipa"/>
        <w:numPr>
          <w:ilvl w:val="0"/>
          <w:numId w:val="2"/>
        </w:numPr>
        <w:tabs>
          <w:tab w:val="left" w:pos="426"/>
          <w:tab w:val="left" w:pos="1134"/>
        </w:tabs>
        <w:ind w:left="0" w:firstLine="720"/>
        <w:jc w:val="both"/>
      </w:pPr>
      <w:r>
        <w:t>P</w:t>
      </w:r>
      <w:r w:rsidRPr="003457F0">
        <w:t>areiškėjas</w:t>
      </w:r>
      <w:r w:rsidR="0007542D">
        <w:t>,</w:t>
      </w:r>
      <w:r w:rsidRPr="003457F0">
        <w:t xml:space="preserve"> </w:t>
      </w:r>
      <w:r>
        <w:t xml:space="preserve">pateikdamas </w:t>
      </w:r>
      <w:r w:rsidR="004D3172">
        <w:t>p</w:t>
      </w:r>
      <w:r>
        <w:t>araišką</w:t>
      </w:r>
      <w:r w:rsidR="0007542D">
        <w:t>,</w:t>
      </w:r>
      <w:r>
        <w:t xml:space="preserve"> užtikrina, kad </w:t>
      </w:r>
      <w:r w:rsidR="004D3172">
        <w:t>p</w:t>
      </w:r>
      <w:r w:rsidRPr="003457F0">
        <w:t xml:space="preserve">araiškoje </w:t>
      </w:r>
      <w:r w:rsidR="003E03E2">
        <w:t xml:space="preserve">iš SAARS programos </w:t>
      </w:r>
      <w:r w:rsidRPr="003457F0">
        <w:t xml:space="preserve">numatytos išlaidos nebuvo, nėra ir nebus finansuojamos iš </w:t>
      </w:r>
      <w:r>
        <w:t>Europos Sąjungos</w:t>
      </w:r>
      <w:r w:rsidRPr="003457F0">
        <w:t xml:space="preserve"> fondų </w:t>
      </w:r>
      <w:r>
        <w:t>ar</w:t>
      </w:r>
      <w:r w:rsidRPr="003457F0">
        <w:t xml:space="preserve"> kitų viešųjų lėšų.</w:t>
      </w:r>
    </w:p>
    <w:p w:rsidR="00FC4088" w:rsidRDefault="00FC4088" w:rsidP="0029075D">
      <w:pPr>
        <w:pStyle w:val="Sraopastraipa"/>
        <w:tabs>
          <w:tab w:val="left" w:pos="426"/>
          <w:tab w:val="left" w:pos="1134"/>
        </w:tabs>
        <w:jc w:val="both"/>
      </w:pPr>
    </w:p>
    <w:p w:rsidR="00C6010E" w:rsidRDefault="0029075D" w:rsidP="000F518A">
      <w:pPr>
        <w:pStyle w:val="Sraopastraipa"/>
        <w:tabs>
          <w:tab w:val="left" w:pos="426"/>
          <w:tab w:val="left" w:pos="1134"/>
        </w:tabs>
        <w:ind w:left="0"/>
        <w:jc w:val="center"/>
        <w:rPr>
          <w:b/>
        </w:rPr>
      </w:pPr>
      <w:r w:rsidRPr="0029075D">
        <w:rPr>
          <w:b/>
        </w:rPr>
        <w:t>IV</w:t>
      </w:r>
      <w:r w:rsidR="00C6010E">
        <w:rPr>
          <w:b/>
        </w:rPr>
        <w:t xml:space="preserve"> SKYRIUS</w:t>
      </w:r>
    </w:p>
    <w:p w:rsidR="00F2137E" w:rsidRPr="0029075D" w:rsidRDefault="0029075D" w:rsidP="000F518A">
      <w:pPr>
        <w:pStyle w:val="Sraopastraipa"/>
        <w:tabs>
          <w:tab w:val="left" w:pos="426"/>
          <w:tab w:val="left" w:pos="1134"/>
        </w:tabs>
        <w:ind w:left="0"/>
        <w:jc w:val="center"/>
        <w:rPr>
          <w:b/>
        </w:rPr>
      </w:pPr>
      <w:r w:rsidRPr="0029075D">
        <w:rPr>
          <w:b/>
        </w:rPr>
        <w:t>PARAIŠKŲ VERTINIMAS</w:t>
      </w:r>
    </w:p>
    <w:p w:rsidR="004303E5" w:rsidRDefault="004303E5" w:rsidP="00461CDC">
      <w:pPr>
        <w:jc w:val="center"/>
        <w:rPr>
          <w:b/>
          <w:color w:val="252525"/>
        </w:rPr>
      </w:pPr>
    </w:p>
    <w:p w:rsidR="008817C9" w:rsidRPr="0018313D" w:rsidRDefault="008817C9" w:rsidP="00C45C6D">
      <w:pPr>
        <w:pStyle w:val="Sraopastraipa"/>
        <w:numPr>
          <w:ilvl w:val="0"/>
          <w:numId w:val="2"/>
        </w:numPr>
        <w:tabs>
          <w:tab w:val="left" w:pos="1134"/>
        </w:tabs>
        <w:ind w:left="0" w:firstLine="720"/>
        <w:jc w:val="both"/>
      </w:pPr>
      <w:r>
        <w:t>Paraiškas</w:t>
      </w:r>
      <w:r w:rsidR="00B95E4D">
        <w:t xml:space="preserve"> pagal šiame Apraše nustatytus reikalavimus vertina Plungės rajono savivaldybės administracijos direktoriaus įsakymu sudaryta </w:t>
      </w:r>
      <w:r>
        <w:t xml:space="preserve">Aplinkos apsaugos rėmimo specialiosios </w:t>
      </w:r>
      <w:r w:rsidRPr="0018313D">
        <w:t>programos lėšų naudojimo komisija</w:t>
      </w:r>
      <w:r w:rsidR="00B95E4D" w:rsidRPr="0018313D">
        <w:t xml:space="preserve"> (toliau – Komisija). </w:t>
      </w:r>
    </w:p>
    <w:p w:rsidR="00985F14" w:rsidRPr="0018313D" w:rsidRDefault="00985F14" w:rsidP="00C45C6D">
      <w:pPr>
        <w:pStyle w:val="Sraopastraipa"/>
        <w:numPr>
          <w:ilvl w:val="0"/>
          <w:numId w:val="2"/>
        </w:numPr>
        <w:tabs>
          <w:tab w:val="left" w:pos="1134"/>
        </w:tabs>
        <w:ind w:left="0" w:firstLine="720"/>
        <w:jc w:val="both"/>
      </w:pPr>
      <w:r w:rsidRPr="0018313D">
        <w:rPr>
          <w:rFonts w:eastAsia="Calibri"/>
        </w:rPr>
        <w:t xml:space="preserve">Komisijos darbo forma yra posėdžiai, </w:t>
      </w:r>
      <w:r w:rsidR="00806059">
        <w:rPr>
          <w:rFonts w:eastAsia="Calibri"/>
        </w:rPr>
        <w:t xml:space="preserve">kurie </w:t>
      </w:r>
      <w:r w:rsidRPr="0018313D">
        <w:rPr>
          <w:rFonts w:eastAsia="Calibri"/>
        </w:rPr>
        <w:t xml:space="preserve">gali būti organizuojami nuotoliniu ar kitokiu būdu. </w:t>
      </w:r>
      <w:r w:rsidR="00AF5361" w:rsidRPr="0018313D">
        <w:rPr>
          <w:rFonts w:eastAsia="Calibri"/>
        </w:rPr>
        <w:t xml:space="preserve">Komisijos posėdis organizuojamas ne vėliau kaip po 20 </w:t>
      </w:r>
      <w:r w:rsidR="007E6CBA" w:rsidRPr="0018313D">
        <w:rPr>
          <w:rFonts w:eastAsia="Calibri"/>
        </w:rPr>
        <w:t xml:space="preserve">(dvidešimt) </w:t>
      </w:r>
      <w:r w:rsidR="00AF5361" w:rsidRPr="0018313D">
        <w:rPr>
          <w:rFonts w:eastAsia="Calibri"/>
        </w:rPr>
        <w:t xml:space="preserve">darbo dienų </w:t>
      </w:r>
      <w:r w:rsidR="009C4156" w:rsidRPr="0018313D">
        <w:rPr>
          <w:rFonts w:eastAsia="Calibri"/>
        </w:rPr>
        <w:t xml:space="preserve">nuo </w:t>
      </w:r>
      <w:r w:rsidR="00AF5361" w:rsidRPr="0018313D">
        <w:rPr>
          <w:rFonts w:eastAsia="Calibri"/>
        </w:rPr>
        <w:t>kvietime nust</w:t>
      </w:r>
      <w:r w:rsidR="009C4156" w:rsidRPr="0018313D">
        <w:rPr>
          <w:rFonts w:eastAsia="Calibri"/>
        </w:rPr>
        <w:t>atyto paraiškų teikimo termino pabaigos</w:t>
      </w:r>
      <w:r w:rsidR="00AF5361" w:rsidRPr="0018313D">
        <w:rPr>
          <w:rFonts w:eastAsia="Calibri"/>
        </w:rPr>
        <w:t>.</w:t>
      </w:r>
    </w:p>
    <w:p w:rsidR="00FE53FA" w:rsidRDefault="00B95E4D" w:rsidP="00C45C6D">
      <w:pPr>
        <w:pStyle w:val="Sraopastraipa"/>
        <w:numPr>
          <w:ilvl w:val="0"/>
          <w:numId w:val="2"/>
        </w:numPr>
        <w:tabs>
          <w:tab w:val="left" w:pos="1134"/>
        </w:tabs>
        <w:ind w:left="0" w:firstLine="720"/>
        <w:jc w:val="both"/>
      </w:pPr>
      <w:r>
        <w:t>Pasibaigus kvietime nu</w:t>
      </w:r>
      <w:r w:rsidR="008817C9">
        <w:t>rodytam terminui teikti paraiškas</w:t>
      </w:r>
      <w:r>
        <w:t xml:space="preserve">, </w:t>
      </w:r>
      <w:r w:rsidR="00505059">
        <w:t>Savivaldybės administracijos tarnautojas, kuriam pavesta koordinuoti SAARS programą</w:t>
      </w:r>
      <w:r w:rsidR="001B7AD9">
        <w:t xml:space="preserve">, per </w:t>
      </w:r>
      <w:r w:rsidR="001B7AD9" w:rsidRPr="00F402B6">
        <w:t>1</w:t>
      </w:r>
      <w:r w:rsidRPr="00F402B6">
        <w:t xml:space="preserve">0 </w:t>
      </w:r>
      <w:r w:rsidR="001B7AD9" w:rsidRPr="00F402B6">
        <w:t>(</w:t>
      </w:r>
      <w:r w:rsidRPr="00F402B6">
        <w:t xml:space="preserve">dešimt) darbo </w:t>
      </w:r>
      <w:r>
        <w:t>dienų patikrin</w:t>
      </w:r>
      <w:r w:rsidR="00047D57">
        <w:t xml:space="preserve">a gautų </w:t>
      </w:r>
      <w:r w:rsidR="00047D57" w:rsidRPr="00434B07">
        <w:t>dokumentų tinkamumą, ir</w:t>
      </w:r>
      <w:r w:rsidRPr="00434B07">
        <w:t xml:space="preserve"> nustatęs pateiktų dokumentų trūkumus, informuoja </w:t>
      </w:r>
      <w:r w:rsidR="004D3172">
        <w:t>p</w:t>
      </w:r>
      <w:r w:rsidRPr="00434B07">
        <w:t xml:space="preserve">areiškėjus. </w:t>
      </w:r>
      <w:r w:rsidRPr="00434B07">
        <w:lastRenderedPageBreak/>
        <w:t xml:space="preserve">Pareiškėjai per 5 (penkias) darbo dienas </w:t>
      </w:r>
      <w:r>
        <w:t xml:space="preserve">privalo </w:t>
      </w:r>
      <w:r w:rsidR="00FE53FA">
        <w:t xml:space="preserve">patikslinti paraiškas ir </w:t>
      </w:r>
      <w:r>
        <w:t>pašalinti pateiktų dokumentų trūkumus.</w:t>
      </w:r>
    </w:p>
    <w:p w:rsidR="00353618" w:rsidRPr="0018313D" w:rsidRDefault="00FE53FA" w:rsidP="00C45C6D">
      <w:pPr>
        <w:pStyle w:val="Sraopastraipa"/>
        <w:numPr>
          <w:ilvl w:val="0"/>
          <w:numId w:val="2"/>
        </w:numPr>
        <w:tabs>
          <w:tab w:val="left" w:pos="1134"/>
        </w:tabs>
        <w:ind w:left="0" w:firstLine="720"/>
        <w:jc w:val="both"/>
      </w:pPr>
      <w:r>
        <w:t>Nepatikslinto</w:t>
      </w:r>
      <w:r w:rsidR="00806059">
        <w:t>s</w:t>
      </w:r>
      <w:r>
        <w:t xml:space="preserve"> </w:t>
      </w:r>
      <w:r w:rsidRPr="0018313D">
        <w:t>p</w:t>
      </w:r>
      <w:r w:rsidR="00BE6BE1" w:rsidRPr="0018313D">
        <w:t>araiškos</w:t>
      </w:r>
      <w:r w:rsidRPr="0018313D">
        <w:t xml:space="preserve"> ir paraiškos</w:t>
      </w:r>
      <w:r w:rsidR="00BE6BE1" w:rsidRPr="0018313D">
        <w:t>, kurios neatitinka Įstatyme nustatytų SAARS programos lėšų naudojimo priemonių bei</w:t>
      </w:r>
      <w:r w:rsidR="00FC4088" w:rsidRPr="0018313D">
        <w:t xml:space="preserve"> </w:t>
      </w:r>
      <w:r w:rsidR="00B95EBD" w:rsidRPr="0018313D">
        <w:t>Lėšų naudojimo rekomendacijose</w:t>
      </w:r>
      <w:r w:rsidR="00BE6BE1" w:rsidRPr="0018313D">
        <w:t xml:space="preserve"> nustatytų priemonių</w:t>
      </w:r>
      <w:r w:rsidR="004A78E6">
        <w:t xml:space="preserve">, </w:t>
      </w:r>
      <w:r w:rsidR="00C2715C" w:rsidRPr="0018313D">
        <w:t>nefinansuojamos</w:t>
      </w:r>
      <w:r w:rsidR="00BE6BE1" w:rsidRPr="0018313D">
        <w:t>.</w:t>
      </w:r>
      <w:r w:rsidR="00FF5594" w:rsidRPr="0018313D">
        <w:t xml:space="preserve"> Tokiu atveju Komisijos nariai</w:t>
      </w:r>
      <w:r w:rsidR="004A78E6">
        <w:t>,</w:t>
      </w:r>
      <w:r w:rsidR="00FF5594" w:rsidRPr="0018313D">
        <w:t xml:space="preserve"> pildydami paraiškų vertinimo anketas (Aprašo </w:t>
      </w:r>
      <w:r w:rsidR="00337D58" w:rsidRPr="0018313D">
        <w:t>2</w:t>
      </w:r>
      <w:r w:rsidR="00337D58">
        <w:t xml:space="preserve"> </w:t>
      </w:r>
      <w:r w:rsidR="00FF5594" w:rsidRPr="0018313D">
        <w:t>priedas)</w:t>
      </w:r>
      <w:r w:rsidR="004A78E6">
        <w:t>,</w:t>
      </w:r>
      <w:r w:rsidR="00FF5594" w:rsidRPr="0018313D">
        <w:t xml:space="preserve"> pirmame ir/ar ant</w:t>
      </w:r>
      <w:r w:rsidR="002B3B0F" w:rsidRPr="0018313D">
        <w:t>rame vertinimų kriterijų punkte skiria 0 balų ir tokios paraiškos toliau nevertinamos.</w:t>
      </w:r>
    </w:p>
    <w:p w:rsidR="00E17FB0" w:rsidRPr="0018313D" w:rsidRDefault="006C2C6E" w:rsidP="00C45C6D">
      <w:pPr>
        <w:pStyle w:val="Sraopastraipa"/>
        <w:numPr>
          <w:ilvl w:val="0"/>
          <w:numId w:val="2"/>
        </w:numPr>
        <w:tabs>
          <w:tab w:val="left" w:pos="1134"/>
        </w:tabs>
        <w:ind w:left="0" w:firstLine="720"/>
        <w:jc w:val="both"/>
      </w:pPr>
      <w:r>
        <w:t>Pareiškėjų, kurie ankstesniais metais nepanaudojo projektams vykdyti skirtų lėšų, ar neatsiskait</w:t>
      </w:r>
      <w:r w:rsidR="00D360EE">
        <w:t>ė</w:t>
      </w:r>
      <w:r>
        <w:t xml:space="preserve"> už projektams vykdyti skirtų lėšų panaudojimą nustatyta tvarka, ir/ar gautos lėšos buvo panaudotos ne pagal paskirtį, nevykdė </w:t>
      </w:r>
      <w:r w:rsidRPr="0018313D">
        <w:t xml:space="preserve">kitų įsipareigojimų, </w:t>
      </w:r>
      <w:r w:rsidR="00D360EE" w:rsidRPr="0018313D">
        <w:t xml:space="preserve">paraiškos </w:t>
      </w:r>
      <w:r w:rsidRPr="0018313D">
        <w:t>nevertinamos.</w:t>
      </w:r>
    </w:p>
    <w:p w:rsidR="004930B0" w:rsidRPr="0018313D" w:rsidRDefault="004930B0" w:rsidP="00C45C6D">
      <w:pPr>
        <w:pStyle w:val="Sraopastraipa"/>
        <w:numPr>
          <w:ilvl w:val="0"/>
          <w:numId w:val="2"/>
        </w:numPr>
        <w:tabs>
          <w:tab w:val="left" w:pos="1134"/>
        </w:tabs>
        <w:ind w:left="0" w:firstLine="720"/>
        <w:jc w:val="both"/>
      </w:pPr>
      <w:r w:rsidRPr="0018313D">
        <w:t>Tokiu atveju</w:t>
      </w:r>
      <w:r w:rsidR="004A78E6">
        <w:t>,</w:t>
      </w:r>
      <w:r w:rsidRPr="0018313D">
        <w:t xml:space="preserve"> jei tai pačiai teritorijai tvarkyti ar tam pačiam</w:t>
      </w:r>
      <w:r w:rsidR="004D3172">
        <w:t xml:space="preserve"> p</w:t>
      </w:r>
      <w:r w:rsidRPr="0018313D">
        <w:t>rojektui įgyvendinti paraiškas pateikia daugiau nei viena organizacija, tai vertinama tik viena</w:t>
      </w:r>
      <w:r w:rsidR="00F94190" w:rsidRPr="0018313D">
        <w:t xml:space="preserve"> pirma pateikta paraiška (žiūrima pagal dokumento registracijos datą Savivaldybės dokumentų valdymo sistemoje).</w:t>
      </w:r>
    </w:p>
    <w:p w:rsidR="00912C7F" w:rsidRPr="00434B07" w:rsidRDefault="00F66978" w:rsidP="00C45C6D">
      <w:pPr>
        <w:pStyle w:val="Sraopastraipa"/>
        <w:numPr>
          <w:ilvl w:val="0"/>
          <w:numId w:val="2"/>
        </w:numPr>
        <w:tabs>
          <w:tab w:val="left" w:pos="1134"/>
        </w:tabs>
        <w:ind w:left="0" w:firstLine="720"/>
        <w:jc w:val="both"/>
      </w:pPr>
      <w:r>
        <w:t xml:space="preserve">Paraiškos yra vertinamos balais. Maksimalus galimas balų skaičius vienam </w:t>
      </w:r>
      <w:r w:rsidRPr="00434B07">
        <w:t xml:space="preserve">projektui </w:t>
      </w:r>
      <w:r w:rsidR="004A78E6">
        <w:t xml:space="preserve">– </w:t>
      </w:r>
      <w:r w:rsidR="0044359A" w:rsidRPr="00434B07">
        <w:t>14</w:t>
      </w:r>
      <w:r w:rsidRPr="00434B07">
        <w:t xml:space="preserve"> balų. </w:t>
      </w:r>
      <w:r w:rsidR="00E17FB0" w:rsidRPr="00434B07">
        <w:t>Kiekvienas Komisijos narys iki posėdžio pradžios individualiai susipažįsta su gautomis paraiškomis ir užpi</w:t>
      </w:r>
      <w:r w:rsidR="00D86C5A" w:rsidRPr="00434B07">
        <w:t>ldo paraiškų vertinimo anketą (Aprašo</w:t>
      </w:r>
      <w:r w:rsidR="00E17FB0" w:rsidRPr="00434B07">
        <w:t xml:space="preserve"> </w:t>
      </w:r>
      <w:r w:rsidR="00337D58" w:rsidRPr="00434B07">
        <w:t>2</w:t>
      </w:r>
      <w:r w:rsidR="00337D58">
        <w:t xml:space="preserve"> </w:t>
      </w:r>
      <w:r w:rsidR="00E17FB0" w:rsidRPr="00434B07">
        <w:t>priedas).</w:t>
      </w:r>
    </w:p>
    <w:p w:rsidR="001528DA" w:rsidRDefault="001528DA" w:rsidP="00C45C6D">
      <w:pPr>
        <w:pStyle w:val="Sraopastraipa"/>
        <w:numPr>
          <w:ilvl w:val="0"/>
          <w:numId w:val="2"/>
        </w:numPr>
        <w:tabs>
          <w:tab w:val="left" w:pos="1134"/>
        </w:tabs>
        <w:ind w:left="0" w:firstLine="720"/>
        <w:jc w:val="both"/>
      </w:pPr>
      <w:r w:rsidRPr="000B31B9">
        <w:t>Komisijos narys turi teisę vienai iš paraiškų, kuri</w:t>
      </w:r>
      <w:r w:rsidR="0094517F">
        <w:t>,</w:t>
      </w:r>
      <w:r w:rsidRPr="000B31B9">
        <w:t xml:space="preserve"> jo subjektyvia nuomone</w:t>
      </w:r>
      <w:r w:rsidR="0094517F">
        <w:t>,</w:t>
      </w:r>
      <w:r w:rsidRPr="000B31B9">
        <w:t xml:space="preserve"> </w:t>
      </w:r>
      <w:r w:rsidR="000B31B9" w:rsidRPr="000B31B9">
        <w:t>visuomenės atžvilgiu naudingiausia</w:t>
      </w:r>
      <w:r w:rsidR="007407C6" w:rsidRPr="000B31B9">
        <w:t>,</w:t>
      </w:r>
      <w:r w:rsidRPr="000B31B9">
        <w:t xml:space="preserve"> skirti </w:t>
      </w:r>
      <w:r w:rsidRPr="00434B07">
        <w:t xml:space="preserve">2 papildomus </w:t>
      </w:r>
      <w:r w:rsidRPr="005354BF">
        <w:t>balus.</w:t>
      </w:r>
    </w:p>
    <w:p w:rsidR="00912C7F" w:rsidRPr="00434B07" w:rsidRDefault="00912C7F" w:rsidP="00C45C6D">
      <w:pPr>
        <w:pStyle w:val="Sraopastraipa"/>
        <w:numPr>
          <w:ilvl w:val="0"/>
          <w:numId w:val="2"/>
        </w:numPr>
        <w:tabs>
          <w:tab w:val="left" w:pos="1134"/>
        </w:tabs>
        <w:ind w:left="0" w:firstLine="720"/>
        <w:jc w:val="both"/>
      </w:pPr>
      <w:r w:rsidRPr="005354BF">
        <w:t>Komisijos sekretorius parengia paraišk</w:t>
      </w:r>
      <w:r>
        <w:t xml:space="preserve">ų vertinimo suvestinę </w:t>
      </w:r>
      <w:r w:rsidRPr="00434B07">
        <w:t xml:space="preserve">lentelę (Aprašo </w:t>
      </w:r>
      <w:r w:rsidR="00337D58" w:rsidRPr="00434B07">
        <w:t>3</w:t>
      </w:r>
      <w:r w:rsidR="00337D58">
        <w:t xml:space="preserve"> </w:t>
      </w:r>
      <w:r w:rsidRPr="00434B07">
        <w:t>priedas).</w:t>
      </w:r>
    </w:p>
    <w:p w:rsidR="008A43A1" w:rsidRDefault="00E17FB0" w:rsidP="00C45C6D">
      <w:pPr>
        <w:pStyle w:val="Sraopastraipa"/>
        <w:numPr>
          <w:ilvl w:val="0"/>
          <w:numId w:val="2"/>
        </w:numPr>
        <w:tabs>
          <w:tab w:val="left" w:pos="1134"/>
        </w:tabs>
        <w:ind w:left="0" w:firstLine="720"/>
        <w:jc w:val="both"/>
      </w:pPr>
      <w:r w:rsidRPr="00FA4C0A">
        <w:t>Paraiškos finansuojamos eilės tvarka pagal didžiausią surinktų balų skaičių.</w:t>
      </w:r>
    </w:p>
    <w:p w:rsidR="00E33195" w:rsidRDefault="008A43A1" w:rsidP="00C45C6D">
      <w:pPr>
        <w:pStyle w:val="Sraopastraipa"/>
        <w:numPr>
          <w:ilvl w:val="0"/>
          <w:numId w:val="2"/>
        </w:numPr>
        <w:tabs>
          <w:tab w:val="left" w:pos="1134"/>
        </w:tabs>
        <w:ind w:left="0" w:firstLine="720"/>
        <w:jc w:val="both"/>
      </w:pPr>
      <w:r w:rsidRPr="005354BF">
        <w:t xml:space="preserve">Dėl </w:t>
      </w:r>
      <w:r w:rsidR="004D3172">
        <w:t>p</w:t>
      </w:r>
      <w:r w:rsidRPr="005354BF">
        <w:t>araiškų finansavimo, kurios surinko vienodą balų skaičių, sprendimas priimamas pagal Komisijos narių balsų daugumą.</w:t>
      </w:r>
      <w:r w:rsidRPr="00B608D5">
        <w:t xml:space="preserve"> </w:t>
      </w:r>
      <w:r w:rsidRPr="005F7DDB">
        <w:t>Balsams pasiskirsčius po lygiai, lemia Komisijos pirmininko balsas.</w:t>
      </w:r>
    </w:p>
    <w:p w:rsidR="008A43A1" w:rsidRDefault="008A43A1" w:rsidP="00C45C6D">
      <w:pPr>
        <w:pStyle w:val="Sraopastraipa"/>
        <w:numPr>
          <w:ilvl w:val="0"/>
          <w:numId w:val="2"/>
        </w:numPr>
        <w:tabs>
          <w:tab w:val="left" w:pos="1134"/>
        </w:tabs>
        <w:ind w:left="0" w:firstLine="720"/>
        <w:jc w:val="both"/>
      </w:pPr>
      <w:r w:rsidRPr="00FA4C0A">
        <w:t>Komisijos nariai</w:t>
      </w:r>
      <w:r>
        <w:t>,</w:t>
      </w:r>
      <w:r w:rsidRPr="00FA4C0A">
        <w:t xml:space="preserve"> nustatę, kad pagal numatomas surinkti </w:t>
      </w:r>
      <w:r>
        <w:t>SAARS programos</w:t>
      </w:r>
      <w:r w:rsidRPr="00FA4C0A">
        <w:t xml:space="preserve"> lėšas nebus galimybės tenkinti visų paraiškų, bei nustatę, kad paraiškose, kurios surinko mažiau balų</w:t>
      </w:r>
      <w:r>
        <w:t>,</w:t>
      </w:r>
      <w:r w:rsidRPr="00FA4C0A">
        <w:t xml:space="preserve"> numatytos aplinkosauginės priemonės svarbios, siekiant optimaliai panaudoti lėšas, gali balsų dauguma priimti sprendimą dėl dalinio paraiškų finansavimo.</w:t>
      </w:r>
    </w:p>
    <w:p w:rsidR="00051C70" w:rsidRDefault="00051C70" w:rsidP="00C45C6D">
      <w:pPr>
        <w:pStyle w:val="Sraopastraipa"/>
        <w:numPr>
          <w:ilvl w:val="0"/>
          <w:numId w:val="2"/>
        </w:numPr>
        <w:tabs>
          <w:tab w:val="left" w:pos="1134"/>
        </w:tabs>
        <w:ind w:left="0" w:firstLine="720"/>
        <w:jc w:val="both"/>
      </w:pPr>
      <w:r>
        <w:t xml:space="preserve">Komisija įvertinusi paraiškas </w:t>
      </w:r>
      <w:r w:rsidR="00260F97">
        <w:t xml:space="preserve">teikia siūlymą </w:t>
      </w:r>
      <w:r>
        <w:t>Savivaldybės administracijos direktoriui dėl lėšų skyrimo paraiškų finansavimui.</w:t>
      </w:r>
    </w:p>
    <w:p w:rsidR="00A476D3" w:rsidRPr="0018313D" w:rsidRDefault="00D00127" w:rsidP="00C45C6D">
      <w:pPr>
        <w:pStyle w:val="Sraopastraipa"/>
        <w:numPr>
          <w:ilvl w:val="0"/>
          <w:numId w:val="2"/>
        </w:numPr>
        <w:tabs>
          <w:tab w:val="left" w:pos="1134"/>
          <w:tab w:val="left" w:pos="1584"/>
          <w:tab w:val="left" w:pos="1704"/>
        </w:tabs>
        <w:ind w:left="0" w:firstLine="720"/>
        <w:jc w:val="both"/>
        <w:rPr>
          <w:szCs w:val="24"/>
        </w:rPr>
      </w:pPr>
      <w:r>
        <w:t xml:space="preserve">Pareiškėjai informuojami raštu apie paraiškos finansavimą </w:t>
      </w:r>
      <w:r w:rsidR="008F3FCF">
        <w:t xml:space="preserve">po to, kai </w:t>
      </w:r>
      <w:r>
        <w:t>SAARS programos</w:t>
      </w:r>
      <w:r w:rsidR="008F3FCF">
        <w:t xml:space="preserve"> priemonių p</w:t>
      </w:r>
      <w:r>
        <w:t>laną</w:t>
      </w:r>
      <w:r w:rsidR="00A476D3">
        <w:t xml:space="preserve"> (sąmatą)</w:t>
      </w:r>
      <w:r>
        <w:t xml:space="preserve"> patvirtina S</w:t>
      </w:r>
      <w:r w:rsidR="008F3FCF">
        <w:t>avivaldybės taryba</w:t>
      </w:r>
      <w:r>
        <w:t xml:space="preserve"> bei</w:t>
      </w:r>
      <w:r w:rsidR="00897987">
        <w:t>, kai</w:t>
      </w:r>
      <w:r>
        <w:t xml:space="preserve"> </w:t>
      </w:r>
      <w:r w:rsidR="00A476D3">
        <w:rPr>
          <w:szCs w:val="24"/>
        </w:rPr>
        <w:t>p</w:t>
      </w:r>
      <w:r w:rsidR="00A476D3" w:rsidRPr="00916AB1">
        <w:rPr>
          <w:szCs w:val="24"/>
        </w:rPr>
        <w:t xml:space="preserve">agal Savivaldybės tarybos sprendimu patvirtintą SAARS </w:t>
      </w:r>
      <w:r w:rsidR="00A476D3" w:rsidRPr="0018313D">
        <w:rPr>
          <w:szCs w:val="24"/>
        </w:rPr>
        <w:t>programos priemonių planą (sąmatą) lėšas aplinkosaugos projektams įgyvendinti skiriamos Savivaldybės administracijos direktoriaus įsakymu.</w:t>
      </w:r>
    </w:p>
    <w:p w:rsidR="009638AE" w:rsidRPr="0018313D" w:rsidRDefault="0020329F" w:rsidP="000F1CF8">
      <w:pPr>
        <w:pStyle w:val="Sraopastraipa"/>
        <w:numPr>
          <w:ilvl w:val="0"/>
          <w:numId w:val="2"/>
        </w:numPr>
        <w:tabs>
          <w:tab w:val="left" w:pos="1134"/>
          <w:tab w:val="left" w:pos="1584"/>
          <w:tab w:val="left" w:pos="1704"/>
        </w:tabs>
        <w:ind w:left="0" w:firstLine="720"/>
        <w:jc w:val="both"/>
        <w:rPr>
          <w:szCs w:val="24"/>
        </w:rPr>
      </w:pPr>
      <w:r w:rsidRPr="0018313D">
        <w:rPr>
          <w:szCs w:val="24"/>
        </w:rPr>
        <w:t>Pareiškėjams, kuriems finansavimas neskiriamas, raštu pateikiamas</w:t>
      </w:r>
      <w:r w:rsidR="00C45C6D" w:rsidRPr="0018313D">
        <w:rPr>
          <w:szCs w:val="24"/>
        </w:rPr>
        <w:t xml:space="preserve"> atsakymas ir nurodomos priežastys.</w:t>
      </w:r>
    </w:p>
    <w:p w:rsidR="000F1CF8" w:rsidRPr="0018313D" w:rsidRDefault="00370027" w:rsidP="000F1CF8">
      <w:pPr>
        <w:pStyle w:val="Sraopastraipa"/>
        <w:numPr>
          <w:ilvl w:val="0"/>
          <w:numId w:val="2"/>
        </w:numPr>
        <w:tabs>
          <w:tab w:val="left" w:pos="1134"/>
          <w:tab w:val="left" w:pos="1584"/>
          <w:tab w:val="left" w:pos="1704"/>
        </w:tabs>
        <w:ind w:left="0" w:firstLine="720"/>
        <w:jc w:val="both"/>
        <w:rPr>
          <w:szCs w:val="24"/>
        </w:rPr>
      </w:pPr>
      <w:r w:rsidRPr="0018313D">
        <w:rPr>
          <w:szCs w:val="24"/>
        </w:rPr>
        <w:t>Jei įvertinus gautas paraiškas SAARS programoje lieka nepaskirstytų lėšų</w:t>
      </w:r>
      <w:r w:rsidR="002A4FA5" w:rsidRPr="0018313D">
        <w:rPr>
          <w:szCs w:val="24"/>
        </w:rPr>
        <w:t>, tai</w:t>
      </w:r>
      <w:r w:rsidRPr="0018313D">
        <w:rPr>
          <w:szCs w:val="24"/>
        </w:rPr>
        <w:t xml:space="preserve"> </w:t>
      </w:r>
      <w:r w:rsidR="009638AE" w:rsidRPr="0018313D">
        <w:rPr>
          <w:szCs w:val="24"/>
          <w:lang w:eastAsia="lt-LT"/>
        </w:rPr>
        <w:t>Savivaldybės administracija</w:t>
      </w:r>
      <w:r w:rsidR="009638AE" w:rsidRPr="0018313D">
        <w:rPr>
          <w:lang w:eastAsia="lt-LT"/>
        </w:rPr>
        <w:t xml:space="preserve"> </w:t>
      </w:r>
      <w:r w:rsidR="002A4FA5" w:rsidRPr="0018313D">
        <w:rPr>
          <w:lang w:eastAsia="lt-LT"/>
        </w:rPr>
        <w:t>pasilieka teisę</w:t>
      </w:r>
      <w:r w:rsidR="001960E8" w:rsidRPr="0018313D">
        <w:rPr>
          <w:lang w:eastAsia="lt-LT"/>
        </w:rPr>
        <w:t>,</w:t>
      </w:r>
      <w:r w:rsidR="002A4FA5" w:rsidRPr="0018313D">
        <w:rPr>
          <w:lang w:eastAsia="lt-LT"/>
        </w:rPr>
        <w:t xml:space="preserve"> </w:t>
      </w:r>
      <w:r w:rsidR="00E50BC4" w:rsidRPr="0018313D">
        <w:rPr>
          <w:lang w:eastAsia="lt-LT"/>
        </w:rPr>
        <w:t>Aprašo nustatyta tvarka</w:t>
      </w:r>
      <w:r w:rsidR="001960E8" w:rsidRPr="0018313D">
        <w:rPr>
          <w:lang w:eastAsia="lt-LT"/>
        </w:rPr>
        <w:t>,</w:t>
      </w:r>
      <w:r w:rsidR="00E50BC4" w:rsidRPr="0018313D">
        <w:rPr>
          <w:lang w:eastAsia="lt-LT"/>
        </w:rPr>
        <w:t xml:space="preserve"> </w:t>
      </w:r>
      <w:r w:rsidR="002A4FA5" w:rsidRPr="0018313D">
        <w:rPr>
          <w:lang w:eastAsia="lt-LT"/>
        </w:rPr>
        <w:t>skelbti pakartotinį kvietimą</w:t>
      </w:r>
      <w:r w:rsidR="002A4FA5" w:rsidRPr="0018313D">
        <w:t xml:space="preserve"> teikti paraiškas aplinkosaugos projektams įgyvendinti</w:t>
      </w:r>
      <w:r w:rsidR="00E50BC4" w:rsidRPr="0018313D">
        <w:t>.</w:t>
      </w:r>
    </w:p>
    <w:p w:rsidR="00B95EBD" w:rsidRDefault="00B95EBD" w:rsidP="00353238">
      <w:pPr>
        <w:ind w:firstLine="720"/>
        <w:jc w:val="both"/>
        <w:rPr>
          <w:b/>
          <w:color w:val="252525"/>
        </w:rPr>
      </w:pPr>
    </w:p>
    <w:p w:rsidR="00C6010E" w:rsidRDefault="007501EE" w:rsidP="000F518A">
      <w:pPr>
        <w:jc w:val="center"/>
        <w:rPr>
          <w:b/>
        </w:rPr>
      </w:pPr>
      <w:r w:rsidRPr="006E55C5">
        <w:rPr>
          <w:b/>
        </w:rPr>
        <w:t>V</w:t>
      </w:r>
      <w:r w:rsidR="00C6010E">
        <w:rPr>
          <w:b/>
        </w:rPr>
        <w:t xml:space="preserve"> SKYRIUS</w:t>
      </w:r>
    </w:p>
    <w:p w:rsidR="00B95EBD" w:rsidRDefault="003729DC" w:rsidP="000F518A">
      <w:pPr>
        <w:jc w:val="center"/>
        <w:rPr>
          <w:b/>
        </w:rPr>
      </w:pPr>
      <w:r w:rsidRPr="006E55C5">
        <w:rPr>
          <w:b/>
        </w:rPr>
        <w:t xml:space="preserve">SUTARČIŲ </w:t>
      </w:r>
      <w:r w:rsidR="00353238">
        <w:rPr>
          <w:b/>
        </w:rPr>
        <w:t xml:space="preserve">SUDARYMAS </w:t>
      </w:r>
      <w:r w:rsidR="007F1547">
        <w:rPr>
          <w:b/>
        </w:rPr>
        <w:t xml:space="preserve">SU PROJEKTŲ VYKDYTOJAIS </w:t>
      </w:r>
      <w:r w:rsidRPr="006E55C5">
        <w:rPr>
          <w:b/>
        </w:rPr>
        <w:t>IR ATSISKAITYMAS</w:t>
      </w:r>
    </w:p>
    <w:p w:rsidR="00353238" w:rsidRPr="006E55C5" w:rsidRDefault="00353238" w:rsidP="00353238">
      <w:pPr>
        <w:ind w:firstLine="720"/>
        <w:jc w:val="both"/>
        <w:rPr>
          <w:b/>
        </w:rPr>
      </w:pPr>
    </w:p>
    <w:p w:rsidR="003729DC" w:rsidRDefault="003729DC" w:rsidP="000072B1">
      <w:pPr>
        <w:pStyle w:val="Sraopastraipa"/>
        <w:numPr>
          <w:ilvl w:val="0"/>
          <w:numId w:val="2"/>
        </w:numPr>
        <w:tabs>
          <w:tab w:val="left" w:pos="1134"/>
          <w:tab w:val="left" w:pos="1584"/>
          <w:tab w:val="left" w:pos="1704"/>
        </w:tabs>
        <w:ind w:left="0" w:firstLine="720"/>
        <w:jc w:val="both"/>
        <w:rPr>
          <w:szCs w:val="24"/>
        </w:rPr>
      </w:pPr>
      <w:r w:rsidRPr="006E55C5">
        <w:rPr>
          <w:szCs w:val="24"/>
        </w:rPr>
        <w:t>Su pareiškėjais, kuriems skiriamas finansavimas aplinkosaugos projektams įgyvendinti, sudaromos Savivaldybės biudžeto aplinkos apsaugos rėmimo specialiosios programos lėšų naudojimo sutartys</w:t>
      </w:r>
      <w:r w:rsidR="00A028FF">
        <w:rPr>
          <w:szCs w:val="24"/>
        </w:rPr>
        <w:t xml:space="preserve"> (toliau – Sutartis)</w:t>
      </w:r>
      <w:r w:rsidRPr="006E55C5">
        <w:rPr>
          <w:szCs w:val="24"/>
        </w:rPr>
        <w:t>.</w:t>
      </w:r>
    </w:p>
    <w:p w:rsidR="00353238" w:rsidRDefault="00A028FF" w:rsidP="000072B1">
      <w:pPr>
        <w:pStyle w:val="Sraopastraipa"/>
        <w:numPr>
          <w:ilvl w:val="0"/>
          <w:numId w:val="2"/>
        </w:numPr>
        <w:tabs>
          <w:tab w:val="left" w:pos="1134"/>
          <w:tab w:val="left" w:pos="1584"/>
          <w:tab w:val="left" w:pos="1704"/>
        </w:tabs>
        <w:ind w:left="0" w:firstLine="720"/>
        <w:jc w:val="both"/>
        <w:rPr>
          <w:szCs w:val="24"/>
        </w:rPr>
      </w:pPr>
      <w:r>
        <w:rPr>
          <w:szCs w:val="24"/>
        </w:rPr>
        <w:t xml:space="preserve">Projekto vykdytojas po </w:t>
      </w:r>
      <w:r w:rsidR="00C21A79">
        <w:rPr>
          <w:szCs w:val="24"/>
        </w:rPr>
        <w:t xml:space="preserve">Sutarties sudarymo Savivaldybės </w:t>
      </w:r>
      <w:r w:rsidR="00C21A79" w:rsidRPr="00E86744">
        <w:rPr>
          <w:snapToGrid w:val="0"/>
          <w:szCs w:val="24"/>
        </w:rPr>
        <w:t>Buhalter</w:t>
      </w:r>
      <w:r w:rsidR="004F42E7">
        <w:rPr>
          <w:snapToGrid w:val="0"/>
          <w:szCs w:val="24"/>
        </w:rPr>
        <w:t>inės apskaitos skyriui iki p</w:t>
      </w:r>
      <w:r w:rsidR="00C21A79">
        <w:rPr>
          <w:snapToGrid w:val="0"/>
          <w:szCs w:val="24"/>
        </w:rPr>
        <w:t xml:space="preserve">rojekto vykdymo pradžios </w:t>
      </w:r>
      <w:r w:rsidR="004F42E7">
        <w:rPr>
          <w:snapToGrid w:val="0"/>
          <w:szCs w:val="24"/>
        </w:rPr>
        <w:t xml:space="preserve">turi </w:t>
      </w:r>
      <w:r w:rsidR="00C21A79">
        <w:rPr>
          <w:snapToGrid w:val="0"/>
          <w:szCs w:val="24"/>
        </w:rPr>
        <w:t xml:space="preserve">pateikti </w:t>
      </w:r>
      <w:r w:rsidR="00C21A79">
        <w:rPr>
          <w:szCs w:val="24"/>
        </w:rPr>
        <w:t>programos sąmatą</w:t>
      </w:r>
      <w:r w:rsidR="004F42E7">
        <w:rPr>
          <w:szCs w:val="24"/>
        </w:rPr>
        <w:t>.</w:t>
      </w:r>
    </w:p>
    <w:p w:rsidR="004F42E7" w:rsidRPr="000C5611" w:rsidRDefault="004F42E7" w:rsidP="000072B1">
      <w:pPr>
        <w:pStyle w:val="Sraopastraipa"/>
        <w:numPr>
          <w:ilvl w:val="0"/>
          <w:numId w:val="2"/>
        </w:numPr>
        <w:tabs>
          <w:tab w:val="left" w:pos="1134"/>
          <w:tab w:val="left" w:pos="1584"/>
          <w:tab w:val="left" w:pos="1704"/>
        </w:tabs>
        <w:ind w:left="0" w:firstLine="720"/>
        <w:jc w:val="both"/>
        <w:rPr>
          <w:szCs w:val="24"/>
        </w:rPr>
      </w:pPr>
      <w:r>
        <w:rPr>
          <w:szCs w:val="24"/>
        </w:rPr>
        <w:t>Projekto vykdytojas įgyvendinęs projektą</w:t>
      </w:r>
      <w:r w:rsidR="000C5611" w:rsidRPr="000C5611">
        <w:rPr>
          <w:szCs w:val="24"/>
        </w:rPr>
        <w:t xml:space="preserve"> </w:t>
      </w:r>
      <w:r w:rsidR="000C5611">
        <w:rPr>
          <w:szCs w:val="24"/>
        </w:rPr>
        <w:t xml:space="preserve">Savivaldybės </w:t>
      </w:r>
      <w:r w:rsidR="000C5611" w:rsidRPr="00E86744">
        <w:rPr>
          <w:snapToGrid w:val="0"/>
          <w:szCs w:val="24"/>
        </w:rPr>
        <w:t>Buhalter</w:t>
      </w:r>
      <w:r w:rsidR="000C5611">
        <w:rPr>
          <w:snapToGrid w:val="0"/>
          <w:szCs w:val="24"/>
        </w:rPr>
        <w:t>inės apskaitos skyriui turi pateikti šiuos dokumentus:</w:t>
      </w:r>
    </w:p>
    <w:p w:rsidR="000C5611" w:rsidRPr="000C5611" w:rsidRDefault="000C5611" w:rsidP="000072B1">
      <w:pPr>
        <w:pStyle w:val="Sraopastraipa"/>
        <w:numPr>
          <w:ilvl w:val="1"/>
          <w:numId w:val="2"/>
        </w:numPr>
        <w:tabs>
          <w:tab w:val="left" w:pos="1134"/>
          <w:tab w:val="left" w:pos="1276"/>
          <w:tab w:val="left" w:pos="1704"/>
        </w:tabs>
        <w:ind w:left="0" w:firstLine="720"/>
        <w:jc w:val="both"/>
        <w:rPr>
          <w:szCs w:val="24"/>
        </w:rPr>
      </w:pPr>
      <w:r w:rsidRPr="00E86744">
        <w:rPr>
          <w:snapToGrid w:val="0"/>
          <w:szCs w:val="24"/>
        </w:rPr>
        <w:t>buhalterinės apskaitos dokumentų, pagrindžiančių biudžeto lėšų f</w:t>
      </w:r>
      <w:r>
        <w:rPr>
          <w:snapToGrid w:val="0"/>
          <w:szCs w:val="24"/>
        </w:rPr>
        <w:t>aktinį panaudojimą, suvestinę;</w:t>
      </w:r>
    </w:p>
    <w:p w:rsidR="000C5611" w:rsidRPr="000C5611" w:rsidRDefault="000C5611" w:rsidP="000072B1">
      <w:pPr>
        <w:pStyle w:val="Sraopastraipa"/>
        <w:numPr>
          <w:ilvl w:val="1"/>
          <w:numId w:val="2"/>
        </w:numPr>
        <w:tabs>
          <w:tab w:val="left" w:pos="1134"/>
          <w:tab w:val="left" w:pos="1276"/>
          <w:tab w:val="left" w:pos="1704"/>
        </w:tabs>
        <w:ind w:left="0" w:firstLine="720"/>
        <w:jc w:val="both"/>
        <w:rPr>
          <w:szCs w:val="24"/>
        </w:rPr>
      </w:pPr>
      <w:r w:rsidRPr="00E86744">
        <w:rPr>
          <w:snapToGrid w:val="0"/>
          <w:szCs w:val="24"/>
        </w:rPr>
        <w:t>sutrumpintą biudžeto išlaidų sąmatos vykdymo ataskaitą</w:t>
      </w:r>
      <w:r>
        <w:rPr>
          <w:snapToGrid w:val="0"/>
          <w:szCs w:val="24"/>
        </w:rPr>
        <w:t>;</w:t>
      </w:r>
    </w:p>
    <w:p w:rsidR="000C5611" w:rsidRDefault="000C5611" w:rsidP="000072B1">
      <w:pPr>
        <w:pStyle w:val="Sraopastraipa"/>
        <w:numPr>
          <w:ilvl w:val="0"/>
          <w:numId w:val="2"/>
        </w:numPr>
        <w:tabs>
          <w:tab w:val="left" w:pos="1134"/>
          <w:tab w:val="left" w:pos="1584"/>
          <w:tab w:val="left" w:pos="1704"/>
        </w:tabs>
        <w:ind w:left="0" w:firstLine="720"/>
        <w:jc w:val="both"/>
        <w:rPr>
          <w:szCs w:val="24"/>
        </w:rPr>
      </w:pPr>
      <w:r w:rsidRPr="00434B07">
        <w:rPr>
          <w:szCs w:val="24"/>
        </w:rPr>
        <w:lastRenderedPageBreak/>
        <w:t xml:space="preserve">Aprašo </w:t>
      </w:r>
      <w:r w:rsidR="0059658A">
        <w:rPr>
          <w:szCs w:val="24"/>
        </w:rPr>
        <w:t>45</w:t>
      </w:r>
      <w:r w:rsidRPr="00434B07">
        <w:rPr>
          <w:szCs w:val="24"/>
        </w:rPr>
        <w:t xml:space="preserve"> ir </w:t>
      </w:r>
      <w:r w:rsidR="0059658A">
        <w:rPr>
          <w:szCs w:val="24"/>
        </w:rPr>
        <w:t>46</w:t>
      </w:r>
      <w:r w:rsidRPr="00434B07">
        <w:rPr>
          <w:szCs w:val="24"/>
        </w:rPr>
        <w:t xml:space="preserve"> punktuose </w:t>
      </w:r>
      <w:r>
        <w:rPr>
          <w:szCs w:val="24"/>
        </w:rPr>
        <w:t xml:space="preserve">nurodytų buhalterinės apskaitos </w:t>
      </w:r>
      <w:r w:rsidR="009422EE">
        <w:rPr>
          <w:szCs w:val="24"/>
        </w:rPr>
        <w:t>dokumentų formos pridedamos prie Sutarties.</w:t>
      </w:r>
    </w:p>
    <w:p w:rsidR="009422EE" w:rsidRPr="00C3189C" w:rsidRDefault="00C56B41" w:rsidP="000072B1">
      <w:pPr>
        <w:pStyle w:val="Sraopastraipa"/>
        <w:numPr>
          <w:ilvl w:val="0"/>
          <w:numId w:val="2"/>
        </w:numPr>
        <w:tabs>
          <w:tab w:val="left" w:pos="1134"/>
          <w:tab w:val="left" w:pos="1584"/>
          <w:tab w:val="left" w:pos="1704"/>
        </w:tabs>
        <w:ind w:left="0" w:firstLine="720"/>
        <w:jc w:val="both"/>
        <w:rPr>
          <w:szCs w:val="24"/>
        </w:rPr>
      </w:pPr>
      <w:r>
        <w:rPr>
          <w:snapToGrid w:val="0"/>
          <w:szCs w:val="24"/>
        </w:rPr>
        <w:t>Projekto vykdytojas</w:t>
      </w:r>
      <w:r w:rsidR="004D3172">
        <w:rPr>
          <w:snapToGrid w:val="0"/>
          <w:szCs w:val="24"/>
        </w:rPr>
        <w:t>,</w:t>
      </w:r>
      <w:r>
        <w:rPr>
          <w:snapToGrid w:val="0"/>
          <w:szCs w:val="24"/>
        </w:rPr>
        <w:t xml:space="preserve"> </w:t>
      </w:r>
      <w:r w:rsidR="003D6E2D">
        <w:rPr>
          <w:snapToGrid w:val="0"/>
          <w:szCs w:val="24"/>
        </w:rPr>
        <w:t xml:space="preserve">įgyvendinęs projektą, </w:t>
      </w:r>
      <w:r w:rsidR="00305DE9">
        <w:rPr>
          <w:snapToGrid w:val="0"/>
          <w:szCs w:val="24"/>
        </w:rPr>
        <w:t xml:space="preserve">bet ne vėliau </w:t>
      </w:r>
      <w:r w:rsidR="003D6E2D">
        <w:rPr>
          <w:snapToGrid w:val="0"/>
          <w:szCs w:val="24"/>
        </w:rPr>
        <w:t>kaip iki einamųjų metų gruodžio 31 d.</w:t>
      </w:r>
      <w:r w:rsidR="004D3172">
        <w:rPr>
          <w:snapToGrid w:val="0"/>
          <w:szCs w:val="24"/>
        </w:rPr>
        <w:t>,</w:t>
      </w:r>
      <w:r w:rsidR="00305DE9">
        <w:rPr>
          <w:snapToGrid w:val="0"/>
          <w:szCs w:val="24"/>
        </w:rPr>
        <w:t xml:space="preserve"> </w:t>
      </w:r>
      <w:r w:rsidR="003D6E2D">
        <w:rPr>
          <w:snapToGrid w:val="0"/>
          <w:szCs w:val="24"/>
        </w:rPr>
        <w:t xml:space="preserve">Savivaldybės administracijai </w:t>
      </w:r>
      <w:r>
        <w:rPr>
          <w:snapToGrid w:val="0"/>
          <w:szCs w:val="24"/>
        </w:rPr>
        <w:t>el. paštu</w:t>
      </w:r>
      <w:r w:rsidR="00305DE9">
        <w:rPr>
          <w:snapToGrid w:val="0"/>
          <w:szCs w:val="24"/>
        </w:rPr>
        <w:t xml:space="preserve"> </w:t>
      </w:r>
      <w:hyperlink r:id="rId11" w:history="1">
        <w:r w:rsidR="00305DE9" w:rsidRPr="008D0928">
          <w:rPr>
            <w:rStyle w:val="Hipersaitas"/>
            <w:snapToGrid w:val="0"/>
            <w:szCs w:val="24"/>
          </w:rPr>
          <w:t>savivaldybe@plunge.lt</w:t>
        </w:r>
      </w:hyperlink>
      <w:r w:rsidR="00305DE9">
        <w:rPr>
          <w:snapToGrid w:val="0"/>
          <w:szCs w:val="24"/>
        </w:rPr>
        <w:t xml:space="preserve"> </w:t>
      </w:r>
      <w:r w:rsidR="007D138C">
        <w:rPr>
          <w:snapToGrid w:val="0"/>
          <w:szCs w:val="24"/>
        </w:rPr>
        <w:t>pateikia</w:t>
      </w:r>
      <w:r w:rsidRPr="00305DE9">
        <w:rPr>
          <w:snapToGrid w:val="0"/>
          <w:szCs w:val="24"/>
        </w:rPr>
        <w:t xml:space="preserve"> </w:t>
      </w:r>
      <w:r w:rsidR="004D3172">
        <w:rPr>
          <w:snapToGrid w:val="0"/>
          <w:szCs w:val="24"/>
        </w:rPr>
        <w:t>p</w:t>
      </w:r>
      <w:r w:rsidRPr="00305DE9">
        <w:rPr>
          <w:snapToGrid w:val="0"/>
          <w:szCs w:val="24"/>
        </w:rPr>
        <w:t xml:space="preserve">rojekto vykdymo ataskaitą pagal nustatytą </w:t>
      </w:r>
      <w:r w:rsidRPr="00434B07">
        <w:rPr>
          <w:snapToGrid w:val="0"/>
          <w:szCs w:val="24"/>
        </w:rPr>
        <w:t>formą</w:t>
      </w:r>
      <w:r w:rsidR="003D6E2D" w:rsidRPr="00434B07">
        <w:rPr>
          <w:snapToGrid w:val="0"/>
          <w:szCs w:val="24"/>
        </w:rPr>
        <w:t xml:space="preserve"> (Aprašo 4 priedas)</w:t>
      </w:r>
      <w:r w:rsidR="00F402B6">
        <w:rPr>
          <w:snapToGrid w:val="0"/>
          <w:szCs w:val="24"/>
        </w:rPr>
        <w:t xml:space="preserve"> ir pateikia lėšų panaudojimą pagrindžiančius dokumentus</w:t>
      </w:r>
      <w:r w:rsidRPr="00434B07">
        <w:rPr>
          <w:snapToGrid w:val="0"/>
          <w:szCs w:val="24"/>
        </w:rPr>
        <w:t>.</w:t>
      </w:r>
      <w:r w:rsidR="00305DE9" w:rsidRPr="00434B07">
        <w:rPr>
          <w:i/>
          <w:snapToGrid w:val="0"/>
          <w:szCs w:val="24"/>
        </w:rPr>
        <w:t xml:space="preserve"> </w:t>
      </w:r>
      <w:r w:rsidR="00305DE9" w:rsidRPr="00434B07">
        <w:rPr>
          <w:snapToGrid w:val="0"/>
          <w:szCs w:val="24"/>
        </w:rPr>
        <w:t xml:space="preserve">Projekto </w:t>
      </w:r>
      <w:r w:rsidR="00305DE9" w:rsidRPr="00305DE9">
        <w:rPr>
          <w:snapToGrid w:val="0"/>
          <w:szCs w:val="24"/>
        </w:rPr>
        <w:t xml:space="preserve">vykdymo ataskaitą privaloma pateikti </w:t>
      </w:r>
      <w:r w:rsidR="00305DE9" w:rsidRPr="00AB3287">
        <w:rPr>
          <w:i/>
          <w:snapToGrid w:val="0"/>
          <w:szCs w:val="24"/>
        </w:rPr>
        <w:t>Microsoft Word</w:t>
      </w:r>
      <w:r w:rsidR="00305DE9" w:rsidRPr="00305DE9">
        <w:rPr>
          <w:snapToGrid w:val="0"/>
          <w:szCs w:val="24"/>
        </w:rPr>
        <w:t xml:space="preserve"> formatu.</w:t>
      </w:r>
    </w:p>
    <w:p w:rsidR="00C3189C" w:rsidRPr="0062716D" w:rsidRDefault="005826A8" w:rsidP="000072B1">
      <w:pPr>
        <w:pStyle w:val="Sraopastraipa"/>
        <w:numPr>
          <w:ilvl w:val="0"/>
          <w:numId w:val="2"/>
        </w:numPr>
        <w:tabs>
          <w:tab w:val="left" w:pos="1134"/>
        </w:tabs>
        <w:ind w:left="0" w:firstLine="720"/>
        <w:jc w:val="both"/>
      </w:pPr>
      <w:r>
        <w:t>O</w:t>
      </w:r>
      <w:r w:rsidR="00C3189C" w:rsidRPr="0062716D">
        <w:t>rganizacijos vadovas</w:t>
      </w:r>
      <w:r>
        <w:t>, pasirašęs S</w:t>
      </w:r>
      <w:r w:rsidR="00C3189C" w:rsidRPr="0062716D">
        <w:t xml:space="preserve">utartį su </w:t>
      </w:r>
      <w:r w:rsidR="00C3189C" w:rsidRPr="0062716D">
        <w:rPr>
          <w:szCs w:val="24"/>
        </w:rPr>
        <w:t>S</w:t>
      </w:r>
      <w:r w:rsidR="00C3189C" w:rsidRPr="0062716D">
        <w:t>avivaldybės administracijos direktoriumi, atsako už projekto įgyvendinimą ir tikslinį lėšų panaudojimą.</w:t>
      </w:r>
    </w:p>
    <w:p w:rsidR="00C3189C" w:rsidRPr="0062716D" w:rsidRDefault="0090704F" w:rsidP="000072B1">
      <w:pPr>
        <w:pStyle w:val="Sraopastraipa"/>
        <w:numPr>
          <w:ilvl w:val="0"/>
          <w:numId w:val="2"/>
        </w:numPr>
        <w:tabs>
          <w:tab w:val="left" w:pos="1134"/>
        </w:tabs>
        <w:ind w:left="0" w:firstLine="720"/>
        <w:jc w:val="both"/>
      </w:pPr>
      <w:r w:rsidRPr="0062716D">
        <w:t xml:space="preserve">Komisija </w:t>
      </w:r>
      <w:r w:rsidR="005826A8">
        <w:t>ar</w:t>
      </w:r>
      <w:r w:rsidR="005826A8" w:rsidRPr="005826A8">
        <w:t xml:space="preserve"> </w:t>
      </w:r>
      <w:r w:rsidR="005826A8">
        <w:t xml:space="preserve">Savivaldybės administracijos tarnautojas, kuriam pavesta koordinuoti </w:t>
      </w:r>
      <w:r w:rsidR="00505059">
        <w:t>SAARS programą,</w:t>
      </w:r>
      <w:r w:rsidR="005826A8">
        <w:t xml:space="preserve"> </w:t>
      </w:r>
      <w:r w:rsidRPr="0062716D">
        <w:t xml:space="preserve">kontroliuoja projektų vykdymą. Projektų įgyvendinimas gali būti tikrinamas per visą projektų įgyvendinimo laikotarpį. Komisijos nariai </w:t>
      </w:r>
      <w:r w:rsidR="00505059">
        <w:t xml:space="preserve">ir/ar </w:t>
      </w:r>
      <w:r w:rsidR="00C40D4A">
        <w:t xml:space="preserve">atsakingas </w:t>
      </w:r>
      <w:r w:rsidR="00F640E9">
        <w:t>Savivaldybės administracijos tarnautojas</w:t>
      </w:r>
      <w:r w:rsidR="00F640E9" w:rsidRPr="0062716D">
        <w:t xml:space="preserve"> </w:t>
      </w:r>
      <w:r w:rsidRPr="0062716D">
        <w:t>turi teisę fiziškai patikrinti</w:t>
      </w:r>
      <w:r w:rsidR="004D3172">
        <w:t>,</w:t>
      </w:r>
      <w:r w:rsidRPr="0062716D">
        <w:t xml:space="preserve"> kaip įgyvendintas projektas, taip pat turi teisę dalyvauti projektų vykdomuose renginiuose</w:t>
      </w:r>
      <w:r w:rsidR="004C6C37" w:rsidRPr="0062716D">
        <w:t xml:space="preserve"> (jei numatyta</w:t>
      </w:r>
      <w:r w:rsidRPr="0062716D">
        <w:t>).</w:t>
      </w:r>
    </w:p>
    <w:p w:rsidR="004C6C37" w:rsidRPr="0062716D" w:rsidRDefault="004C6C37" w:rsidP="000072B1">
      <w:pPr>
        <w:pStyle w:val="Sraopastraipa"/>
        <w:numPr>
          <w:ilvl w:val="0"/>
          <w:numId w:val="2"/>
        </w:numPr>
        <w:tabs>
          <w:tab w:val="left" w:pos="1134"/>
        </w:tabs>
        <w:ind w:left="0" w:firstLine="720"/>
        <w:jc w:val="both"/>
      </w:pPr>
      <w:r w:rsidRPr="0062716D">
        <w:t xml:space="preserve">Komisija </w:t>
      </w:r>
      <w:r w:rsidR="00C40D4A">
        <w:t>ir/ar atsakingas Savivaldybės administracijos tarnautojas</w:t>
      </w:r>
      <w:r w:rsidR="00C40D4A" w:rsidRPr="0062716D">
        <w:t xml:space="preserve"> </w:t>
      </w:r>
      <w:r w:rsidR="00C40D4A">
        <w:t>patikrinimo metu pastebėjęs</w:t>
      </w:r>
      <w:r w:rsidRPr="0062716D">
        <w:t xml:space="preserve"> projekto vykdymo trūkumus</w:t>
      </w:r>
      <w:r w:rsidR="004D3172">
        <w:t>,</w:t>
      </w:r>
      <w:r w:rsidRPr="0062716D">
        <w:t xml:space="preserve"> kartu su pasiūlymais pateikia </w:t>
      </w:r>
      <w:r w:rsidRPr="0062716D">
        <w:rPr>
          <w:szCs w:val="24"/>
        </w:rPr>
        <w:t>Plungės</w:t>
      </w:r>
      <w:r w:rsidRPr="0062716D">
        <w:t xml:space="preserve"> rajono savivaldybės administracijos direktoriui.</w:t>
      </w:r>
    </w:p>
    <w:p w:rsidR="004C6C37" w:rsidRDefault="004C6C37" w:rsidP="000072B1">
      <w:pPr>
        <w:pStyle w:val="Sraopastraipa"/>
        <w:numPr>
          <w:ilvl w:val="0"/>
          <w:numId w:val="2"/>
        </w:numPr>
        <w:tabs>
          <w:tab w:val="left" w:pos="1134"/>
        </w:tabs>
        <w:ind w:left="0" w:firstLine="720"/>
        <w:jc w:val="both"/>
      </w:pPr>
      <w:r w:rsidRPr="0062716D">
        <w:t xml:space="preserve">Projekto vykdytojui, nevykdančiam Sutartyje prisiimtų įsipareigojimų arba naudojančiam lėšas ne pagal patvirtintą sąmatą, </w:t>
      </w:r>
      <w:r w:rsidRPr="0062716D">
        <w:rPr>
          <w:szCs w:val="24"/>
        </w:rPr>
        <w:t>S</w:t>
      </w:r>
      <w:r w:rsidRPr="0062716D">
        <w:t>avivaldybės administracijos direktorius turi teisę sustabdyti projekto finansavimą ir pareikalauti grąžinti gautas lėšas.</w:t>
      </w:r>
    </w:p>
    <w:p w:rsidR="003E1AF5" w:rsidRPr="0062716D" w:rsidRDefault="003E1AF5" w:rsidP="000072B1">
      <w:pPr>
        <w:pStyle w:val="Sraopastraipa"/>
        <w:numPr>
          <w:ilvl w:val="0"/>
          <w:numId w:val="2"/>
        </w:numPr>
        <w:tabs>
          <w:tab w:val="left" w:pos="1134"/>
        </w:tabs>
        <w:ind w:left="0" w:firstLine="720"/>
        <w:jc w:val="both"/>
      </w:pPr>
      <w:r w:rsidRPr="00704A95">
        <w:rPr>
          <w:color w:val="000000"/>
          <w:szCs w:val="24"/>
        </w:rPr>
        <w:t>Pr</w:t>
      </w:r>
      <w:r>
        <w:rPr>
          <w:color w:val="000000"/>
          <w:szCs w:val="24"/>
        </w:rPr>
        <w:t>ojektų</w:t>
      </w:r>
      <w:r w:rsidRPr="00704A95">
        <w:rPr>
          <w:color w:val="000000"/>
          <w:szCs w:val="24"/>
        </w:rPr>
        <w:t xml:space="preserve"> vykdytojai, </w:t>
      </w:r>
      <w:r>
        <w:rPr>
          <w:color w:val="000000"/>
          <w:szCs w:val="24"/>
        </w:rPr>
        <w:t xml:space="preserve">nusprendę neįgyvendinti projekto, </w:t>
      </w:r>
      <w:r w:rsidRPr="00704A95">
        <w:rPr>
          <w:color w:val="000000"/>
          <w:szCs w:val="24"/>
        </w:rPr>
        <w:t>nepanaudotas lėšas</w:t>
      </w:r>
      <w:r w:rsidR="000C00D4">
        <w:rPr>
          <w:color w:val="000000"/>
          <w:szCs w:val="24"/>
        </w:rPr>
        <w:t xml:space="preserve"> kuo skubiau</w:t>
      </w:r>
      <w:r w:rsidRPr="00704A95">
        <w:rPr>
          <w:color w:val="000000"/>
          <w:szCs w:val="24"/>
        </w:rPr>
        <w:t xml:space="preserve"> privalo grąžinti į Savivaldybės administracijos banko sąskaitą, nurodytą </w:t>
      </w:r>
      <w:r>
        <w:rPr>
          <w:color w:val="000000"/>
          <w:szCs w:val="24"/>
        </w:rPr>
        <w:t xml:space="preserve">finansavimo </w:t>
      </w:r>
      <w:r w:rsidRPr="00704A95">
        <w:rPr>
          <w:color w:val="000000"/>
          <w:szCs w:val="24"/>
        </w:rPr>
        <w:t>sutartyje.</w:t>
      </w:r>
    </w:p>
    <w:p w:rsidR="004C6C37" w:rsidRPr="00FE6FB4" w:rsidRDefault="00E30DDC" w:rsidP="000072B1">
      <w:pPr>
        <w:pStyle w:val="Sraopastraipa"/>
        <w:numPr>
          <w:ilvl w:val="0"/>
          <w:numId w:val="2"/>
        </w:numPr>
        <w:tabs>
          <w:tab w:val="left" w:pos="1134"/>
        </w:tabs>
        <w:ind w:left="0" w:firstLine="720"/>
        <w:jc w:val="both"/>
        <w:rPr>
          <w:color w:val="FF0000"/>
        </w:rPr>
      </w:pPr>
      <w:r w:rsidRPr="0062716D">
        <w:t xml:space="preserve">Dėl nenumatytų aplinkybių projekto įgyvendinimo metu, </w:t>
      </w:r>
      <w:r w:rsidR="004D3172">
        <w:t>p</w:t>
      </w:r>
      <w:r w:rsidRPr="0062716D">
        <w:t xml:space="preserve">rojekto vykdytojas turi teisę koreguoti priemonės </w:t>
      </w:r>
      <w:r w:rsidRPr="00A01C06">
        <w:t>įgyvendinimo apimtį, tačiau neturi teisės keisti paraiškoje nurodytų tikslų ir veiklos turinio.</w:t>
      </w:r>
      <w:r w:rsidR="007E12DE">
        <w:t xml:space="preserve"> Projekto apimtis gali būti koreguojama tik gavus Savivaldybės administracijos rašytinį pritarimą.</w:t>
      </w:r>
    </w:p>
    <w:p w:rsidR="00FE6FB4" w:rsidRPr="00C3189C" w:rsidRDefault="00FE6FB4" w:rsidP="00FE6FB4">
      <w:pPr>
        <w:pStyle w:val="Sraopastraipa"/>
        <w:tabs>
          <w:tab w:val="left" w:pos="1560"/>
        </w:tabs>
        <w:ind w:left="1134"/>
        <w:jc w:val="both"/>
        <w:rPr>
          <w:color w:val="FF0000"/>
        </w:rPr>
      </w:pPr>
    </w:p>
    <w:p w:rsidR="00C6010E" w:rsidRDefault="00BD695B" w:rsidP="000F518A">
      <w:pPr>
        <w:tabs>
          <w:tab w:val="left" w:pos="1134"/>
        </w:tabs>
        <w:jc w:val="center"/>
        <w:outlineLvl w:val="0"/>
        <w:rPr>
          <w:b/>
        </w:rPr>
      </w:pPr>
      <w:r w:rsidRPr="00FE6FB4">
        <w:rPr>
          <w:b/>
        </w:rPr>
        <w:t>VI</w:t>
      </w:r>
      <w:r w:rsidR="00C6010E">
        <w:rPr>
          <w:b/>
        </w:rPr>
        <w:t xml:space="preserve"> SKYRIUS</w:t>
      </w:r>
    </w:p>
    <w:p w:rsidR="00FE6FB4" w:rsidRPr="00704A95" w:rsidRDefault="00FE6FB4" w:rsidP="000F518A">
      <w:pPr>
        <w:tabs>
          <w:tab w:val="left" w:pos="1134"/>
        </w:tabs>
        <w:jc w:val="center"/>
        <w:outlineLvl w:val="0"/>
        <w:rPr>
          <w:b/>
          <w:caps/>
          <w:szCs w:val="24"/>
          <w:lang w:eastAsia="lt-LT"/>
        </w:rPr>
      </w:pPr>
      <w:r w:rsidRPr="00FE6FB4">
        <w:rPr>
          <w:b/>
          <w:caps/>
          <w:szCs w:val="24"/>
          <w:lang w:eastAsia="lt-LT"/>
        </w:rPr>
        <w:t xml:space="preserve">SAARS </w:t>
      </w:r>
      <w:r w:rsidRPr="00704A95">
        <w:rPr>
          <w:b/>
          <w:caps/>
          <w:szCs w:val="24"/>
          <w:lang w:eastAsia="lt-LT"/>
        </w:rPr>
        <w:t xml:space="preserve">programos vykdymo ataskaitų rengimas IR tvirtinimas </w:t>
      </w:r>
    </w:p>
    <w:p w:rsidR="00F16C65" w:rsidRDefault="00F16C65" w:rsidP="00E85C6D">
      <w:pPr>
        <w:ind w:firstLine="1298"/>
        <w:jc w:val="center"/>
        <w:rPr>
          <w:b/>
          <w:color w:val="252525"/>
        </w:rPr>
      </w:pPr>
    </w:p>
    <w:p w:rsidR="00C35B09" w:rsidRPr="00C35B09" w:rsidRDefault="00580732" w:rsidP="000072B1">
      <w:pPr>
        <w:pStyle w:val="Sraopastraipa"/>
        <w:numPr>
          <w:ilvl w:val="0"/>
          <w:numId w:val="2"/>
        </w:numPr>
        <w:tabs>
          <w:tab w:val="left" w:pos="1134"/>
        </w:tabs>
        <w:ind w:left="0" w:firstLine="720"/>
        <w:jc w:val="both"/>
        <w:rPr>
          <w:color w:val="252525"/>
          <w:szCs w:val="24"/>
          <w:lang w:eastAsia="lt-LT"/>
        </w:rPr>
      </w:pPr>
      <w:r w:rsidRPr="00F257C8">
        <w:rPr>
          <w:szCs w:val="24"/>
          <w:lang w:eastAsia="lt-LT"/>
        </w:rPr>
        <w:t>Savivaldybės administracija</w:t>
      </w:r>
      <w:r w:rsidRPr="00F257C8">
        <w:rPr>
          <w:szCs w:val="24"/>
        </w:rPr>
        <w:t xml:space="preserve">, vadovaudamasi </w:t>
      </w:r>
      <w:r w:rsidRPr="00580732">
        <w:rPr>
          <w:color w:val="000000"/>
          <w:szCs w:val="24"/>
        </w:rPr>
        <w:t xml:space="preserve">Lietuvos Respublikos aplinkos ministro įsakymu </w:t>
      </w:r>
      <w:r>
        <w:rPr>
          <w:color w:val="000000"/>
          <w:szCs w:val="24"/>
        </w:rPr>
        <w:t xml:space="preserve">patvirtintu </w:t>
      </w:r>
      <w:r w:rsidRPr="00580732">
        <w:rPr>
          <w:color w:val="000000"/>
          <w:szCs w:val="24"/>
        </w:rPr>
        <w:t>Savivaldybių aplinkos apsaugos rėmimo specialiosios programos priemonių vy</w:t>
      </w:r>
      <w:r>
        <w:rPr>
          <w:color w:val="000000"/>
          <w:szCs w:val="24"/>
        </w:rPr>
        <w:t>kdymo patikrinimo tvarkos aprašu</w:t>
      </w:r>
      <w:r w:rsidRPr="00580732">
        <w:rPr>
          <w:color w:val="000000"/>
          <w:szCs w:val="24"/>
        </w:rPr>
        <w:t>,</w:t>
      </w:r>
      <w:r>
        <w:rPr>
          <w:color w:val="000000"/>
          <w:szCs w:val="24"/>
        </w:rPr>
        <w:t xml:space="preserve"> pagal Lietuvos Respublikos aplinkos ministro įsakymu patvirtintą</w:t>
      </w:r>
      <w:r w:rsidRPr="00580732">
        <w:rPr>
          <w:color w:val="000000"/>
          <w:szCs w:val="24"/>
        </w:rPr>
        <w:t xml:space="preserve"> savivaldybių aplinkos apsaugos rėmimo specialiosios programos pri</w:t>
      </w:r>
      <w:r>
        <w:rPr>
          <w:color w:val="000000"/>
          <w:szCs w:val="24"/>
        </w:rPr>
        <w:t>emonių vykdymo ataskaitos formą</w:t>
      </w:r>
      <w:r w:rsidR="00DE7287">
        <w:rPr>
          <w:color w:val="000000"/>
          <w:szCs w:val="24"/>
        </w:rPr>
        <w:t xml:space="preserve"> bei</w:t>
      </w:r>
      <w:r w:rsidRPr="00580732">
        <w:rPr>
          <w:color w:val="000000"/>
          <w:szCs w:val="24"/>
        </w:rPr>
        <w:t xml:space="preserve"> </w:t>
      </w:r>
      <w:r w:rsidR="00AE52BE" w:rsidRPr="00580732">
        <w:rPr>
          <w:color w:val="000000"/>
          <w:szCs w:val="24"/>
        </w:rPr>
        <w:t xml:space="preserve">Lietuvos Respublikos aplinkos ministro įsakymu </w:t>
      </w:r>
      <w:r w:rsidR="00DE7287">
        <w:rPr>
          <w:color w:val="000000"/>
          <w:szCs w:val="24"/>
        </w:rPr>
        <w:t>patvirtintas</w:t>
      </w:r>
      <w:r w:rsidR="00AE52BE">
        <w:rPr>
          <w:color w:val="000000"/>
          <w:szCs w:val="24"/>
        </w:rPr>
        <w:t xml:space="preserve"> </w:t>
      </w:r>
      <w:r w:rsidRPr="00580732">
        <w:rPr>
          <w:color w:val="000000"/>
          <w:szCs w:val="24"/>
        </w:rPr>
        <w:t>savivaldybių aplinkos apsaugos rėmimo specialiosios programos priemonių vykdymo ata</w:t>
      </w:r>
      <w:r w:rsidR="00AE52BE">
        <w:rPr>
          <w:color w:val="000000"/>
          <w:szCs w:val="24"/>
        </w:rPr>
        <w:t>sk</w:t>
      </w:r>
      <w:r w:rsidR="00DE7287">
        <w:rPr>
          <w:color w:val="000000"/>
          <w:szCs w:val="24"/>
        </w:rPr>
        <w:t>aitos formos pildymo taisykles,</w:t>
      </w:r>
      <w:r w:rsidRPr="00580732">
        <w:rPr>
          <w:color w:val="000000"/>
          <w:szCs w:val="24"/>
        </w:rPr>
        <w:t xml:space="preserve"> rengia SAARS programos priemonių vykdymo ataskaitą ir teikia tvirtinti Savivaldybės tarybai.</w:t>
      </w:r>
      <w:r w:rsidR="00C35B09" w:rsidRPr="00C35B09">
        <w:rPr>
          <w:rFonts w:eastAsia="Calibri"/>
        </w:rPr>
        <w:t xml:space="preserve"> </w:t>
      </w:r>
      <w:r w:rsidR="00C35B09">
        <w:rPr>
          <w:rFonts w:eastAsia="Calibri"/>
        </w:rPr>
        <w:t xml:space="preserve">Projektų vykdytojų pateiktos projektų vykdymo ataskaitos yra sudėtinė </w:t>
      </w:r>
      <w:r w:rsidR="00DE7287" w:rsidRPr="00580732">
        <w:rPr>
          <w:color w:val="000000"/>
          <w:szCs w:val="24"/>
        </w:rPr>
        <w:t>SAARS programos priemonių vykdymo ataskait</w:t>
      </w:r>
      <w:r w:rsidR="00DE7287">
        <w:rPr>
          <w:color w:val="000000"/>
          <w:szCs w:val="24"/>
        </w:rPr>
        <w:t>os dalis.</w:t>
      </w:r>
    </w:p>
    <w:p w:rsidR="00580732" w:rsidRPr="00F257C8" w:rsidRDefault="00580732" w:rsidP="00BC5076">
      <w:pPr>
        <w:pStyle w:val="Sraopastraipa"/>
        <w:numPr>
          <w:ilvl w:val="0"/>
          <w:numId w:val="2"/>
        </w:numPr>
        <w:tabs>
          <w:tab w:val="left" w:pos="1134"/>
        </w:tabs>
        <w:ind w:left="0" w:firstLine="720"/>
        <w:jc w:val="both"/>
        <w:rPr>
          <w:szCs w:val="24"/>
        </w:rPr>
      </w:pPr>
      <w:r w:rsidRPr="00F257C8">
        <w:rPr>
          <w:szCs w:val="24"/>
        </w:rPr>
        <w:t xml:space="preserve">Savivaldybės tarybos patvirtintą SAARS programos priemonių vykdymo ataskaitą </w:t>
      </w:r>
      <w:r w:rsidR="00AE52BE" w:rsidRPr="00F257C8">
        <w:rPr>
          <w:szCs w:val="24"/>
          <w:lang w:eastAsia="lt-LT"/>
        </w:rPr>
        <w:t>Savivaldybės administracija</w:t>
      </w:r>
      <w:r w:rsidRPr="00F257C8">
        <w:rPr>
          <w:szCs w:val="24"/>
        </w:rPr>
        <w:t xml:space="preserve"> kiekvienais metais iki kovo 1 d. pateikia Aplinkos apsaugos departamentui prie Aplinkos ministerijos.</w:t>
      </w:r>
    </w:p>
    <w:p w:rsidR="005477E8" w:rsidRPr="00FE6FB4" w:rsidRDefault="005477E8" w:rsidP="00AE52BE">
      <w:pPr>
        <w:pStyle w:val="Sraopastraipa"/>
        <w:autoSpaceDE w:val="0"/>
        <w:autoSpaceDN w:val="0"/>
        <w:adjustRightInd w:val="0"/>
        <w:ind w:left="1710"/>
        <w:jc w:val="both"/>
        <w:rPr>
          <w:color w:val="000000"/>
        </w:rPr>
      </w:pPr>
    </w:p>
    <w:p w:rsidR="00C6010E" w:rsidRDefault="00562A37" w:rsidP="00562A37">
      <w:pPr>
        <w:jc w:val="center"/>
        <w:rPr>
          <w:rFonts w:eastAsia="Calibri"/>
          <w:b/>
          <w:szCs w:val="24"/>
        </w:rPr>
      </w:pPr>
      <w:r>
        <w:rPr>
          <w:rFonts w:eastAsia="Calibri"/>
          <w:b/>
          <w:szCs w:val="24"/>
        </w:rPr>
        <w:t>VII</w:t>
      </w:r>
      <w:r w:rsidR="00C6010E">
        <w:rPr>
          <w:rFonts w:eastAsia="Calibri"/>
          <w:b/>
          <w:szCs w:val="24"/>
        </w:rPr>
        <w:t xml:space="preserve"> SKYRIUS</w:t>
      </w:r>
    </w:p>
    <w:p w:rsidR="00562A37" w:rsidRPr="00EC1E84" w:rsidRDefault="00562A37" w:rsidP="00407D90">
      <w:pPr>
        <w:jc w:val="center"/>
        <w:rPr>
          <w:rFonts w:eastAsia="Calibri"/>
          <w:b/>
          <w:szCs w:val="24"/>
        </w:rPr>
      </w:pPr>
      <w:r>
        <w:rPr>
          <w:rFonts w:eastAsia="Calibri"/>
          <w:b/>
          <w:szCs w:val="24"/>
        </w:rPr>
        <w:t>BAIGIAMOSIOS NUOSTATOS</w:t>
      </w:r>
    </w:p>
    <w:p w:rsidR="00562A37" w:rsidRPr="00534E55" w:rsidRDefault="00562A37" w:rsidP="00B6442B">
      <w:pPr>
        <w:pStyle w:val="Sraopastraipa"/>
        <w:numPr>
          <w:ilvl w:val="0"/>
          <w:numId w:val="2"/>
        </w:numPr>
        <w:tabs>
          <w:tab w:val="left" w:pos="540"/>
          <w:tab w:val="left" w:pos="900"/>
        </w:tabs>
        <w:ind w:left="0" w:firstLine="720"/>
        <w:jc w:val="both"/>
        <w:rPr>
          <w:szCs w:val="24"/>
        </w:rPr>
      </w:pPr>
      <w:r w:rsidRPr="00534E55">
        <w:rPr>
          <w:szCs w:val="24"/>
        </w:rPr>
        <w:t>Šis Aprašas gali būti keičiamas, papildomos ir panaikinamas Savivaldybės tarybos sprendimu.</w:t>
      </w:r>
    </w:p>
    <w:p w:rsidR="004D3172" w:rsidRDefault="00534E55" w:rsidP="00407D90">
      <w:pPr>
        <w:pStyle w:val="Sraopastraipa"/>
        <w:numPr>
          <w:ilvl w:val="0"/>
          <w:numId w:val="2"/>
        </w:numPr>
        <w:tabs>
          <w:tab w:val="left" w:pos="540"/>
          <w:tab w:val="left" w:pos="900"/>
        </w:tabs>
        <w:ind w:left="0" w:firstLine="720"/>
        <w:jc w:val="both"/>
        <w:rPr>
          <w:rFonts w:eastAsia="Calibri"/>
          <w:szCs w:val="24"/>
        </w:rPr>
      </w:pPr>
      <w:r w:rsidRPr="00B6442B">
        <w:rPr>
          <w:rFonts w:eastAsia="Calibri"/>
          <w:szCs w:val="24"/>
        </w:rPr>
        <w:t>Savivaldybės administracijos direktoriaus sprendimai dėl lėšų skyrimo aplinkosaugos projektams įgyvendinti gali būti skundžiami teisės aktų nustatyta tvarka</w:t>
      </w:r>
      <w:r w:rsidR="000F518A">
        <w:rPr>
          <w:rFonts w:eastAsia="Calibri"/>
          <w:szCs w:val="24"/>
        </w:rPr>
        <w:t>.</w:t>
      </w:r>
    </w:p>
    <w:p w:rsidR="000F518A" w:rsidRDefault="000F518A" w:rsidP="000F518A">
      <w:pPr>
        <w:tabs>
          <w:tab w:val="left" w:pos="540"/>
          <w:tab w:val="left" w:pos="900"/>
        </w:tabs>
        <w:jc w:val="both"/>
        <w:rPr>
          <w:rFonts w:eastAsia="Calibri"/>
          <w:szCs w:val="24"/>
        </w:rPr>
      </w:pPr>
    </w:p>
    <w:p w:rsidR="000F518A" w:rsidRDefault="000F518A" w:rsidP="000F518A">
      <w:pPr>
        <w:tabs>
          <w:tab w:val="left" w:pos="540"/>
          <w:tab w:val="left" w:pos="900"/>
        </w:tabs>
        <w:jc w:val="both"/>
        <w:rPr>
          <w:rFonts w:eastAsia="Calibri"/>
          <w:szCs w:val="24"/>
        </w:rPr>
      </w:pPr>
    </w:p>
    <w:p w:rsidR="000F518A" w:rsidRPr="000F518A" w:rsidRDefault="000F518A" w:rsidP="000F518A">
      <w:pPr>
        <w:tabs>
          <w:tab w:val="left" w:pos="540"/>
          <w:tab w:val="left" w:pos="900"/>
        </w:tabs>
        <w:jc w:val="both"/>
        <w:rPr>
          <w:rFonts w:eastAsia="Calibri"/>
          <w:szCs w:val="24"/>
        </w:rPr>
      </w:pPr>
    </w:p>
    <w:p w:rsidR="000F518A" w:rsidRDefault="000F518A" w:rsidP="000F518A">
      <w:pPr>
        <w:ind w:left="4536"/>
        <w:rPr>
          <w:rFonts w:eastAsia="Calibri"/>
          <w:szCs w:val="24"/>
          <w:lang w:eastAsia="lt-LT"/>
        </w:rPr>
      </w:pPr>
      <w:r>
        <w:rPr>
          <w:rFonts w:eastAsia="Calibri"/>
          <w:szCs w:val="24"/>
          <w:lang w:eastAsia="lt-LT"/>
        </w:rPr>
        <w:lastRenderedPageBreak/>
        <w:t xml:space="preserve">Plungės rajono savivaldybės </w:t>
      </w:r>
      <w:r w:rsidRPr="000F518A">
        <w:rPr>
          <w:rFonts w:eastAsia="Calibri"/>
          <w:szCs w:val="24"/>
          <w:lang w:eastAsia="lt-LT"/>
        </w:rPr>
        <w:t>Aplinkos apsaugos</w:t>
      </w:r>
      <w:r w:rsidR="008A2F54">
        <w:rPr>
          <w:rFonts w:eastAsia="Calibri"/>
          <w:szCs w:val="24"/>
          <w:lang w:eastAsia="lt-LT"/>
        </w:rPr>
        <w:t xml:space="preserve"> rėmimo specialiosios programos</w:t>
      </w:r>
      <w:r w:rsidRPr="000F518A">
        <w:rPr>
          <w:rFonts w:eastAsia="Calibri"/>
          <w:szCs w:val="24"/>
          <w:lang w:eastAsia="lt-LT"/>
        </w:rPr>
        <w:t xml:space="preserve"> sud</w:t>
      </w:r>
      <w:r>
        <w:rPr>
          <w:rFonts w:eastAsia="Calibri"/>
          <w:szCs w:val="24"/>
          <w:lang w:eastAsia="lt-LT"/>
        </w:rPr>
        <w:t>arymo ir vykdymo tvarkos aprašo</w:t>
      </w:r>
    </w:p>
    <w:p w:rsidR="00DB5023" w:rsidRDefault="00DB5023" w:rsidP="000F518A">
      <w:pPr>
        <w:ind w:left="4536"/>
        <w:rPr>
          <w:rFonts w:eastAsia="Calibri"/>
          <w:szCs w:val="24"/>
          <w:lang w:eastAsia="lt-LT"/>
        </w:rPr>
      </w:pPr>
      <w:r>
        <w:rPr>
          <w:rFonts w:eastAsia="Calibri"/>
          <w:szCs w:val="24"/>
          <w:lang w:eastAsia="lt-LT"/>
        </w:rPr>
        <w:t>1</w:t>
      </w:r>
      <w:r w:rsidR="00E56CC8">
        <w:rPr>
          <w:rFonts w:eastAsia="Calibri"/>
          <w:szCs w:val="24"/>
          <w:lang w:eastAsia="lt-LT"/>
        </w:rPr>
        <w:t xml:space="preserve"> priedas</w:t>
      </w:r>
    </w:p>
    <w:p w:rsidR="00E56CC8" w:rsidRPr="00E56CC8" w:rsidRDefault="00E56CC8" w:rsidP="00E56CC8">
      <w:pPr>
        <w:jc w:val="right"/>
        <w:rPr>
          <w:rFonts w:eastAsia="Calibri"/>
          <w:szCs w:val="24"/>
          <w:lang w:eastAsia="lt-LT"/>
        </w:rPr>
      </w:pPr>
    </w:p>
    <w:p w:rsidR="00DB5023" w:rsidRPr="00B70BDC" w:rsidRDefault="00DB5023" w:rsidP="000F518A">
      <w:pPr>
        <w:jc w:val="center"/>
        <w:rPr>
          <w:rFonts w:eastAsia="Calibri"/>
          <w:b/>
          <w:szCs w:val="24"/>
          <w:lang w:eastAsia="lt-LT"/>
        </w:rPr>
      </w:pPr>
      <w:r w:rsidRPr="00B70BDC">
        <w:rPr>
          <w:rFonts w:eastAsia="Calibri"/>
          <w:b/>
          <w:szCs w:val="24"/>
          <w:lang w:eastAsia="lt-LT"/>
        </w:rPr>
        <w:t>PARAIŠKA</w:t>
      </w:r>
    </w:p>
    <w:p w:rsidR="00DB5023" w:rsidRPr="00B70BDC" w:rsidRDefault="00DB5023" w:rsidP="000F518A">
      <w:pPr>
        <w:jc w:val="center"/>
        <w:rPr>
          <w:rFonts w:eastAsia="Calibri"/>
          <w:b/>
          <w:szCs w:val="24"/>
          <w:lang w:eastAsia="lt-LT"/>
        </w:rPr>
      </w:pPr>
      <w:r w:rsidRPr="00B70BDC">
        <w:rPr>
          <w:rFonts w:eastAsia="Calibri"/>
          <w:b/>
          <w:szCs w:val="24"/>
          <w:lang w:eastAsia="lt-LT"/>
        </w:rPr>
        <w:t>PLUNGĖS RAJONO SAVIVALDYBĖS APLINKOS APSAUGOS RĖMIMO SPECIALIOSIOS PROGRAMOS LĖŠOMS GAUTI</w:t>
      </w:r>
    </w:p>
    <w:p w:rsidR="00DB5023" w:rsidRPr="00B70BDC" w:rsidRDefault="00DB5023" w:rsidP="000F518A">
      <w:pPr>
        <w:jc w:val="center"/>
        <w:rPr>
          <w:rFonts w:eastAsia="Calibri"/>
          <w:b/>
          <w:szCs w:val="24"/>
          <w:lang w:eastAsia="lt-LT"/>
        </w:rPr>
      </w:pPr>
    </w:p>
    <w:p w:rsidR="00A432AD" w:rsidRPr="00B70BDC" w:rsidRDefault="00A432AD" w:rsidP="000F518A">
      <w:pPr>
        <w:jc w:val="center"/>
        <w:rPr>
          <w:rFonts w:eastAsia="Calibri"/>
          <w:b/>
          <w:szCs w:val="24"/>
          <w:lang w:eastAsia="lt-LT"/>
        </w:rPr>
      </w:pPr>
      <w:r w:rsidRPr="00B70BDC">
        <w:rPr>
          <w:rFonts w:eastAsia="Calibri"/>
          <w:b/>
          <w:szCs w:val="24"/>
          <w:lang w:eastAsia="lt-LT"/>
        </w:rPr>
        <w:t>I. INFORMACIJA APIE PAREIŠKĖJĄ</w:t>
      </w:r>
    </w:p>
    <w:p w:rsidR="00A432AD" w:rsidRPr="00B70BDC" w:rsidRDefault="00A432AD" w:rsidP="00B70BDC">
      <w:pPr>
        <w:ind w:firstLine="720"/>
        <w:jc w:val="both"/>
        <w:rPr>
          <w:rFonts w:eastAsia="Calibri"/>
          <w:b/>
          <w:szCs w:val="24"/>
          <w:lang w:eastAsia="lt-LT"/>
        </w:rPr>
      </w:pPr>
    </w:p>
    <w:tbl>
      <w:tblPr>
        <w:tblStyle w:val="Lentelstinklelis"/>
        <w:tblW w:w="0" w:type="auto"/>
        <w:tblLook w:val="04A0" w:firstRow="1" w:lastRow="0" w:firstColumn="1" w:lastColumn="0" w:noHBand="0" w:noVBand="1"/>
      </w:tblPr>
      <w:tblGrid>
        <w:gridCol w:w="4457"/>
        <w:gridCol w:w="4458"/>
      </w:tblGrid>
      <w:tr w:rsidR="005F4996" w:rsidRPr="00B70BDC" w:rsidTr="005F4996">
        <w:trPr>
          <w:trHeight w:val="280"/>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Organizacijos pavadinimas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291"/>
        </w:trPr>
        <w:tc>
          <w:tcPr>
            <w:tcW w:w="4457" w:type="dxa"/>
          </w:tcPr>
          <w:p w:rsidR="005F4996" w:rsidRPr="00B70BDC" w:rsidRDefault="00F257C8" w:rsidP="00EB4407">
            <w:pPr>
              <w:jc w:val="both"/>
              <w:rPr>
                <w:rFonts w:eastAsia="Calibri"/>
                <w:szCs w:val="24"/>
                <w:lang w:eastAsia="lt-LT"/>
              </w:rPr>
            </w:pPr>
            <w:r w:rsidRPr="00B70BDC">
              <w:rPr>
                <w:rFonts w:eastAsia="Calibri"/>
                <w:szCs w:val="24"/>
                <w:lang w:eastAsia="lt-LT"/>
              </w:rPr>
              <w:t xml:space="preserve">Organizacijos </w:t>
            </w:r>
            <w:r>
              <w:rPr>
                <w:rFonts w:eastAsia="Calibri"/>
                <w:szCs w:val="24"/>
                <w:lang w:eastAsia="lt-LT"/>
              </w:rPr>
              <w:t>k</w:t>
            </w:r>
            <w:r w:rsidR="005F4996" w:rsidRPr="00B70BDC">
              <w:rPr>
                <w:rFonts w:eastAsia="Calibri"/>
                <w:szCs w:val="24"/>
                <w:lang w:eastAsia="lt-LT"/>
              </w:rPr>
              <w:t>odas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280"/>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Buveinės adresas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291"/>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Elektroninis paštas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291"/>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Telefono numeris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571"/>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Organizacijos vadovo vardas pavardė</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302"/>
        </w:trPr>
        <w:tc>
          <w:tcPr>
            <w:tcW w:w="4457" w:type="dxa"/>
          </w:tcPr>
          <w:p w:rsidR="005F4996" w:rsidRPr="00B70BDC" w:rsidRDefault="001F59D6" w:rsidP="00EB4407">
            <w:pPr>
              <w:jc w:val="both"/>
              <w:rPr>
                <w:rFonts w:eastAsia="Calibri"/>
                <w:szCs w:val="24"/>
                <w:lang w:eastAsia="lt-LT"/>
              </w:rPr>
            </w:pPr>
            <w:r w:rsidRPr="00B70BDC">
              <w:rPr>
                <w:rFonts w:eastAsia="Calibri"/>
                <w:szCs w:val="24"/>
                <w:lang w:eastAsia="lt-LT"/>
              </w:rPr>
              <w:t>Kitas k</w:t>
            </w:r>
            <w:r w:rsidR="005F4996" w:rsidRPr="00B70BDC">
              <w:rPr>
                <w:rFonts w:eastAsia="Calibri"/>
                <w:szCs w:val="24"/>
                <w:lang w:eastAsia="lt-LT"/>
              </w:rPr>
              <w:t>ontaktinis asmuo</w:t>
            </w:r>
            <w:r w:rsidRPr="00B70BDC">
              <w:rPr>
                <w:rFonts w:eastAsia="Calibri"/>
                <w:szCs w:val="24"/>
                <w:lang w:eastAsia="lt-LT"/>
              </w:rPr>
              <w:t xml:space="preserve"> </w:t>
            </w:r>
            <w:r w:rsidRPr="00B70BDC">
              <w:rPr>
                <w:rFonts w:eastAsia="Calibri"/>
                <w:i/>
                <w:szCs w:val="24"/>
                <w:lang w:eastAsia="lt-LT"/>
              </w:rPr>
              <w:t>(vardas, pavardė, tel. numeris, el. paštas)</w:t>
            </w:r>
          </w:p>
        </w:tc>
        <w:tc>
          <w:tcPr>
            <w:tcW w:w="4458" w:type="dxa"/>
          </w:tcPr>
          <w:p w:rsidR="005F4996" w:rsidRPr="00B70BDC" w:rsidRDefault="005F4996" w:rsidP="00B70BDC">
            <w:pPr>
              <w:ind w:firstLine="720"/>
              <w:jc w:val="both"/>
              <w:rPr>
                <w:rFonts w:eastAsia="Calibri"/>
                <w:b/>
                <w:szCs w:val="24"/>
                <w:lang w:eastAsia="lt-LT"/>
              </w:rPr>
            </w:pPr>
          </w:p>
        </w:tc>
      </w:tr>
    </w:tbl>
    <w:p w:rsidR="00A432AD" w:rsidRPr="00B70BDC" w:rsidRDefault="00A432AD" w:rsidP="00B70BDC">
      <w:pPr>
        <w:ind w:firstLine="720"/>
        <w:jc w:val="both"/>
        <w:rPr>
          <w:rFonts w:eastAsia="Calibri"/>
          <w:b/>
          <w:szCs w:val="24"/>
          <w:lang w:eastAsia="lt-LT"/>
        </w:rPr>
      </w:pPr>
    </w:p>
    <w:p w:rsidR="00A432AD" w:rsidRPr="00B70BDC" w:rsidRDefault="005F4996" w:rsidP="00B70BDC">
      <w:pPr>
        <w:ind w:firstLine="720"/>
        <w:jc w:val="center"/>
        <w:rPr>
          <w:rFonts w:eastAsia="Calibri"/>
          <w:b/>
          <w:szCs w:val="24"/>
          <w:lang w:eastAsia="lt-LT"/>
        </w:rPr>
      </w:pPr>
      <w:r w:rsidRPr="00B70BDC">
        <w:rPr>
          <w:rFonts w:eastAsia="Calibri"/>
          <w:b/>
          <w:szCs w:val="24"/>
          <w:lang w:eastAsia="lt-LT"/>
        </w:rPr>
        <w:t>II. INFORMACIJA APIE PROJEKTĄ</w:t>
      </w:r>
    </w:p>
    <w:p w:rsidR="006D5DAA" w:rsidRPr="00B70BDC" w:rsidRDefault="006D5DAA" w:rsidP="00B70BDC">
      <w:pPr>
        <w:ind w:firstLine="720"/>
        <w:jc w:val="both"/>
        <w:rPr>
          <w:rFonts w:eastAsia="Calibri"/>
          <w:b/>
          <w:szCs w:val="24"/>
          <w:lang w:eastAsia="lt-LT"/>
        </w:rPr>
      </w:pPr>
    </w:p>
    <w:tbl>
      <w:tblPr>
        <w:tblStyle w:val="Lentelstinklelis"/>
        <w:tblW w:w="0" w:type="auto"/>
        <w:tblLook w:val="04A0" w:firstRow="1" w:lastRow="0" w:firstColumn="1" w:lastColumn="0" w:noHBand="0" w:noVBand="1"/>
      </w:tblPr>
      <w:tblGrid>
        <w:gridCol w:w="4927"/>
        <w:gridCol w:w="4927"/>
      </w:tblGrid>
      <w:tr w:rsidR="006D5DAA" w:rsidRPr="00B70BDC" w:rsidTr="006D5DAA">
        <w:tc>
          <w:tcPr>
            <w:tcW w:w="4927" w:type="dxa"/>
          </w:tcPr>
          <w:p w:rsidR="006D5DAA" w:rsidRPr="00B70BDC" w:rsidRDefault="006D5DAA" w:rsidP="00B70BDC">
            <w:pPr>
              <w:jc w:val="both"/>
              <w:rPr>
                <w:rFonts w:eastAsia="Calibri"/>
                <w:b/>
                <w:szCs w:val="24"/>
                <w:lang w:eastAsia="lt-LT"/>
              </w:rPr>
            </w:pPr>
            <w:r w:rsidRPr="00B70BDC">
              <w:rPr>
                <w:rFonts w:eastAsia="Calibri"/>
                <w:b/>
                <w:szCs w:val="24"/>
                <w:lang w:eastAsia="lt-LT"/>
              </w:rPr>
              <w:t>Projekto pavadinimas</w:t>
            </w:r>
            <w:r w:rsidR="00326D31" w:rsidRPr="00B70BDC">
              <w:rPr>
                <w:rFonts w:eastAsia="Calibri"/>
                <w:b/>
                <w:szCs w:val="24"/>
                <w:lang w:eastAsia="lt-LT"/>
              </w:rPr>
              <w:t xml:space="preserve"> </w:t>
            </w:r>
            <w:r w:rsidR="00326D31" w:rsidRPr="00B70BDC">
              <w:rPr>
                <w:rFonts w:eastAsia="Calibri"/>
                <w:i/>
                <w:szCs w:val="24"/>
                <w:lang w:eastAsia="lt-LT"/>
              </w:rPr>
              <w:t>(Pareiškėjo numatytas)</w:t>
            </w:r>
          </w:p>
        </w:tc>
        <w:tc>
          <w:tcPr>
            <w:tcW w:w="4927" w:type="dxa"/>
          </w:tcPr>
          <w:p w:rsidR="006D5DAA" w:rsidRPr="00B70BDC" w:rsidRDefault="006D5DAA" w:rsidP="00B70BDC">
            <w:pPr>
              <w:ind w:firstLine="720"/>
              <w:jc w:val="both"/>
              <w:rPr>
                <w:rFonts w:eastAsia="Calibri"/>
                <w:b/>
                <w:szCs w:val="24"/>
                <w:lang w:eastAsia="lt-LT"/>
              </w:rPr>
            </w:pPr>
          </w:p>
        </w:tc>
      </w:tr>
      <w:tr w:rsidR="004E5F54" w:rsidRPr="00B70BDC" w:rsidTr="006D5DAA">
        <w:tc>
          <w:tcPr>
            <w:tcW w:w="4927" w:type="dxa"/>
          </w:tcPr>
          <w:p w:rsidR="004E5F54" w:rsidRPr="00B70BDC" w:rsidRDefault="004E5F54" w:rsidP="00D517A8">
            <w:pPr>
              <w:jc w:val="both"/>
              <w:rPr>
                <w:rFonts w:eastAsia="Calibri"/>
                <w:b/>
                <w:szCs w:val="24"/>
                <w:lang w:eastAsia="lt-LT"/>
              </w:rPr>
            </w:pPr>
            <w:r w:rsidRPr="00B70BDC">
              <w:rPr>
                <w:rFonts w:eastAsia="Calibri"/>
                <w:b/>
                <w:szCs w:val="24"/>
                <w:lang w:eastAsia="lt-LT"/>
              </w:rPr>
              <w:t>Projekto vykdymo vieta</w:t>
            </w:r>
            <w:r w:rsidR="00D517A8">
              <w:rPr>
                <w:rFonts w:eastAsia="Calibri"/>
                <w:b/>
                <w:szCs w:val="24"/>
                <w:lang w:eastAsia="lt-LT"/>
              </w:rPr>
              <w:t xml:space="preserve"> </w:t>
            </w:r>
            <w:r w:rsidR="00D517A8" w:rsidRPr="00D517A8">
              <w:rPr>
                <w:rFonts w:eastAsia="Calibri"/>
                <w:i/>
                <w:szCs w:val="24"/>
                <w:lang w:eastAsia="lt-LT"/>
              </w:rPr>
              <w:t>(nurodomas tikslus adresas, jei tvarkoma vietovė</w:t>
            </w:r>
            <w:r w:rsidR="00CB6ACA">
              <w:rPr>
                <w:rFonts w:eastAsia="Calibri"/>
                <w:i/>
                <w:szCs w:val="24"/>
                <w:lang w:eastAsia="lt-LT"/>
              </w:rPr>
              <w:t>, tai</w:t>
            </w:r>
            <w:r w:rsidR="00D517A8" w:rsidRPr="00D517A8">
              <w:rPr>
                <w:rFonts w:eastAsia="Calibri"/>
                <w:i/>
                <w:szCs w:val="24"/>
                <w:lang w:eastAsia="lt-LT"/>
              </w:rPr>
              <w:t xml:space="preserve"> pridedama </w:t>
            </w:r>
            <w:r w:rsidR="00CB6ACA">
              <w:rPr>
                <w:rFonts w:eastAsia="Calibri"/>
                <w:i/>
                <w:szCs w:val="24"/>
                <w:lang w:eastAsia="lt-LT"/>
              </w:rPr>
              <w:t xml:space="preserve">ir </w:t>
            </w:r>
            <w:r w:rsidR="00D517A8" w:rsidRPr="00D517A8">
              <w:rPr>
                <w:rFonts w:eastAsia="Calibri"/>
                <w:i/>
                <w:szCs w:val="24"/>
                <w:lang w:eastAsia="lt-LT"/>
              </w:rPr>
              <w:t>sklypo schema)</w:t>
            </w:r>
          </w:p>
        </w:tc>
        <w:tc>
          <w:tcPr>
            <w:tcW w:w="4927" w:type="dxa"/>
          </w:tcPr>
          <w:p w:rsidR="004E5F54" w:rsidRPr="00B70BDC" w:rsidRDefault="004E5F54" w:rsidP="00B70BDC">
            <w:pPr>
              <w:ind w:firstLine="720"/>
              <w:jc w:val="both"/>
              <w:rPr>
                <w:rFonts w:eastAsia="Calibri"/>
                <w:b/>
                <w:szCs w:val="24"/>
                <w:lang w:eastAsia="lt-LT"/>
              </w:rPr>
            </w:pPr>
          </w:p>
        </w:tc>
      </w:tr>
      <w:tr w:rsidR="004E5F54" w:rsidRPr="00B70BDC" w:rsidTr="006D5DAA">
        <w:tc>
          <w:tcPr>
            <w:tcW w:w="4927" w:type="dxa"/>
          </w:tcPr>
          <w:p w:rsidR="004E5F54" w:rsidRPr="00B70BDC" w:rsidRDefault="004E5F54" w:rsidP="00B70BDC">
            <w:pPr>
              <w:jc w:val="both"/>
              <w:rPr>
                <w:rFonts w:eastAsia="Calibri"/>
                <w:b/>
                <w:szCs w:val="24"/>
                <w:lang w:eastAsia="lt-LT"/>
              </w:rPr>
            </w:pPr>
            <w:r w:rsidRPr="00B70BDC">
              <w:rPr>
                <w:rFonts w:eastAsia="Calibri"/>
                <w:b/>
                <w:szCs w:val="24"/>
                <w:lang w:eastAsia="lt-LT"/>
              </w:rPr>
              <w:t>Projekto tikslas</w:t>
            </w:r>
          </w:p>
        </w:tc>
        <w:tc>
          <w:tcPr>
            <w:tcW w:w="4927" w:type="dxa"/>
          </w:tcPr>
          <w:p w:rsidR="004E5F54" w:rsidRPr="00B70BDC" w:rsidRDefault="004E5F54" w:rsidP="00B70BDC">
            <w:pPr>
              <w:ind w:firstLine="720"/>
              <w:jc w:val="both"/>
              <w:rPr>
                <w:rFonts w:eastAsia="Calibri"/>
                <w:b/>
                <w:szCs w:val="24"/>
                <w:lang w:eastAsia="lt-LT"/>
              </w:rPr>
            </w:pPr>
          </w:p>
        </w:tc>
      </w:tr>
      <w:tr w:rsidR="004E5F54" w:rsidRPr="00B70BDC" w:rsidTr="006D5DAA">
        <w:tc>
          <w:tcPr>
            <w:tcW w:w="4927" w:type="dxa"/>
          </w:tcPr>
          <w:p w:rsidR="004E5F54" w:rsidRPr="00B70BDC" w:rsidRDefault="004E5F54" w:rsidP="00B70BDC">
            <w:pPr>
              <w:jc w:val="both"/>
              <w:rPr>
                <w:rFonts w:eastAsia="Calibri"/>
                <w:b/>
                <w:szCs w:val="24"/>
                <w:lang w:eastAsia="lt-LT"/>
              </w:rPr>
            </w:pPr>
            <w:r w:rsidRPr="00B70BDC">
              <w:rPr>
                <w:rFonts w:eastAsia="Calibri"/>
                <w:b/>
                <w:szCs w:val="24"/>
                <w:lang w:eastAsia="lt-LT"/>
              </w:rPr>
              <w:t xml:space="preserve">Projekto uždaviniai </w:t>
            </w:r>
            <w:r w:rsidRPr="00B70BDC">
              <w:rPr>
                <w:rFonts w:eastAsia="Calibri"/>
                <w:i/>
                <w:szCs w:val="24"/>
                <w:lang w:eastAsia="lt-LT"/>
              </w:rPr>
              <w:t>(nuo 1 iki 4)</w:t>
            </w:r>
          </w:p>
        </w:tc>
        <w:tc>
          <w:tcPr>
            <w:tcW w:w="4927" w:type="dxa"/>
          </w:tcPr>
          <w:p w:rsidR="004E5F54" w:rsidRPr="00B70BDC" w:rsidRDefault="004E5F54" w:rsidP="00B70BDC">
            <w:pPr>
              <w:ind w:firstLine="720"/>
              <w:jc w:val="both"/>
              <w:rPr>
                <w:rFonts w:eastAsia="Calibri"/>
                <w:b/>
                <w:szCs w:val="24"/>
                <w:lang w:eastAsia="lt-LT"/>
              </w:rPr>
            </w:pPr>
          </w:p>
          <w:p w:rsidR="00BB4705" w:rsidRPr="00B70BDC" w:rsidRDefault="00BB4705" w:rsidP="00B70BDC">
            <w:pPr>
              <w:ind w:firstLine="720"/>
              <w:jc w:val="both"/>
              <w:rPr>
                <w:rFonts w:eastAsia="Calibri"/>
                <w:b/>
                <w:szCs w:val="24"/>
                <w:lang w:eastAsia="lt-LT"/>
              </w:rPr>
            </w:pPr>
          </w:p>
        </w:tc>
      </w:tr>
      <w:tr w:rsidR="006D5DAA" w:rsidRPr="00B70BDC" w:rsidTr="006D5DAA">
        <w:tc>
          <w:tcPr>
            <w:tcW w:w="4927" w:type="dxa"/>
          </w:tcPr>
          <w:p w:rsidR="006D5DAA" w:rsidRPr="00B70BDC" w:rsidRDefault="006D5DAA" w:rsidP="00B70BDC">
            <w:pPr>
              <w:jc w:val="both"/>
              <w:rPr>
                <w:rFonts w:eastAsia="Calibri"/>
                <w:b/>
                <w:szCs w:val="24"/>
                <w:lang w:eastAsia="lt-LT"/>
              </w:rPr>
            </w:pPr>
            <w:r w:rsidRPr="00B70BDC">
              <w:rPr>
                <w:b/>
                <w:szCs w:val="24"/>
              </w:rPr>
              <w:t>Numatytos įgyvendinti priemonės pavadinimas</w:t>
            </w:r>
            <w:r w:rsidRPr="00B70BDC">
              <w:rPr>
                <w:szCs w:val="24"/>
              </w:rPr>
              <w:t xml:space="preserve"> </w:t>
            </w:r>
            <w:r w:rsidRPr="00B70BDC">
              <w:rPr>
                <w:i/>
                <w:szCs w:val="24"/>
              </w:rPr>
              <w:t>(pagal Aprašo 6.2.1</w:t>
            </w:r>
            <w:r w:rsidR="004A78E6">
              <w:rPr>
                <w:i/>
                <w:szCs w:val="24"/>
              </w:rPr>
              <w:t>,</w:t>
            </w:r>
            <w:r w:rsidRPr="00B70BDC">
              <w:rPr>
                <w:i/>
                <w:szCs w:val="24"/>
              </w:rPr>
              <w:t xml:space="preserve"> 6.2.2</w:t>
            </w:r>
            <w:r w:rsidR="004A78E6">
              <w:rPr>
                <w:i/>
                <w:szCs w:val="24"/>
              </w:rPr>
              <w:t>,</w:t>
            </w:r>
            <w:r w:rsidRPr="00B70BDC">
              <w:rPr>
                <w:i/>
                <w:szCs w:val="24"/>
              </w:rPr>
              <w:t xml:space="preserve"> 6.2.3</w:t>
            </w:r>
            <w:r w:rsidR="004A78E6">
              <w:rPr>
                <w:i/>
                <w:szCs w:val="24"/>
              </w:rPr>
              <w:t>,</w:t>
            </w:r>
            <w:r w:rsidRPr="00B70BDC">
              <w:rPr>
                <w:i/>
                <w:szCs w:val="24"/>
              </w:rPr>
              <w:t xml:space="preserve"> 6.2.4</w:t>
            </w:r>
            <w:r w:rsidR="004A78E6">
              <w:rPr>
                <w:i/>
                <w:szCs w:val="24"/>
              </w:rPr>
              <w:t>,</w:t>
            </w:r>
            <w:r w:rsidRPr="00B70BDC">
              <w:rPr>
                <w:i/>
                <w:szCs w:val="24"/>
              </w:rPr>
              <w:t xml:space="preserve"> 6.2.5</w:t>
            </w:r>
            <w:r w:rsidR="004A78E6">
              <w:rPr>
                <w:i/>
                <w:szCs w:val="24"/>
              </w:rPr>
              <w:t>,</w:t>
            </w:r>
            <w:r w:rsidRPr="00B70BDC">
              <w:rPr>
                <w:i/>
                <w:szCs w:val="24"/>
              </w:rPr>
              <w:t xml:space="preserve"> 6.2.6 papunkčius</w:t>
            </w:r>
            <w:r w:rsidR="00326D31" w:rsidRPr="00B70BDC">
              <w:rPr>
                <w:i/>
                <w:szCs w:val="24"/>
              </w:rPr>
              <w:t xml:space="preserve"> tik viena Pareiškėjo numatyta priemonė</w:t>
            </w:r>
            <w:r w:rsidRPr="00B70BDC">
              <w:rPr>
                <w:i/>
                <w:szCs w:val="24"/>
              </w:rPr>
              <w:t>)</w:t>
            </w:r>
          </w:p>
        </w:tc>
        <w:tc>
          <w:tcPr>
            <w:tcW w:w="4927" w:type="dxa"/>
          </w:tcPr>
          <w:p w:rsidR="006D5DAA" w:rsidRPr="00B70BDC" w:rsidRDefault="006D5DAA" w:rsidP="00B70BDC">
            <w:pPr>
              <w:ind w:firstLine="720"/>
              <w:jc w:val="both"/>
              <w:rPr>
                <w:rFonts w:eastAsia="Calibri"/>
                <w:b/>
                <w:szCs w:val="24"/>
                <w:lang w:eastAsia="lt-LT"/>
              </w:rPr>
            </w:pPr>
          </w:p>
        </w:tc>
      </w:tr>
      <w:tr w:rsidR="006D5DAA" w:rsidRPr="00B70BDC" w:rsidTr="006D5DAA">
        <w:tc>
          <w:tcPr>
            <w:tcW w:w="4927" w:type="dxa"/>
          </w:tcPr>
          <w:p w:rsidR="006D5DAA" w:rsidRPr="00B70BDC" w:rsidRDefault="00FC1A57" w:rsidP="00B70BDC">
            <w:pPr>
              <w:jc w:val="both"/>
              <w:rPr>
                <w:rFonts w:eastAsia="Calibri"/>
                <w:b/>
                <w:szCs w:val="24"/>
                <w:lang w:eastAsia="lt-LT"/>
              </w:rPr>
            </w:pPr>
            <w:r w:rsidRPr="00B70BDC">
              <w:rPr>
                <w:b/>
                <w:szCs w:val="24"/>
              </w:rPr>
              <w:t>Lėšų naudojimo rekomendacij</w:t>
            </w:r>
            <w:r w:rsidR="004633DB" w:rsidRPr="00B70BDC">
              <w:rPr>
                <w:b/>
                <w:szCs w:val="24"/>
              </w:rPr>
              <w:t>ų numeriai</w:t>
            </w:r>
            <w:r w:rsidR="004633DB" w:rsidRPr="00B70BDC">
              <w:rPr>
                <w:szCs w:val="24"/>
              </w:rPr>
              <w:t xml:space="preserve"> </w:t>
            </w:r>
            <w:r w:rsidR="004633DB" w:rsidRPr="00B70BDC">
              <w:rPr>
                <w:i/>
                <w:szCs w:val="24"/>
              </w:rPr>
              <w:t xml:space="preserve">(gali būti numatomi keli, tačiau turi būti po ta pačia </w:t>
            </w:r>
            <w:r w:rsidR="001D1870" w:rsidRPr="00B70BDC">
              <w:rPr>
                <w:i/>
                <w:szCs w:val="24"/>
              </w:rPr>
              <w:t>prieš tai paraiškoje pasirinkta įgyvendinti priemone</w:t>
            </w:r>
            <w:r w:rsidR="004633DB" w:rsidRPr="00B70BDC">
              <w:rPr>
                <w:i/>
                <w:szCs w:val="24"/>
              </w:rPr>
              <w:t>)</w:t>
            </w:r>
          </w:p>
        </w:tc>
        <w:tc>
          <w:tcPr>
            <w:tcW w:w="4927" w:type="dxa"/>
          </w:tcPr>
          <w:p w:rsidR="006D5DAA" w:rsidRPr="00B70BDC" w:rsidRDefault="006D5DAA" w:rsidP="00BF5AEC">
            <w:pPr>
              <w:jc w:val="both"/>
              <w:rPr>
                <w:rFonts w:eastAsia="Calibri"/>
                <w:b/>
                <w:szCs w:val="24"/>
                <w:lang w:eastAsia="lt-LT"/>
              </w:rPr>
            </w:pPr>
          </w:p>
        </w:tc>
      </w:tr>
      <w:tr w:rsidR="006D5DAA" w:rsidRPr="00B70BDC" w:rsidTr="006D5DAA">
        <w:tc>
          <w:tcPr>
            <w:tcW w:w="4927" w:type="dxa"/>
          </w:tcPr>
          <w:p w:rsidR="00BF5AEC" w:rsidRDefault="00AA4CB7" w:rsidP="00B70BDC">
            <w:pPr>
              <w:jc w:val="both"/>
              <w:rPr>
                <w:rFonts w:eastAsia="Calibri"/>
                <w:b/>
                <w:szCs w:val="24"/>
                <w:lang w:eastAsia="lt-LT"/>
              </w:rPr>
            </w:pPr>
            <w:r w:rsidRPr="00B70BDC">
              <w:rPr>
                <w:rFonts w:eastAsia="Calibri"/>
                <w:b/>
                <w:szCs w:val="24"/>
                <w:lang w:eastAsia="lt-LT"/>
              </w:rPr>
              <w:t xml:space="preserve">Projekto aprašymas </w:t>
            </w:r>
            <w:r w:rsidRPr="00B70BDC">
              <w:rPr>
                <w:rFonts w:eastAsia="Calibri"/>
                <w:i/>
                <w:szCs w:val="24"/>
                <w:lang w:eastAsia="lt-LT"/>
              </w:rPr>
              <w:t>(nuo 5 iki 10 sakinių)</w:t>
            </w:r>
          </w:p>
          <w:p w:rsidR="006D5DAA" w:rsidRPr="00BF5AEC" w:rsidRDefault="006D5DAA" w:rsidP="00BF5AEC">
            <w:pPr>
              <w:rPr>
                <w:rFonts w:eastAsia="Calibri"/>
                <w:szCs w:val="24"/>
                <w:lang w:eastAsia="lt-LT"/>
              </w:rPr>
            </w:pPr>
          </w:p>
        </w:tc>
        <w:tc>
          <w:tcPr>
            <w:tcW w:w="4927" w:type="dxa"/>
          </w:tcPr>
          <w:p w:rsidR="00853E83" w:rsidRPr="00B70BDC" w:rsidRDefault="00853E83" w:rsidP="00BF5AEC">
            <w:pPr>
              <w:jc w:val="both"/>
              <w:rPr>
                <w:rFonts w:eastAsia="Calibri"/>
                <w:b/>
                <w:szCs w:val="24"/>
                <w:lang w:eastAsia="lt-LT"/>
              </w:rPr>
            </w:pPr>
          </w:p>
        </w:tc>
      </w:tr>
      <w:tr w:rsidR="006D5DAA" w:rsidRPr="00B70BDC" w:rsidTr="006D5DAA">
        <w:tc>
          <w:tcPr>
            <w:tcW w:w="4927" w:type="dxa"/>
          </w:tcPr>
          <w:p w:rsidR="006D5DAA" w:rsidRPr="00B70BDC" w:rsidRDefault="00853E83" w:rsidP="00B70BDC">
            <w:pPr>
              <w:jc w:val="both"/>
              <w:rPr>
                <w:rFonts w:eastAsia="Calibri"/>
                <w:b/>
                <w:szCs w:val="24"/>
                <w:lang w:eastAsia="lt-LT"/>
              </w:rPr>
            </w:pPr>
            <w:r w:rsidRPr="00B70BDC">
              <w:rPr>
                <w:rFonts w:eastAsia="Calibri"/>
                <w:b/>
                <w:szCs w:val="24"/>
                <w:lang w:eastAsia="lt-LT"/>
              </w:rPr>
              <w:t>Laukiami rezultatai įgyvendinus projektą</w:t>
            </w:r>
            <w:r w:rsidR="006D186A">
              <w:rPr>
                <w:rFonts w:eastAsia="Calibri"/>
                <w:b/>
                <w:szCs w:val="24"/>
                <w:lang w:eastAsia="lt-LT"/>
              </w:rPr>
              <w:t xml:space="preserve"> </w:t>
            </w:r>
            <w:r w:rsidR="006D186A" w:rsidRPr="006D186A">
              <w:rPr>
                <w:rFonts w:eastAsia="Calibri"/>
                <w:i/>
                <w:szCs w:val="24"/>
                <w:lang w:eastAsia="lt-LT"/>
              </w:rPr>
              <w:t>(nuo 3 iki 5 sakinių)</w:t>
            </w:r>
          </w:p>
        </w:tc>
        <w:tc>
          <w:tcPr>
            <w:tcW w:w="4927" w:type="dxa"/>
          </w:tcPr>
          <w:p w:rsidR="00853E83" w:rsidRPr="00B70BDC" w:rsidRDefault="00853E83" w:rsidP="00BF5AEC">
            <w:pPr>
              <w:jc w:val="both"/>
              <w:rPr>
                <w:rFonts w:eastAsia="Calibri"/>
                <w:b/>
                <w:szCs w:val="24"/>
                <w:lang w:eastAsia="lt-LT"/>
              </w:rPr>
            </w:pPr>
          </w:p>
          <w:p w:rsidR="00853E83" w:rsidRPr="00B70BDC" w:rsidRDefault="00853E83" w:rsidP="00B70BDC">
            <w:pPr>
              <w:ind w:firstLine="720"/>
              <w:jc w:val="both"/>
              <w:rPr>
                <w:rFonts w:eastAsia="Calibri"/>
                <w:b/>
                <w:szCs w:val="24"/>
                <w:lang w:eastAsia="lt-LT"/>
              </w:rPr>
            </w:pPr>
          </w:p>
        </w:tc>
      </w:tr>
      <w:tr w:rsidR="00B25AC6" w:rsidRPr="00B70BDC" w:rsidTr="006D5DAA">
        <w:tc>
          <w:tcPr>
            <w:tcW w:w="4927" w:type="dxa"/>
          </w:tcPr>
          <w:p w:rsidR="00B25AC6" w:rsidRPr="00B70BDC" w:rsidRDefault="00B25AC6" w:rsidP="00B70BDC">
            <w:pPr>
              <w:jc w:val="both"/>
              <w:rPr>
                <w:rFonts w:eastAsia="Calibri"/>
                <w:b/>
                <w:szCs w:val="24"/>
                <w:lang w:eastAsia="lt-LT"/>
              </w:rPr>
            </w:pPr>
            <w:r>
              <w:rPr>
                <w:rFonts w:eastAsia="Calibri"/>
                <w:b/>
                <w:szCs w:val="24"/>
                <w:lang w:eastAsia="lt-LT"/>
              </w:rPr>
              <w:t xml:space="preserve">Projekto tęstinumas </w:t>
            </w:r>
            <w:r w:rsidRPr="00EE7B86">
              <w:rPr>
                <w:rFonts w:eastAsia="Calibri"/>
                <w:i/>
                <w:szCs w:val="24"/>
                <w:lang w:eastAsia="lt-LT"/>
              </w:rPr>
              <w:t>(Nurodoma TAIP jei projektas tęstinis bei detalizuojama</w:t>
            </w:r>
            <w:r w:rsidR="00EE7B86" w:rsidRPr="00EE7B86">
              <w:rPr>
                <w:rFonts w:eastAsia="Calibri"/>
                <w:i/>
                <w:szCs w:val="24"/>
                <w:lang w:eastAsia="lt-LT"/>
              </w:rPr>
              <w:t xml:space="preserve"> kokios veiklos, kokiomis lėšomis ir kada buvo atliktos</w:t>
            </w:r>
            <w:r w:rsidR="000A6353">
              <w:rPr>
                <w:rFonts w:eastAsia="Calibri"/>
                <w:i/>
                <w:szCs w:val="24"/>
                <w:lang w:eastAsia="lt-LT"/>
              </w:rPr>
              <w:t>. Jei projektas nėra tęstinis nurodoma NE</w:t>
            </w:r>
            <w:r w:rsidR="00EE7B86" w:rsidRPr="00EE7B86">
              <w:rPr>
                <w:rFonts w:eastAsia="Calibri"/>
                <w:i/>
                <w:szCs w:val="24"/>
                <w:lang w:eastAsia="lt-LT"/>
              </w:rPr>
              <w:t>)</w:t>
            </w:r>
          </w:p>
        </w:tc>
        <w:tc>
          <w:tcPr>
            <w:tcW w:w="4927" w:type="dxa"/>
          </w:tcPr>
          <w:p w:rsidR="00B25AC6" w:rsidRPr="00B70BDC" w:rsidRDefault="00B25AC6" w:rsidP="00BF5AEC">
            <w:pPr>
              <w:jc w:val="both"/>
              <w:rPr>
                <w:rFonts w:eastAsia="Calibri"/>
                <w:b/>
                <w:szCs w:val="24"/>
                <w:lang w:eastAsia="lt-LT"/>
              </w:rPr>
            </w:pPr>
          </w:p>
        </w:tc>
      </w:tr>
    </w:tbl>
    <w:p w:rsidR="00A432AD" w:rsidRPr="00B70BDC" w:rsidRDefault="00A432AD" w:rsidP="00B70BDC">
      <w:pPr>
        <w:ind w:firstLine="720"/>
        <w:jc w:val="both"/>
        <w:rPr>
          <w:rFonts w:eastAsia="Calibri"/>
          <w:b/>
          <w:szCs w:val="24"/>
          <w:lang w:eastAsia="lt-LT"/>
        </w:rPr>
      </w:pPr>
    </w:p>
    <w:p w:rsidR="00A432AD" w:rsidRPr="00B70BDC" w:rsidRDefault="00861749" w:rsidP="00B70BDC">
      <w:pPr>
        <w:ind w:firstLine="720"/>
        <w:jc w:val="center"/>
        <w:rPr>
          <w:rFonts w:eastAsia="Calibri"/>
          <w:b/>
          <w:szCs w:val="24"/>
          <w:lang w:eastAsia="lt-LT"/>
        </w:rPr>
      </w:pPr>
      <w:r w:rsidRPr="00B70BDC">
        <w:rPr>
          <w:rFonts w:eastAsia="Calibri"/>
          <w:b/>
          <w:szCs w:val="24"/>
          <w:lang w:eastAsia="lt-LT"/>
        </w:rPr>
        <w:t>III. PROJEKTO ĮGYVENDINIMUI REIKALINGOS LĖŠOS</w:t>
      </w:r>
    </w:p>
    <w:p w:rsidR="00861749" w:rsidRPr="00B70BDC" w:rsidRDefault="00861749" w:rsidP="00B70BDC">
      <w:pPr>
        <w:ind w:firstLine="720"/>
        <w:jc w:val="both"/>
        <w:rPr>
          <w:rFonts w:eastAsia="Calibri"/>
          <w:b/>
          <w:szCs w:val="24"/>
          <w:lang w:eastAsia="lt-LT"/>
        </w:rPr>
      </w:pPr>
    </w:p>
    <w:tbl>
      <w:tblPr>
        <w:tblStyle w:val="Lentelstinklelis"/>
        <w:tblW w:w="0" w:type="auto"/>
        <w:tblLook w:val="04A0" w:firstRow="1" w:lastRow="0" w:firstColumn="1" w:lastColumn="0" w:noHBand="0" w:noVBand="1"/>
      </w:tblPr>
      <w:tblGrid>
        <w:gridCol w:w="4927"/>
        <w:gridCol w:w="4927"/>
      </w:tblGrid>
      <w:tr w:rsidR="00ED403B" w:rsidRPr="00B70BDC" w:rsidTr="00ED403B">
        <w:tc>
          <w:tcPr>
            <w:tcW w:w="4927" w:type="dxa"/>
          </w:tcPr>
          <w:p w:rsidR="00ED403B" w:rsidRPr="00B70BDC" w:rsidRDefault="00ED403B" w:rsidP="00B7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B70BDC">
              <w:rPr>
                <w:b/>
                <w:szCs w:val="24"/>
              </w:rPr>
              <w:t>Projekto įgyvendinimui prašoma suma (</w:t>
            </w:r>
            <w:proofErr w:type="spellStart"/>
            <w:r w:rsidRPr="00B70BDC">
              <w:rPr>
                <w:b/>
                <w:szCs w:val="24"/>
              </w:rPr>
              <w:t>Eur</w:t>
            </w:r>
            <w:proofErr w:type="spellEnd"/>
            <w:r w:rsidRPr="00B70BDC">
              <w:rPr>
                <w:b/>
                <w:szCs w:val="24"/>
              </w:rPr>
              <w:t>)</w:t>
            </w:r>
          </w:p>
        </w:tc>
        <w:tc>
          <w:tcPr>
            <w:tcW w:w="4927" w:type="dxa"/>
          </w:tcPr>
          <w:p w:rsidR="00ED403B" w:rsidRPr="00B70BDC" w:rsidRDefault="00ED403B" w:rsidP="006D186A">
            <w:pPr>
              <w:jc w:val="both"/>
              <w:rPr>
                <w:rFonts w:eastAsia="Calibri"/>
                <w:b/>
                <w:szCs w:val="24"/>
                <w:lang w:eastAsia="lt-LT"/>
              </w:rPr>
            </w:pPr>
          </w:p>
        </w:tc>
      </w:tr>
      <w:tr w:rsidR="00ED403B" w:rsidRPr="00B70BDC" w:rsidTr="00ED403B">
        <w:tc>
          <w:tcPr>
            <w:tcW w:w="4927" w:type="dxa"/>
          </w:tcPr>
          <w:p w:rsidR="00ED403B" w:rsidRPr="00B70BDC" w:rsidRDefault="00E01E35" w:rsidP="00B7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B70BDC">
              <w:rPr>
                <w:szCs w:val="24"/>
              </w:rPr>
              <w:t xml:space="preserve">Organizacijos prisidėjimas </w:t>
            </w:r>
            <w:r w:rsidRPr="00B70BDC">
              <w:rPr>
                <w:i/>
                <w:szCs w:val="24"/>
              </w:rPr>
              <w:t>(jei numatyta)</w:t>
            </w:r>
            <w:r w:rsidRPr="00B70BDC">
              <w:rPr>
                <w:szCs w:val="24"/>
              </w:rPr>
              <w:t xml:space="preserve"> (</w:t>
            </w:r>
            <w:proofErr w:type="spellStart"/>
            <w:r w:rsidRPr="00B70BDC">
              <w:rPr>
                <w:szCs w:val="24"/>
              </w:rPr>
              <w:t>Eur</w:t>
            </w:r>
            <w:proofErr w:type="spellEnd"/>
            <w:r w:rsidRPr="00B70BDC">
              <w:rPr>
                <w:szCs w:val="24"/>
              </w:rPr>
              <w:t>)</w:t>
            </w:r>
          </w:p>
        </w:tc>
        <w:tc>
          <w:tcPr>
            <w:tcW w:w="4927" w:type="dxa"/>
          </w:tcPr>
          <w:p w:rsidR="00ED403B" w:rsidRPr="00B70BDC" w:rsidRDefault="00ED403B" w:rsidP="006D186A">
            <w:pPr>
              <w:jc w:val="both"/>
              <w:rPr>
                <w:rFonts w:eastAsia="Calibri"/>
                <w:b/>
                <w:szCs w:val="24"/>
                <w:lang w:eastAsia="lt-LT"/>
              </w:rPr>
            </w:pPr>
          </w:p>
        </w:tc>
      </w:tr>
      <w:tr w:rsidR="009E147D" w:rsidRPr="00B70BDC" w:rsidTr="00ED403B">
        <w:tc>
          <w:tcPr>
            <w:tcW w:w="4927" w:type="dxa"/>
          </w:tcPr>
          <w:p w:rsidR="009E147D" w:rsidRPr="00B70BDC" w:rsidRDefault="009E147D" w:rsidP="00B70BDC">
            <w:pPr>
              <w:jc w:val="both"/>
              <w:rPr>
                <w:rFonts w:eastAsia="Calibri"/>
                <w:szCs w:val="24"/>
                <w:lang w:eastAsia="lt-LT"/>
              </w:rPr>
            </w:pPr>
            <w:r w:rsidRPr="00B70BDC">
              <w:rPr>
                <w:rFonts w:eastAsia="Calibri"/>
                <w:szCs w:val="24"/>
                <w:lang w:eastAsia="lt-LT"/>
              </w:rPr>
              <w:t xml:space="preserve">Kiti finansavimo šaltiniai </w:t>
            </w:r>
            <w:r w:rsidRPr="00B70BDC">
              <w:rPr>
                <w:rFonts w:eastAsia="Calibri"/>
                <w:i/>
                <w:szCs w:val="24"/>
                <w:lang w:eastAsia="lt-LT"/>
              </w:rPr>
              <w:t>(</w:t>
            </w:r>
            <w:r w:rsidR="004008BE" w:rsidRPr="00B70BDC">
              <w:rPr>
                <w:rFonts w:eastAsia="Calibri"/>
                <w:i/>
                <w:szCs w:val="24"/>
                <w:lang w:eastAsia="lt-LT"/>
              </w:rPr>
              <w:t>jei numatyta</w:t>
            </w:r>
            <w:r w:rsidRPr="00B70BDC">
              <w:rPr>
                <w:rFonts w:eastAsia="Calibri"/>
                <w:i/>
                <w:szCs w:val="24"/>
                <w:lang w:eastAsia="lt-LT"/>
              </w:rPr>
              <w:t xml:space="preserve">) </w:t>
            </w:r>
            <w:r w:rsidRPr="00B70BDC">
              <w:rPr>
                <w:rFonts w:eastAsia="Calibri"/>
                <w:szCs w:val="24"/>
                <w:lang w:eastAsia="lt-LT"/>
              </w:rPr>
              <w:t>(</w:t>
            </w:r>
            <w:proofErr w:type="spellStart"/>
            <w:r w:rsidRPr="00B70BDC">
              <w:rPr>
                <w:rFonts w:eastAsia="Calibri"/>
                <w:szCs w:val="24"/>
                <w:lang w:eastAsia="lt-LT"/>
              </w:rPr>
              <w:t>Eur</w:t>
            </w:r>
            <w:proofErr w:type="spellEnd"/>
            <w:r w:rsidRPr="00B70BDC">
              <w:rPr>
                <w:rFonts w:eastAsia="Calibri"/>
                <w:szCs w:val="24"/>
                <w:lang w:eastAsia="lt-LT"/>
              </w:rPr>
              <w:t>)</w:t>
            </w:r>
          </w:p>
        </w:tc>
        <w:tc>
          <w:tcPr>
            <w:tcW w:w="4927" w:type="dxa"/>
          </w:tcPr>
          <w:p w:rsidR="009E147D" w:rsidRPr="00B70BDC" w:rsidRDefault="009E147D" w:rsidP="006D186A">
            <w:pPr>
              <w:jc w:val="both"/>
              <w:rPr>
                <w:rFonts w:eastAsia="Calibri"/>
                <w:szCs w:val="24"/>
                <w:lang w:eastAsia="lt-LT"/>
              </w:rPr>
            </w:pPr>
          </w:p>
        </w:tc>
      </w:tr>
      <w:tr w:rsidR="009E147D" w:rsidRPr="00B70BDC" w:rsidTr="00ED403B">
        <w:tc>
          <w:tcPr>
            <w:tcW w:w="4927" w:type="dxa"/>
          </w:tcPr>
          <w:p w:rsidR="009E147D" w:rsidRPr="00B70BDC" w:rsidRDefault="009E147D" w:rsidP="00B7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B70BDC">
              <w:rPr>
                <w:szCs w:val="24"/>
              </w:rPr>
              <w:lastRenderedPageBreak/>
              <w:t xml:space="preserve">Bendra projekto vertė (viso </w:t>
            </w:r>
            <w:proofErr w:type="spellStart"/>
            <w:r w:rsidRPr="00B70BDC">
              <w:rPr>
                <w:szCs w:val="24"/>
              </w:rPr>
              <w:t>Eur</w:t>
            </w:r>
            <w:proofErr w:type="spellEnd"/>
            <w:r w:rsidRPr="00B70BDC">
              <w:rPr>
                <w:szCs w:val="24"/>
              </w:rPr>
              <w:t>)</w:t>
            </w:r>
          </w:p>
        </w:tc>
        <w:tc>
          <w:tcPr>
            <w:tcW w:w="4927" w:type="dxa"/>
          </w:tcPr>
          <w:p w:rsidR="009E147D" w:rsidRPr="00B70BDC" w:rsidRDefault="009E147D" w:rsidP="006D186A">
            <w:pPr>
              <w:jc w:val="both"/>
              <w:rPr>
                <w:rFonts w:eastAsia="Calibri"/>
                <w:b/>
                <w:szCs w:val="24"/>
                <w:lang w:eastAsia="lt-LT"/>
              </w:rPr>
            </w:pPr>
          </w:p>
        </w:tc>
      </w:tr>
    </w:tbl>
    <w:p w:rsidR="007767A5" w:rsidRPr="00BF5AEC" w:rsidRDefault="007767A5" w:rsidP="00BF5AEC">
      <w:pPr>
        <w:tabs>
          <w:tab w:val="left" w:pos="426"/>
          <w:tab w:val="left" w:pos="1134"/>
        </w:tabs>
        <w:jc w:val="both"/>
        <w:rPr>
          <w:szCs w:val="24"/>
        </w:rPr>
      </w:pPr>
    </w:p>
    <w:p w:rsidR="000E6768" w:rsidRDefault="000E6768" w:rsidP="00BF5AEC">
      <w:pPr>
        <w:pStyle w:val="Sraopastraipa"/>
        <w:tabs>
          <w:tab w:val="left" w:pos="426"/>
          <w:tab w:val="left" w:pos="1134"/>
        </w:tabs>
        <w:ind w:left="0" w:firstLine="720"/>
        <w:jc w:val="center"/>
        <w:rPr>
          <w:b/>
          <w:szCs w:val="24"/>
        </w:rPr>
      </w:pPr>
      <w:r w:rsidRPr="00B70BDC">
        <w:rPr>
          <w:b/>
          <w:szCs w:val="24"/>
        </w:rPr>
        <w:t>IV.</w:t>
      </w:r>
      <w:r w:rsidR="00AC5942" w:rsidRPr="00B70BDC">
        <w:rPr>
          <w:b/>
          <w:szCs w:val="24"/>
        </w:rPr>
        <w:t xml:space="preserve"> </w:t>
      </w:r>
      <w:r w:rsidRPr="00B70BDC">
        <w:rPr>
          <w:b/>
          <w:szCs w:val="24"/>
        </w:rPr>
        <w:t xml:space="preserve">PROJEKTO IŠLAIDŲ </w:t>
      </w:r>
      <w:r w:rsidR="00AC5942" w:rsidRPr="00B70BDC">
        <w:rPr>
          <w:b/>
          <w:szCs w:val="24"/>
        </w:rPr>
        <w:t xml:space="preserve">DETALI </w:t>
      </w:r>
      <w:r w:rsidRPr="00B70BDC">
        <w:rPr>
          <w:b/>
          <w:szCs w:val="24"/>
        </w:rPr>
        <w:t>SĄMATA</w:t>
      </w:r>
    </w:p>
    <w:p w:rsidR="004A78E6" w:rsidRPr="00BF5AEC" w:rsidRDefault="004A78E6" w:rsidP="00BF5AEC">
      <w:pPr>
        <w:pStyle w:val="Sraopastraipa"/>
        <w:tabs>
          <w:tab w:val="left" w:pos="426"/>
          <w:tab w:val="left" w:pos="1134"/>
        </w:tabs>
        <w:ind w:left="0" w:firstLine="720"/>
        <w:jc w:val="center"/>
        <w:rPr>
          <w:b/>
          <w:szCs w:val="24"/>
        </w:rPr>
      </w:pPr>
    </w:p>
    <w:p w:rsidR="00AC5942" w:rsidRPr="00B70BDC" w:rsidRDefault="00AC5942" w:rsidP="00B70BDC">
      <w:pPr>
        <w:pStyle w:val="Sraopastraipa"/>
        <w:tabs>
          <w:tab w:val="left" w:pos="426"/>
          <w:tab w:val="left" w:pos="1134"/>
        </w:tabs>
        <w:ind w:left="0" w:firstLine="720"/>
        <w:jc w:val="both"/>
        <w:rPr>
          <w:szCs w:val="24"/>
        </w:rPr>
      </w:pPr>
      <w:r w:rsidRPr="00B70BDC">
        <w:rPr>
          <w:szCs w:val="24"/>
        </w:rPr>
        <w:t>4.1. Iš SAARS programos lėšų numatytos įgyvendinti priemonės</w:t>
      </w:r>
    </w:p>
    <w:tbl>
      <w:tblPr>
        <w:tblStyle w:val="Lentelstinklelis"/>
        <w:tblW w:w="0" w:type="auto"/>
        <w:tblInd w:w="720" w:type="dxa"/>
        <w:tblLook w:val="04A0" w:firstRow="1" w:lastRow="0" w:firstColumn="1" w:lastColumn="0" w:noHBand="0" w:noVBand="1"/>
      </w:tblPr>
      <w:tblGrid>
        <w:gridCol w:w="556"/>
        <w:gridCol w:w="2508"/>
        <w:gridCol w:w="1517"/>
        <w:gridCol w:w="1517"/>
        <w:gridCol w:w="1518"/>
        <w:gridCol w:w="1518"/>
      </w:tblGrid>
      <w:tr w:rsidR="00AC5942" w:rsidRPr="00B70BDC" w:rsidTr="005F110D">
        <w:tc>
          <w:tcPr>
            <w:tcW w:w="556" w:type="dxa"/>
          </w:tcPr>
          <w:p w:rsidR="00AC5942" w:rsidRPr="00B70BDC" w:rsidRDefault="005F110D" w:rsidP="00B70BDC">
            <w:pPr>
              <w:pStyle w:val="Sraopastraipa"/>
              <w:tabs>
                <w:tab w:val="left" w:pos="426"/>
                <w:tab w:val="left" w:pos="1134"/>
              </w:tabs>
              <w:ind w:left="0"/>
              <w:jc w:val="both"/>
              <w:rPr>
                <w:szCs w:val="24"/>
              </w:rPr>
            </w:pPr>
            <w:r w:rsidRPr="00B70BDC">
              <w:rPr>
                <w:szCs w:val="24"/>
              </w:rPr>
              <w:t xml:space="preserve">Eil. Nr. </w:t>
            </w:r>
          </w:p>
        </w:tc>
        <w:tc>
          <w:tcPr>
            <w:tcW w:w="2508" w:type="dxa"/>
          </w:tcPr>
          <w:p w:rsidR="00AC5942" w:rsidRPr="00B70BDC" w:rsidRDefault="005F110D" w:rsidP="00B70BDC">
            <w:pPr>
              <w:pStyle w:val="Sraopastraipa"/>
              <w:tabs>
                <w:tab w:val="left" w:pos="426"/>
                <w:tab w:val="left" w:pos="1134"/>
              </w:tabs>
              <w:ind w:left="0"/>
              <w:jc w:val="both"/>
              <w:rPr>
                <w:szCs w:val="24"/>
              </w:rPr>
            </w:pPr>
            <w:r w:rsidRPr="00B70BDC">
              <w:rPr>
                <w:szCs w:val="24"/>
              </w:rPr>
              <w:t xml:space="preserve">Pavadinimas </w:t>
            </w:r>
            <w:r w:rsidRPr="00B70BDC">
              <w:rPr>
                <w:i/>
                <w:szCs w:val="24"/>
              </w:rPr>
              <w:t>(n</w:t>
            </w:r>
            <w:r w:rsidR="009B6675" w:rsidRPr="00B70BDC">
              <w:rPr>
                <w:i/>
                <w:szCs w:val="24"/>
              </w:rPr>
              <w:t>umatomi atlikti darbai, planuojamos</w:t>
            </w:r>
            <w:r w:rsidRPr="00B70BDC">
              <w:rPr>
                <w:i/>
                <w:szCs w:val="24"/>
              </w:rPr>
              <w:t xml:space="preserve"> įsigyti </w:t>
            </w:r>
            <w:r w:rsidRPr="00B70BDC">
              <w:rPr>
                <w:i/>
                <w:spacing w:val="-2"/>
                <w:szCs w:val="24"/>
              </w:rPr>
              <w:t>m</w:t>
            </w:r>
            <w:r w:rsidR="009B6675" w:rsidRPr="00B70BDC">
              <w:rPr>
                <w:i/>
                <w:szCs w:val="24"/>
              </w:rPr>
              <w:t>edžiagos/prekės/ paslaugos)</w:t>
            </w:r>
          </w:p>
        </w:tc>
        <w:tc>
          <w:tcPr>
            <w:tcW w:w="1517" w:type="dxa"/>
          </w:tcPr>
          <w:p w:rsidR="00AC5942" w:rsidRPr="00B70BDC" w:rsidRDefault="009B6675" w:rsidP="00B70BDC">
            <w:pPr>
              <w:pStyle w:val="Sraopastraipa"/>
              <w:tabs>
                <w:tab w:val="left" w:pos="426"/>
                <w:tab w:val="left" w:pos="1134"/>
              </w:tabs>
              <w:ind w:left="0"/>
              <w:jc w:val="both"/>
              <w:rPr>
                <w:szCs w:val="24"/>
              </w:rPr>
            </w:pPr>
            <w:r w:rsidRPr="00B70BDC">
              <w:rPr>
                <w:szCs w:val="24"/>
              </w:rPr>
              <w:t>Mato vienetas</w:t>
            </w:r>
          </w:p>
        </w:tc>
        <w:tc>
          <w:tcPr>
            <w:tcW w:w="1517" w:type="dxa"/>
          </w:tcPr>
          <w:p w:rsidR="00AC5942" w:rsidRPr="00B70BDC" w:rsidRDefault="009B6675" w:rsidP="00B70BDC">
            <w:pPr>
              <w:pStyle w:val="Sraopastraipa"/>
              <w:tabs>
                <w:tab w:val="left" w:pos="426"/>
                <w:tab w:val="left" w:pos="1134"/>
              </w:tabs>
              <w:ind w:left="0"/>
              <w:jc w:val="both"/>
              <w:rPr>
                <w:szCs w:val="24"/>
              </w:rPr>
            </w:pPr>
            <w:r w:rsidRPr="00B70BDC">
              <w:rPr>
                <w:szCs w:val="24"/>
              </w:rPr>
              <w:t>Vieneto kaina (įskaitant PVM)</w:t>
            </w:r>
          </w:p>
        </w:tc>
        <w:tc>
          <w:tcPr>
            <w:tcW w:w="1518" w:type="dxa"/>
          </w:tcPr>
          <w:p w:rsidR="00AC5942" w:rsidRPr="00B70BDC" w:rsidRDefault="009B6675" w:rsidP="00B70BDC">
            <w:pPr>
              <w:pStyle w:val="Sraopastraipa"/>
              <w:tabs>
                <w:tab w:val="left" w:pos="426"/>
                <w:tab w:val="left" w:pos="1134"/>
              </w:tabs>
              <w:ind w:left="0"/>
              <w:jc w:val="both"/>
              <w:rPr>
                <w:szCs w:val="24"/>
              </w:rPr>
            </w:pPr>
            <w:r w:rsidRPr="00B70BDC">
              <w:rPr>
                <w:szCs w:val="24"/>
              </w:rPr>
              <w:t>Kiekis</w:t>
            </w:r>
          </w:p>
        </w:tc>
        <w:tc>
          <w:tcPr>
            <w:tcW w:w="1518" w:type="dxa"/>
          </w:tcPr>
          <w:p w:rsidR="00AC5942" w:rsidRPr="00B70BDC" w:rsidRDefault="009B6675" w:rsidP="00B70BDC">
            <w:pPr>
              <w:pStyle w:val="Sraopastraipa"/>
              <w:tabs>
                <w:tab w:val="left" w:pos="426"/>
                <w:tab w:val="left" w:pos="1134"/>
              </w:tabs>
              <w:ind w:left="0"/>
              <w:jc w:val="both"/>
              <w:rPr>
                <w:szCs w:val="24"/>
              </w:rPr>
            </w:pPr>
            <w:r w:rsidRPr="00B70BDC">
              <w:rPr>
                <w:szCs w:val="24"/>
              </w:rPr>
              <w:t xml:space="preserve">Suma </w:t>
            </w:r>
          </w:p>
        </w:tc>
      </w:tr>
      <w:tr w:rsidR="00AC5942" w:rsidRPr="00B70BDC" w:rsidTr="005F110D">
        <w:tc>
          <w:tcPr>
            <w:tcW w:w="556" w:type="dxa"/>
          </w:tcPr>
          <w:p w:rsidR="00AC5942" w:rsidRPr="00B70BDC" w:rsidRDefault="009B6675" w:rsidP="00B70BDC">
            <w:pPr>
              <w:pStyle w:val="Sraopastraipa"/>
              <w:tabs>
                <w:tab w:val="left" w:pos="426"/>
                <w:tab w:val="left" w:pos="1134"/>
              </w:tabs>
              <w:ind w:left="0"/>
              <w:jc w:val="both"/>
              <w:rPr>
                <w:szCs w:val="24"/>
              </w:rPr>
            </w:pPr>
            <w:r w:rsidRPr="00B70BDC">
              <w:rPr>
                <w:szCs w:val="24"/>
              </w:rPr>
              <w:t>1.</w:t>
            </w:r>
          </w:p>
        </w:tc>
        <w:tc>
          <w:tcPr>
            <w:tcW w:w="2508" w:type="dxa"/>
          </w:tcPr>
          <w:p w:rsidR="00AC5942" w:rsidRPr="00B70BDC" w:rsidRDefault="00AC5942" w:rsidP="00B70BDC">
            <w:pPr>
              <w:pStyle w:val="Sraopastraipa"/>
              <w:tabs>
                <w:tab w:val="left" w:pos="426"/>
                <w:tab w:val="left" w:pos="1134"/>
              </w:tabs>
              <w:ind w:left="0"/>
              <w:jc w:val="both"/>
              <w:rPr>
                <w:szCs w:val="24"/>
              </w:rPr>
            </w:pPr>
          </w:p>
        </w:tc>
        <w:tc>
          <w:tcPr>
            <w:tcW w:w="1517" w:type="dxa"/>
          </w:tcPr>
          <w:p w:rsidR="00AC5942" w:rsidRPr="00B70BDC" w:rsidRDefault="00AC5942" w:rsidP="00B70BDC">
            <w:pPr>
              <w:pStyle w:val="Sraopastraipa"/>
              <w:tabs>
                <w:tab w:val="left" w:pos="426"/>
                <w:tab w:val="left" w:pos="1134"/>
              </w:tabs>
              <w:ind w:left="0"/>
              <w:jc w:val="both"/>
              <w:rPr>
                <w:szCs w:val="24"/>
              </w:rPr>
            </w:pPr>
          </w:p>
        </w:tc>
        <w:tc>
          <w:tcPr>
            <w:tcW w:w="1517" w:type="dxa"/>
          </w:tcPr>
          <w:p w:rsidR="00AC5942" w:rsidRPr="00B70BDC" w:rsidRDefault="00AC5942" w:rsidP="00B70BDC">
            <w:pPr>
              <w:pStyle w:val="Sraopastraipa"/>
              <w:tabs>
                <w:tab w:val="left" w:pos="426"/>
                <w:tab w:val="left" w:pos="1134"/>
              </w:tabs>
              <w:ind w:left="0"/>
              <w:jc w:val="both"/>
              <w:rPr>
                <w:szCs w:val="24"/>
              </w:rPr>
            </w:pPr>
          </w:p>
        </w:tc>
        <w:tc>
          <w:tcPr>
            <w:tcW w:w="1518" w:type="dxa"/>
          </w:tcPr>
          <w:p w:rsidR="00AC5942" w:rsidRPr="00B70BDC" w:rsidRDefault="00AC5942" w:rsidP="00B70BDC">
            <w:pPr>
              <w:pStyle w:val="Sraopastraipa"/>
              <w:tabs>
                <w:tab w:val="left" w:pos="426"/>
                <w:tab w:val="left" w:pos="1134"/>
              </w:tabs>
              <w:ind w:left="0"/>
              <w:jc w:val="both"/>
              <w:rPr>
                <w:szCs w:val="24"/>
              </w:rPr>
            </w:pPr>
          </w:p>
        </w:tc>
        <w:tc>
          <w:tcPr>
            <w:tcW w:w="1518" w:type="dxa"/>
          </w:tcPr>
          <w:p w:rsidR="00AC5942" w:rsidRPr="00B70BDC" w:rsidRDefault="00AC5942" w:rsidP="00B70BDC">
            <w:pPr>
              <w:pStyle w:val="Sraopastraipa"/>
              <w:tabs>
                <w:tab w:val="left" w:pos="426"/>
                <w:tab w:val="left" w:pos="1134"/>
              </w:tabs>
              <w:ind w:left="0"/>
              <w:jc w:val="both"/>
              <w:rPr>
                <w:szCs w:val="24"/>
              </w:rPr>
            </w:pPr>
          </w:p>
        </w:tc>
      </w:tr>
      <w:tr w:rsidR="00AC5942" w:rsidRPr="00B70BDC" w:rsidTr="005F110D">
        <w:tc>
          <w:tcPr>
            <w:tcW w:w="556" w:type="dxa"/>
          </w:tcPr>
          <w:p w:rsidR="00AC5942" w:rsidRPr="00B70BDC" w:rsidRDefault="009B6675" w:rsidP="00B70BDC">
            <w:pPr>
              <w:pStyle w:val="Sraopastraipa"/>
              <w:tabs>
                <w:tab w:val="left" w:pos="426"/>
                <w:tab w:val="left" w:pos="1134"/>
              </w:tabs>
              <w:ind w:left="0"/>
              <w:jc w:val="both"/>
              <w:rPr>
                <w:szCs w:val="24"/>
              </w:rPr>
            </w:pPr>
            <w:r w:rsidRPr="00B70BDC">
              <w:rPr>
                <w:szCs w:val="24"/>
              </w:rPr>
              <w:t>..</w:t>
            </w:r>
          </w:p>
        </w:tc>
        <w:tc>
          <w:tcPr>
            <w:tcW w:w="2508" w:type="dxa"/>
          </w:tcPr>
          <w:p w:rsidR="00AC5942" w:rsidRPr="00B70BDC" w:rsidRDefault="00AC5942" w:rsidP="00B70BDC">
            <w:pPr>
              <w:pStyle w:val="Sraopastraipa"/>
              <w:tabs>
                <w:tab w:val="left" w:pos="426"/>
                <w:tab w:val="left" w:pos="1134"/>
              </w:tabs>
              <w:ind w:left="0"/>
              <w:jc w:val="both"/>
              <w:rPr>
                <w:szCs w:val="24"/>
              </w:rPr>
            </w:pPr>
          </w:p>
        </w:tc>
        <w:tc>
          <w:tcPr>
            <w:tcW w:w="1517" w:type="dxa"/>
          </w:tcPr>
          <w:p w:rsidR="00AC5942" w:rsidRPr="00B70BDC" w:rsidRDefault="00AC5942" w:rsidP="00B70BDC">
            <w:pPr>
              <w:pStyle w:val="Sraopastraipa"/>
              <w:tabs>
                <w:tab w:val="left" w:pos="426"/>
                <w:tab w:val="left" w:pos="1134"/>
              </w:tabs>
              <w:ind w:left="0"/>
              <w:jc w:val="both"/>
              <w:rPr>
                <w:szCs w:val="24"/>
              </w:rPr>
            </w:pPr>
          </w:p>
        </w:tc>
        <w:tc>
          <w:tcPr>
            <w:tcW w:w="1517" w:type="dxa"/>
          </w:tcPr>
          <w:p w:rsidR="00AC5942" w:rsidRPr="00B70BDC" w:rsidRDefault="00AC5942" w:rsidP="00B70BDC">
            <w:pPr>
              <w:pStyle w:val="Sraopastraipa"/>
              <w:tabs>
                <w:tab w:val="left" w:pos="426"/>
                <w:tab w:val="left" w:pos="1134"/>
              </w:tabs>
              <w:ind w:left="0"/>
              <w:jc w:val="both"/>
              <w:rPr>
                <w:szCs w:val="24"/>
              </w:rPr>
            </w:pPr>
          </w:p>
        </w:tc>
        <w:tc>
          <w:tcPr>
            <w:tcW w:w="1518" w:type="dxa"/>
          </w:tcPr>
          <w:p w:rsidR="00AC5942" w:rsidRPr="00B70BDC" w:rsidRDefault="00AC5942" w:rsidP="00B70BDC">
            <w:pPr>
              <w:pStyle w:val="Sraopastraipa"/>
              <w:tabs>
                <w:tab w:val="left" w:pos="426"/>
                <w:tab w:val="left" w:pos="1134"/>
              </w:tabs>
              <w:ind w:left="0"/>
              <w:jc w:val="both"/>
              <w:rPr>
                <w:szCs w:val="24"/>
              </w:rPr>
            </w:pPr>
          </w:p>
        </w:tc>
        <w:tc>
          <w:tcPr>
            <w:tcW w:w="1518" w:type="dxa"/>
          </w:tcPr>
          <w:p w:rsidR="00AC5942" w:rsidRPr="00B70BDC" w:rsidRDefault="00AC5942" w:rsidP="00B70BDC">
            <w:pPr>
              <w:pStyle w:val="Sraopastraipa"/>
              <w:tabs>
                <w:tab w:val="left" w:pos="426"/>
                <w:tab w:val="left" w:pos="1134"/>
              </w:tabs>
              <w:ind w:left="0"/>
              <w:jc w:val="both"/>
              <w:rPr>
                <w:szCs w:val="24"/>
              </w:rPr>
            </w:pPr>
          </w:p>
        </w:tc>
      </w:tr>
      <w:tr w:rsidR="009B6675" w:rsidRPr="00B70BDC" w:rsidTr="003B136E">
        <w:tc>
          <w:tcPr>
            <w:tcW w:w="7616" w:type="dxa"/>
            <w:gridSpan w:val="5"/>
          </w:tcPr>
          <w:p w:rsidR="009B6675" w:rsidRPr="00B70BDC" w:rsidRDefault="009B6675" w:rsidP="00B70BDC">
            <w:pPr>
              <w:pStyle w:val="Sraopastraipa"/>
              <w:tabs>
                <w:tab w:val="left" w:pos="426"/>
                <w:tab w:val="left" w:pos="1134"/>
              </w:tabs>
              <w:ind w:left="0"/>
              <w:jc w:val="both"/>
              <w:rPr>
                <w:b/>
                <w:szCs w:val="24"/>
              </w:rPr>
            </w:pPr>
            <w:r w:rsidRPr="00B70BDC">
              <w:rPr>
                <w:b/>
                <w:szCs w:val="24"/>
              </w:rPr>
              <w:t>Iš viso:</w:t>
            </w:r>
          </w:p>
        </w:tc>
        <w:tc>
          <w:tcPr>
            <w:tcW w:w="1518" w:type="dxa"/>
          </w:tcPr>
          <w:p w:rsidR="009B6675" w:rsidRPr="00B70BDC" w:rsidRDefault="009B6675" w:rsidP="00B70BDC">
            <w:pPr>
              <w:pStyle w:val="Sraopastraipa"/>
              <w:tabs>
                <w:tab w:val="left" w:pos="426"/>
                <w:tab w:val="left" w:pos="1134"/>
              </w:tabs>
              <w:ind w:left="0"/>
              <w:jc w:val="both"/>
              <w:rPr>
                <w:szCs w:val="24"/>
              </w:rPr>
            </w:pPr>
          </w:p>
        </w:tc>
      </w:tr>
    </w:tbl>
    <w:p w:rsidR="00AC5942" w:rsidRPr="00B70BDC" w:rsidRDefault="00AC5942" w:rsidP="00B70BDC">
      <w:pPr>
        <w:pStyle w:val="Sraopastraipa"/>
        <w:tabs>
          <w:tab w:val="left" w:pos="426"/>
          <w:tab w:val="left" w:pos="1134"/>
        </w:tabs>
        <w:ind w:left="0" w:firstLine="720"/>
        <w:jc w:val="both"/>
        <w:rPr>
          <w:szCs w:val="24"/>
        </w:rPr>
      </w:pPr>
    </w:p>
    <w:p w:rsidR="004008BE" w:rsidRPr="00B70BDC" w:rsidRDefault="004008BE" w:rsidP="00B70BDC">
      <w:pPr>
        <w:pStyle w:val="Sraopastraipa"/>
        <w:tabs>
          <w:tab w:val="left" w:pos="426"/>
          <w:tab w:val="left" w:pos="1134"/>
        </w:tabs>
        <w:ind w:left="0" w:firstLine="720"/>
        <w:jc w:val="both"/>
        <w:rPr>
          <w:szCs w:val="24"/>
        </w:rPr>
      </w:pPr>
      <w:r w:rsidRPr="00B70BDC">
        <w:rPr>
          <w:szCs w:val="24"/>
        </w:rPr>
        <w:t>4.2. Iš organizacijos lėšų numatytos įgyvendinti priemonės</w:t>
      </w:r>
      <w:r w:rsidR="007F09F4" w:rsidRPr="00B70BDC">
        <w:rPr>
          <w:szCs w:val="24"/>
        </w:rPr>
        <w:t xml:space="preserve"> </w:t>
      </w:r>
      <w:r w:rsidR="007F09F4" w:rsidRPr="00B70BDC">
        <w:rPr>
          <w:i/>
          <w:szCs w:val="24"/>
        </w:rPr>
        <w:t>(jei numatyta)</w:t>
      </w:r>
    </w:p>
    <w:tbl>
      <w:tblPr>
        <w:tblStyle w:val="Lentelstinklelis"/>
        <w:tblW w:w="0" w:type="auto"/>
        <w:tblInd w:w="720" w:type="dxa"/>
        <w:tblLook w:val="04A0" w:firstRow="1" w:lastRow="0" w:firstColumn="1" w:lastColumn="0" w:noHBand="0" w:noVBand="1"/>
      </w:tblPr>
      <w:tblGrid>
        <w:gridCol w:w="556"/>
        <w:gridCol w:w="2508"/>
        <w:gridCol w:w="1517"/>
        <w:gridCol w:w="1517"/>
        <w:gridCol w:w="1518"/>
        <w:gridCol w:w="1518"/>
      </w:tblGrid>
      <w:tr w:rsidR="004008BE" w:rsidRPr="00B70BDC" w:rsidTr="003B136E">
        <w:tc>
          <w:tcPr>
            <w:tcW w:w="556" w:type="dxa"/>
          </w:tcPr>
          <w:p w:rsidR="004008BE" w:rsidRPr="00B70BDC" w:rsidRDefault="004008BE" w:rsidP="00B70BDC">
            <w:pPr>
              <w:pStyle w:val="Sraopastraipa"/>
              <w:tabs>
                <w:tab w:val="left" w:pos="426"/>
                <w:tab w:val="left" w:pos="1134"/>
              </w:tabs>
              <w:ind w:left="0"/>
              <w:jc w:val="both"/>
              <w:rPr>
                <w:szCs w:val="24"/>
              </w:rPr>
            </w:pPr>
            <w:r w:rsidRPr="00B70BDC">
              <w:rPr>
                <w:szCs w:val="24"/>
              </w:rPr>
              <w:t xml:space="preserve">Eil. Nr. </w:t>
            </w:r>
          </w:p>
        </w:tc>
        <w:tc>
          <w:tcPr>
            <w:tcW w:w="2508" w:type="dxa"/>
          </w:tcPr>
          <w:p w:rsidR="004008BE" w:rsidRPr="00B70BDC" w:rsidRDefault="004008BE" w:rsidP="00B70BDC">
            <w:pPr>
              <w:pStyle w:val="Sraopastraipa"/>
              <w:tabs>
                <w:tab w:val="left" w:pos="426"/>
                <w:tab w:val="left" w:pos="1134"/>
              </w:tabs>
              <w:ind w:left="0"/>
              <w:jc w:val="both"/>
              <w:rPr>
                <w:szCs w:val="24"/>
              </w:rPr>
            </w:pPr>
            <w:r w:rsidRPr="00B70BDC">
              <w:rPr>
                <w:szCs w:val="24"/>
              </w:rPr>
              <w:t xml:space="preserve">Pavadinimas </w:t>
            </w:r>
            <w:r w:rsidRPr="00B70BDC">
              <w:rPr>
                <w:i/>
                <w:szCs w:val="24"/>
              </w:rPr>
              <w:t xml:space="preserve">(numatomi atlikti darbai, planuojamos įsigyti </w:t>
            </w:r>
            <w:r w:rsidRPr="00B70BDC">
              <w:rPr>
                <w:i/>
                <w:spacing w:val="-2"/>
                <w:szCs w:val="24"/>
              </w:rPr>
              <w:t>m</w:t>
            </w:r>
            <w:r w:rsidRPr="00B70BDC">
              <w:rPr>
                <w:i/>
                <w:szCs w:val="24"/>
              </w:rPr>
              <w:t>edžiagos</w:t>
            </w:r>
            <w:r w:rsidR="003B136E">
              <w:rPr>
                <w:i/>
                <w:szCs w:val="24"/>
              </w:rPr>
              <w:t xml:space="preserve"> </w:t>
            </w:r>
            <w:r w:rsidRPr="00B70BDC">
              <w:rPr>
                <w:i/>
                <w:szCs w:val="24"/>
              </w:rPr>
              <w:t>/</w:t>
            </w:r>
            <w:r w:rsidR="003B136E">
              <w:rPr>
                <w:i/>
                <w:szCs w:val="24"/>
              </w:rPr>
              <w:t xml:space="preserve"> </w:t>
            </w:r>
            <w:r w:rsidRPr="00B70BDC">
              <w:rPr>
                <w:i/>
                <w:szCs w:val="24"/>
              </w:rPr>
              <w:t>prekės</w:t>
            </w:r>
            <w:r w:rsidR="003B136E">
              <w:rPr>
                <w:i/>
                <w:szCs w:val="24"/>
              </w:rPr>
              <w:t xml:space="preserve"> </w:t>
            </w:r>
            <w:r w:rsidRPr="00B70BDC">
              <w:rPr>
                <w:i/>
                <w:szCs w:val="24"/>
              </w:rPr>
              <w:t>/ paslaugos)</w:t>
            </w:r>
          </w:p>
        </w:tc>
        <w:tc>
          <w:tcPr>
            <w:tcW w:w="1517" w:type="dxa"/>
          </w:tcPr>
          <w:p w:rsidR="004008BE" w:rsidRPr="00B70BDC" w:rsidRDefault="004008BE" w:rsidP="00B70BDC">
            <w:pPr>
              <w:pStyle w:val="Sraopastraipa"/>
              <w:tabs>
                <w:tab w:val="left" w:pos="426"/>
                <w:tab w:val="left" w:pos="1134"/>
              </w:tabs>
              <w:ind w:left="0"/>
              <w:jc w:val="both"/>
              <w:rPr>
                <w:szCs w:val="24"/>
              </w:rPr>
            </w:pPr>
            <w:r w:rsidRPr="00B70BDC">
              <w:rPr>
                <w:szCs w:val="24"/>
              </w:rPr>
              <w:t>Mato vienetas</w:t>
            </w:r>
          </w:p>
        </w:tc>
        <w:tc>
          <w:tcPr>
            <w:tcW w:w="1517" w:type="dxa"/>
          </w:tcPr>
          <w:p w:rsidR="004008BE" w:rsidRPr="00B70BDC" w:rsidRDefault="004008BE" w:rsidP="00B70BDC">
            <w:pPr>
              <w:pStyle w:val="Sraopastraipa"/>
              <w:tabs>
                <w:tab w:val="left" w:pos="426"/>
                <w:tab w:val="left" w:pos="1134"/>
              </w:tabs>
              <w:ind w:left="0"/>
              <w:jc w:val="both"/>
              <w:rPr>
                <w:szCs w:val="24"/>
              </w:rPr>
            </w:pPr>
            <w:r w:rsidRPr="00B70BDC">
              <w:rPr>
                <w:szCs w:val="24"/>
              </w:rPr>
              <w:t>Vieneto kaina (įskaitant PVM)</w:t>
            </w:r>
          </w:p>
        </w:tc>
        <w:tc>
          <w:tcPr>
            <w:tcW w:w="1518" w:type="dxa"/>
          </w:tcPr>
          <w:p w:rsidR="004008BE" w:rsidRPr="00B70BDC" w:rsidRDefault="004008BE" w:rsidP="00B70BDC">
            <w:pPr>
              <w:pStyle w:val="Sraopastraipa"/>
              <w:tabs>
                <w:tab w:val="left" w:pos="426"/>
                <w:tab w:val="left" w:pos="1134"/>
              </w:tabs>
              <w:ind w:left="0"/>
              <w:jc w:val="both"/>
              <w:rPr>
                <w:szCs w:val="24"/>
              </w:rPr>
            </w:pPr>
            <w:r w:rsidRPr="00B70BDC">
              <w:rPr>
                <w:szCs w:val="24"/>
              </w:rPr>
              <w:t>Kiekis</w:t>
            </w:r>
          </w:p>
        </w:tc>
        <w:tc>
          <w:tcPr>
            <w:tcW w:w="1518" w:type="dxa"/>
          </w:tcPr>
          <w:p w:rsidR="004008BE" w:rsidRPr="00B70BDC" w:rsidRDefault="004008BE" w:rsidP="00B70BDC">
            <w:pPr>
              <w:pStyle w:val="Sraopastraipa"/>
              <w:tabs>
                <w:tab w:val="left" w:pos="426"/>
                <w:tab w:val="left" w:pos="1134"/>
              </w:tabs>
              <w:ind w:left="0"/>
              <w:jc w:val="both"/>
              <w:rPr>
                <w:szCs w:val="24"/>
              </w:rPr>
            </w:pPr>
            <w:r w:rsidRPr="00B70BDC">
              <w:rPr>
                <w:szCs w:val="24"/>
              </w:rPr>
              <w:t xml:space="preserve">Suma </w:t>
            </w:r>
          </w:p>
        </w:tc>
      </w:tr>
      <w:tr w:rsidR="004008BE" w:rsidRPr="00B70BDC" w:rsidTr="003B136E">
        <w:tc>
          <w:tcPr>
            <w:tcW w:w="556" w:type="dxa"/>
          </w:tcPr>
          <w:p w:rsidR="004008BE" w:rsidRPr="00B70BDC" w:rsidRDefault="004008BE" w:rsidP="00B70BDC">
            <w:pPr>
              <w:pStyle w:val="Sraopastraipa"/>
              <w:tabs>
                <w:tab w:val="left" w:pos="426"/>
                <w:tab w:val="left" w:pos="1134"/>
              </w:tabs>
              <w:ind w:left="0"/>
              <w:jc w:val="both"/>
              <w:rPr>
                <w:szCs w:val="24"/>
              </w:rPr>
            </w:pPr>
            <w:r w:rsidRPr="00B70BDC">
              <w:rPr>
                <w:szCs w:val="24"/>
              </w:rPr>
              <w:t>1.</w:t>
            </w:r>
          </w:p>
        </w:tc>
        <w:tc>
          <w:tcPr>
            <w:tcW w:w="2508" w:type="dxa"/>
          </w:tcPr>
          <w:p w:rsidR="004008BE" w:rsidRPr="00B70BDC" w:rsidRDefault="004008BE" w:rsidP="00B70BDC">
            <w:pPr>
              <w:pStyle w:val="Sraopastraipa"/>
              <w:tabs>
                <w:tab w:val="left" w:pos="426"/>
                <w:tab w:val="left" w:pos="1134"/>
              </w:tabs>
              <w:ind w:left="0"/>
              <w:jc w:val="both"/>
              <w:rPr>
                <w:szCs w:val="24"/>
              </w:rPr>
            </w:pPr>
          </w:p>
        </w:tc>
        <w:tc>
          <w:tcPr>
            <w:tcW w:w="1517" w:type="dxa"/>
          </w:tcPr>
          <w:p w:rsidR="004008BE" w:rsidRPr="00B70BDC" w:rsidRDefault="004008BE" w:rsidP="00B70BDC">
            <w:pPr>
              <w:pStyle w:val="Sraopastraipa"/>
              <w:tabs>
                <w:tab w:val="left" w:pos="426"/>
                <w:tab w:val="left" w:pos="1134"/>
              </w:tabs>
              <w:ind w:left="0"/>
              <w:jc w:val="both"/>
              <w:rPr>
                <w:szCs w:val="24"/>
              </w:rPr>
            </w:pPr>
          </w:p>
        </w:tc>
        <w:tc>
          <w:tcPr>
            <w:tcW w:w="1517" w:type="dxa"/>
          </w:tcPr>
          <w:p w:rsidR="004008BE" w:rsidRPr="00B70BDC" w:rsidRDefault="004008BE" w:rsidP="00B70BDC">
            <w:pPr>
              <w:pStyle w:val="Sraopastraipa"/>
              <w:tabs>
                <w:tab w:val="left" w:pos="426"/>
                <w:tab w:val="left" w:pos="1134"/>
              </w:tabs>
              <w:ind w:left="0"/>
              <w:jc w:val="both"/>
              <w:rPr>
                <w:szCs w:val="24"/>
              </w:rPr>
            </w:pPr>
          </w:p>
        </w:tc>
        <w:tc>
          <w:tcPr>
            <w:tcW w:w="1518" w:type="dxa"/>
          </w:tcPr>
          <w:p w:rsidR="004008BE" w:rsidRPr="00B70BDC" w:rsidRDefault="004008BE" w:rsidP="00B70BDC">
            <w:pPr>
              <w:pStyle w:val="Sraopastraipa"/>
              <w:tabs>
                <w:tab w:val="left" w:pos="426"/>
                <w:tab w:val="left" w:pos="1134"/>
              </w:tabs>
              <w:ind w:left="0"/>
              <w:jc w:val="both"/>
              <w:rPr>
                <w:szCs w:val="24"/>
              </w:rPr>
            </w:pPr>
          </w:p>
        </w:tc>
        <w:tc>
          <w:tcPr>
            <w:tcW w:w="1518" w:type="dxa"/>
          </w:tcPr>
          <w:p w:rsidR="004008BE" w:rsidRPr="00B70BDC" w:rsidRDefault="004008BE" w:rsidP="00B70BDC">
            <w:pPr>
              <w:pStyle w:val="Sraopastraipa"/>
              <w:tabs>
                <w:tab w:val="left" w:pos="426"/>
                <w:tab w:val="left" w:pos="1134"/>
              </w:tabs>
              <w:ind w:left="0"/>
              <w:jc w:val="both"/>
              <w:rPr>
                <w:szCs w:val="24"/>
              </w:rPr>
            </w:pPr>
          </w:p>
        </w:tc>
      </w:tr>
      <w:tr w:rsidR="004008BE" w:rsidRPr="00B70BDC" w:rsidTr="003B136E">
        <w:tc>
          <w:tcPr>
            <w:tcW w:w="556" w:type="dxa"/>
          </w:tcPr>
          <w:p w:rsidR="004008BE" w:rsidRPr="00B70BDC" w:rsidRDefault="004008BE" w:rsidP="00B70BDC">
            <w:pPr>
              <w:pStyle w:val="Sraopastraipa"/>
              <w:tabs>
                <w:tab w:val="left" w:pos="426"/>
                <w:tab w:val="left" w:pos="1134"/>
              </w:tabs>
              <w:ind w:left="0"/>
              <w:jc w:val="both"/>
              <w:rPr>
                <w:szCs w:val="24"/>
              </w:rPr>
            </w:pPr>
            <w:r w:rsidRPr="00B70BDC">
              <w:rPr>
                <w:szCs w:val="24"/>
              </w:rPr>
              <w:t>..</w:t>
            </w:r>
          </w:p>
        </w:tc>
        <w:tc>
          <w:tcPr>
            <w:tcW w:w="2508" w:type="dxa"/>
          </w:tcPr>
          <w:p w:rsidR="004008BE" w:rsidRPr="00B70BDC" w:rsidRDefault="004008BE" w:rsidP="00B70BDC">
            <w:pPr>
              <w:pStyle w:val="Sraopastraipa"/>
              <w:tabs>
                <w:tab w:val="left" w:pos="426"/>
                <w:tab w:val="left" w:pos="1134"/>
              </w:tabs>
              <w:ind w:left="0"/>
              <w:jc w:val="both"/>
              <w:rPr>
                <w:szCs w:val="24"/>
              </w:rPr>
            </w:pPr>
          </w:p>
        </w:tc>
        <w:tc>
          <w:tcPr>
            <w:tcW w:w="1517" w:type="dxa"/>
          </w:tcPr>
          <w:p w:rsidR="004008BE" w:rsidRPr="00B70BDC" w:rsidRDefault="004008BE" w:rsidP="00B70BDC">
            <w:pPr>
              <w:pStyle w:val="Sraopastraipa"/>
              <w:tabs>
                <w:tab w:val="left" w:pos="426"/>
                <w:tab w:val="left" w:pos="1134"/>
              </w:tabs>
              <w:ind w:left="0"/>
              <w:jc w:val="both"/>
              <w:rPr>
                <w:szCs w:val="24"/>
              </w:rPr>
            </w:pPr>
          </w:p>
        </w:tc>
        <w:tc>
          <w:tcPr>
            <w:tcW w:w="1517" w:type="dxa"/>
          </w:tcPr>
          <w:p w:rsidR="004008BE" w:rsidRPr="00B70BDC" w:rsidRDefault="004008BE" w:rsidP="00B70BDC">
            <w:pPr>
              <w:pStyle w:val="Sraopastraipa"/>
              <w:tabs>
                <w:tab w:val="left" w:pos="426"/>
                <w:tab w:val="left" w:pos="1134"/>
              </w:tabs>
              <w:ind w:left="0"/>
              <w:jc w:val="both"/>
              <w:rPr>
                <w:szCs w:val="24"/>
              </w:rPr>
            </w:pPr>
          </w:p>
        </w:tc>
        <w:tc>
          <w:tcPr>
            <w:tcW w:w="1518" w:type="dxa"/>
          </w:tcPr>
          <w:p w:rsidR="004008BE" w:rsidRPr="00B70BDC" w:rsidRDefault="004008BE" w:rsidP="00B70BDC">
            <w:pPr>
              <w:pStyle w:val="Sraopastraipa"/>
              <w:tabs>
                <w:tab w:val="left" w:pos="426"/>
                <w:tab w:val="left" w:pos="1134"/>
              </w:tabs>
              <w:ind w:left="0"/>
              <w:jc w:val="both"/>
              <w:rPr>
                <w:szCs w:val="24"/>
              </w:rPr>
            </w:pPr>
          </w:p>
        </w:tc>
        <w:tc>
          <w:tcPr>
            <w:tcW w:w="1518" w:type="dxa"/>
          </w:tcPr>
          <w:p w:rsidR="004008BE" w:rsidRPr="00B70BDC" w:rsidRDefault="004008BE" w:rsidP="00B70BDC">
            <w:pPr>
              <w:pStyle w:val="Sraopastraipa"/>
              <w:tabs>
                <w:tab w:val="left" w:pos="426"/>
                <w:tab w:val="left" w:pos="1134"/>
              </w:tabs>
              <w:ind w:left="0"/>
              <w:jc w:val="both"/>
              <w:rPr>
                <w:szCs w:val="24"/>
              </w:rPr>
            </w:pPr>
          </w:p>
        </w:tc>
      </w:tr>
      <w:tr w:rsidR="004008BE" w:rsidRPr="00B70BDC" w:rsidTr="003B136E">
        <w:tc>
          <w:tcPr>
            <w:tcW w:w="7616" w:type="dxa"/>
            <w:gridSpan w:val="5"/>
          </w:tcPr>
          <w:p w:rsidR="004008BE" w:rsidRPr="00B70BDC" w:rsidRDefault="004008BE" w:rsidP="00B70BDC">
            <w:pPr>
              <w:pStyle w:val="Sraopastraipa"/>
              <w:tabs>
                <w:tab w:val="left" w:pos="426"/>
                <w:tab w:val="left" w:pos="1134"/>
              </w:tabs>
              <w:ind w:left="0"/>
              <w:jc w:val="both"/>
              <w:rPr>
                <w:b/>
                <w:szCs w:val="24"/>
              </w:rPr>
            </w:pPr>
            <w:r w:rsidRPr="00B70BDC">
              <w:rPr>
                <w:b/>
                <w:szCs w:val="24"/>
              </w:rPr>
              <w:t>Iš viso:</w:t>
            </w:r>
          </w:p>
        </w:tc>
        <w:tc>
          <w:tcPr>
            <w:tcW w:w="1518" w:type="dxa"/>
          </w:tcPr>
          <w:p w:rsidR="004008BE" w:rsidRPr="00B70BDC" w:rsidRDefault="004008BE" w:rsidP="00B70BDC">
            <w:pPr>
              <w:pStyle w:val="Sraopastraipa"/>
              <w:tabs>
                <w:tab w:val="left" w:pos="426"/>
                <w:tab w:val="left" w:pos="1134"/>
              </w:tabs>
              <w:ind w:left="0"/>
              <w:jc w:val="both"/>
              <w:rPr>
                <w:szCs w:val="24"/>
              </w:rPr>
            </w:pPr>
          </w:p>
        </w:tc>
      </w:tr>
    </w:tbl>
    <w:p w:rsidR="004008BE" w:rsidRPr="00BF5AEC" w:rsidRDefault="004008BE" w:rsidP="00BF5AEC">
      <w:pPr>
        <w:tabs>
          <w:tab w:val="left" w:pos="426"/>
          <w:tab w:val="left" w:pos="1134"/>
        </w:tabs>
        <w:jc w:val="both"/>
        <w:rPr>
          <w:szCs w:val="24"/>
        </w:rPr>
      </w:pPr>
    </w:p>
    <w:p w:rsidR="004008BE" w:rsidRPr="00B70BDC" w:rsidRDefault="00BD20FB" w:rsidP="00B70BDC">
      <w:pPr>
        <w:pStyle w:val="Sraopastraipa"/>
        <w:tabs>
          <w:tab w:val="left" w:pos="426"/>
          <w:tab w:val="left" w:pos="1134"/>
        </w:tabs>
        <w:ind w:left="0" w:firstLine="720"/>
        <w:jc w:val="both"/>
        <w:rPr>
          <w:i/>
          <w:szCs w:val="24"/>
        </w:rPr>
      </w:pPr>
      <w:r w:rsidRPr="00B70BDC">
        <w:rPr>
          <w:szCs w:val="24"/>
        </w:rPr>
        <w:t xml:space="preserve">4.3. Kitų finansavimo šaltinių lėšomis numatytos įgyvendinti priemonės </w:t>
      </w:r>
      <w:r w:rsidRPr="00B70BDC">
        <w:rPr>
          <w:i/>
          <w:szCs w:val="24"/>
        </w:rPr>
        <w:t>(jei numatyta)</w:t>
      </w:r>
    </w:p>
    <w:tbl>
      <w:tblPr>
        <w:tblStyle w:val="Lentelstinklelis"/>
        <w:tblW w:w="0" w:type="auto"/>
        <w:tblInd w:w="720" w:type="dxa"/>
        <w:tblLook w:val="04A0" w:firstRow="1" w:lastRow="0" w:firstColumn="1" w:lastColumn="0" w:noHBand="0" w:noVBand="1"/>
      </w:tblPr>
      <w:tblGrid>
        <w:gridCol w:w="556"/>
        <w:gridCol w:w="2508"/>
        <w:gridCol w:w="1517"/>
        <w:gridCol w:w="1517"/>
        <w:gridCol w:w="1518"/>
        <w:gridCol w:w="1518"/>
      </w:tblGrid>
      <w:tr w:rsidR="00BD20FB" w:rsidRPr="00B70BDC" w:rsidTr="003B136E">
        <w:tc>
          <w:tcPr>
            <w:tcW w:w="556" w:type="dxa"/>
          </w:tcPr>
          <w:p w:rsidR="00BD20FB" w:rsidRPr="00B70BDC" w:rsidRDefault="00BD20FB" w:rsidP="00B70BDC">
            <w:pPr>
              <w:pStyle w:val="Sraopastraipa"/>
              <w:tabs>
                <w:tab w:val="left" w:pos="426"/>
                <w:tab w:val="left" w:pos="1134"/>
              </w:tabs>
              <w:ind w:left="0"/>
              <w:jc w:val="both"/>
              <w:rPr>
                <w:szCs w:val="24"/>
              </w:rPr>
            </w:pPr>
            <w:r w:rsidRPr="00B70BDC">
              <w:rPr>
                <w:szCs w:val="24"/>
              </w:rPr>
              <w:t xml:space="preserve">Eil. Nr. </w:t>
            </w:r>
          </w:p>
        </w:tc>
        <w:tc>
          <w:tcPr>
            <w:tcW w:w="2508" w:type="dxa"/>
          </w:tcPr>
          <w:p w:rsidR="00BD20FB" w:rsidRPr="00B70BDC" w:rsidRDefault="00BD20FB" w:rsidP="00B70BDC">
            <w:pPr>
              <w:pStyle w:val="Sraopastraipa"/>
              <w:tabs>
                <w:tab w:val="left" w:pos="426"/>
                <w:tab w:val="left" w:pos="1134"/>
              </w:tabs>
              <w:ind w:left="0"/>
              <w:jc w:val="both"/>
              <w:rPr>
                <w:szCs w:val="24"/>
              </w:rPr>
            </w:pPr>
            <w:r w:rsidRPr="00B70BDC">
              <w:rPr>
                <w:szCs w:val="24"/>
              </w:rPr>
              <w:t xml:space="preserve">Pavadinimas </w:t>
            </w:r>
            <w:r w:rsidRPr="00B70BDC">
              <w:rPr>
                <w:i/>
                <w:szCs w:val="24"/>
              </w:rPr>
              <w:t xml:space="preserve">(numatomi atlikti darbai, planuojamos įsigyti </w:t>
            </w:r>
            <w:r w:rsidRPr="00B70BDC">
              <w:rPr>
                <w:i/>
                <w:spacing w:val="-2"/>
                <w:szCs w:val="24"/>
              </w:rPr>
              <w:t>m</w:t>
            </w:r>
            <w:r w:rsidRPr="00B70BDC">
              <w:rPr>
                <w:i/>
                <w:szCs w:val="24"/>
              </w:rPr>
              <w:t>edžiagos</w:t>
            </w:r>
            <w:r w:rsidR="003B136E">
              <w:rPr>
                <w:i/>
                <w:szCs w:val="24"/>
              </w:rPr>
              <w:t xml:space="preserve"> </w:t>
            </w:r>
            <w:r w:rsidRPr="00B70BDC">
              <w:rPr>
                <w:i/>
                <w:szCs w:val="24"/>
              </w:rPr>
              <w:t>/</w:t>
            </w:r>
            <w:r w:rsidR="003B136E">
              <w:rPr>
                <w:i/>
                <w:szCs w:val="24"/>
              </w:rPr>
              <w:t xml:space="preserve"> </w:t>
            </w:r>
            <w:r w:rsidRPr="00B70BDC">
              <w:rPr>
                <w:i/>
                <w:szCs w:val="24"/>
              </w:rPr>
              <w:t>prekės/ paslaugos)</w:t>
            </w:r>
          </w:p>
        </w:tc>
        <w:tc>
          <w:tcPr>
            <w:tcW w:w="1517" w:type="dxa"/>
          </w:tcPr>
          <w:p w:rsidR="00BD20FB" w:rsidRPr="00B70BDC" w:rsidRDefault="00BD20FB" w:rsidP="00B70BDC">
            <w:pPr>
              <w:pStyle w:val="Sraopastraipa"/>
              <w:tabs>
                <w:tab w:val="left" w:pos="426"/>
                <w:tab w:val="left" w:pos="1134"/>
              </w:tabs>
              <w:ind w:left="0"/>
              <w:jc w:val="both"/>
              <w:rPr>
                <w:szCs w:val="24"/>
              </w:rPr>
            </w:pPr>
            <w:r w:rsidRPr="00B70BDC">
              <w:rPr>
                <w:szCs w:val="24"/>
              </w:rPr>
              <w:t>Mato vienetas</w:t>
            </w:r>
          </w:p>
        </w:tc>
        <w:tc>
          <w:tcPr>
            <w:tcW w:w="1517" w:type="dxa"/>
          </w:tcPr>
          <w:p w:rsidR="00BD20FB" w:rsidRPr="00B70BDC" w:rsidRDefault="00BD20FB" w:rsidP="00B70BDC">
            <w:pPr>
              <w:pStyle w:val="Sraopastraipa"/>
              <w:tabs>
                <w:tab w:val="left" w:pos="426"/>
                <w:tab w:val="left" w:pos="1134"/>
              </w:tabs>
              <w:ind w:left="0"/>
              <w:jc w:val="both"/>
              <w:rPr>
                <w:szCs w:val="24"/>
              </w:rPr>
            </w:pPr>
            <w:r w:rsidRPr="00B70BDC">
              <w:rPr>
                <w:szCs w:val="24"/>
              </w:rPr>
              <w:t>Vieneto kaina (įskaitant PVM)</w:t>
            </w:r>
          </w:p>
        </w:tc>
        <w:tc>
          <w:tcPr>
            <w:tcW w:w="1518" w:type="dxa"/>
          </w:tcPr>
          <w:p w:rsidR="00BD20FB" w:rsidRPr="00B70BDC" w:rsidRDefault="00BD20FB" w:rsidP="00B70BDC">
            <w:pPr>
              <w:pStyle w:val="Sraopastraipa"/>
              <w:tabs>
                <w:tab w:val="left" w:pos="426"/>
                <w:tab w:val="left" w:pos="1134"/>
              </w:tabs>
              <w:ind w:left="0"/>
              <w:jc w:val="both"/>
              <w:rPr>
                <w:szCs w:val="24"/>
              </w:rPr>
            </w:pPr>
            <w:r w:rsidRPr="00B70BDC">
              <w:rPr>
                <w:szCs w:val="24"/>
              </w:rPr>
              <w:t>Kiekis</w:t>
            </w:r>
          </w:p>
        </w:tc>
        <w:tc>
          <w:tcPr>
            <w:tcW w:w="1518" w:type="dxa"/>
          </w:tcPr>
          <w:p w:rsidR="00BD20FB" w:rsidRPr="00B70BDC" w:rsidRDefault="00BD20FB" w:rsidP="00B70BDC">
            <w:pPr>
              <w:pStyle w:val="Sraopastraipa"/>
              <w:tabs>
                <w:tab w:val="left" w:pos="426"/>
                <w:tab w:val="left" w:pos="1134"/>
              </w:tabs>
              <w:ind w:left="0"/>
              <w:jc w:val="both"/>
              <w:rPr>
                <w:szCs w:val="24"/>
              </w:rPr>
            </w:pPr>
            <w:r w:rsidRPr="00B70BDC">
              <w:rPr>
                <w:szCs w:val="24"/>
              </w:rPr>
              <w:t xml:space="preserve">Suma </w:t>
            </w:r>
          </w:p>
        </w:tc>
      </w:tr>
      <w:tr w:rsidR="00BD20FB" w:rsidRPr="00B70BDC" w:rsidTr="003B136E">
        <w:tc>
          <w:tcPr>
            <w:tcW w:w="556" w:type="dxa"/>
          </w:tcPr>
          <w:p w:rsidR="00BD20FB" w:rsidRPr="00B70BDC" w:rsidRDefault="00BD20FB" w:rsidP="00B70BDC">
            <w:pPr>
              <w:pStyle w:val="Sraopastraipa"/>
              <w:tabs>
                <w:tab w:val="left" w:pos="426"/>
                <w:tab w:val="left" w:pos="1134"/>
              </w:tabs>
              <w:ind w:left="0"/>
              <w:jc w:val="both"/>
              <w:rPr>
                <w:szCs w:val="24"/>
              </w:rPr>
            </w:pPr>
            <w:r w:rsidRPr="00B70BDC">
              <w:rPr>
                <w:szCs w:val="24"/>
              </w:rPr>
              <w:t>1.</w:t>
            </w:r>
          </w:p>
        </w:tc>
        <w:tc>
          <w:tcPr>
            <w:tcW w:w="2508" w:type="dxa"/>
          </w:tcPr>
          <w:p w:rsidR="00BD20FB" w:rsidRPr="00B70BDC" w:rsidRDefault="00BD20FB" w:rsidP="00B70BDC">
            <w:pPr>
              <w:pStyle w:val="Sraopastraipa"/>
              <w:tabs>
                <w:tab w:val="left" w:pos="426"/>
                <w:tab w:val="left" w:pos="1134"/>
              </w:tabs>
              <w:ind w:left="0"/>
              <w:jc w:val="both"/>
              <w:rPr>
                <w:szCs w:val="24"/>
              </w:rPr>
            </w:pPr>
          </w:p>
        </w:tc>
        <w:tc>
          <w:tcPr>
            <w:tcW w:w="1517" w:type="dxa"/>
          </w:tcPr>
          <w:p w:rsidR="00BD20FB" w:rsidRPr="00B70BDC" w:rsidRDefault="00BD20FB" w:rsidP="00B70BDC">
            <w:pPr>
              <w:pStyle w:val="Sraopastraipa"/>
              <w:tabs>
                <w:tab w:val="left" w:pos="426"/>
                <w:tab w:val="left" w:pos="1134"/>
              </w:tabs>
              <w:ind w:left="0"/>
              <w:jc w:val="both"/>
              <w:rPr>
                <w:szCs w:val="24"/>
              </w:rPr>
            </w:pPr>
          </w:p>
        </w:tc>
        <w:tc>
          <w:tcPr>
            <w:tcW w:w="1517" w:type="dxa"/>
          </w:tcPr>
          <w:p w:rsidR="00BD20FB" w:rsidRPr="00B70BDC" w:rsidRDefault="00BD20FB" w:rsidP="00B70BDC">
            <w:pPr>
              <w:pStyle w:val="Sraopastraipa"/>
              <w:tabs>
                <w:tab w:val="left" w:pos="426"/>
                <w:tab w:val="left" w:pos="1134"/>
              </w:tabs>
              <w:ind w:left="0"/>
              <w:jc w:val="both"/>
              <w:rPr>
                <w:szCs w:val="24"/>
              </w:rPr>
            </w:pPr>
          </w:p>
        </w:tc>
        <w:tc>
          <w:tcPr>
            <w:tcW w:w="1518" w:type="dxa"/>
          </w:tcPr>
          <w:p w:rsidR="00BD20FB" w:rsidRPr="00B70BDC" w:rsidRDefault="00BD20FB" w:rsidP="00B70BDC">
            <w:pPr>
              <w:pStyle w:val="Sraopastraipa"/>
              <w:tabs>
                <w:tab w:val="left" w:pos="426"/>
                <w:tab w:val="left" w:pos="1134"/>
              </w:tabs>
              <w:ind w:left="0"/>
              <w:jc w:val="both"/>
              <w:rPr>
                <w:szCs w:val="24"/>
              </w:rPr>
            </w:pPr>
          </w:p>
        </w:tc>
        <w:tc>
          <w:tcPr>
            <w:tcW w:w="1518" w:type="dxa"/>
          </w:tcPr>
          <w:p w:rsidR="00BD20FB" w:rsidRPr="00B70BDC" w:rsidRDefault="00BD20FB" w:rsidP="00B70BDC">
            <w:pPr>
              <w:pStyle w:val="Sraopastraipa"/>
              <w:tabs>
                <w:tab w:val="left" w:pos="426"/>
                <w:tab w:val="left" w:pos="1134"/>
              </w:tabs>
              <w:ind w:left="0"/>
              <w:jc w:val="both"/>
              <w:rPr>
                <w:szCs w:val="24"/>
              </w:rPr>
            </w:pPr>
          </w:p>
        </w:tc>
      </w:tr>
      <w:tr w:rsidR="00BD20FB" w:rsidRPr="00B70BDC" w:rsidTr="003B136E">
        <w:tc>
          <w:tcPr>
            <w:tcW w:w="556" w:type="dxa"/>
          </w:tcPr>
          <w:p w:rsidR="00BD20FB" w:rsidRPr="00B70BDC" w:rsidRDefault="00BD20FB" w:rsidP="00B70BDC">
            <w:pPr>
              <w:pStyle w:val="Sraopastraipa"/>
              <w:tabs>
                <w:tab w:val="left" w:pos="426"/>
                <w:tab w:val="left" w:pos="1134"/>
              </w:tabs>
              <w:ind w:left="0"/>
              <w:jc w:val="both"/>
              <w:rPr>
                <w:szCs w:val="24"/>
              </w:rPr>
            </w:pPr>
            <w:r w:rsidRPr="00B70BDC">
              <w:rPr>
                <w:szCs w:val="24"/>
              </w:rPr>
              <w:t>..</w:t>
            </w:r>
          </w:p>
        </w:tc>
        <w:tc>
          <w:tcPr>
            <w:tcW w:w="2508" w:type="dxa"/>
          </w:tcPr>
          <w:p w:rsidR="00BD20FB" w:rsidRPr="00B70BDC" w:rsidRDefault="00BD20FB" w:rsidP="00B70BDC">
            <w:pPr>
              <w:pStyle w:val="Sraopastraipa"/>
              <w:tabs>
                <w:tab w:val="left" w:pos="426"/>
                <w:tab w:val="left" w:pos="1134"/>
              </w:tabs>
              <w:ind w:left="0"/>
              <w:jc w:val="both"/>
              <w:rPr>
                <w:szCs w:val="24"/>
              </w:rPr>
            </w:pPr>
          </w:p>
        </w:tc>
        <w:tc>
          <w:tcPr>
            <w:tcW w:w="1517" w:type="dxa"/>
          </w:tcPr>
          <w:p w:rsidR="00BD20FB" w:rsidRPr="00B70BDC" w:rsidRDefault="00BD20FB" w:rsidP="00B70BDC">
            <w:pPr>
              <w:pStyle w:val="Sraopastraipa"/>
              <w:tabs>
                <w:tab w:val="left" w:pos="426"/>
                <w:tab w:val="left" w:pos="1134"/>
              </w:tabs>
              <w:ind w:left="0"/>
              <w:jc w:val="both"/>
              <w:rPr>
                <w:szCs w:val="24"/>
              </w:rPr>
            </w:pPr>
          </w:p>
        </w:tc>
        <w:tc>
          <w:tcPr>
            <w:tcW w:w="1517" w:type="dxa"/>
          </w:tcPr>
          <w:p w:rsidR="00BD20FB" w:rsidRPr="00B70BDC" w:rsidRDefault="00BD20FB" w:rsidP="00B70BDC">
            <w:pPr>
              <w:pStyle w:val="Sraopastraipa"/>
              <w:tabs>
                <w:tab w:val="left" w:pos="426"/>
                <w:tab w:val="left" w:pos="1134"/>
              </w:tabs>
              <w:ind w:left="0"/>
              <w:jc w:val="both"/>
              <w:rPr>
                <w:szCs w:val="24"/>
              </w:rPr>
            </w:pPr>
          </w:p>
        </w:tc>
        <w:tc>
          <w:tcPr>
            <w:tcW w:w="1518" w:type="dxa"/>
          </w:tcPr>
          <w:p w:rsidR="00BD20FB" w:rsidRPr="00B70BDC" w:rsidRDefault="00BD20FB" w:rsidP="00B70BDC">
            <w:pPr>
              <w:pStyle w:val="Sraopastraipa"/>
              <w:tabs>
                <w:tab w:val="left" w:pos="426"/>
                <w:tab w:val="left" w:pos="1134"/>
              </w:tabs>
              <w:ind w:left="0"/>
              <w:jc w:val="both"/>
              <w:rPr>
                <w:szCs w:val="24"/>
              </w:rPr>
            </w:pPr>
          </w:p>
        </w:tc>
        <w:tc>
          <w:tcPr>
            <w:tcW w:w="1518" w:type="dxa"/>
          </w:tcPr>
          <w:p w:rsidR="00BD20FB" w:rsidRPr="00B70BDC" w:rsidRDefault="00BD20FB" w:rsidP="00B70BDC">
            <w:pPr>
              <w:pStyle w:val="Sraopastraipa"/>
              <w:tabs>
                <w:tab w:val="left" w:pos="426"/>
                <w:tab w:val="left" w:pos="1134"/>
              </w:tabs>
              <w:ind w:left="0"/>
              <w:jc w:val="both"/>
              <w:rPr>
                <w:szCs w:val="24"/>
              </w:rPr>
            </w:pPr>
          </w:p>
        </w:tc>
      </w:tr>
      <w:tr w:rsidR="00BD20FB" w:rsidRPr="00B70BDC" w:rsidTr="003B136E">
        <w:tc>
          <w:tcPr>
            <w:tcW w:w="7616" w:type="dxa"/>
            <w:gridSpan w:val="5"/>
          </w:tcPr>
          <w:p w:rsidR="00BD20FB" w:rsidRPr="00B70BDC" w:rsidRDefault="00BD20FB" w:rsidP="00B70BDC">
            <w:pPr>
              <w:pStyle w:val="Sraopastraipa"/>
              <w:tabs>
                <w:tab w:val="left" w:pos="426"/>
                <w:tab w:val="left" w:pos="1134"/>
              </w:tabs>
              <w:ind w:left="0"/>
              <w:jc w:val="both"/>
              <w:rPr>
                <w:b/>
                <w:szCs w:val="24"/>
              </w:rPr>
            </w:pPr>
            <w:r w:rsidRPr="00B70BDC">
              <w:rPr>
                <w:b/>
                <w:szCs w:val="24"/>
              </w:rPr>
              <w:t>Iš viso:</w:t>
            </w:r>
          </w:p>
        </w:tc>
        <w:tc>
          <w:tcPr>
            <w:tcW w:w="1518" w:type="dxa"/>
          </w:tcPr>
          <w:p w:rsidR="00BD20FB" w:rsidRPr="00B70BDC" w:rsidRDefault="00BD20FB" w:rsidP="00B70BDC">
            <w:pPr>
              <w:pStyle w:val="Sraopastraipa"/>
              <w:tabs>
                <w:tab w:val="left" w:pos="426"/>
                <w:tab w:val="left" w:pos="1134"/>
              </w:tabs>
              <w:ind w:left="0"/>
              <w:jc w:val="both"/>
              <w:rPr>
                <w:szCs w:val="24"/>
              </w:rPr>
            </w:pPr>
          </w:p>
        </w:tc>
      </w:tr>
    </w:tbl>
    <w:p w:rsidR="00BD20FB" w:rsidRPr="00B70BDC" w:rsidRDefault="00BD20FB" w:rsidP="00B70BDC">
      <w:pPr>
        <w:pStyle w:val="Sraopastraipa"/>
        <w:tabs>
          <w:tab w:val="left" w:pos="426"/>
          <w:tab w:val="left" w:pos="1134"/>
        </w:tabs>
        <w:ind w:left="0" w:firstLine="720"/>
        <w:jc w:val="both"/>
        <w:rPr>
          <w:szCs w:val="24"/>
        </w:rPr>
      </w:pPr>
    </w:p>
    <w:p w:rsidR="004008BE" w:rsidRPr="00B70BDC" w:rsidRDefault="00332171" w:rsidP="00BF5AEC">
      <w:pPr>
        <w:pStyle w:val="Sraopastraipa"/>
        <w:tabs>
          <w:tab w:val="left" w:pos="426"/>
          <w:tab w:val="left" w:pos="1134"/>
        </w:tabs>
        <w:ind w:left="0" w:firstLine="720"/>
        <w:jc w:val="center"/>
        <w:rPr>
          <w:b/>
          <w:szCs w:val="24"/>
        </w:rPr>
      </w:pPr>
      <w:r w:rsidRPr="00B70BDC">
        <w:rPr>
          <w:b/>
          <w:szCs w:val="24"/>
        </w:rPr>
        <w:t>V. PARAIŠKOS PRIEDAI</w:t>
      </w:r>
    </w:p>
    <w:p w:rsidR="005F5CF8" w:rsidRPr="00B70BDC" w:rsidRDefault="005F5CF8" w:rsidP="00B70BDC">
      <w:pPr>
        <w:pStyle w:val="Sraopastraipa"/>
        <w:tabs>
          <w:tab w:val="left" w:pos="426"/>
          <w:tab w:val="left" w:pos="1134"/>
        </w:tabs>
        <w:ind w:left="0" w:firstLine="720"/>
        <w:jc w:val="both"/>
        <w:rPr>
          <w:b/>
          <w:szCs w:val="24"/>
        </w:rPr>
      </w:pPr>
      <w:r w:rsidRPr="00B70BDC">
        <w:rPr>
          <w:b/>
          <w:szCs w:val="24"/>
        </w:rPr>
        <w:t>PRIDEDAMA</w:t>
      </w:r>
      <w:r w:rsidR="00327C94" w:rsidRPr="00B70BDC">
        <w:rPr>
          <w:b/>
          <w:szCs w:val="24"/>
        </w:rPr>
        <w:t>*</w:t>
      </w:r>
      <w:r w:rsidRPr="00B70BDC">
        <w:rPr>
          <w:b/>
          <w:szCs w:val="24"/>
        </w:rPr>
        <w:t xml:space="preserve">: </w:t>
      </w:r>
    </w:p>
    <w:p w:rsidR="005F5CF8" w:rsidRPr="00B70BDC" w:rsidRDefault="005F5CF8" w:rsidP="00B70BDC">
      <w:pPr>
        <w:pStyle w:val="Sraopastraipa"/>
        <w:numPr>
          <w:ilvl w:val="0"/>
          <w:numId w:val="8"/>
        </w:numPr>
        <w:tabs>
          <w:tab w:val="left" w:pos="426"/>
          <w:tab w:val="left" w:pos="1134"/>
        </w:tabs>
        <w:ind w:left="0" w:firstLine="720"/>
        <w:jc w:val="both"/>
        <w:rPr>
          <w:b/>
          <w:szCs w:val="24"/>
        </w:rPr>
      </w:pPr>
      <w:r w:rsidRPr="00B70BDC">
        <w:rPr>
          <w:b/>
          <w:szCs w:val="24"/>
        </w:rPr>
        <w:t>.....</w:t>
      </w:r>
      <w:r w:rsidR="004D446F" w:rsidRPr="00B70BDC">
        <w:rPr>
          <w:b/>
          <w:szCs w:val="24"/>
        </w:rPr>
        <w:t xml:space="preserve"> </w:t>
      </w:r>
    </w:p>
    <w:p w:rsidR="005F5CF8" w:rsidRPr="00B70BDC" w:rsidRDefault="005F5CF8" w:rsidP="00B70BDC">
      <w:pPr>
        <w:pStyle w:val="Sraopastraipa"/>
        <w:numPr>
          <w:ilvl w:val="0"/>
          <w:numId w:val="8"/>
        </w:numPr>
        <w:tabs>
          <w:tab w:val="left" w:pos="426"/>
          <w:tab w:val="left" w:pos="1134"/>
        </w:tabs>
        <w:ind w:left="0" w:firstLine="720"/>
        <w:jc w:val="both"/>
        <w:rPr>
          <w:b/>
          <w:szCs w:val="24"/>
        </w:rPr>
      </w:pPr>
      <w:r w:rsidRPr="00B70BDC">
        <w:rPr>
          <w:b/>
          <w:szCs w:val="24"/>
        </w:rPr>
        <w:t>.....</w:t>
      </w:r>
    </w:p>
    <w:p w:rsidR="00327C94" w:rsidRPr="00B70BDC" w:rsidRDefault="00327C94" w:rsidP="00B70BDC">
      <w:pPr>
        <w:pStyle w:val="Sraopastraipa"/>
        <w:tabs>
          <w:tab w:val="left" w:pos="426"/>
          <w:tab w:val="left" w:pos="1134"/>
        </w:tabs>
        <w:ind w:left="0" w:firstLine="720"/>
        <w:jc w:val="both"/>
        <w:rPr>
          <w:i/>
          <w:szCs w:val="24"/>
        </w:rPr>
      </w:pPr>
    </w:p>
    <w:p w:rsidR="00327C94" w:rsidRPr="00B70BDC" w:rsidRDefault="000524CF" w:rsidP="00B70BDC">
      <w:pPr>
        <w:tabs>
          <w:tab w:val="left" w:pos="426"/>
          <w:tab w:val="left" w:pos="1134"/>
        </w:tabs>
        <w:ind w:firstLine="720"/>
        <w:jc w:val="both"/>
        <w:rPr>
          <w:i/>
          <w:szCs w:val="24"/>
        </w:rPr>
      </w:pPr>
      <w:r w:rsidRPr="00B70BDC">
        <w:rPr>
          <w:i/>
          <w:szCs w:val="24"/>
        </w:rPr>
        <w:t xml:space="preserve">*Pridedama numatomų atlikti darbų, planuojamų įsigyti </w:t>
      </w:r>
      <w:r w:rsidRPr="00B70BDC">
        <w:rPr>
          <w:i/>
          <w:spacing w:val="-2"/>
          <w:szCs w:val="24"/>
        </w:rPr>
        <w:t>m</w:t>
      </w:r>
      <w:r w:rsidRPr="00B70BDC">
        <w:rPr>
          <w:i/>
          <w:szCs w:val="24"/>
        </w:rPr>
        <w:t>edžiagų/prekių/ paslaugų są</w:t>
      </w:r>
      <w:r w:rsidRPr="00B70BDC">
        <w:rPr>
          <w:i/>
          <w:spacing w:val="-2"/>
          <w:szCs w:val="24"/>
        </w:rPr>
        <w:t>m</w:t>
      </w:r>
      <w:r w:rsidRPr="00B70BDC">
        <w:rPr>
          <w:i/>
          <w:szCs w:val="24"/>
        </w:rPr>
        <w:t>a</w:t>
      </w:r>
      <w:r w:rsidRPr="00B70BDC">
        <w:rPr>
          <w:i/>
          <w:spacing w:val="1"/>
          <w:szCs w:val="24"/>
        </w:rPr>
        <w:t>t</w:t>
      </w:r>
      <w:r w:rsidRPr="00B70BDC">
        <w:rPr>
          <w:i/>
          <w:szCs w:val="24"/>
        </w:rPr>
        <w:t>os pagrindimo dokumentai**, t. y</w:t>
      </w:r>
      <w:r w:rsidRPr="0018313D">
        <w:rPr>
          <w:i/>
          <w:szCs w:val="24"/>
        </w:rPr>
        <w:t xml:space="preserve">. </w:t>
      </w:r>
      <w:r w:rsidR="00A60DF5" w:rsidRPr="0018313D">
        <w:rPr>
          <w:i/>
          <w:szCs w:val="24"/>
        </w:rPr>
        <w:t xml:space="preserve">ne mažiau kaip 3 </w:t>
      </w:r>
      <w:r w:rsidRPr="0018313D">
        <w:rPr>
          <w:i/>
          <w:szCs w:val="24"/>
        </w:rPr>
        <w:t xml:space="preserve">tiekėjų </w:t>
      </w:r>
      <w:r w:rsidRPr="00B70BDC">
        <w:rPr>
          <w:i/>
          <w:szCs w:val="24"/>
        </w:rPr>
        <w:t>komerciniai pasiūlymai, ir/ar medžiagų/prekių nuorodos (su kainomis) iš elektroninių parduotuvių ar pan. bei kiti su paraiškos teik</w:t>
      </w:r>
      <w:r w:rsidR="00C47EB2">
        <w:rPr>
          <w:i/>
          <w:szCs w:val="24"/>
        </w:rPr>
        <w:t>imu susiję dokumentai (jei yra);</w:t>
      </w:r>
    </w:p>
    <w:p w:rsidR="008835A8" w:rsidRPr="00B70BDC" w:rsidRDefault="0031307A" w:rsidP="00B70BDC">
      <w:pPr>
        <w:pStyle w:val="Sraopastraipa"/>
        <w:tabs>
          <w:tab w:val="left" w:pos="426"/>
          <w:tab w:val="left" w:pos="1134"/>
        </w:tabs>
        <w:ind w:left="0" w:firstLine="720"/>
        <w:jc w:val="both"/>
        <w:rPr>
          <w:i/>
          <w:szCs w:val="24"/>
        </w:rPr>
      </w:pPr>
      <w:r w:rsidRPr="00B70BDC">
        <w:rPr>
          <w:i/>
          <w:szCs w:val="24"/>
        </w:rPr>
        <w:t>*</w:t>
      </w:r>
      <w:r w:rsidR="00327C94" w:rsidRPr="00B70BDC">
        <w:rPr>
          <w:i/>
          <w:szCs w:val="24"/>
        </w:rPr>
        <w:t xml:space="preserve">* </w:t>
      </w:r>
      <w:r w:rsidRPr="00B70BDC">
        <w:rPr>
          <w:i/>
          <w:szCs w:val="24"/>
        </w:rPr>
        <w:t>nurodomas pargrindimo dokumento pavadinimas, tipas, lapų skaičius, grindžiamo įkainio sąmatoje nurodytas pavadinimas ir eilės numeris</w:t>
      </w:r>
      <w:r w:rsidR="00327C94" w:rsidRPr="00B70BDC">
        <w:rPr>
          <w:i/>
          <w:szCs w:val="24"/>
        </w:rPr>
        <w:t>.</w:t>
      </w:r>
    </w:p>
    <w:p w:rsidR="00A432AD" w:rsidRPr="00B70BDC" w:rsidRDefault="00A432AD" w:rsidP="00B70BDC">
      <w:pPr>
        <w:ind w:firstLine="720"/>
        <w:jc w:val="both"/>
        <w:rPr>
          <w:rFonts w:eastAsia="Calibri"/>
          <w:b/>
          <w:szCs w:val="24"/>
          <w:lang w:eastAsia="lt-LT"/>
        </w:rPr>
      </w:pPr>
    </w:p>
    <w:p w:rsidR="00DB5023" w:rsidRPr="00B70BDC" w:rsidRDefault="000454AC" w:rsidP="00B70BDC">
      <w:pPr>
        <w:ind w:firstLine="720"/>
        <w:jc w:val="both"/>
        <w:rPr>
          <w:rFonts w:eastAsia="Calibri"/>
          <w:b/>
          <w:szCs w:val="24"/>
          <w:lang w:eastAsia="lt-LT"/>
        </w:rPr>
      </w:pPr>
      <w:r w:rsidRPr="00B70BDC">
        <w:rPr>
          <w:rFonts w:eastAsia="Calibri"/>
          <w:b/>
          <w:szCs w:val="24"/>
          <w:lang w:eastAsia="lt-LT"/>
        </w:rPr>
        <w:t>Tvirtinu, kad Paraiškoje pateikta informacija yra tiksli ir teisinga.</w:t>
      </w:r>
    </w:p>
    <w:p w:rsidR="000454AC" w:rsidRPr="00B70BDC" w:rsidRDefault="000454AC" w:rsidP="00B70BDC">
      <w:pPr>
        <w:ind w:firstLine="720"/>
        <w:jc w:val="both"/>
        <w:rPr>
          <w:rFonts w:eastAsia="Calibri"/>
          <w:b/>
          <w:szCs w:val="24"/>
          <w:u w:val="single"/>
          <w:lang w:eastAsia="lt-LT"/>
        </w:rPr>
      </w:pPr>
      <w:r w:rsidRPr="00B70BDC">
        <w:rPr>
          <w:rFonts w:eastAsia="Calibri"/>
          <w:b/>
          <w:szCs w:val="24"/>
          <w:lang w:eastAsia="lt-LT"/>
        </w:rPr>
        <w:t xml:space="preserve">Paraiškos pateikimo data: </w:t>
      </w:r>
      <w:r w:rsidRPr="00B70BDC">
        <w:rPr>
          <w:rFonts w:eastAsia="Calibri"/>
          <w:i/>
          <w:szCs w:val="24"/>
          <w:u w:val="single"/>
          <w:lang w:eastAsia="lt-LT"/>
        </w:rPr>
        <w:t>(metai, mėnuo, diena)</w:t>
      </w:r>
    </w:p>
    <w:p w:rsidR="000454AC" w:rsidRPr="00B70BDC" w:rsidRDefault="000454AC" w:rsidP="00B70BDC">
      <w:pPr>
        <w:ind w:firstLine="720"/>
        <w:jc w:val="both"/>
        <w:rPr>
          <w:rFonts w:eastAsia="Calibri"/>
          <w:b/>
          <w:szCs w:val="24"/>
          <w:lang w:eastAsia="lt-LT"/>
        </w:rPr>
      </w:pPr>
      <w:r w:rsidRPr="00B70BDC">
        <w:rPr>
          <w:rFonts w:eastAsia="Calibri"/>
          <w:b/>
          <w:szCs w:val="24"/>
          <w:lang w:eastAsia="lt-LT"/>
        </w:rPr>
        <w:t xml:space="preserve">Organizacijos vadovo </w:t>
      </w:r>
      <w:r w:rsidR="00592AFE" w:rsidRPr="00B70BDC">
        <w:rPr>
          <w:rFonts w:eastAsia="Calibri"/>
          <w:b/>
          <w:szCs w:val="24"/>
          <w:lang w:eastAsia="lt-LT"/>
        </w:rPr>
        <w:t xml:space="preserve">ar jo įgalioto asmens </w:t>
      </w:r>
      <w:r w:rsidRPr="00B70BDC">
        <w:rPr>
          <w:rFonts w:eastAsia="Calibri"/>
          <w:b/>
          <w:szCs w:val="24"/>
          <w:lang w:eastAsia="lt-LT"/>
        </w:rPr>
        <w:t>vardas, pavardė___________________</w:t>
      </w:r>
    </w:p>
    <w:p w:rsidR="00C60B9D" w:rsidRDefault="00592AFE" w:rsidP="00C2359D">
      <w:pPr>
        <w:ind w:firstLine="720"/>
        <w:jc w:val="both"/>
        <w:rPr>
          <w:rFonts w:eastAsia="Calibri"/>
          <w:i/>
          <w:szCs w:val="24"/>
          <w:lang w:eastAsia="lt-LT"/>
        </w:rPr>
      </w:pPr>
      <w:r w:rsidRPr="00B70BDC">
        <w:rPr>
          <w:rFonts w:eastAsia="Calibri"/>
          <w:b/>
          <w:szCs w:val="24"/>
          <w:lang w:eastAsia="lt-LT"/>
        </w:rPr>
        <w:t>Parašas _______________</w:t>
      </w:r>
      <w:r w:rsidR="00C60B9D">
        <w:rPr>
          <w:rFonts w:eastAsia="Calibri"/>
          <w:b/>
          <w:szCs w:val="24"/>
          <w:lang w:eastAsia="lt-LT"/>
        </w:rPr>
        <w:t xml:space="preserve"> </w:t>
      </w:r>
      <w:r w:rsidRPr="00B70BDC">
        <w:rPr>
          <w:rFonts w:eastAsia="Calibri"/>
          <w:i/>
          <w:szCs w:val="24"/>
          <w:lang w:eastAsia="lt-LT"/>
        </w:rPr>
        <w:t>(jei paraiška teikiama popierinė pasirašoma fiziniu parašu, jei paraiška teikiama el. būdu, tai nurodoma, kad pasirašyta kvalifikuotu elektroniniu parašu)</w:t>
      </w:r>
    </w:p>
    <w:p w:rsidR="0018313D" w:rsidRDefault="0018313D" w:rsidP="00BD2E90">
      <w:pPr>
        <w:ind w:firstLine="720"/>
        <w:jc w:val="right"/>
        <w:rPr>
          <w:rFonts w:eastAsia="Calibri"/>
          <w:szCs w:val="24"/>
          <w:lang w:eastAsia="lt-LT"/>
        </w:rPr>
      </w:pPr>
    </w:p>
    <w:p w:rsidR="003B136E" w:rsidRDefault="000F518A" w:rsidP="000F518A">
      <w:pPr>
        <w:ind w:left="4536"/>
        <w:rPr>
          <w:rFonts w:eastAsia="Calibri"/>
          <w:szCs w:val="24"/>
          <w:lang w:eastAsia="lt-LT"/>
        </w:rPr>
      </w:pPr>
      <w:r w:rsidRPr="000F518A">
        <w:rPr>
          <w:rFonts w:eastAsia="Calibri"/>
          <w:szCs w:val="24"/>
          <w:lang w:eastAsia="lt-LT"/>
        </w:rPr>
        <w:lastRenderedPageBreak/>
        <w:t xml:space="preserve">Plungės rajono savivaldybės Aplinkos apsaugos </w:t>
      </w:r>
      <w:r w:rsidR="008A2F54">
        <w:rPr>
          <w:rFonts w:eastAsia="Calibri"/>
          <w:szCs w:val="24"/>
          <w:lang w:eastAsia="lt-LT"/>
        </w:rPr>
        <w:t xml:space="preserve">rėmimo specialiosios programos </w:t>
      </w:r>
      <w:r w:rsidRPr="000F518A">
        <w:rPr>
          <w:rFonts w:eastAsia="Calibri"/>
          <w:szCs w:val="24"/>
          <w:lang w:eastAsia="lt-LT"/>
        </w:rPr>
        <w:t>sudarymo ir vykdymo tvarkos aprašo</w:t>
      </w:r>
    </w:p>
    <w:p w:rsidR="00EB4407" w:rsidRDefault="00BD2E90" w:rsidP="000F518A">
      <w:pPr>
        <w:ind w:left="4536"/>
        <w:rPr>
          <w:rFonts w:eastAsia="Calibri"/>
          <w:b/>
          <w:szCs w:val="24"/>
          <w:lang w:eastAsia="lt-LT"/>
        </w:rPr>
      </w:pPr>
      <w:r>
        <w:rPr>
          <w:rFonts w:eastAsia="Calibri"/>
          <w:szCs w:val="24"/>
          <w:lang w:eastAsia="lt-LT"/>
        </w:rPr>
        <w:t>2 priedas</w:t>
      </w:r>
    </w:p>
    <w:p w:rsidR="00EB4407" w:rsidRDefault="00EB4407" w:rsidP="00EB4407">
      <w:pPr>
        <w:rPr>
          <w:szCs w:val="24"/>
          <w:lang w:eastAsia="lt-LT"/>
        </w:rPr>
      </w:pPr>
    </w:p>
    <w:p w:rsidR="00EB4407" w:rsidRDefault="00EB4407" w:rsidP="00EB4407">
      <w:pPr>
        <w:jc w:val="center"/>
        <w:rPr>
          <w:b/>
          <w:caps/>
        </w:rPr>
      </w:pPr>
      <w:r w:rsidRPr="00FF44BD">
        <w:rPr>
          <w:b/>
          <w:caps/>
          <w:szCs w:val="24"/>
          <w:lang w:eastAsia="lt-LT"/>
        </w:rPr>
        <w:t>Paraiškų Plungės rajono savivaldybės aplinkos apsaugos rėmimo specialiosios programos lėšoms gauti</w:t>
      </w:r>
      <w:r w:rsidR="00D95288">
        <w:rPr>
          <w:b/>
          <w:caps/>
          <w:szCs w:val="24"/>
          <w:lang w:eastAsia="lt-LT"/>
        </w:rPr>
        <w:t xml:space="preserve"> vertinimo ANKETa</w:t>
      </w:r>
    </w:p>
    <w:p w:rsidR="00EB4407" w:rsidRDefault="00EB4407" w:rsidP="00EB4407"/>
    <w:p w:rsidR="00EB4407" w:rsidRDefault="003B136E" w:rsidP="000072B1">
      <w:pPr>
        <w:tabs>
          <w:tab w:val="left" w:pos="3119"/>
        </w:tabs>
        <w:jc w:val="center"/>
        <w:rPr>
          <w:b/>
        </w:rPr>
      </w:pPr>
      <w:r>
        <w:rPr>
          <w:b/>
        </w:rPr>
        <w:t xml:space="preserve">I. </w:t>
      </w:r>
      <w:r w:rsidR="00EB4407">
        <w:rPr>
          <w:b/>
        </w:rPr>
        <w:t>PARAIŠKOS DUOMENYS</w:t>
      </w:r>
    </w:p>
    <w:p w:rsidR="00EB4407" w:rsidRDefault="00EB4407" w:rsidP="00EB4407">
      <w:pPr>
        <w:ind w:left="2010"/>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5776"/>
      </w:tblGrid>
      <w:tr w:rsidR="00EB4407" w:rsidTr="00BE6734">
        <w:trPr>
          <w:trHeight w:val="327"/>
        </w:trPr>
        <w:tc>
          <w:tcPr>
            <w:tcW w:w="2069" w:type="pct"/>
            <w:tcBorders>
              <w:top w:val="single" w:sz="4" w:space="0" w:color="auto"/>
              <w:left w:val="single" w:sz="4" w:space="0" w:color="auto"/>
              <w:bottom w:val="single" w:sz="4" w:space="0" w:color="auto"/>
              <w:right w:val="single" w:sz="4" w:space="0" w:color="auto"/>
            </w:tcBorders>
            <w:hideMark/>
          </w:tcPr>
          <w:p w:rsidR="00EB4407" w:rsidRPr="00BE6734" w:rsidRDefault="007767A5"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rPr>
            </w:pPr>
            <w:r w:rsidRPr="00BE6734">
              <w:rPr>
                <w:b/>
              </w:rPr>
              <w:t>Organizacijos</w:t>
            </w:r>
            <w:r w:rsidR="00EB4407" w:rsidRPr="00BE6734">
              <w:rPr>
                <w:b/>
              </w:rPr>
              <w:t xml:space="preserve"> pavadinimas </w:t>
            </w:r>
          </w:p>
        </w:tc>
        <w:tc>
          <w:tcPr>
            <w:tcW w:w="2931" w:type="pct"/>
            <w:tcBorders>
              <w:top w:val="single" w:sz="4" w:space="0" w:color="auto"/>
              <w:left w:val="single" w:sz="4" w:space="0" w:color="auto"/>
              <w:bottom w:val="single" w:sz="4" w:space="0" w:color="auto"/>
              <w:right w:val="single" w:sz="4" w:space="0" w:color="auto"/>
            </w:tcBorders>
          </w:tcPr>
          <w:p w:rsidR="00EB4407" w:rsidRDefault="00EB4407" w:rsidP="00BE6734">
            <w:pPr>
              <w:rPr>
                <w:caps/>
              </w:rPr>
            </w:pPr>
          </w:p>
        </w:tc>
      </w:tr>
      <w:tr w:rsidR="00EB4407" w:rsidTr="003B136E">
        <w:tc>
          <w:tcPr>
            <w:tcW w:w="2069" w:type="pct"/>
            <w:tcBorders>
              <w:top w:val="single" w:sz="4" w:space="0" w:color="auto"/>
              <w:left w:val="single" w:sz="4" w:space="0" w:color="auto"/>
              <w:bottom w:val="single" w:sz="4" w:space="0" w:color="auto"/>
              <w:right w:val="single" w:sz="4" w:space="0" w:color="auto"/>
            </w:tcBorders>
            <w:hideMark/>
          </w:tcPr>
          <w:p w:rsidR="00EB4407" w:rsidRPr="00BE6734"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E6734">
              <w:rPr>
                <w:b/>
              </w:rPr>
              <w:t>Projekto pavadinimas</w:t>
            </w:r>
          </w:p>
        </w:tc>
        <w:tc>
          <w:tcPr>
            <w:tcW w:w="2931" w:type="pct"/>
            <w:tcBorders>
              <w:top w:val="single" w:sz="4" w:space="0" w:color="auto"/>
              <w:left w:val="single" w:sz="4" w:space="0" w:color="auto"/>
              <w:bottom w:val="single" w:sz="4" w:space="0" w:color="auto"/>
              <w:right w:val="single" w:sz="4" w:space="0" w:color="auto"/>
            </w:tcBorders>
            <w:vAlign w:val="center"/>
          </w:tcPr>
          <w:p w:rsidR="00EB4407"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aps/>
              </w:rPr>
            </w:pPr>
          </w:p>
        </w:tc>
      </w:tr>
      <w:tr w:rsidR="00EB4407" w:rsidTr="003B136E">
        <w:trPr>
          <w:trHeight w:val="459"/>
        </w:trPr>
        <w:tc>
          <w:tcPr>
            <w:tcW w:w="2069" w:type="pct"/>
            <w:tcBorders>
              <w:top w:val="single" w:sz="4" w:space="0" w:color="auto"/>
              <w:left w:val="single" w:sz="4" w:space="0" w:color="auto"/>
              <w:bottom w:val="single" w:sz="4" w:space="0" w:color="auto"/>
              <w:right w:val="single" w:sz="4" w:space="0" w:color="auto"/>
            </w:tcBorders>
            <w:hideMark/>
          </w:tcPr>
          <w:p w:rsidR="00EB4407" w:rsidRPr="00BE6734"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C47EB2">
              <w:rPr>
                <w:b/>
              </w:rPr>
              <w:t xml:space="preserve">Prašoma suma </w:t>
            </w:r>
            <w:r w:rsidRPr="00BE6734">
              <w:rPr>
                <w:b/>
              </w:rPr>
              <w:t>(</w:t>
            </w:r>
            <w:proofErr w:type="spellStart"/>
            <w:r w:rsidRPr="00BE6734">
              <w:rPr>
                <w:b/>
              </w:rPr>
              <w:t>Eur</w:t>
            </w:r>
            <w:proofErr w:type="spellEnd"/>
            <w:r w:rsidRPr="00BE6734">
              <w:rPr>
                <w:b/>
              </w:rPr>
              <w:t>)</w:t>
            </w:r>
          </w:p>
        </w:tc>
        <w:tc>
          <w:tcPr>
            <w:tcW w:w="2931" w:type="pct"/>
            <w:tcBorders>
              <w:top w:val="single" w:sz="4" w:space="0" w:color="auto"/>
              <w:left w:val="single" w:sz="4" w:space="0" w:color="auto"/>
              <w:bottom w:val="single" w:sz="4" w:space="0" w:color="auto"/>
              <w:right w:val="single" w:sz="4" w:space="0" w:color="auto"/>
            </w:tcBorders>
          </w:tcPr>
          <w:p w:rsidR="00EB4407"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aps/>
              </w:rPr>
            </w:pPr>
          </w:p>
        </w:tc>
      </w:tr>
      <w:tr w:rsidR="00EB4407"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EB4407" w:rsidRPr="00BE6734" w:rsidRDefault="00C47EB2"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Kitų finansavimo šaltinių lėšos</w:t>
            </w:r>
            <w:r w:rsidR="00EB4407" w:rsidRPr="00BE6734">
              <w:rPr>
                <w:b/>
              </w:rPr>
              <w:t xml:space="preserve"> </w:t>
            </w:r>
            <w:r w:rsidR="00EB4407" w:rsidRPr="00C47EB2">
              <w:rPr>
                <w:i/>
              </w:rPr>
              <w:t>(nurodyti jeigu yra)</w:t>
            </w:r>
          </w:p>
        </w:tc>
        <w:tc>
          <w:tcPr>
            <w:tcW w:w="2931" w:type="pct"/>
            <w:tcBorders>
              <w:top w:val="single" w:sz="4" w:space="0" w:color="auto"/>
              <w:left w:val="single" w:sz="4" w:space="0" w:color="auto"/>
              <w:bottom w:val="single" w:sz="4" w:space="0" w:color="auto"/>
              <w:right w:val="single" w:sz="4" w:space="0" w:color="auto"/>
            </w:tcBorders>
          </w:tcPr>
          <w:p w:rsidR="00EB4407"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aps/>
              </w:rPr>
            </w:pPr>
          </w:p>
        </w:tc>
      </w:tr>
      <w:tr w:rsidR="00EB4407"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EB4407" w:rsidRPr="00BE6734"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E6734">
              <w:rPr>
                <w:b/>
              </w:rPr>
              <w:t>Bendra projekto vertė</w:t>
            </w:r>
          </w:p>
        </w:tc>
        <w:tc>
          <w:tcPr>
            <w:tcW w:w="2931" w:type="pct"/>
            <w:tcBorders>
              <w:top w:val="single" w:sz="4" w:space="0" w:color="auto"/>
              <w:left w:val="single" w:sz="4" w:space="0" w:color="auto"/>
              <w:bottom w:val="single" w:sz="4" w:space="0" w:color="auto"/>
              <w:right w:val="single" w:sz="4" w:space="0" w:color="auto"/>
            </w:tcBorders>
          </w:tcPr>
          <w:p w:rsidR="00EB4407"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aps/>
              </w:rPr>
            </w:pPr>
          </w:p>
        </w:tc>
      </w:tr>
    </w:tbl>
    <w:p w:rsidR="00EB4407" w:rsidRDefault="00EB4407" w:rsidP="00EB4407">
      <w:pPr>
        <w:tabs>
          <w:tab w:val="left" w:pos="3572"/>
        </w:tabs>
      </w:pPr>
    </w:p>
    <w:p w:rsidR="00EB4407" w:rsidRDefault="003B136E" w:rsidP="000072B1">
      <w:pPr>
        <w:jc w:val="center"/>
        <w:rPr>
          <w:b/>
          <w:caps/>
        </w:rPr>
      </w:pPr>
      <w:r>
        <w:rPr>
          <w:b/>
          <w:caps/>
        </w:rPr>
        <w:t xml:space="preserve">II. </w:t>
      </w:r>
      <w:r w:rsidR="00EB4407">
        <w:rPr>
          <w:b/>
          <w:caps/>
        </w:rPr>
        <w:t>Vertinimo kriterijai</w:t>
      </w:r>
    </w:p>
    <w:p w:rsidR="009E6876" w:rsidRPr="009E6876" w:rsidRDefault="009E6876" w:rsidP="009E6876">
      <w:pPr>
        <w:ind w:left="2010"/>
        <w:rPr>
          <w:b/>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044"/>
        <w:gridCol w:w="1470"/>
        <w:gridCol w:w="2832"/>
        <w:gridCol w:w="1952"/>
      </w:tblGrid>
      <w:tr w:rsidR="00EB4407" w:rsidTr="00E76A55">
        <w:tc>
          <w:tcPr>
            <w:tcW w:w="556" w:type="dxa"/>
            <w:shd w:val="clear" w:color="auto" w:fill="auto"/>
            <w:vAlign w:val="center"/>
          </w:tcPr>
          <w:p w:rsidR="00EB4407" w:rsidRPr="00A94A86" w:rsidRDefault="00EB4407" w:rsidP="003B136E">
            <w:pPr>
              <w:tabs>
                <w:tab w:val="left" w:pos="3572"/>
              </w:tabs>
              <w:jc w:val="center"/>
            </w:pPr>
            <w:r w:rsidRPr="00A94A86">
              <w:t>Eil. Nr.</w:t>
            </w:r>
          </w:p>
        </w:tc>
        <w:tc>
          <w:tcPr>
            <w:tcW w:w="3044" w:type="dxa"/>
            <w:shd w:val="clear" w:color="auto" w:fill="auto"/>
          </w:tcPr>
          <w:p w:rsidR="00EB4407" w:rsidRPr="00A94A86" w:rsidRDefault="00EB4407" w:rsidP="0075522F">
            <w:pPr>
              <w:tabs>
                <w:tab w:val="left" w:pos="3572"/>
              </w:tabs>
              <w:jc w:val="center"/>
            </w:pPr>
            <w:r w:rsidRPr="00A94A86">
              <w:t>Vertinimo kriterijai</w:t>
            </w:r>
          </w:p>
        </w:tc>
        <w:tc>
          <w:tcPr>
            <w:tcW w:w="1470" w:type="dxa"/>
            <w:shd w:val="clear" w:color="auto" w:fill="auto"/>
          </w:tcPr>
          <w:p w:rsidR="00EB4407" w:rsidRPr="00A94A86" w:rsidRDefault="00EB4407" w:rsidP="0075522F">
            <w:pPr>
              <w:tabs>
                <w:tab w:val="left" w:pos="3572"/>
              </w:tabs>
              <w:jc w:val="center"/>
            </w:pPr>
            <w:r w:rsidRPr="00A94A86">
              <w:t>Galimas maksimalus balų skaičius</w:t>
            </w:r>
          </w:p>
        </w:tc>
        <w:tc>
          <w:tcPr>
            <w:tcW w:w="2832" w:type="dxa"/>
            <w:shd w:val="clear" w:color="auto" w:fill="auto"/>
          </w:tcPr>
          <w:p w:rsidR="00EB4407" w:rsidRPr="00A94A86" w:rsidRDefault="00693972" w:rsidP="0075522F">
            <w:pPr>
              <w:tabs>
                <w:tab w:val="left" w:pos="3572"/>
              </w:tabs>
              <w:jc w:val="center"/>
            </w:pPr>
            <w:r>
              <w:t>B</w:t>
            </w:r>
            <w:r w:rsidR="00EB4407" w:rsidRPr="00A94A86">
              <w:t>alų ribos</w:t>
            </w:r>
          </w:p>
        </w:tc>
        <w:tc>
          <w:tcPr>
            <w:tcW w:w="1952" w:type="dxa"/>
            <w:shd w:val="clear" w:color="auto" w:fill="auto"/>
          </w:tcPr>
          <w:p w:rsidR="00EB4407" w:rsidRPr="00A94A86" w:rsidRDefault="00EB4407" w:rsidP="0075522F">
            <w:pPr>
              <w:tabs>
                <w:tab w:val="left" w:pos="3572"/>
              </w:tabs>
              <w:jc w:val="center"/>
            </w:pPr>
            <w:r w:rsidRPr="00A94A86">
              <w:t>Skiriamų balų skaičius</w:t>
            </w:r>
          </w:p>
        </w:tc>
      </w:tr>
      <w:tr w:rsidR="00EB4407" w:rsidTr="00E76A55">
        <w:tc>
          <w:tcPr>
            <w:tcW w:w="556" w:type="dxa"/>
            <w:shd w:val="clear" w:color="auto" w:fill="auto"/>
            <w:vAlign w:val="center"/>
          </w:tcPr>
          <w:p w:rsidR="00EB4407" w:rsidRDefault="00EB4407" w:rsidP="003B136E">
            <w:pPr>
              <w:tabs>
                <w:tab w:val="left" w:pos="3572"/>
              </w:tabs>
              <w:jc w:val="center"/>
            </w:pPr>
            <w:r>
              <w:t>1.</w:t>
            </w:r>
          </w:p>
        </w:tc>
        <w:tc>
          <w:tcPr>
            <w:tcW w:w="3044" w:type="dxa"/>
            <w:shd w:val="clear" w:color="auto" w:fill="auto"/>
            <w:vAlign w:val="center"/>
          </w:tcPr>
          <w:p w:rsidR="00EB4407" w:rsidRDefault="00EB4407" w:rsidP="003B136E">
            <w:pPr>
              <w:tabs>
                <w:tab w:val="left" w:pos="3572"/>
              </w:tabs>
            </w:pPr>
            <w:r>
              <w:t xml:space="preserve">Atitikimas </w:t>
            </w:r>
            <w:r w:rsidRPr="000A7942">
              <w:t>Lietuvos Respublikos savivaldybių aplinkos apsaugos rėmimo specialiosios programos įstatyme nustatyto</w:t>
            </w:r>
            <w:r>
              <w:t>ms</w:t>
            </w:r>
            <w:r w:rsidR="004D049B">
              <w:t xml:space="preserve"> SA</w:t>
            </w:r>
            <w:r w:rsidR="00365D52">
              <w:t>A</w:t>
            </w:r>
            <w:r w:rsidR="004D049B">
              <w:t>RS programos</w:t>
            </w:r>
            <w:r w:rsidRPr="000A7942">
              <w:t xml:space="preserve"> lėšų naudojimo</w:t>
            </w:r>
            <w:r>
              <w:t xml:space="preserve"> priemonėms</w:t>
            </w:r>
            <w:r w:rsidRPr="000A7942">
              <w:t xml:space="preserve"> bei Lietuvos Respublikos aplinkos ministerijos parengt</w:t>
            </w:r>
            <w:r>
              <w:t>oms</w:t>
            </w:r>
            <w:r w:rsidRPr="000A7942">
              <w:t xml:space="preserve"> </w:t>
            </w:r>
            <w:r w:rsidR="004D049B">
              <w:t>SAARS programos</w:t>
            </w:r>
            <w:r w:rsidRPr="000A7942">
              <w:t xml:space="preserve"> lėšų naudojimo rekomendacijo</w:t>
            </w:r>
            <w:r>
              <w:t>ms</w:t>
            </w:r>
          </w:p>
        </w:tc>
        <w:tc>
          <w:tcPr>
            <w:tcW w:w="1470" w:type="dxa"/>
            <w:shd w:val="clear" w:color="auto" w:fill="auto"/>
            <w:vAlign w:val="center"/>
          </w:tcPr>
          <w:p w:rsidR="00EB4407" w:rsidRDefault="00EB4407" w:rsidP="003B136E">
            <w:pPr>
              <w:tabs>
                <w:tab w:val="left" w:pos="3572"/>
              </w:tabs>
              <w:jc w:val="center"/>
            </w:pPr>
            <w:r>
              <w:t>1</w:t>
            </w:r>
          </w:p>
        </w:tc>
        <w:tc>
          <w:tcPr>
            <w:tcW w:w="2832" w:type="dxa"/>
            <w:shd w:val="clear" w:color="auto" w:fill="auto"/>
            <w:vAlign w:val="center"/>
          </w:tcPr>
          <w:p w:rsidR="00EB4407" w:rsidRDefault="00EB4407" w:rsidP="003B136E">
            <w:pPr>
              <w:tabs>
                <w:tab w:val="left" w:pos="3572"/>
              </w:tabs>
            </w:pPr>
            <w:r w:rsidRPr="00457844">
              <w:rPr>
                <w:b/>
              </w:rPr>
              <w:t>1 balas</w:t>
            </w:r>
            <w:r>
              <w:t xml:space="preserve"> </w:t>
            </w:r>
            <w:r w:rsidRPr="00D36D67">
              <w:rPr>
                <w:i/>
              </w:rPr>
              <w:t>(atitinka)</w:t>
            </w:r>
          </w:p>
          <w:p w:rsidR="00EB4407" w:rsidRDefault="00EB4407" w:rsidP="003B136E">
            <w:pPr>
              <w:tabs>
                <w:tab w:val="left" w:pos="3572"/>
              </w:tabs>
            </w:pPr>
            <w:r w:rsidRPr="00457844">
              <w:rPr>
                <w:b/>
              </w:rPr>
              <w:t>0 balų</w:t>
            </w:r>
            <w:r>
              <w:t xml:space="preserve"> </w:t>
            </w:r>
            <w:r w:rsidRPr="00D36D67">
              <w:rPr>
                <w:i/>
              </w:rPr>
              <w:t>(neatitinka)*</w:t>
            </w:r>
          </w:p>
        </w:tc>
        <w:tc>
          <w:tcPr>
            <w:tcW w:w="1952" w:type="dxa"/>
            <w:shd w:val="clear" w:color="auto" w:fill="auto"/>
            <w:vAlign w:val="center"/>
          </w:tcPr>
          <w:p w:rsidR="00EB4407" w:rsidRPr="005107FD" w:rsidRDefault="00EB4407" w:rsidP="003B136E">
            <w:pPr>
              <w:tabs>
                <w:tab w:val="left" w:pos="3572"/>
              </w:tabs>
              <w:jc w:val="center"/>
              <w:rPr>
                <w:i/>
              </w:rPr>
            </w:pPr>
          </w:p>
        </w:tc>
      </w:tr>
      <w:tr w:rsidR="00EB4407" w:rsidTr="00E76A55">
        <w:tc>
          <w:tcPr>
            <w:tcW w:w="556" w:type="dxa"/>
            <w:shd w:val="clear" w:color="auto" w:fill="auto"/>
            <w:vAlign w:val="center"/>
          </w:tcPr>
          <w:p w:rsidR="00EB4407" w:rsidRDefault="00EB4407" w:rsidP="003B136E">
            <w:pPr>
              <w:tabs>
                <w:tab w:val="left" w:pos="3572"/>
              </w:tabs>
              <w:jc w:val="center"/>
            </w:pPr>
            <w:r>
              <w:t>2.</w:t>
            </w:r>
          </w:p>
        </w:tc>
        <w:tc>
          <w:tcPr>
            <w:tcW w:w="3044" w:type="dxa"/>
            <w:shd w:val="clear" w:color="auto" w:fill="auto"/>
          </w:tcPr>
          <w:p w:rsidR="00C038D1" w:rsidRPr="009E6876" w:rsidRDefault="00E35520" w:rsidP="003B136E">
            <w:pPr>
              <w:tabs>
                <w:tab w:val="left" w:pos="3572"/>
              </w:tabs>
              <w:rPr>
                <w:i/>
              </w:rPr>
            </w:pPr>
            <w:r>
              <w:rPr>
                <w:bCs/>
              </w:rPr>
              <w:t>Paraiškos užpildymo tinkamumas</w:t>
            </w:r>
            <w:r w:rsidR="00EB4407">
              <w:t xml:space="preserve"> </w:t>
            </w:r>
            <w:r w:rsidR="00EB4407" w:rsidRPr="00E35520">
              <w:rPr>
                <w:i/>
              </w:rPr>
              <w:t>(paraiška parengta tvarkingai, pagal patvirtintą formą, projekto paraiškos pavadinimo atitikimas paraiškos turiniui, konstruktyvus projekto aprašymas, aiškiai suformuluo</w:t>
            </w:r>
            <w:r>
              <w:rPr>
                <w:i/>
              </w:rPr>
              <w:t>ti projekto tikslas ir uždaviniai</w:t>
            </w:r>
            <w:r w:rsidR="00EB4407" w:rsidRPr="00E35520">
              <w:rPr>
                <w:i/>
              </w:rPr>
              <w:t>, projekto numatytų rezultatų atitikimas suformuluotiems tikslams ir uždaviniams</w:t>
            </w:r>
            <w:r w:rsidR="006B4D38" w:rsidRPr="00E35520">
              <w:rPr>
                <w:i/>
              </w:rPr>
              <w:t>, pr</w:t>
            </w:r>
            <w:r w:rsidR="00E76A55">
              <w:rPr>
                <w:i/>
              </w:rPr>
              <w:t>ojektų išlaidų sąmatos pagrįstumas</w:t>
            </w:r>
            <w:r w:rsidR="006B4D38" w:rsidRPr="00E35520">
              <w:rPr>
                <w:i/>
              </w:rPr>
              <w:t xml:space="preserve"> - pateikti skaičiavimai, atliktas rinkos tyrimas, pridėtos internetinių </w:t>
            </w:r>
            <w:r w:rsidR="006B4D38" w:rsidRPr="00E35520">
              <w:rPr>
                <w:i/>
              </w:rPr>
              <w:lastRenderedPageBreak/>
              <w:t>puslapių nuorodos su prekių kainomis ir pan.</w:t>
            </w:r>
            <w:r w:rsidR="00EB4407" w:rsidRPr="00E35520">
              <w:rPr>
                <w:i/>
              </w:rPr>
              <w:t>)</w:t>
            </w:r>
          </w:p>
        </w:tc>
        <w:tc>
          <w:tcPr>
            <w:tcW w:w="1470" w:type="dxa"/>
            <w:shd w:val="clear" w:color="auto" w:fill="auto"/>
            <w:vAlign w:val="center"/>
          </w:tcPr>
          <w:p w:rsidR="00EB4407" w:rsidRDefault="004E759B" w:rsidP="003B136E">
            <w:pPr>
              <w:tabs>
                <w:tab w:val="left" w:pos="3572"/>
              </w:tabs>
              <w:jc w:val="center"/>
            </w:pPr>
            <w:r>
              <w:lastRenderedPageBreak/>
              <w:t>1</w:t>
            </w:r>
          </w:p>
        </w:tc>
        <w:tc>
          <w:tcPr>
            <w:tcW w:w="2832" w:type="dxa"/>
            <w:shd w:val="clear" w:color="auto" w:fill="auto"/>
            <w:vAlign w:val="center"/>
          </w:tcPr>
          <w:p w:rsidR="00EB4407" w:rsidRDefault="00365D52" w:rsidP="003B136E">
            <w:pPr>
              <w:tabs>
                <w:tab w:val="left" w:pos="1785"/>
              </w:tabs>
            </w:pPr>
            <w:r w:rsidRPr="00457844">
              <w:rPr>
                <w:b/>
              </w:rPr>
              <w:t>1 balas</w:t>
            </w:r>
            <w:r w:rsidR="00EB4407">
              <w:t xml:space="preserve"> </w:t>
            </w:r>
            <w:r w:rsidR="00EB4407" w:rsidRPr="00D36D67">
              <w:rPr>
                <w:i/>
              </w:rPr>
              <w:t>(paraiška užpildyta tinkamai)</w:t>
            </w:r>
          </w:p>
          <w:p w:rsidR="00EB4407" w:rsidRDefault="00EB4407" w:rsidP="003B136E">
            <w:pPr>
              <w:tabs>
                <w:tab w:val="left" w:pos="3572"/>
              </w:tabs>
            </w:pPr>
            <w:r w:rsidRPr="00457844">
              <w:rPr>
                <w:b/>
              </w:rPr>
              <w:t>0 balų</w:t>
            </w:r>
            <w:r w:rsidRPr="00C67EA5">
              <w:t xml:space="preserve"> </w:t>
            </w:r>
            <w:r w:rsidRPr="00D36D67">
              <w:rPr>
                <w:i/>
              </w:rPr>
              <w:t>(paraiška užpildyta netinkamai)**</w:t>
            </w:r>
          </w:p>
        </w:tc>
        <w:tc>
          <w:tcPr>
            <w:tcW w:w="1952" w:type="dxa"/>
            <w:shd w:val="clear" w:color="auto" w:fill="auto"/>
          </w:tcPr>
          <w:p w:rsidR="00EB4407" w:rsidRDefault="00EB4407" w:rsidP="003B136E">
            <w:pPr>
              <w:tabs>
                <w:tab w:val="left" w:pos="3572"/>
              </w:tabs>
            </w:pPr>
          </w:p>
        </w:tc>
      </w:tr>
      <w:tr w:rsidR="00EB4407" w:rsidTr="00E76A55">
        <w:tc>
          <w:tcPr>
            <w:tcW w:w="556" w:type="dxa"/>
            <w:shd w:val="clear" w:color="auto" w:fill="auto"/>
            <w:vAlign w:val="center"/>
          </w:tcPr>
          <w:p w:rsidR="00EB4407" w:rsidRDefault="008640AA" w:rsidP="003B136E">
            <w:pPr>
              <w:tabs>
                <w:tab w:val="left" w:pos="3572"/>
              </w:tabs>
              <w:jc w:val="center"/>
            </w:pPr>
            <w:r>
              <w:lastRenderedPageBreak/>
              <w:t>3</w:t>
            </w:r>
            <w:r w:rsidR="00EB4407">
              <w:t>.</w:t>
            </w:r>
          </w:p>
        </w:tc>
        <w:tc>
          <w:tcPr>
            <w:tcW w:w="3044" w:type="dxa"/>
            <w:shd w:val="clear" w:color="auto" w:fill="auto"/>
          </w:tcPr>
          <w:p w:rsidR="00EB4407" w:rsidRDefault="00EB4407" w:rsidP="00E76A55">
            <w:pPr>
              <w:tabs>
                <w:tab w:val="left" w:pos="3572"/>
              </w:tabs>
            </w:pPr>
            <w:r>
              <w:t xml:space="preserve">Projekto tęstinumas </w:t>
            </w:r>
            <w:r w:rsidRPr="00E76A55">
              <w:rPr>
                <w:i/>
              </w:rPr>
              <w:t xml:space="preserve">(ar projektas yra tęstinis, </w:t>
            </w:r>
            <w:r w:rsidR="00E76A55" w:rsidRPr="00E76A55">
              <w:rPr>
                <w:i/>
              </w:rPr>
              <w:t>t.</w:t>
            </w:r>
            <w:r w:rsidR="003B136E">
              <w:rPr>
                <w:i/>
              </w:rPr>
              <w:t xml:space="preserve"> </w:t>
            </w:r>
            <w:r w:rsidR="00E76A55" w:rsidRPr="00E76A55">
              <w:rPr>
                <w:i/>
              </w:rPr>
              <w:t>y. ar projekte numatytos veiklos jau buvo pradėtos įgyvendinti ankstesniais metais</w:t>
            </w:r>
            <w:r w:rsidRPr="00E76A55">
              <w:rPr>
                <w:i/>
              </w:rPr>
              <w:t>)</w:t>
            </w:r>
          </w:p>
        </w:tc>
        <w:tc>
          <w:tcPr>
            <w:tcW w:w="1470" w:type="dxa"/>
            <w:shd w:val="clear" w:color="auto" w:fill="auto"/>
            <w:vAlign w:val="center"/>
          </w:tcPr>
          <w:p w:rsidR="00EB4407" w:rsidRDefault="002C6E38" w:rsidP="003B136E">
            <w:pPr>
              <w:tabs>
                <w:tab w:val="left" w:pos="3572"/>
              </w:tabs>
              <w:jc w:val="center"/>
            </w:pPr>
            <w:r>
              <w:t>1</w:t>
            </w:r>
          </w:p>
        </w:tc>
        <w:tc>
          <w:tcPr>
            <w:tcW w:w="2832" w:type="dxa"/>
            <w:shd w:val="clear" w:color="auto" w:fill="auto"/>
            <w:vAlign w:val="center"/>
          </w:tcPr>
          <w:p w:rsidR="00B25AC6" w:rsidRDefault="002C6E38" w:rsidP="00B25AC6">
            <w:r>
              <w:rPr>
                <w:b/>
              </w:rPr>
              <w:t>1</w:t>
            </w:r>
            <w:r w:rsidR="00B25AC6" w:rsidRPr="00457844">
              <w:rPr>
                <w:b/>
              </w:rPr>
              <w:t xml:space="preserve"> balai</w:t>
            </w:r>
            <w:r w:rsidR="00B25AC6">
              <w:t xml:space="preserve"> </w:t>
            </w:r>
            <w:r w:rsidR="00B25AC6" w:rsidRPr="00B25AC6">
              <w:rPr>
                <w:i/>
              </w:rPr>
              <w:t>(projektas tęstinis)</w:t>
            </w:r>
          </w:p>
          <w:p w:rsidR="00EB4407" w:rsidRDefault="002C6E38" w:rsidP="00B25AC6">
            <w:r>
              <w:rPr>
                <w:b/>
              </w:rPr>
              <w:t>0 balų</w:t>
            </w:r>
            <w:r w:rsidR="00EB4407">
              <w:t xml:space="preserve"> </w:t>
            </w:r>
            <w:r w:rsidR="00EB4407" w:rsidRPr="00B25AC6">
              <w:rPr>
                <w:i/>
              </w:rPr>
              <w:t>(projektas nėra tęstinis)</w:t>
            </w:r>
          </w:p>
        </w:tc>
        <w:tc>
          <w:tcPr>
            <w:tcW w:w="1952" w:type="dxa"/>
            <w:shd w:val="clear" w:color="auto" w:fill="auto"/>
          </w:tcPr>
          <w:p w:rsidR="00EB4407" w:rsidRDefault="00EB4407" w:rsidP="003B136E">
            <w:pPr>
              <w:tabs>
                <w:tab w:val="left" w:pos="3572"/>
              </w:tabs>
            </w:pPr>
          </w:p>
        </w:tc>
      </w:tr>
      <w:tr w:rsidR="00EB4407" w:rsidTr="00E76A55">
        <w:tc>
          <w:tcPr>
            <w:tcW w:w="556" w:type="dxa"/>
            <w:shd w:val="clear" w:color="auto" w:fill="auto"/>
            <w:vAlign w:val="center"/>
          </w:tcPr>
          <w:p w:rsidR="00EB4407" w:rsidRDefault="00361F9D" w:rsidP="003B136E">
            <w:pPr>
              <w:tabs>
                <w:tab w:val="left" w:pos="3572"/>
              </w:tabs>
              <w:jc w:val="center"/>
            </w:pPr>
            <w:r>
              <w:t>4</w:t>
            </w:r>
            <w:r w:rsidR="00EB4407">
              <w:t>.</w:t>
            </w:r>
          </w:p>
        </w:tc>
        <w:tc>
          <w:tcPr>
            <w:tcW w:w="3044" w:type="dxa"/>
            <w:shd w:val="clear" w:color="auto" w:fill="auto"/>
          </w:tcPr>
          <w:p w:rsidR="00EB4407" w:rsidRDefault="00EB4407" w:rsidP="003B136E">
            <w:r>
              <w:t xml:space="preserve">Projekto finansavimo šaltiniai </w:t>
            </w:r>
          </w:p>
          <w:p w:rsidR="00EB4407" w:rsidRPr="004E759B" w:rsidRDefault="00EB4407" w:rsidP="003B136E">
            <w:pPr>
              <w:tabs>
                <w:tab w:val="left" w:pos="3572"/>
              </w:tabs>
              <w:rPr>
                <w:i/>
              </w:rPr>
            </w:pPr>
            <w:r w:rsidRPr="004E759B">
              <w:rPr>
                <w:i/>
              </w:rPr>
              <w:t xml:space="preserve">(ar projektui įgyvendinti yra numatytas finansavimas iš kitų šaltinių, </w:t>
            </w:r>
            <w:r w:rsidR="0075522F">
              <w:rPr>
                <w:i/>
              </w:rPr>
              <w:t>ir/ar numatytas prisidėjimas organizacijos</w:t>
            </w:r>
            <w:r w:rsidRPr="004E759B">
              <w:rPr>
                <w:i/>
              </w:rPr>
              <w:t xml:space="preserve"> lėšomis)</w:t>
            </w:r>
          </w:p>
        </w:tc>
        <w:tc>
          <w:tcPr>
            <w:tcW w:w="1470" w:type="dxa"/>
            <w:shd w:val="clear" w:color="auto" w:fill="auto"/>
            <w:vAlign w:val="center"/>
          </w:tcPr>
          <w:p w:rsidR="00EB4407" w:rsidRDefault="00EB4407" w:rsidP="003B136E">
            <w:pPr>
              <w:tabs>
                <w:tab w:val="left" w:pos="3572"/>
              </w:tabs>
              <w:jc w:val="center"/>
            </w:pPr>
            <w:r>
              <w:t>2</w:t>
            </w:r>
          </w:p>
        </w:tc>
        <w:tc>
          <w:tcPr>
            <w:tcW w:w="2832" w:type="dxa"/>
            <w:shd w:val="clear" w:color="auto" w:fill="auto"/>
            <w:vAlign w:val="center"/>
          </w:tcPr>
          <w:p w:rsidR="00EB4407" w:rsidRPr="00D36D67" w:rsidRDefault="00EB4407" w:rsidP="003B136E">
            <w:pPr>
              <w:rPr>
                <w:i/>
              </w:rPr>
            </w:pPr>
            <w:r w:rsidRPr="00457844">
              <w:rPr>
                <w:b/>
              </w:rPr>
              <w:t>2 balai</w:t>
            </w:r>
            <w:r>
              <w:t xml:space="preserve"> </w:t>
            </w:r>
            <w:r w:rsidRPr="00D36D67">
              <w:rPr>
                <w:i/>
              </w:rPr>
              <w:t>(jei numatyti kiti finansavimo šaltiniai ar</w:t>
            </w:r>
            <w:r w:rsidR="0075522F">
              <w:rPr>
                <w:i/>
              </w:rPr>
              <w:t>ba suplanuotas prisidėjimas organizacijos</w:t>
            </w:r>
            <w:r w:rsidRPr="00D36D67">
              <w:rPr>
                <w:i/>
              </w:rPr>
              <w:t xml:space="preserve"> lėšomis ne mažesnis negu 10 proc. projekto vertės)</w:t>
            </w:r>
          </w:p>
          <w:p w:rsidR="00EB4407" w:rsidRDefault="00EB4407" w:rsidP="003B136E">
            <w:pPr>
              <w:tabs>
                <w:tab w:val="left" w:pos="3572"/>
              </w:tabs>
            </w:pPr>
            <w:r w:rsidRPr="00457844">
              <w:rPr>
                <w:b/>
              </w:rPr>
              <w:t>0 balų</w:t>
            </w:r>
            <w:r>
              <w:t xml:space="preserve"> </w:t>
            </w:r>
            <w:r w:rsidRPr="00D36D67">
              <w:rPr>
                <w:i/>
              </w:rPr>
              <w:t>(nėra kitų finansavimo šaltinių)</w:t>
            </w:r>
          </w:p>
        </w:tc>
        <w:tc>
          <w:tcPr>
            <w:tcW w:w="1952" w:type="dxa"/>
            <w:shd w:val="clear" w:color="auto" w:fill="auto"/>
          </w:tcPr>
          <w:p w:rsidR="00EB4407" w:rsidRDefault="00EB4407" w:rsidP="003B136E">
            <w:pPr>
              <w:tabs>
                <w:tab w:val="left" w:pos="3572"/>
              </w:tabs>
            </w:pPr>
          </w:p>
        </w:tc>
      </w:tr>
      <w:tr w:rsidR="00D40387" w:rsidTr="00E76A55">
        <w:tc>
          <w:tcPr>
            <w:tcW w:w="556" w:type="dxa"/>
            <w:shd w:val="clear" w:color="auto" w:fill="auto"/>
            <w:vAlign w:val="center"/>
          </w:tcPr>
          <w:p w:rsidR="00D40387" w:rsidRPr="00900FD6" w:rsidRDefault="008E312E" w:rsidP="003B136E">
            <w:pPr>
              <w:tabs>
                <w:tab w:val="left" w:pos="3572"/>
              </w:tabs>
              <w:jc w:val="center"/>
            </w:pPr>
            <w:r w:rsidRPr="00900FD6">
              <w:t>5.</w:t>
            </w:r>
          </w:p>
        </w:tc>
        <w:tc>
          <w:tcPr>
            <w:tcW w:w="3044" w:type="dxa"/>
            <w:shd w:val="clear" w:color="auto" w:fill="auto"/>
          </w:tcPr>
          <w:p w:rsidR="00D40387" w:rsidRPr="00900FD6" w:rsidRDefault="00E73C40" w:rsidP="003B136E">
            <w:r w:rsidRPr="00900FD6">
              <w:t>Projektas įgyvendinamas</w:t>
            </w:r>
            <w:r w:rsidR="00D36D67" w:rsidRPr="00900FD6">
              <w:t xml:space="preserve"> </w:t>
            </w:r>
            <w:r w:rsidRPr="00900FD6">
              <w:t>saugomoje</w:t>
            </w:r>
            <w:r w:rsidR="00D36D67" w:rsidRPr="00900FD6">
              <w:t xml:space="preserve"> ir/ar kultūros paveldo teritorijoje ir/ar Projekto įgyvendinimo metu tvarkomi kultūros ir /ar gamtos paveldo objektai</w:t>
            </w:r>
          </w:p>
        </w:tc>
        <w:tc>
          <w:tcPr>
            <w:tcW w:w="1470" w:type="dxa"/>
            <w:shd w:val="clear" w:color="auto" w:fill="auto"/>
            <w:vAlign w:val="center"/>
          </w:tcPr>
          <w:p w:rsidR="00D40387" w:rsidRPr="00900FD6" w:rsidRDefault="00457844" w:rsidP="003B136E">
            <w:pPr>
              <w:tabs>
                <w:tab w:val="left" w:pos="3572"/>
              </w:tabs>
              <w:jc w:val="center"/>
            </w:pPr>
            <w:r w:rsidRPr="00900FD6">
              <w:t>2</w:t>
            </w:r>
          </w:p>
        </w:tc>
        <w:tc>
          <w:tcPr>
            <w:tcW w:w="2832" w:type="dxa"/>
            <w:shd w:val="clear" w:color="auto" w:fill="auto"/>
            <w:vAlign w:val="center"/>
          </w:tcPr>
          <w:p w:rsidR="00D40387" w:rsidRPr="00900FD6" w:rsidRDefault="008A0B9C" w:rsidP="003B136E">
            <w:r w:rsidRPr="00900FD6">
              <w:rPr>
                <w:b/>
              </w:rPr>
              <w:t>2 balai</w:t>
            </w:r>
            <w:r w:rsidR="00AC1AA7" w:rsidRPr="00900FD6">
              <w:t xml:space="preserve"> </w:t>
            </w:r>
            <w:r w:rsidR="00AC1AA7" w:rsidRPr="00900FD6">
              <w:rPr>
                <w:i/>
              </w:rPr>
              <w:t>(jei Projektas</w:t>
            </w:r>
            <w:r w:rsidR="00E73C40" w:rsidRPr="00900FD6">
              <w:rPr>
                <w:i/>
              </w:rPr>
              <w:t xml:space="preserve"> įgyvendinamas saugomoje</w:t>
            </w:r>
            <w:r w:rsidR="00AC1AA7" w:rsidRPr="00900FD6">
              <w:rPr>
                <w:i/>
              </w:rPr>
              <w:t xml:space="preserve"> ir/ar kultūros paveldo teritorijoje ir/ar Projekto įgyvendinimo metu tvarkomi kultūros ir /ar gamtos paveldo objektai)</w:t>
            </w:r>
          </w:p>
          <w:p w:rsidR="00D36D67" w:rsidRPr="00900FD6" w:rsidRDefault="00D36D67" w:rsidP="003B136E">
            <w:r w:rsidRPr="00900FD6">
              <w:rPr>
                <w:b/>
              </w:rPr>
              <w:t>0 balų</w:t>
            </w:r>
            <w:r w:rsidRPr="00900FD6">
              <w:t xml:space="preserve"> </w:t>
            </w:r>
            <w:r w:rsidRPr="00900FD6">
              <w:rPr>
                <w:i/>
              </w:rPr>
              <w:t xml:space="preserve">(Projektas įgyvendinamas ne </w:t>
            </w:r>
            <w:r w:rsidR="00E73C40" w:rsidRPr="00900FD6">
              <w:rPr>
                <w:i/>
              </w:rPr>
              <w:t>saugomoje</w:t>
            </w:r>
            <w:r w:rsidRPr="00900FD6">
              <w:rPr>
                <w:i/>
              </w:rPr>
              <w:t xml:space="preserve"> ir/ar kultūros paveldo teritorijoje ir/ar Projekto įgyvendinimo metu nėra tvarkomi kultūros ir /ar gamtos paveldo objektai)</w:t>
            </w:r>
          </w:p>
        </w:tc>
        <w:tc>
          <w:tcPr>
            <w:tcW w:w="1952" w:type="dxa"/>
            <w:shd w:val="clear" w:color="auto" w:fill="auto"/>
          </w:tcPr>
          <w:p w:rsidR="00D40387" w:rsidRDefault="00D40387" w:rsidP="003B136E">
            <w:pPr>
              <w:tabs>
                <w:tab w:val="left" w:pos="3572"/>
              </w:tabs>
            </w:pPr>
          </w:p>
        </w:tc>
      </w:tr>
      <w:tr w:rsidR="00964A50" w:rsidTr="00E76A55">
        <w:tc>
          <w:tcPr>
            <w:tcW w:w="556" w:type="dxa"/>
            <w:shd w:val="clear" w:color="auto" w:fill="auto"/>
            <w:vAlign w:val="center"/>
          </w:tcPr>
          <w:p w:rsidR="00964A50" w:rsidRPr="00900FD6" w:rsidRDefault="008E312E" w:rsidP="003B136E">
            <w:pPr>
              <w:tabs>
                <w:tab w:val="left" w:pos="3572"/>
              </w:tabs>
              <w:jc w:val="center"/>
            </w:pPr>
            <w:r w:rsidRPr="00900FD6">
              <w:t>6.</w:t>
            </w:r>
          </w:p>
        </w:tc>
        <w:tc>
          <w:tcPr>
            <w:tcW w:w="3044" w:type="dxa"/>
            <w:shd w:val="clear" w:color="auto" w:fill="auto"/>
          </w:tcPr>
          <w:p w:rsidR="00964A50" w:rsidRPr="00900FD6" w:rsidRDefault="00581C36" w:rsidP="003B136E">
            <w:r w:rsidRPr="00900FD6">
              <w:t>Gamtosauginiu atžvilgiu svarbus projektas</w:t>
            </w:r>
          </w:p>
        </w:tc>
        <w:tc>
          <w:tcPr>
            <w:tcW w:w="1470" w:type="dxa"/>
            <w:shd w:val="clear" w:color="auto" w:fill="auto"/>
            <w:vAlign w:val="center"/>
          </w:tcPr>
          <w:p w:rsidR="00964A50" w:rsidRPr="00900FD6" w:rsidRDefault="00E417FE" w:rsidP="003B136E">
            <w:pPr>
              <w:tabs>
                <w:tab w:val="left" w:pos="3572"/>
              </w:tabs>
              <w:jc w:val="center"/>
            </w:pPr>
            <w:r w:rsidRPr="00900FD6">
              <w:t>2</w:t>
            </w:r>
          </w:p>
        </w:tc>
        <w:tc>
          <w:tcPr>
            <w:tcW w:w="2832" w:type="dxa"/>
            <w:shd w:val="clear" w:color="auto" w:fill="auto"/>
            <w:vAlign w:val="center"/>
          </w:tcPr>
          <w:p w:rsidR="00A56314" w:rsidRPr="00900FD6" w:rsidRDefault="00581C36" w:rsidP="00A56314">
            <w:pPr>
              <w:tabs>
                <w:tab w:val="left" w:pos="993"/>
              </w:tabs>
              <w:contextualSpacing/>
              <w:jc w:val="both"/>
              <w:rPr>
                <w:rFonts w:eastAsia="Calibri"/>
                <w:szCs w:val="24"/>
                <w:lang w:eastAsia="lt-LT"/>
              </w:rPr>
            </w:pPr>
            <w:r w:rsidRPr="00900FD6">
              <w:rPr>
                <w:b/>
              </w:rPr>
              <w:t xml:space="preserve">2 balai </w:t>
            </w:r>
            <w:r w:rsidRPr="00900FD6">
              <w:rPr>
                <w:i/>
              </w:rPr>
              <w:t xml:space="preserve">(jei Projekto įgyvendinimo metu saugomos nykstančios rūšys ir/ar gerinama </w:t>
            </w:r>
            <w:r w:rsidR="00A56314" w:rsidRPr="00900FD6">
              <w:rPr>
                <w:rFonts w:eastAsia="Calibri"/>
                <w:i/>
                <w:szCs w:val="24"/>
                <w:lang w:eastAsia="lt-LT"/>
              </w:rPr>
              <w:t>aplinkos oro, vandens (paviršinio, požeminio), dirvožemio, kraštovaizdžio, gyvosios gamtos kokybė)</w:t>
            </w:r>
            <w:r w:rsidR="00A56314" w:rsidRPr="00900FD6">
              <w:rPr>
                <w:rFonts w:eastAsia="Calibri"/>
                <w:szCs w:val="24"/>
                <w:lang w:eastAsia="lt-LT"/>
              </w:rPr>
              <w:t>;</w:t>
            </w:r>
          </w:p>
          <w:p w:rsidR="00E417FE" w:rsidRPr="00900FD6" w:rsidRDefault="00E417FE" w:rsidP="00A56314">
            <w:pPr>
              <w:tabs>
                <w:tab w:val="left" w:pos="993"/>
              </w:tabs>
              <w:contextualSpacing/>
              <w:jc w:val="both"/>
              <w:rPr>
                <w:rFonts w:eastAsia="Calibri"/>
                <w:b/>
                <w:szCs w:val="24"/>
                <w:lang w:eastAsia="lt-LT"/>
              </w:rPr>
            </w:pPr>
            <w:r w:rsidRPr="00900FD6">
              <w:rPr>
                <w:rFonts w:eastAsia="Calibri"/>
                <w:b/>
                <w:szCs w:val="24"/>
                <w:lang w:eastAsia="lt-LT"/>
              </w:rPr>
              <w:t xml:space="preserve">0 balų </w:t>
            </w:r>
            <w:r w:rsidRPr="00900FD6">
              <w:rPr>
                <w:i/>
              </w:rPr>
              <w:t xml:space="preserve">(jei Projekto įgyvendinimo metu nėra saugomos nykstančios rūšys ir/ar nėra gerinama </w:t>
            </w:r>
            <w:r w:rsidRPr="00900FD6">
              <w:rPr>
                <w:rFonts w:eastAsia="Calibri"/>
                <w:i/>
                <w:szCs w:val="24"/>
                <w:lang w:eastAsia="lt-LT"/>
              </w:rPr>
              <w:t>aplinkos oro, vandens (paviršinio, požeminio), dirvožemio, kraštovaizdžio, gyvosios gamtos kokybė)</w:t>
            </w:r>
          </w:p>
          <w:p w:rsidR="00964A50" w:rsidRPr="00900FD6" w:rsidRDefault="00964A50" w:rsidP="003B136E">
            <w:pPr>
              <w:rPr>
                <w:b/>
              </w:rPr>
            </w:pPr>
          </w:p>
          <w:p w:rsidR="00C038D1" w:rsidRPr="00900FD6" w:rsidRDefault="00C038D1" w:rsidP="003B136E">
            <w:pPr>
              <w:rPr>
                <w:b/>
              </w:rPr>
            </w:pPr>
          </w:p>
          <w:p w:rsidR="00C038D1" w:rsidRPr="00900FD6" w:rsidRDefault="00C038D1" w:rsidP="003B136E">
            <w:pPr>
              <w:rPr>
                <w:b/>
              </w:rPr>
            </w:pPr>
          </w:p>
          <w:p w:rsidR="00C2359D" w:rsidRPr="00900FD6" w:rsidRDefault="00C2359D" w:rsidP="003B136E">
            <w:pPr>
              <w:rPr>
                <w:b/>
              </w:rPr>
            </w:pPr>
          </w:p>
          <w:p w:rsidR="00C038D1" w:rsidRPr="00900FD6" w:rsidRDefault="00C038D1" w:rsidP="003B136E">
            <w:pPr>
              <w:rPr>
                <w:b/>
              </w:rPr>
            </w:pPr>
          </w:p>
        </w:tc>
        <w:tc>
          <w:tcPr>
            <w:tcW w:w="1952" w:type="dxa"/>
            <w:shd w:val="clear" w:color="auto" w:fill="auto"/>
          </w:tcPr>
          <w:p w:rsidR="00964A50" w:rsidRDefault="00964A50" w:rsidP="003B136E">
            <w:pPr>
              <w:tabs>
                <w:tab w:val="left" w:pos="3572"/>
              </w:tabs>
            </w:pPr>
          </w:p>
        </w:tc>
      </w:tr>
      <w:tr w:rsidR="00EB4407" w:rsidTr="00E76A55">
        <w:tc>
          <w:tcPr>
            <w:tcW w:w="556" w:type="dxa"/>
            <w:shd w:val="clear" w:color="auto" w:fill="auto"/>
            <w:vAlign w:val="center"/>
          </w:tcPr>
          <w:p w:rsidR="00EB4407" w:rsidRDefault="009C1DAA" w:rsidP="003B136E">
            <w:pPr>
              <w:tabs>
                <w:tab w:val="left" w:pos="3572"/>
              </w:tabs>
              <w:jc w:val="center"/>
            </w:pPr>
            <w:r>
              <w:lastRenderedPageBreak/>
              <w:t>7</w:t>
            </w:r>
            <w:r w:rsidR="00EB4407">
              <w:t>.</w:t>
            </w:r>
          </w:p>
        </w:tc>
        <w:tc>
          <w:tcPr>
            <w:tcW w:w="3044" w:type="dxa"/>
            <w:shd w:val="clear" w:color="auto" w:fill="auto"/>
          </w:tcPr>
          <w:p w:rsidR="00EB4407" w:rsidRDefault="00EB4407" w:rsidP="00093616">
            <w:r>
              <w:t>Komisijos nario skiriami papildomi balai vienai</w:t>
            </w:r>
            <w:r w:rsidR="006C1F3E">
              <w:t xml:space="preserve"> paraiškai, kuri</w:t>
            </w:r>
            <w:r>
              <w:t xml:space="preserve"> jo subjektyvia nuomone, </w:t>
            </w:r>
            <w:r w:rsidR="00093616">
              <w:t>visuomenės atžvilgiu naudingiausia</w:t>
            </w:r>
          </w:p>
        </w:tc>
        <w:tc>
          <w:tcPr>
            <w:tcW w:w="1470" w:type="dxa"/>
            <w:shd w:val="clear" w:color="auto" w:fill="auto"/>
            <w:vAlign w:val="center"/>
          </w:tcPr>
          <w:p w:rsidR="00EB4407" w:rsidRDefault="00EB4407" w:rsidP="003B136E">
            <w:pPr>
              <w:tabs>
                <w:tab w:val="left" w:pos="3572"/>
              </w:tabs>
              <w:jc w:val="center"/>
            </w:pPr>
            <w:r>
              <w:t>2</w:t>
            </w:r>
          </w:p>
        </w:tc>
        <w:tc>
          <w:tcPr>
            <w:tcW w:w="2832" w:type="dxa"/>
            <w:shd w:val="clear" w:color="auto" w:fill="auto"/>
            <w:vAlign w:val="center"/>
          </w:tcPr>
          <w:p w:rsidR="00EB4407" w:rsidRDefault="00EB4407" w:rsidP="003B136E">
            <w:r w:rsidRPr="009C1DAA">
              <w:rPr>
                <w:b/>
              </w:rPr>
              <w:t xml:space="preserve">2 </w:t>
            </w:r>
            <w:r w:rsidR="009C1DAA" w:rsidRPr="009C1DAA">
              <w:rPr>
                <w:b/>
              </w:rPr>
              <w:t>balai</w:t>
            </w:r>
            <w:r w:rsidR="009C1DAA">
              <w:t xml:space="preserve"> </w:t>
            </w:r>
            <w:r w:rsidRPr="00457844">
              <w:rPr>
                <w:i/>
              </w:rPr>
              <w:t>(skiriama)</w:t>
            </w:r>
          </w:p>
          <w:p w:rsidR="00EB4407" w:rsidRDefault="00EB4407" w:rsidP="003B136E">
            <w:r w:rsidRPr="009C1DAA">
              <w:rPr>
                <w:b/>
              </w:rPr>
              <w:t xml:space="preserve">0 </w:t>
            </w:r>
            <w:r w:rsidR="009C1DAA" w:rsidRPr="009C1DAA">
              <w:rPr>
                <w:b/>
              </w:rPr>
              <w:t>balų</w:t>
            </w:r>
            <w:r w:rsidR="009C1DAA">
              <w:t xml:space="preserve"> </w:t>
            </w:r>
            <w:r w:rsidRPr="00457844">
              <w:rPr>
                <w:i/>
              </w:rPr>
              <w:t>(neskiriama)</w:t>
            </w:r>
            <w:r>
              <w:t xml:space="preserve"> </w:t>
            </w:r>
          </w:p>
        </w:tc>
        <w:tc>
          <w:tcPr>
            <w:tcW w:w="1952" w:type="dxa"/>
            <w:shd w:val="clear" w:color="auto" w:fill="auto"/>
          </w:tcPr>
          <w:p w:rsidR="00EB4407" w:rsidRDefault="00EB4407" w:rsidP="003B136E">
            <w:pPr>
              <w:tabs>
                <w:tab w:val="left" w:pos="3572"/>
              </w:tabs>
            </w:pPr>
          </w:p>
        </w:tc>
      </w:tr>
      <w:tr w:rsidR="00EB4407" w:rsidTr="00E76A55">
        <w:tc>
          <w:tcPr>
            <w:tcW w:w="556" w:type="dxa"/>
            <w:shd w:val="clear" w:color="auto" w:fill="auto"/>
            <w:vAlign w:val="center"/>
          </w:tcPr>
          <w:p w:rsidR="00EB4407" w:rsidRPr="00C67EA5" w:rsidRDefault="009C1DAA" w:rsidP="003B136E">
            <w:pPr>
              <w:tabs>
                <w:tab w:val="left" w:pos="3572"/>
              </w:tabs>
              <w:jc w:val="center"/>
            </w:pPr>
            <w:r>
              <w:t>8</w:t>
            </w:r>
            <w:r w:rsidR="00EB4407" w:rsidRPr="00C67EA5">
              <w:t xml:space="preserve">. </w:t>
            </w:r>
          </w:p>
        </w:tc>
        <w:tc>
          <w:tcPr>
            <w:tcW w:w="3044" w:type="dxa"/>
            <w:shd w:val="clear" w:color="auto" w:fill="auto"/>
          </w:tcPr>
          <w:p w:rsidR="00EB4407" w:rsidRPr="00C67EA5" w:rsidRDefault="00EB4407" w:rsidP="003B136E">
            <w:r w:rsidRPr="00C67EA5">
              <w:t>Pareiškėjo prašomos sumos dydis (</w:t>
            </w:r>
            <w:proofErr w:type="spellStart"/>
            <w:r w:rsidRPr="00C67EA5">
              <w:t>Eur</w:t>
            </w:r>
            <w:proofErr w:type="spellEnd"/>
            <w:r w:rsidRPr="00C67EA5">
              <w:t>)</w:t>
            </w:r>
          </w:p>
        </w:tc>
        <w:tc>
          <w:tcPr>
            <w:tcW w:w="1470" w:type="dxa"/>
            <w:shd w:val="clear" w:color="auto" w:fill="auto"/>
            <w:vAlign w:val="center"/>
          </w:tcPr>
          <w:p w:rsidR="00EB4407" w:rsidRPr="00C67EA5" w:rsidRDefault="00EB4407" w:rsidP="003B136E">
            <w:pPr>
              <w:tabs>
                <w:tab w:val="left" w:pos="3572"/>
              </w:tabs>
              <w:jc w:val="center"/>
            </w:pPr>
            <w:r w:rsidRPr="00C67EA5">
              <w:t>3</w:t>
            </w:r>
          </w:p>
        </w:tc>
        <w:tc>
          <w:tcPr>
            <w:tcW w:w="2832" w:type="dxa"/>
            <w:shd w:val="clear" w:color="auto" w:fill="auto"/>
            <w:vAlign w:val="center"/>
          </w:tcPr>
          <w:p w:rsidR="00EB4407" w:rsidRPr="00C67EA5" w:rsidRDefault="00EB4407" w:rsidP="003B136E">
            <w:r w:rsidRPr="009C1DAA">
              <w:rPr>
                <w:b/>
              </w:rPr>
              <w:t>3 balai</w:t>
            </w:r>
            <w:r w:rsidRPr="00C67EA5">
              <w:t xml:space="preserve"> </w:t>
            </w:r>
            <w:r w:rsidRPr="009E0B52">
              <w:rPr>
                <w:i/>
              </w:rPr>
              <w:t>(prašoma finansuoti paraiškos suma ne didesnė kaip</w:t>
            </w:r>
            <w:r w:rsidR="004E759B" w:rsidRPr="009E0B52">
              <w:rPr>
                <w:i/>
              </w:rPr>
              <w:t xml:space="preserve"> 1</w:t>
            </w:r>
            <w:r w:rsidR="003B136E">
              <w:rPr>
                <w:i/>
              </w:rPr>
              <w:t xml:space="preserve"> </w:t>
            </w:r>
            <w:r w:rsidRPr="009E0B52">
              <w:rPr>
                <w:i/>
              </w:rPr>
              <w:t xml:space="preserve">000 </w:t>
            </w:r>
            <w:proofErr w:type="spellStart"/>
            <w:r w:rsidRPr="009E0B52">
              <w:rPr>
                <w:i/>
              </w:rPr>
              <w:t>Eur</w:t>
            </w:r>
            <w:proofErr w:type="spellEnd"/>
            <w:r w:rsidRPr="009E0B52">
              <w:rPr>
                <w:i/>
              </w:rPr>
              <w:t>)</w:t>
            </w:r>
          </w:p>
          <w:p w:rsidR="00EB4407" w:rsidRPr="00C67EA5" w:rsidRDefault="00EB4407" w:rsidP="003B136E">
            <w:r w:rsidRPr="009C1DAA">
              <w:rPr>
                <w:b/>
              </w:rPr>
              <w:t>2 balai</w:t>
            </w:r>
            <w:r w:rsidRPr="00C67EA5">
              <w:t xml:space="preserve"> </w:t>
            </w:r>
            <w:r w:rsidRPr="009E0B52">
              <w:rPr>
                <w:i/>
              </w:rPr>
              <w:t>(prašoma finansuoti paraiškos suma ne didesnė kaip</w:t>
            </w:r>
            <w:r w:rsidR="004E759B" w:rsidRPr="009E0B52">
              <w:rPr>
                <w:i/>
              </w:rPr>
              <w:t xml:space="preserve"> 3</w:t>
            </w:r>
            <w:r w:rsidR="003B136E">
              <w:rPr>
                <w:i/>
              </w:rPr>
              <w:t xml:space="preserve"> </w:t>
            </w:r>
            <w:r w:rsidRPr="009E0B52">
              <w:rPr>
                <w:i/>
              </w:rPr>
              <w:t xml:space="preserve">000 </w:t>
            </w:r>
            <w:proofErr w:type="spellStart"/>
            <w:r w:rsidRPr="009E0B52">
              <w:rPr>
                <w:i/>
              </w:rPr>
              <w:t>Eur</w:t>
            </w:r>
            <w:proofErr w:type="spellEnd"/>
            <w:r w:rsidRPr="009E0B52">
              <w:rPr>
                <w:i/>
              </w:rPr>
              <w:t>)</w:t>
            </w:r>
          </w:p>
          <w:p w:rsidR="00EB4407" w:rsidRDefault="00EB4407" w:rsidP="003B136E">
            <w:pPr>
              <w:rPr>
                <w:i/>
              </w:rPr>
            </w:pPr>
            <w:r w:rsidRPr="009C1DAA">
              <w:rPr>
                <w:b/>
              </w:rPr>
              <w:t>1 balas</w:t>
            </w:r>
            <w:r w:rsidRPr="00C67EA5">
              <w:t xml:space="preserve"> </w:t>
            </w:r>
            <w:r w:rsidRPr="009E0B52">
              <w:rPr>
                <w:i/>
              </w:rPr>
              <w:t>(prašoma finansuoti paraiškos suma ne didesnė kaip</w:t>
            </w:r>
            <w:r w:rsidR="004E759B" w:rsidRPr="009E0B52">
              <w:rPr>
                <w:i/>
              </w:rPr>
              <w:t xml:space="preserve"> 5</w:t>
            </w:r>
            <w:r w:rsidRPr="009E0B52">
              <w:rPr>
                <w:i/>
              </w:rPr>
              <w:t xml:space="preserve"> 000 </w:t>
            </w:r>
            <w:proofErr w:type="spellStart"/>
            <w:r w:rsidRPr="009E0B52">
              <w:rPr>
                <w:i/>
              </w:rPr>
              <w:t>Eur</w:t>
            </w:r>
            <w:proofErr w:type="spellEnd"/>
            <w:r w:rsidRPr="009E0B52">
              <w:rPr>
                <w:i/>
              </w:rPr>
              <w:t>)</w:t>
            </w:r>
          </w:p>
          <w:p w:rsidR="00B34920" w:rsidRPr="00C67EA5" w:rsidRDefault="00B34920" w:rsidP="003B136E">
            <w:r w:rsidRPr="00B34920">
              <w:rPr>
                <w:b/>
              </w:rPr>
              <w:t>0 balų</w:t>
            </w:r>
            <w:r w:rsidRPr="009E0B52">
              <w:rPr>
                <w:i/>
              </w:rPr>
              <w:t xml:space="preserve"> prašoma finansuoti paraiškos suma </w:t>
            </w:r>
            <w:r>
              <w:rPr>
                <w:i/>
              </w:rPr>
              <w:t>didesnė kaip 5</w:t>
            </w:r>
            <w:r w:rsidRPr="009E0B52">
              <w:rPr>
                <w:i/>
              </w:rPr>
              <w:t xml:space="preserve"> 000 </w:t>
            </w:r>
            <w:proofErr w:type="spellStart"/>
            <w:r w:rsidRPr="009E0B52">
              <w:rPr>
                <w:i/>
              </w:rPr>
              <w:t>Eur</w:t>
            </w:r>
            <w:proofErr w:type="spellEnd"/>
            <w:r w:rsidRPr="009E0B52">
              <w:rPr>
                <w:i/>
              </w:rPr>
              <w:t>)</w:t>
            </w:r>
          </w:p>
          <w:p w:rsidR="00EB4407" w:rsidRPr="00C67EA5" w:rsidRDefault="00EB4407" w:rsidP="003B136E"/>
        </w:tc>
        <w:tc>
          <w:tcPr>
            <w:tcW w:w="1952" w:type="dxa"/>
            <w:shd w:val="clear" w:color="auto" w:fill="auto"/>
          </w:tcPr>
          <w:p w:rsidR="00EB4407" w:rsidRPr="001B35E7" w:rsidRDefault="00EB4407" w:rsidP="003B136E">
            <w:pPr>
              <w:tabs>
                <w:tab w:val="left" w:pos="3572"/>
              </w:tabs>
              <w:rPr>
                <w:color w:val="FF0000"/>
              </w:rPr>
            </w:pPr>
          </w:p>
        </w:tc>
      </w:tr>
      <w:tr w:rsidR="00EB4407" w:rsidTr="003B136E">
        <w:tc>
          <w:tcPr>
            <w:tcW w:w="3600" w:type="dxa"/>
            <w:gridSpan w:val="2"/>
            <w:shd w:val="clear" w:color="auto" w:fill="auto"/>
          </w:tcPr>
          <w:p w:rsidR="00EB4407" w:rsidRDefault="00EB4407" w:rsidP="003B136E">
            <w:pPr>
              <w:tabs>
                <w:tab w:val="left" w:pos="3572"/>
              </w:tabs>
            </w:pPr>
            <w:r>
              <w:t xml:space="preserve">Maksimalus galimas balų skaičius </w:t>
            </w:r>
          </w:p>
        </w:tc>
        <w:tc>
          <w:tcPr>
            <w:tcW w:w="1470" w:type="dxa"/>
            <w:shd w:val="clear" w:color="auto" w:fill="auto"/>
          </w:tcPr>
          <w:p w:rsidR="00EB4407" w:rsidRDefault="00C038D1" w:rsidP="003B136E">
            <w:pPr>
              <w:tabs>
                <w:tab w:val="left" w:pos="3572"/>
              </w:tabs>
              <w:jc w:val="center"/>
            </w:pPr>
            <w:r>
              <w:t>14</w:t>
            </w:r>
          </w:p>
        </w:tc>
        <w:tc>
          <w:tcPr>
            <w:tcW w:w="2832" w:type="dxa"/>
            <w:shd w:val="clear" w:color="auto" w:fill="auto"/>
          </w:tcPr>
          <w:p w:rsidR="00EB4407" w:rsidRDefault="00EB4407" w:rsidP="003B136E">
            <w:r>
              <w:t>Skiriama balų suma:</w:t>
            </w:r>
          </w:p>
        </w:tc>
        <w:tc>
          <w:tcPr>
            <w:tcW w:w="1952" w:type="dxa"/>
            <w:shd w:val="clear" w:color="auto" w:fill="auto"/>
          </w:tcPr>
          <w:p w:rsidR="00EB4407" w:rsidRDefault="00EB4407" w:rsidP="003B136E">
            <w:pPr>
              <w:tabs>
                <w:tab w:val="left" w:pos="3572"/>
              </w:tabs>
              <w:jc w:val="right"/>
            </w:pPr>
            <w:r>
              <w:t>balai</w:t>
            </w:r>
          </w:p>
        </w:tc>
      </w:tr>
    </w:tbl>
    <w:p w:rsidR="00EB4407" w:rsidRPr="0075522F" w:rsidRDefault="00EB4407" w:rsidP="00EB4407">
      <w:pPr>
        <w:tabs>
          <w:tab w:val="left" w:pos="3572"/>
        </w:tabs>
        <w:rPr>
          <w:i/>
        </w:rPr>
      </w:pPr>
      <w:r w:rsidRPr="0075522F">
        <w:rPr>
          <w:i/>
        </w:rPr>
        <w:t>*Paraiškos, kurios pirmoje vertinimo kriterijų eilutėje gavo 0 balų</w:t>
      </w:r>
      <w:r w:rsidR="003B136E">
        <w:rPr>
          <w:i/>
        </w:rPr>
        <w:t>,</w:t>
      </w:r>
      <w:r w:rsidRPr="0075522F">
        <w:rPr>
          <w:i/>
        </w:rPr>
        <w:t xml:space="preserve"> toliau nevertinamos.</w:t>
      </w:r>
    </w:p>
    <w:p w:rsidR="00EB4407" w:rsidRPr="0075522F" w:rsidRDefault="00EB4407" w:rsidP="00EB4407">
      <w:pPr>
        <w:tabs>
          <w:tab w:val="left" w:pos="3572"/>
        </w:tabs>
        <w:rPr>
          <w:i/>
        </w:rPr>
      </w:pPr>
      <w:r w:rsidRPr="0075522F">
        <w:rPr>
          <w:i/>
        </w:rPr>
        <w:t>** Paraiškos, kurios antroje vertinimo kriterijų eilutėje gavo 0 balų</w:t>
      </w:r>
      <w:r w:rsidR="003B136E">
        <w:rPr>
          <w:i/>
        </w:rPr>
        <w:t>,</w:t>
      </w:r>
      <w:r w:rsidRPr="0075522F">
        <w:rPr>
          <w:i/>
        </w:rPr>
        <w:t xml:space="preserve"> toliau nevertinamos.</w:t>
      </w:r>
    </w:p>
    <w:p w:rsidR="00EB4407" w:rsidRDefault="00EB4407" w:rsidP="00EB4407"/>
    <w:p w:rsidR="00EB4407" w:rsidRDefault="003B136E" w:rsidP="000072B1">
      <w:pPr>
        <w:jc w:val="center"/>
        <w:rPr>
          <w:b/>
          <w:bCs/>
        </w:rPr>
      </w:pPr>
      <w:r>
        <w:rPr>
          <w:b/>
          <w:bCs/>
        </w:rPr>
        <w:t xml:space="preserve">III. </w:t>
      </w:r>
      <w:r w:rsidR="00EB4407">
        <w:rPr>
          <w:b/>
          <w:bCs/>
        </w:rPr>
        <w:t>IŠVADOS</w:t>
      </w:r>
    </w:p>
    <w:p w:rsidR="00EB4407" w:rsidRDefault="00EB4407" w:rsidP="00EB44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911"/>
      </w:tblGrid>
      <w:tr w:rsidR="00EB4407" w:rsidTr="003B136E">
        <w:tc>
          <w:tcPr>
            <w:tcW w:w="2943" w:type="dxa"/>
            <w:tcBorders>
              <w:top w:val="single" w:sz="4" w:space="0" w:color="auto"/>
              <w:left w:val="single" w:sz="4" w:space="0" w:color="auto"/>
              <w:bottom w:val="single" w:sz="4" w:space="0" w:color="auto"/>
              <w:right w:val="single" w:sz="4" w:space="0" w:color="auto"/>
            </w:tcBorders>
            <w:shd w:val="clear" w:color="auto" w:fill="FFFFFF"/>
          </w:tcPr>
          <w:p w:rsidR="00EB4407" w:rsidRDefault="00EB4407" w:rsidP="00ED1B4D">
            <w:r>
              <w:t xml:space="preserve">Komisijos nario argumentai dėl vertinimo kriterijų </w:t>
            </w:r>
            <w:r w:rsidR="00ED1B4D">
              <w:t>septintoje</w:t>
            </w:r>
            <w:r>
              <w:t xml:space="preserve"> eilutėje papildomai skirtų balų</w:t>
            </w:r>
          </w:p>
        </w:tc>
        <w:tc>
          <w:tcPr>
            <w:tcW w:w="6911" w:type="dxa"/>
            <w:tcBorders>
              <w:top w:val="single" w:sz="4" w:space="0" w:color="auto"/>
              <w:left w:val="single" w:sz="4" w:space="0" w:color="auto"/>
              <w:bottom w:val="single" w:sz="4" w:space="0" w:color="auto"/>
              <w:right w:val="single" w:sz="4" w:space="0" w:color="auto"/>
            </w:tcBorders>
          </w:tcPr>
          <w:p w:rsidR="00EB4407" w:rsidRDefault="00EB4407" w:rsidP="003B136E"/>
        </w:tc>
      </w:tr>
      <w:tr w:rsidR="00EB4407" w:rsidTr="003B136E">
        <w:tc>
          <w:tcPr>
            <w:tcW w:w="2943" w:type="dxa"/>
            <w:tcBorders>
              <w:top w:val="single" w:sz="4" w:space="0" w:color="auto"/>
              <w:left w:val="single" w:sz="4" w:space="0" w:color="auto"/>
              <w:bottom w:val="single" w:sz="4" w:space="0" w:color="auto"/>
              <w:right w:val="single" w:sz="4" w:space="0" w:color="auto"/>
            </w:tcBorders>
            <w:shd w:val="clear" w:color="auto" w:fill="FFFFFF"/>
          </w:tcPr>
          <w:p w:rsidR="00EB4407" w:rsidRDefault="00ED1B4D" w:rsidP="003B136E">
            <w:r>
              <w:t xml:space="preserve">Kitos </w:t>
            </w:r>
            <w:r w:rsidR="00EB4407">
              <w:t>Komisijos nario pastabos</w:t>
            </w:r>
          </w:p>
          <w:p w:rsidR="00EB4407" w:rsidRDefault="00EB4407" w:rsidP="003B136E"/>
        </w:tc>
        <w:tc>
          <w:tcPr>
            <w:tcW w:w="6911" w:type="dxa"/>
            <w:tcBorders>
              <w:top w:val="single" w:sz="4" w:space="0" w:color="auto"/>
              <w:left w:val="single" w:sz="4" w:space="0" w:color="auto"/>
              <w:bottom w:val="single" w:sz="4" w:space="0" w:color="auto"/>
              <w:right w:val="single" w:sz="4" w:space="0" w:color="auto"/>
            </w:tcBorders>
          </w:tcPr>
          <w:p w:rsidR="00EB4407" w:rsidRDefault="00EB4407" w:rsidP="003B136E"/>
        </w:tc>
      </w:tr>
      <w:tr w:rsidR="00EB4407" w:rsidTr="003B136E">
        <w:tc>
          <w:tcPr>
            <w:tcW w:w="2943" w:type="dxa"/>
            <w:tcBorders>
              <w:top w:val="single" w:sz="4" w:space="0" w:color="auto"/>
              <w:left w:val="single" w:sz="4" w:space="0" w:color="auto"/>
              <w:bottom w:val="single" w:sz="4" w:space="0" w:color="auto"/>
              <w:right w:val="single" w:sz="4" w:space="0" w:color="auto"/>
            </w:tcBorders>
            <w:shd w:val="clear" w:color="auto" w:fill="FFFFFF"/>
            <w:hideMark/>
          </w:tcPr>
          <w:p w:rsidR="00EB4407" w:rsidRDefault="00EB4407" w:rsidP="003B136E">
            <w:r>
              <w:t>Komisi</w:t>
            </w:r>
            <w:r w:rsidR="00ED1B4D">
              <w:t>jos nario siūlymas dėl paraiškos</w:t>
            </w:r>
            <w:r>
              <w:t xml:space="preserve"> dalinio finansavimo</w:t>
            </w:r>
          </w:p>
        </w:tc>
        <w:tc>
          <w:tcPr>
            <w:tcW w:w="6911" w:type="dxa"/>
            <w:tcBorders>
              <w:top w:val="single" w:sz="4" w:space="0" w:color="auto"/>
              <w:left w:val="single" w:sz="4" w:space="0" w:color="auto"/>
              <w:bottom w:val="single" w:sz="4" w:space="0" w:color="auto"/>
              <w:right w:val="single" w:sz="4" w:space="0" w:color="auto"/>
            </w:tcBorders>
          </w:tcPr>
          <w:p w:rsidR="00EB4407" w:rsidRDefault="00EB4407" w:rsidP="003B136E"/>
        </w:tc>
      </w:tr>
    </w:tbl>
    <w:p w:rsidR="00EB4407" w:rsidRDefault="00EB4407" w:rsidP="00EB4407">
      <w:pPr>
        <w:tabs>
          <w:tab w:val="left" w:pos="2618"/>
        </w:tabs>
      </w:pPr>
    </w:p>
    <w:p w:rsidR="00EB4407" w:rsidRDefault="00EB4407" w:rsidP="00EB4407"/>
    <w:p w:rsidR="00EB4407" w:rsidRDefault="00EB4407" w:rsidP="00EB4407">
      <w:pPr>
        <w:tabs>
          <w:tab w:val="left" w:pos="1785"/>
        </w:tabs>
      </w:pPr>
      <w:r>
        <w:t>Komisijos narys         ___________________                  _______________________________</w:t>
      </w:r>
    </w:p>
    <w:p w:rsidR="00EB4407" w:rsidRDefault="00EB4407" w:rsidP="00EB4407">
      <w:pPr>
        <w:tabs>
          <w:tab w:val="left" w:pos="1785"/>
        </w:tabs>
        <w:ind w:firstLine="2790"/>
      </w:pPr>
      <w:r>
        <w:t>(parašas)                                         (vardas, pavardė, pareigos)</w:t>
      </w:r>
    </w:p>
    <w:p w:rsidR="00C60B9D" w:rsidRDefault="00C60B9D" w:rsidP="00EB4407">
      <w:pPr>
        <w:tabs>
          <w:tab w:val="left" w:pos="1848"/>
        </w:tabs>
        <w:rPr>
          <w:szCs w:val="24"/>
          <w:lang w:eastAsia="lt-LT"/>
        </w:rPr>
      </w:pPr>
    </w:p>
    <w:p w:rsidR="00E0462B" w:rsidRDefault="00E0462B" w:rsidP="00EB4407">
      <w:pPr>
        <w:tabs>
          <w:tab w:val="left" w:pos="1848"/>
        </w:tabs>
        <w:rPr>
          <w:szCs w:val="24"/>
          <w:lang w:eastAsia="lt-LT"/>
        </w:rPr>
        <w:sectPr w:rsidR="00E0462B" w:rsidSect="000F518A">
          <w:pgSz w:w="11906" w:h="16838"/>
          <w:pgMar w:top="1134" w:right="567" w:bottom="851" w:left="1701" w:header="567" w:footer="567" w:gutter="0"/>
          <w:cols w:space="1296"/>
          <w:docGrid w:linePitch="360"/>
        </w:sectPr>
      </w:pPr>
    </w:p>
    <w:p w:rsidR="008A2F54" w:rsidRDefault="000F518A" w:rsidP="008A2F54">
      <w:pPr>
        <w:ind w:left="8505"/>
        <w:rPr>
          <w:szCs w:val="24"/>
          <w:lang w:eastAsia="lt-LT"/>
        </w:rPr>
      </w:pPr>
      <w:r w:rsidRPr="000F518A">
        <w:rPr>
          <w:szCs w:val="24"/>
          <w:lang w:eastAsia="lt-LT"/>
        </w:rPr>
        <w:lastRenderedPageBreak/>
        <w:t xml:space="preserve">Plungės rajono savivaldybės </w:t>
      </w:r>
      <w:r>
        <w:rPr>
          <w:szCs w:val="24"/>
          <w:lang w:eastAsia="lt-LT"/>
        </w:rPr>
        <w:t>A</w:t>
      </w:r>
      <w:r w:rsidRPr="000F518A">
        <w:rPr>
          <w:szCs w:val="24"/>
          <w:lang w:eastAsia="lt-LT"/>
        </w:rPr>
        <w:t>plinkos apsaugos</w:t>
      </w:r>
    </w:p>
    <w:p w:rsidR="008A2F54" w:rsidRDefault="000F518A" w:rsidP="008A2F54">
      <w:pPr>
        <w:ind w:left="8505"/>
        <w:rPr>
          <w:szCs w:val="24"/>
          <w:lang w:eastAsia="lt-LT"/>
        </w:rPr>
      </w:pPr>
      <w:r>
        <w:rPr>
          <w:szCs w:val="24"/>
          <w:lang w:eastAsia="lt-LT"/>
        </w:rPr>
        <w:t>rėmimo specialiosios programos</w:t>
      </w:r>
      <w:r w:rsidRPr="000F518A">
        <w:rPr>
          <w:szCs w:val="24"/>
          <w:lang w:eastAsia="lt-LT"/>
        </w:rPr>
        <w:t xml:space="preserve"> sudarymo ir </w:t>
      </w:r>
    </w:p>
    <w:p w:rsidR="000F518A" w:rsidRPr="000F518A" w:rsidRDefault="000F518A" w:rsidP="008A2F54">
      <w:pPr>
        <w:ind w:left="8505"/>
        <w:rPr>
          <w:caps/>
          <w:szCs w:val="24"/>
          <w:lang w:eastAsia="lt-LT"/>
        </w:rPr>
      </w:pPr>
      <w:r w:rsidRPr="000F518A">
        <w:rPr>
          <w:szCs w:val="24"/>
          <w:lang w:eastAsia="lt-LT"/>
        </w:rPr>
        <w:t>vykdymo tvarkos aprašo</w:t>
      </w:r>
    </w:p>
    <w:p w:rsidR="00E62438" w:rsidRPr="00F35947" w:rsidRDefault="00E62438" w:rsidP="008A2F54">
      <w:pPr>
        <w:ind w:left="8505"/>
        <w:rPr>
          <w:rFonts w:eastAsia="Calibri"/>
          <w:b/>
          <w:szCs w:val="24"/>
          <w:lang w:eastAsia="lt-LT"/>
        </w:rPr>
      </w:pPr>
      <w:r>
        <w:rPr>
          <w:rFonts w:eastAsia="Calibri"/>
          <w:szCs w:val="24"/>
          <w:lang w:eastAsia="lt-LT"/>
        </w:rPr>
        <w:t>3 priedas</w:t>
      </w:r>
    </w:p>
    <w:p w:rsidR="00E62438" w:rsidRDefault="00E62438" w:rsidP="00E62438">
      <w:pPr>
        <w:jc w:val="center"/>
        <w:rPr>
          <w:b/>
          <w:caps/>
          <w:szCs w:val="24"/>
          <w:lang w:eastAsia="lt-LT"/>
        </w:rPr>
      </w:pPr>
    </w:p>
    <w:p w:rsidR="00E62438" w:rsidRDefault="00E62438" w:rsidP="00E62438">
      <w:pPr>
        <w:jc w:val="center"/>
        <w:rPr>
          <w:b/>
          <w:caps/>
        </w:rPr>
      </w:pPr>
      <w:r w:rsidRPr="00FF44BD">
        <w:rPr>
          <w:b/>
          <w:caps/>
          <w:szCs w:val="24"/>
          <w:lang w:eastAsia="lt-LT"/>
        </w:rPr>
        <w:t>Paraiškų Plungės rajono savivaldybės aplinkos apsaugos rėmimo specialiosios programos lėšoms gauti</w:t>
      </w:r>
      <w:r>
        <w:rPr>
          <w:b/>
          <w:caps/>
          <w:szCs w:val="24"/>
          <w:lang w:eastAsia="lt-LT"/>
        </w:rPr>
        <w:t xml:space="preserve"> vertinimo SUVESTINĖ LENTELĖ</w:t>
      </w:r>
    </w:p>
    <w:p w:rsidR="00E62438" w:rsidRDefault="00E62438" w:rsidP="00E62438"/>
    <w:p w:rsidR="00E62438" w:rsidRPr="004235C8" w:rsidRDefault="00E62438" w:rsidP="00E62438">
      <w:pPr>
        <w:tabs>
          <w:tab w:val="left" w:pos="1795"/>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310"/>
        <w:gridCol w:w="3290"/>
        <w:gridCol w:w="1690"/>
        <w:gridCol w:w="1550"/>
        <w:gridCol w:w="1283"/>
        <w:gridCol w:w="2995"/>
      </w:tblGrid>
      <w:tr w:rsidR="00E62438" w:rsidTr="003B136E">
        <w:trPr>
          <w:trHeight w:val="1387"/>
        </w:trPr>
        <w:tc>
          <w:tcPr>
            <w:tcW w:w="675" w:type="dxa"/>
            <w:shd w:val="clear" w:color="auto" w:fill="auto"/>
            <w:vAlign w:val="center"/>
          </w:tcPr>
          <w:p w:rsidR="00E62438" w:rsidRDefault="00E62438" w:rsidP="003B136E">
            <w:pPr>
              <w:tabs>
                <w:tab w:val="left" w:pos="1795"/>
              </w:tabs>
              <w:jc w:val="center"/>
            </w:pPr>
            <w:proofErr w:type="spellStart"/>
            <w:r>
              <w:t>Eil</w:t>
            </w:r>
            <w:proofErr w:type="spellEnd"/>
            <w:r>
              <w:t>. Nr.</w:t>
            </w:r>
          </w:p>
        </w:tc>
        <w:tc>
          <w:tcPr>
            <w:tcW w:w="3402" w:type="dxa"/>
            <w:shd w:val="clear" w:color="auto" w:fill="auto"/>
            <w:vAlign w:val="center"/>
          </w:tcPr>
          <w:p w:rsidR="00E62438" w:rsidRDefault="00E62438" w:rsidP="003B136E">
            <w:pPr>
              <w:tabs>
                <w:tab w:val="left" w:pos="1795"/>
              </w:tabs>
              <w:jc w:val="center"/>
            </w:pPr>
            <w:r>
              <w:t>Pareiškėjo pavadinimas</w:t>
            </w:r>
          </w:p>
        </w:tc>
        <w:tc>
          <w:tcPr>
            <w:tcW w:w="3381" w:type="dxa"/>
            <w:shd w:val="clear" w:color="auto" w:fill="auto"/>
            <w:vAlign w:val="center"/>
          </w:tcPr>
          <w:p w:rsidR="00E62438" w:rsidRDefault="00E62438" w:rsidP="003B136E">
            <w:pPr>
              <w:tabs>
                <w:tab w:val="left" w:pos="1795"/>
              </w:tabs>
              <w:jc w:val="center"/>
            </w:pPr>
            <w:r>
              <w:t>Projekto pavadinimas</w:t>
            </w:r>
          </w:p>
        </w:tc>
        <w:tc>
          <w:tcPr>
            <w:tcW w:w="1722" w:type="dxa"/>
            <w:shd w:val="clear" w:color="auto" w:fill="auto"/>
            <w:vAlign w:val="center"/>
          </w:tcPr>
          <w:p w:rsidR="00E62438" w:rsidRDefault="00E62438" w:rsidP="003B136E">
            <w:pPr>
              <w:tabs>
                <w:tab w:val="left" w:pos="1795"/>
              </w:tabs>
              <w:jc w:val="center"/>
            </w:pPr>
            <w:r>
              <w:t>Prašoma suma</w:t>
            </w:r>
          </w:p>
        </w:tc>
        <w:tc>
          <w:tcPr>
            <w:tcW w:w="1560" w:type="dxa"/>
            <w:shd w:val="clear" w:color="auto" w:fill="auto"/>
            <w:vAlign w:val="center"/>
          </w:tcPr>
          <w:p w:rsidR="00E62438" w:rsidRDefault="00E62438" w:rsidP="003B136E">
            <w:pPr>
              <w:tabs>
                <w:tab w:val="left" w:pos="1795"/>
              </w:tabs>
              <w:jc w:val="center"/>
            </w:pPr>
            <w:r>
              <w:t>Bendras balų skaičius</w:t>
            </w:r>
            <w:r w:rsidR="00C038D1">
              <w:t xml:space="preserve"> </w:t>
            </w:r>
            <w:r w:rsidR="00C038D1" w:rsidRPr="00C038D1">
              <w:rPr>
                <w:i/>
              </w:rPr>
              <w:t>(susumavus visų Komisijos narių balus)</w:t>
            </w:r>
          </w:p>
        </w:tc>
        <w:tc>
          <w:tcPr>
            <w:tcW w:w="1283" w:type="dxa"/>
            <w:shd w:val="clear" w:color="auto" w:fill="auto"/>
            <w:vAlign w:val="center"/>
          </w:tcPr>
          <w:p w:rsidR="00E62438" w:rsidRDefault="00E62438" w:rsidP="003B136E">
            <w:pPr>
              <w:tabs>
                <w:tab w:val="left" w:pos="1795"/>
              </w:tabs>
              <w:jc w:val="center"/>
            </w:pPr>
            <w:r>
              <w:t>Numatoma skirti suma</w:t>
            </w:r>
          </w:p>
        </w:tc>
        <w:tc>
          <w:tcPr>
            <w:tcW w:w="3090" w:type="dxa"/>
            <w:shd w:val="clear" w:color="auto" w:fill="auto"/>
            <w:vAlign w:val="center"/>
          </w:tcPr>
          <w:p w:rsidR="00E62438" w:rsidRDefault="00E62438" w:rsidP="003B136E">
            <w:pPr>
              <w:tabs>
                <w:tab w:val="left" w:pos="1795"/>
              </w:tabs>
              <w:jc w:val="center"/>
            </w:pPr>
            <w:r>
              <w:t>Pastabos</w:t>
            </w:r>
          </w:p>
        </w:tc>
      </w:tr>
      <w:tr w:rsidR="00E62438" w:rsidTr="003B136E">
        <w:trPr>
          <w:trHeight w:val="462"/>
        </w:trPr>
        <w:tc>
          <w:tcPr>
            <w:tcW w:w="675" w:type="dxa"/>
            <w:shd w:val="clear" w:color="auto" w:fill="auto"/>
          </w:tcPr>
          <w:p w:rsidR="00E62438" w:rsidRDefault="00E62438" w:rsidP="003B136E">
            <w:pPr>
              <w:tabs>
                <w:tab w:val="left" w:pos="1795"/>
              </w:tabs>
            </w:pPr>
            <w:r>
              <w:t>1.</w:t>
            </w:r>
          </w:p>
        </w:tc>
        <w:tc>
          <w:tcPr>
            <w:tcW w:w="3402" w:type="dxa"/>
            <w:shd w:val="clear" w:color="auto" w:fill="auto"/>
          </w:tcPr>
          <w:p w:rsidR="00E62438" w:rsidRDefault="00E62438" w:rsidP="003B136E">
            <w:pPr>
              <w:tabs>
                <w:tab w:val="left" w:pos="1795"/>
              </w:tabs>
            </w:pPr>
          </w:p>
        </w:tc>
        <w:tc>
          <w:tcPr>
            <w:tcW w:w="3381" w:type="dxa"/>
            <w:shd w:val="clear" w:color="auto" w:fill="auto"/>
          </w:tcPr>
          <w:p w:rsidR="00E62438" w:rsidRDefault="00E62438" w:rsidP="003B136E">
            <w:pPr>
              <w:tabs>
                <w:tab w:val="left" w:pos="1795"/>
              </w:tabs>
            </w:pPr>
          </w:p>
        </w:tc>
        <w:tc>
          <w:tcPr>
            <w:tcW w:w="1722" w:type="dxa"/>
            <w:shd w:val="clear" w:color="auto" w:fill="auto"/>
          </w:tcPr>
          <w:p w:rsidR="00E62438" w:rsidRDefault="00E62438" w:rsidP="003B136E">
            <w:pPr>
              <w:tabs>
                <w:tab w:val="left" w:pos="1795"/>
              </w:tabs>
            </w:pPr>
          </w:p>
        </w:tc>
        <w:tc>
          <w:tcPr>
            <w:tcW w:w="1560" w:type="dxa"/>
            <w:shd w:val="clear" w:color="auto" w:fill="auto"/>
          </w:tcPr>
          <w:p w:rsidR="00E62438" w:rsidRDefault="00E62438" w:rsidP="003B136E">
            <w:pPr>
              <w:tabs>
                <w:tab w:val="left" w:pos="1795"/>
              </w:tabs>
            </w:pPr>
          </w:p>
        </w:tc>
        <w:tc>
          <w:tcPr>
            <w:tcW w:w="1283" w:type="dxa"/>
            <w:shd w:val="clear" w:color="auto" w:fill="auto"/>
          </w:tcPr>
          <w:p w:rsidR="00E62438" w:rsidRDefault="00E62438" w:rsidP="003B136E">
            <w:pPr>
              <w:tabs>
                <w:tab w:val="left" w:pos="1795"/>
              </w:tabs>
            </w:pPr>
          </w:p>
        </w:tc>
        <w:tc>
          <w:tcPr>
            <w:tcW w:w="3090" w:type="dxa"/>
            <w:shd w:val="clear" w:color="auto" w:fill="auto"/>
          </w:tcPr>
          <w:p w:rsidR="00E62438" w:rsidRDefault="00E62438" w:rsidP="003B136E">
            <w:pPr>
              <w:tabs>
                <w:tab w:val="left" w:pos="1795"/>
              </w:tabs>
            </w:pPr>
          </w:p>
        </w:tc>
      </w:tr>
      <w:tr w:rsidR="00E62438" w:rsidTr="003B136E">
        <w:trPr>
          <w:trHeight w:val="462"/>
        </w:trPr>
        <w:tc>
          <w:tcPr>
            <w:tcW w:w="675" w:type="dxa"/>
            <w:shd w:val="clear" w:color="auto" w:fill="auto"/>
          </w:tcPr>
          <w:p w:rsidR="00E62438" w:rsidRDefault="00E62438" w:rsidP="003B136E">
            <w:pPr>
              <w:tabs>
                <w:tab w:val="left" w:pos="1795"/>
              </w:tabs>
            </w:pPr>
            <w:r>
              <w:t>...</w:t>
            </w:r>
          </w:p>
        </w:tc>
        <w:tc>
          <w:tcPr>
            <w:tcW w:w="3402" w:type="dxa"/>
            <w:shd w:val="clear" w:color="auto" w:fill="auto"/>
          </w:tcPr>
          <w:p w:rsidR="00E62438" w:rsidRDefault="00E62438" w:rsidP="003B136E">
            <w:pPr>
              <w:tabs>
                <w:tab w:val="left" w:pos="1795"/>
              </w:tabs>
            </w:pPr>
          </w:p>
        </w:tc>
        <w:tc>
          <w:tcPr>
            <w:tcW w:w="3381" w:type="dxa"/>
            <w:shd w:val="clear" w:color="auto" w:fill="auto"/>
          </w:tcPr>
          <w:p w:rsidR="00E62438" w:rsidRDefault="00E62438" w:rsidP="003B136E">
            <w:pPr>
              <w:tabs>
                <w:tab w:val="left" w:pos="1795"/>
              </w:tabs>
            </w:pPr>
          </w:p>
        </w:tc>
        <w:tc>
          <w:tcPr>
            <w:tcW w:w="1722" w:type="dxa"/>
            <w:shd w:val="clear" w:color="auto" w:fill="auto"/>
          </w:tcPr>
          <w:p w:rsidR="00E62438" w:rsidRDefault="00E62438" w:rsidP="003B136E">
            <w:pPr>
              <w:tabs>
                <w:tab w:val="left" w:pos="1795"/>
              </w:tabs>
            </w:pPr>
          </w:p>
        </w:tc>
        <w:tc>
          <w:tcPr>
            <w:tcW w:w="1560" w:type="dxa"/>
            <w:shd w:val="clear" w:color="auto" w:fill="auto"/>
          </w:tcPr>
          <w:p w:rsidR="00E62438" w:rsidRDefault="00E62438" w:rsidP="003B136E">
            <w:pPr>
              <w:tabs>
                <w:tab w:val="left" w:pos="1795"/>
              </w:tabs>
            </w:pPr>
          </w:p>
        </w:tc>
        <w:tc>
          <w:tcPr>
            <w:tcW w:w="1283" w:type="dxa"/>
            <w:shd w:val="clear" w:color="auto" w:fill="auto"/>
          </w:tcPr>
          <w:p w:rsidR="00E62438" w:rsidRDefault="00E62438" w:rsidP="003B136E">
            <w:pPr>
              <w:tabs>
                <w:tab w:val="left" w:pos="1795"/>
              </w:tabs>
            </w:pPr>
          </w:p>
        </w:tc>
        <w:tc>
          <w:tcPr>
            <w:tcW w:w="3090" w:type="dxa"/>
            <w:shd w:val="clear" w:color="auto" w:fill="auto"/>
          </w:tcPr>
          <w:p w:rsidR="00E62438" w:rsidRDefault="00E62438" w:rsidP="003B136E">
            <w:pPr>
              <w:tabs>
                <w:tab w:val="left" w:pos="1795"/>
              </w:tabs>
            </w:pPr>
          </w:p>
        </w:tc>
      </w:tr>
    </w:tbl>
    <w:p w:rsidR="00E62438" w:rsidRPr="00F87FBF" w:rsidRDefault="00E62438" w:rsidP="00E62438"/>
    <w:p w:rsidR="00E62438" w:rsidRPr="00F87FBF" w:rsidRDefault="00E62438" w:rsidP="00E62438"/>
    <w:p w:rsidR="00E62438" w:rsidRDefault="00E62438" w:rsidP="00E62438"/>
    <w:p w:rsidR="00E62438" w:rsidRDefault="00E62438" w:rsidP="00E62438">
      <w:pPr>
        <w:tabs>
          <w:tab w:val="left" w:pos="1785"/>
        </w:tabs>
      </w:pPr>
      <w:r>
        <w:t>Komisijos sekretorius                                                    __________________                  _______________________________</w:t>
      </w:r>
    </w:p>
    <w:p w:rsidR="00E62438" w:rsidRDefault="00E62438" w:rsidP="00E62438">
      <w:pPr>
        <w:tabs>
          <w:tab w:val="left" w:pos="1785"/>
        </w:tabs>
        <w:ind w:firstLine="2790"/>
      </w:pPr>
      <w:r>
        <w:t xml:space="preserve">                                                     (parašas)                                            (vardas, pavardė, pareigos)</w:t>
      </w:r>
    </w:p>
    <w:p w:rsidR="00E0462B" w:rsidRDefault="00E0462B"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sectPr w:rsidR="009E6876" w:rsidSect="00E0462B">
          <w:pgSz w:w="16838" w:h="11906" w:orient="landscape"/>
          <w:pgMar w:top="1701" w:right="1134" w:bottom="567" w:left="1134" w:header="567" w:footer="567" w:gutter="0"/>
          <w:cols w:space="1296"/>
          <w:docGrid w:linePitch="360"/>
        </w:sectPr>
      </w:pPr>
    </w:p>
    <w:p w:rsidR="008A2F54" w:rsidRDefault="008A2F54" w:rsidP="008A2F54">
      <w:pPr>
        <w:ind w:left="4536"/>
        <w:rPr>
          <w:rFonts w:eastAsia="Calibri"/>
          <w:szCs w:val="24"/>
          <w:lang w:eastAsia="lt-LT"/>
        </w:rPr>
      </w:pPr>
      <w:r w:rsidRPr="008A2F54">
        <w:rPr>
          <w:rFonts w:eastAsia="Calibri"/>
          <w:szCs w:val="24"/>
          <w:lang w:eastAsia="lt-LT"/>
        </w:rPr>
        <w:lastRenderedPageBreak/>
        <w:t xml:space="preserve">Plungės rajono savivaldybės Aplinkos apsaugos </w:t>
      </w:r>
      <w:r>
        <w:rPr>
          <w:rFonts w:eastAsia="Calibri"/>
          <w:szCs w:val="24"/>
          <w:lang w:eastAsia="lt-LT"/>
        </w:rPr>
        <w:t xml:space="preserve">rėmimo specialiosios programos </w:t>
      </w:r>
      <w:bookmarkStart w:id="0" w:name="_GoBack"/>
      <w:bookmarkEnd w:id="0"/>
      <w:r w:rsidRPr="008A2F54">
        <w:rPr>
          <w:rFonts w:eastAsia="Calibri"/>
          <w:szCs w:val="24"/>
          <w:lang w:eastAsia="lt-LT"/>
        </w:rPr>
        <w:t>sudarymo ir vykdymo tvarkos aprašo</w:t>
      </w:r>
    </w:p>
    <w:p w:rsidR="00ED1B4D" w:rsidRDefault="00ED1B4D" w:rsidP="008A2F54">
      <w:pPr>
        <w:ind w:left="4536"/>
        <w:rPr>
          <w:b/>
          <w:caps/>
          <w:szCs w:val="24"/>
          <w:lang w:eastAsia="lt-LT"/>
        </w:rPr>
      </w:pPr>
      <w:r>
        <w:rPr>
          <w:rFonts w:eastAsia="Calibri"/>
          <w:szCs w:val="24"/>
          <w:lang w:eastAsia="lt-LT"/>
        </w:rPr>
        <w:t>4 priedas</w:t>
      </w:r>
    </w:p>
    <w:p w:rsidR="00ED1B4D" w:rsidRDefault="00ED1B4D" w:rsidP="00ED1B4D">
      <w:pPr>
        <w:rPr>
          <w:b/>
          <w:caps/>
          <w:szCs w:val="24"/>
          <w:lang w:eastAsia="lt-LT"/>
        </w:rPr>
      </w:pPr>
    </w:p>
    <w:p w:rsidR="009E6876" w:rsidRDefault="00337D58" w:rsidP="009E6876">
      <w:pPr>
        <w:jc w:val="center"/>
        <w:rPr>
          <w:b/>
          <w:caps/>
          <w:szCs w:val="24"/>
          <w:lang w:eastAsia="lt-LT"/>
        </w:rPr>
      </w:pPr>
      <w:r>
        <w:rPr>
          <w:b/>
          <w:caps/>
          <w:szCs w:val="24"/>
          <w:lang w:eastAsia="lt-LT"/>
        </w:rPr>
        <w:t xml:space="preserve">PLUNGĖS RAJONO SAVIVALDYBĖS </w:t>
      </w:r>
      <w:r w:rsidR="009E6876" w:rsidRPr="00FF44BD">
        <w:rPr>
          <w:b/>
          <w:caps/>
          <w:szCs w:val="24"/>
          <w:lang w:eastAsia="lt-LT"/>
        </w:rPr>
        <w:t>aplinkos apsaugos rėmim</w:t>
      </w:r>
      <w:r w:rsidR="009E6876">
        <w:rPr>
          <w:b/>
          <w:caps/>
          <w:szCs w:val="24"/>
          <w:lang w:eastAsia="lt-LT"/>
        </w:rPr>
        <w:t>o specialiosios programos PROJEKTO VYKDYMO</w:t>
      </w:r>
      <w:r w:rsidR="009E6876" w:rsidRPr="00FF44BD">
        <w:rPr>
          <w:b/>
          <w:caps/>
          <w:szCs w:val="24"/>
          <w:lang w:eastAsia="lt-LT"/>
        </w:rPr>
        <w:t xml:space="preserve"> </w:t>
      </w:r>
      <w:r w:rsidR="00706C16">
        <w:rPr>
          <w:b/>
          <w:caps/>
          <w:szCs w:val="24"/>
          <w:lang w:eastAsia="lt-LT"/>
        </w:rPr>
        <w:t>ATASKAITA</w:t>
      </w:r>
    </w:p>
    <w:p w:rsidR="009E6876" w:rsidRDefault="009E6876" w:rsidP="009E6876">
      <w:pPr>
        <w:tabs>
          <w:tab w:val="left" w:pos="3930"/>
        </w:tabs>
      </w:pPr>
    </w:p>
    <w:p w:rsidR="009E6876" w:rsidRPr="00562743" w:rsidRDefault="009E6876" w:rsidP="009E6876">
      <w:pPr>
        <w:jc w:val="center"/>
      </w:pPr>
      <w:r>
        <w:t>d</w:t>
      </w:r>
      <w:r w:rsidRPr="00562743">
        <w:t>ata</w:t>
      </w:r>
    </w:p>
    <w:p w:rsidR="009E6876" w:rsidRPr="00562743" w:rsidRDefault="009E6876" w:rsidP="009E6876">
      <w:pPr>
        <w:jc w:val="center"/>
      </w:pPr>
      <w:r>
        <w:t>v</w:t>
      </w:r>
      <w:r w:rsidRPr="00562743">
        <w:t>ieta</w:t>
      </w:r>
    </w:p>
    <w:p w:rsidR="009E6876" w:rsidRDefault="009E6876" w:rsidP="009E6876">
      <w:pPr>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5776"/>
      </w:tblGrid>
      <w:tr w:rsidR="009E6876" w:rsidTr="003B136E">
        <w:tc>
          <w:tcPr>
            <w:tcW w:w="2069" w:type="pct"/>
            <w:tcBorders>
              <w:top w:val="single" w:sz="4" w:space="0" w:color="auto"/>
              <w:left w:val="single" w:sz="4" w:space="0" w:color="auto"/>
              <w:bottom w:val="single" w:sz="4" w:space="0" w:color="auto"/>
              <w:right w:val="single" w:sz="4" w:space="0" w:color="auto"/>
            </w:tcBorders>
            <w:hideMark/>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Projekto vykdytojo pavadinimas </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right="-391"/>
              <w:rPr>
                <w:caps/>
              </w:rPr>
            </w:pPr>
          </w:p>
        </w:tc>
      </w:tr>
      <w:tr w:rsidR="009E6876" w:rsidTr="003B136E">
        <w:trPr>
          <w:trHeight w:val="473"/>
        </w:trPr>
        <w:tc>
          <w:tcPr>
            <w:tcW w:w="2069" w:type="pct"/>
            <w:tcBorders>
              <w:top w:val="single" w:sz="4" w:space="0" w:color="auto"/>
              <w:left w:val="single" w:sz="4" w:space="0" w:color="auto"/>
              <w:bottom w:val="single" w:sz="4" w:space="0" w:color="auto"/>
              <w:right w:val="single" w:sz="4" w:space="0" w:color="auto"/>
            </w:tcBorders>
            <w:hideMark/>
          </w:tcPr>
          <w:p w:rsidR="009E6876" w:rsidRPr="00BF6E63"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Projekto pavadinimas</w:t>
            </w:r>
          </w:p>
        </w:tc>
        <w:tc>
          <w:tcPr>
            <w:tcW w:w="2931" w:type="pct"/>
            <w:tcBorders>
              <w:top w:val="single" w:sz="4" w:space="0" w:color="auto"/>
              <w:left w:val="single" w:sz="4" w:space="0" w:color="auto"/>
              <w:bottom w:val="single" w:sz="4" w:space="0" w:color="auto"/>
              <w:right w:val="single" w:sz="4" w:space="0" w:color="auto"/>
            </w:tcBorders>
            <w:vAlign w:val="center"/>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hideMark/>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Projektui įgyvendinti skirta suma iš </w:t>
            </w:r>
            <w:r w:rsidR="00706C16">
              <w:t>SAARS programos</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Organizacijos prisidėjimas </w:t>
            </w:r>
            <w:r w:rsidRPr="005058E5">
              <w:rPr>
                <w:i/>
              </w:rPr>
              <w:t>(jei buvo nurodytas)</w:t>
            </w:r>
            <w:r>
              <w:t>*</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pradžios data</w:t>
            </w:r>
          </w:p>
          <w:p w:rsidR="009E6876" w:rsidRPr="00A234BB"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9E6876" w:rsidRPr="00BF6E63"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pabaigos data</w:t>
            </w:r>
          </w:p>
          <w:p w:rsidR="009E6876" w:rsidRPr="00A234BB"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Pr="00A234BB"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Atliktų darbų/ įvykdytų veiklų aprašymas</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Pr="00A234BB" w:rsidRDefault="008D579A"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Iš SAARS programos</w:t>
            </w:r>
            <w:r w:rsidR="000C7B22">
              <w:t xml:space="preserve"> lėšų įsigyta įranga, prekės, paslaugos, darbai</w:t>
            </w:r>
            <w:r w:rsidR="003C51CF">
              <w:t xml:space="preserve"> ar kt.</w:t>
            </w:r>
            <w:r w:rsidR="000C7B22">
              <w:t>**</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Pr="00A234BB"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Kita detali informacija apie vykdytą projektą:</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bl>
    <w:p w:rsidR="009E6876" w:rsidRDefault="009E6876" w:rsidP="009E6876">
      <w:pPr>
        <w:tabs>
          <w:tab w:val="left" w:pos="3572"/>
        </w:tabs>
      </w:pPr>
      <w:r>
        <w:t xml:space="preserve">*ne mažesnis nei 10 proc. projektui įgyvendinti skirtos </w:t>
      </w:r>
      <w:r w:rsidR="00706C16">
        <w:t>SAARS programos</w:t>
      </w:r>
      <w:r>
        <w:t xml:space="preserve"> sumos</w:t>
      </w:r>
    </w:p>
    <w:p w:rsidR="009E6876" w:rsidRDefault="009E6876" w:rsidP="009E6876">
      <w:pPr>
        <w:tabs>
          <w:tab w:val="left" w:pos="3572"/>
        </w:tabs>
      </w:pPr>
    </w:p>
    <w:p w:rsidR="009E6876" w:rsidRPr="006C1F3E" w:rsidRDefault="009E6876" w:rsidP="009E6876">
      <w:pPr>
        <w:tabs>
          <w:tab w:val="left" w:pos="3572"/>
        </w:tabs>
      </w:pPr>
      <w:r w:rsidRPr="006C1F3E">
        <w:t>PRIDEDAMA:</w:t>
      </w:r>
      <w:r w:rsidR="008D579A" w:rsidRPr="006C1F3E">
        <w:t xml:space="preserve"> </w:t>
      </w:r>
    </w:p>
    <w:p w:rsidR="009E6876" w:rsidRPr="006C1F3E" w:rsidRDefault="00706C16" w:rsidP="009E6876">
      <w:pPr>
        <w:pStyle w:val="Sraopastraipa"/>
        <w:numPr>
          <w:ilvl w:val="0"/>
          <w:numId w:val="12"/>
        </w:numPr>
        <w:tabs>
          <w:tab w:val="left" w:pos="993"/>
        </w:tabs>
        <w:ind w:left="0" w:firstLine="720"/>
        <w:jc w:val="both"/>
      </w:pPr>
      <w:r w:rsidRPr="006C1F3E">
        <w:t>*</w:t>
      </w:r>
      <w:r w:rsidR="003C51CF" w:rsidRPr="006C1F3E">
        <w:t>Pateikiami o</w:t>
      </w:r>
      <w:r w:rsidR="009E6876" w:rsidRPr="006C1F3E">
        <w:t>rganizacijos prisi</w:t>
      </w:r>
      <w:r w:rsidR="005058E5" w:rsidRPr="006C1F3E">
        <w:t>dėjimą pagrindžiantys dokumentų kopijos</w:t>
      </w:r>
      <w:r w:rsidR="009E6876" w:rsidRPr="006C1F3E">
        <w:t xml:space="preserve"> (sąskaitos faktūros, </w:t>
      </w:r>
      <w:r w:rsidR="00EE0942" w:rsidRPr="006C1F3E">
        <w:t xml:space="preserve">apmokėjimą patvirtinantys dokumentai, </w:t>
      </w:r>
      <w:r w:rsidR="000C7B22" w:rsidRPr="006C1F3E">
        <w:t>sutartys su tiekėjais ar kt.)</w:t>
      </w:r>
      <w:r w:rsidR="005058E5" w:rsidRPr="006C1F3E">
        <w:t>;</w:t>
      </w:r>
    </w:p>
    <w:p w:rsidR="00706C16" w:rsidRPr="006C1F3E" w:rsidRDefault="000C7B22" w:rsidP="009E6876">
      <w:pPr>
        <w:pStyle w:val="Sraopastraipa"/>
        <w:numPr>
          <w:ilvl w:val="0"/>
          <w:numId w:val="12"/>
        </w:numPr>
        <w:tabs>
          <w:tab w:val="left" w:pos="993"/>
        </w:tabs>
        <w:ind w:left="0" w:firstLine="720"/>
        <w:jc w:val="both"/>
      </w:pPr>
      <w:r w:rsidRPr="006C1F3E">
        <w:t>** Pateikiamos sąskaitos faktūros, apmo</w:t>
      </w:r>
      <w:r w:rsidR="005058E5" w:rsidRPr="006C1F3E">
        <w:t>kėjimą patvirtinantys dokumentų kopijos</w:t>
      </w:r>
      <w:r w:rsidRPr="006C1F3E">
        <w:t>, sutartys su tiekėjais ar kt.</w:t>
      </w:r>
      <w:r w:rsidR="005058E5" w:rsidRPr="006C1F3E">
        <w:t>;</w:t>
      </w:r>
    </w:p>
    <w:p w:rsidR="009E6876" w:rsidRPr="006C1F3E" w:rsidRDefault="005058E5" w:rsidP="009E6876">
      <w:pPr>
        <w:pStyle w:val="Sraopastraipa"/>
        <w:numPr>
          <w:ilvl w:val="0"/>
          <w:numId w:val="12"/>
        </w:numPr>
        <w:tabs>
          <w:tab w:val="left" w:pos="993"/>
        </w:tabs>
        <w:ind w:left="0" w:firstLine="720"/>
        <w:jc w:val="both"/>
      </w:pPr>
      <w:r w:rsidRPr="006C1F3E">
        <w:t xml:space="preserve">Pateikiamos įgyvendinto </w:t>
      </w:r>
      <w:r w:rsidR="00337D58">
        <w:t>P</w:t>
      </w:r>
      <w:r w:rsidRPr="006C1F3E">
        <w:t>rojekto veiklų ar atliktų darbų n</w:t>
      </w:r>
      <w:r w:rsidR="009E6876" w:rsidRPr="006C1F3E">
        <w:t>uotraukos.</w:t>
      </w:r>
    </w:p>
    <w:p w:rsidR="00E33398" w:rsidRPr="006C1F3E" w:rsidRDefault="00E33398" w:rsidP="00E33398">
      <w:pPr>
        <w:tabs>
          <w:tab w:val="left" w:pos="993"/>
        </w:tabs>
        <w:jc w:val="both"/>
      </w:pPr>
    </w:p>
    <w:p w:rsidR="00E33398" w:rsidRPr="006C1F3E" w:rsidRDefault="00E33398" w:rsidP="00E33398">
      <w:pPr>
        <w:tabs>
          <w:tab w:val="left" w:pos="993"/>
        </w:tabs>
        <w:jc w:val="both"/>
        <w:rPr>
          <w:i/>
        </w:rPr>
      </w:pPr>
      <w:r w:rsidRPr="006C1F3E">
        <w:rPr>
          <w:b/>
          <w:i/>
        </w:rPr>
        <w:t>Pastaba.</w:t>
      </w:r>
      <w:r w:rsidRPr="006C1F3E">
        <w:rPr>
          <w:i/>
        </w:rPr>
        <w:t xml:space="preserve"> Dokumentai turi būti tvarkingai pateikti t. y. turi būti suprantamai išskirti organizacijos prisidėjimą pagrindžiantys dokumentai nuo SAARS programos lėšomis patirtų išlaidų pagrindžiančių dokumentų. Jei sąskaita faktūra ar kitas lėšų panaudojimą patvirtinantis dokumentas bendras, tai pateikiamas prierašas nurodant organizacijos prisidėjimo dalį).</w:t>
      </w:r>
    </w:p>
    <w:p w:rsidR="009E6876" w:rsidRDefault="009E6876" w:rsidP="009E6876">
      <w:pPr>
        <w:tabs>
          <w:tab w:val="left" w:pos="1785"/>
        </w:tabs>
      </w:pPr>
    </w:p>
    <w:p w:rsidR="009E6876" w:rsidRDefault="009E6876" w:rsidP="009E6876">
      <w:pPr>
        <w:tabs>
          <w:tab w:val="left" w:pos="1785"/>
        </w:tabs>
      </w:pPr>
      <w:r>
        <w:t xml:space="preserve">Organizacijos atstovas </w:t>
      </w:r>
      <w:r w:rsidR="00337D58">
        <w:t>–</w:t>
      </w:r>
      <w:r>
        <w:t xml:space="preserve"> </w:t>
      </w:r>
      <w:r w:rsidRPr="00393E8F">
        <w:rPr>
          <w:i/>
        </w:rPr>
        <w:t>Vardas, Pavardė, pareigos</w:t>
      </w:r>
      <w:r w:rsidR="00337D58">
        <w:rPr>
          <w:i/>
        </w:rPr>
        <w:t>.</w:t>
      </w:r>
    </w:p>
    <w:p w:rsidR="009E6876" w:rsidRDefault="009E6876" w:rsidP="009E6876">
      <w:pPr>
        <w:tabs>
          <w:tab w:val="left" w:pos="1197"/>
        </w:tabs>
      </w:pPr>
    </w:p>
    <w:p w:rsidR="009E6876" w:rsidRDefault="009E6876" w:rsidP="009E6876"/>
    <w:p w:rsidR="009E6876" w:rsidRPr="00EB4407" w:rsidRDefault="009E6876" w:rsidP="00EB4407">
      <w:pPr>
        <w:tabs>
          <w:tab w:val="left" w:pos="1848"/>
        </w:tabs>
        <w:rPr>
          <w:szCs w:val="24"/>
          <w:lang w:eastAsia="lt-LT"/>
        </w:rPr>
      </w:pPr>
    </w:p>
    <w:sectPr w:rsidR="009E6876" w:rsidRPr="00EB4407"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F44" w:rsidRDefault="00D27F44" w:rsidP="001B1C35">
      <w:r>
        <w:separator/>
      </w:r>
    </w:p>
  </w:endnote>
  <w:endnote w:type="continuationSeparator" w:id="0">
    <w:p w:rsidR="00D27F44" w:rsidRDefault="00D27F44"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F44" w:rsidRDefault="00D27F44" w:rsidP="001B1C35">
      <w:r>
        <w:separator/>
      </w:r>
    </w:p>
  </w:footnote>
  <w:footnote w:type="continuationSeparator" w:id="0">
    <w:p w:rsidR="00D27F44" w:rsidRDefault="00D27F44" w:rsidP="001B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7B634860"/>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B22"/>
    <w:rsid w:val="000D57CD"/>
    <w:rsid w:val="000E3188"/>
    <w:rsid w:val="000E6768"/>
    <w:rsid w:val="000E6A57"/>
    <w:rsid w:val="000F1CF8"/>
    <w:rsid w:val="000F518A"/>
    <w:rsid w:val="000F5C78"/>
    <w:rsid w:val="00111893"/>
    <w:rsid w:val="00126328"/>
    <w:rsid w:val="00126E52"/>
    <w:rsid w:val="001355ED"/>
    <w:rsid w:val="0015073F"/>
    <w:rsid w:val="001528DA"/>
    <w:rsid w:val="00152EB9"/>
    <w:rsid w:val="001563A1"/>
    <w:rsid w:val="0017660A"/>
    <w:rsid w:val="001814CA"/>
    <w:rsid w:val="0018313D"/>
    <w:rsid w:val="00190C8C"/>
    <w:rsid w:val="001960E8"/>
    <w:rsid w:val="001A0889"/>
    <w:rsid w:val="001A14CE"/>
    <w:rsid w:val="001A5098"/>
    <w:rsid w:val="001B077C"/>
    <w:rsid w:val="001B1C35"/>
    <w:rsid w:val="001B7AD9"/>
    <w:rsid w:val="001C12E2"/>
    <w:rsid w:val="001D1870"/>
    <w:rsid w:val="001D36D0"/>
    <w:rsid w:val="001F29DD"/>
    <w:rsid w:val="001F59D6"/>
    <w:rsid w:val="0020329F"/>
    <w:rsid w:val="002132C2"/>
    <w:rsid w:val="00233698"/>
    <w:rsid w:val="00245166"/>
    <w:rsid w:val="00245E35"/>
    <w:rsid w:val="00250246"/>
    <w:rsid w:val="00260F97"/>
    <w:rsid w:val="00261F50"/>
    <w:rsid w:val="00275CCB"/>
    <w:rsid w:val="00276C06"/>
    <w:rsid w:val="0028247E"/>
    <w:rsid w:val="00286D6F"/>
    <w:rsid w:val="00286E99"/>
    <w:rsid w:val="0029075D"/>
    <w:rsid w:val="0029082E"/>
    <w:rsid w:val="0029188F"/>
    <w:rsid w:val="002A4FA5"/>
    <w:rsid w:val="002A5186"/>
    <w:rsid w:val="002B3397"/>
    <w:rsid w:val="002B3B0F"/>
    <w:rsid w:val="002C527E"/>
    <w:rsid w:val="002C6E38"/>
    <w:rsid w:val="002D24AC"/>
    <w:rsid w:val="002D6F4E"/>
    <w:rsid w:val="0030591F"/>
    <w:rsid w:val="00305DE9"/>
    <w:rsid w:val="0031307A"/>
    <w:rsid w:val="00315B05"/>
    <w:rsid w:val="00322895"/>
    <w:rsid w:val="00325B68"/>
    <w:rsid w:val="00326D31"/>
    <w:rsid w:val="00327C94"/>
    <w:rsid w:val="00332171"/>
    <w:rsid w:val="00337D58"/>
    <w:rsid w:val="00353238"/>
    <w:rsid w:val="00353618"/>
    <w:rsid w:val="00361F9D"/>
    <w:rsid w:val="00362769"/>
    <w:rsid w:val="00365D52"/>
    <w:rsid w:val="00370027"/>
    <w:rsid w:val="003729DC"/>
    <w:rsid w:val="00382C40"/>
    <w:rsid w:val="00383AA1"/>
    <w:rsid w:val="00386CFD"/>
    <w:rsid w:val="00390591"/>
    <w:rsid w:val="003917F2"/>
    <w:rsid w:val="00394364"/>
    <w:rsid w:val="003A27DB"/>
    <w:rsid w:val="003B136E"/>
    <w:rsid w:val="003C3639"/>
    <w:rsid w:val="003C51CF"/>
    <w:rsid w:val="003D6E2D"/>
    <w:rsid w:val="003E03E2"/>
    <w:rsid w:val="003E1AF5"/>
    <w:rsid w:val="003F28E1"/>
    <w:rsid w:val="003F38C6"/>
    <w:rsid w:val="003F51CD"/>
    <w:rsid w:val="004008BE"/>
    <w:rsid w:val="004016EC"/>
    <w:rsid w:val="00407D90"/>
    <w:rsid w:val="0042016A"/>
    <w:rsid w:val="00421112"/>
    <w:rsid w:val="00425D52"/>
    <w:rsid w:val="0042713A"/>
    <w:rsid w:val="004303E5"/>
    <w:rsid w:val="00434B07"/>
    <w:rsid w:val="00440905"/>
    <w:rsid w:val="0044359A"/>
    <w:rsid w:val="00457844"/>
    <w:rsid w:val="00461CDC"/>
    <w:rsid w:val="00462B83"/>
    <w:rsid w:val="004633DB"/>
    <w:rsid w:val="004638CC"/>
    <w:rsid w:val="00465EB6"/>
    <w:rsid w:val="00472661"/>
    <w:rsid w:val="00473C01"/>
    <w:rsid w:val="00477012"/>
    <w:rsid w:val="004848E1"/>
    <w:rsid w:val="00486F38"/>
    <w:rsid w:val="004927F9"/>
    <w:rsid w:val="004930B0"/>
    <w:rsid w:val="004A78E6"/>
    <w:rsid w:val="004B0508"/>
    <w:rsid w:val="004C6C37"/>
    <w:rsid w:val="004D049B"/>
    <w:rsid w:val="004D3172"/>
    <w:rsid w:val="004D446F"/>
    <w:rsid w:val="004D6B2D"/>
    <w:rsid w:val="004E5F54"/>
    <w:rsid w:val="004E759B"/>
    <w:rsid w:val="004F1916"/>
    <w:rsid w:val="004F42E7"/>
    <w:rsid w:val="004F4D50"/>
    <w:rsid w:val="00505059"/>
    <w:rsid w:val="005058E5"/>
    <w:rsid w:val="00511290"/>
    <w:rsid w:val="00516FD3"/>
    <w:rsid w:val="00524C83"/>
    <w:rsid w:val="00524D04"/>
    <w:rsid w:val="00534E55"/>
    <w:rsid w:val="00543DD4"/>
    <w:rsid w:val="005477E8"/>
    <w:rsid w:val="00554788"/>
    <w:rsid w:val="005549A6"/>
    <w:rsid w:val="0055729C"/>
    <w:rsid w:val="00562A37"/>
    <w:rsid w:val="00563372"/>
    <w:rsid w:val="00580732"/>
    <w:rsid w:val="00581510"/>
    <w:rsid w:val="00581C36"/>
    <w:rsid w:val="005826A8"/>
    <w:rsid w:val="00583C8E"/>
    <w:rsid w:val="00592AFE"/>
    <w:rsid w:val="00592C19"/>
    <w:rsid w:val="0059658A"/>
    <w:rsid w:val="005A3B4B"/>
    <w:rsid w:val="005D0AB8"/>
    <w:rsid w:val="005D2917"/>
    <w:rsid w:val="005E0E43"/>
    <w:rsid w:val="005E6452"/>
    <w:rsid w:val="005F110D"/>
    <w:rsid w:val="005F4996"/>
    <w:rsid w:val="005F5CF8"/>
    <w:rsid w:val="006177FF"/>
    <w:rsid w:val="006257F2"/>
    <w:rsid w:val="0062716D"/>
    <w:rsid w:val="0065299C"/>
    <w:rsid w:val="006573CD"/>
    <w:rsid w:val="00672160"/>
    <w:rsid w:val="00677B53"/>
    <w:rsid w:val="0068671D"/>
    <w:rsid w:val="00693972"/>
    <w:rsid w:val="006B4D38"/>
    <w:rsid w:val="006C1F3E"/>
    <w:rsid w:val="006C2C6E"/>
    <w:rsid w:val="006D186A"/>
    <w:rsid w:val="006D3BE3"/>
    <w:rsid w:val="006D5DAA"/>
    <w:rsid w:val="006D6401"/>
    <w:rsid w:val="006E55C5"/>
    <w:rsid w:val="00706C16"/>
    <w:rsid w:val="00720D79"/>
    <w:rsid w:val="007275A8"/>
    <w:rsid w:val="0073782D"/>
    <w:rsid w:val="007407C6"/>
    <w:rsid w:val="0074203A"/>
    <w:rsid w:val="0074254A"/>
    <w:rsid w:val="00745CA7"/>
    <w:rsid w:val="00747972"/>
    <w:rsid w:val="007501EE"/>
    <w:rsid w:val="0075522F"/>
    <w:rsid w:val="00760D91"/>
    <w:rsid w:val="007767A5"/>
    <w:rsid w:val="0078322F"/>
    <w:rsid w:val="00790B99"/>
    <w:rsid w:val="007926C7"/>
    <w:rsid w:val="007947E0"/>
    <w:rsid w:val="007A132B"/>
    <w:rsid w:val="007A25CA"/>
    <w:rsid w:val="007A6FA8"/>
    <w:rsid w:val="007B16C6"/>
    <w:rsid w:val="007C03BE"/>
    <w:rsid w:val="007C5489"/>
    <w:rsid w:val="007D138C"/>
    <w:rsid w:val="007E12DE"/>
    <w:rsid w:val="007E6BB6"/>
    <w:rsid w:val="007E6CBA"/>
    <w:rsid w:val="007E6DCF"/>
    <w:rsid w:val="007F09F4"/>
    <w:rsid w:val="007F1547"/>
    <w:rsid w:val="00806059"/>
    <w:rsid w:val="00807D34"/>
    <w:rsid w:val="00812E45"/>
    <w:rsid w:val="00812FBC"/>
    <w:rsid w:val="008141BE"/>
    <w:rsid w:val="00820CCC"/>
    <w:rsid w:val="00821752"/>
    <w:rsid w:val="00853E83"/>
    <w:rsid w:val="00854A1E"/>
    <w:rsid w:val="00861749"/>
    <w:rsid w:val="008640AA"/>
    <w:rsid w:val="00864A4E"/>
    <w:rsid w:val="00865254"/>
    <w:rsid w:val="00874DDF"/>
    <w:rsid w:val="00877123"/>
    <w:rsid w:val="008817C9"/>
    <w:rsid w:val="008835A8"/>
    <w:rsid w:val="0089053D"/>
    <w:rsid w:val="008937CA"/>
    <w:rsid w:val="0089573B"/>
    <w:rsid w:val="00897987"/>
    <w:rsid w:val="008A0B9C"/>
    <w:rsid w:val="008A2F54"/>
    <w:rsid w:val="008A43A1"/>
    <w:rsid w:val="008C0D3D"/>
    <w:rsid w:val="008D579A"/>
    <w:rsid w:val="008E312E"/>
    <w:rsid w:val="008F3FCF"/>
    <w:rsid w:val="008F6D1E"/>
    <w:rsid w:val="008F76C6"/>
    <w:rsid w:val="008F7BB6"/>
    <w:rsid w:val="00900FD6"/>
    <w:rsid w:val="0090704F"/>
    <w:rsid w:val="0090765D"/>
    <w:rsid w:val="00911B6D"/>
    <w:rsid w:val="00912C7F"/>
    <w:rsid w:val="0091584C"/>
    <w:rsid w:val="00916AB1"/>
    <w:rsid w:val="00924D5C"/>
    <w:rsid w:val="0092650C"/>
    <w:rsid w:val="009275C1"/>
    <w:rsid w:val="0093622D"/>
    <w:rsid w:val="009422EE"/>
    <w:rsid w:val="0094303E"/>
    <w:rsid w:val="0094517F"/>
    <w:rsid w:val="009638AE"/>
    <w:rsid w:val="00964A50"/>
    <w:rsid w:val="009809D9"/>
    <w:rsid w:val="00984507"/>
    <w:rsid w:val="009854A2"/>
    <w:rsid w:val="00985F14"/>
    <w:rsid w:val="00990868"/>
    <w:rsid w:val="00997415"/>
    <w:rsid w:val="009A4A86"/>
    <w:rsid w:val="009A6D28"/>
    <w:rsid w:val="009B6675"/>
    <w:rsid w:val="009C1DAA"/>
    <w:rsid w:val="009C4156"/>
    <w:rsid w:val="009C62AB"/>
    <w:rsid w:val="009D78B7"/>
    <w:rsid w:val="009E0B52"/>
    <w:rsid w:val="009E147D"/>
    <w:rsid w:val="009E6876"/>
    <w:rsid w:val="009F0727"/>
    <w:rsid w:val="009F5E18"/>
    <w:rsid w:val="00A028FF"/>
    <w:rsid w:val="00A10318"/>
    <w:rsid w:val="00A144DF"/>
    <w:rsid w:val="00A15586"/>
    <w:rsid w:val="00A17CFA"/>
    <w:rsid w:val="00A26FEA"/>
    <w:rsid w:val="00A30955"/>
    <w:rsid w:val="00A432AD"/>
    <w:rsid w:val="00A459D6"/>
    <w:rsid w:val="00A476D3"/>
    <w:rsid w:val="00A56314"/>
    <w:rsid w:val="00A60DF5"/>
    <w:rsid w:val="00A94A86"/>
    <w:rsid w:val="00AA294D"/>
    <w:rsid w:val="00AA4CB7"/>
    <w:rsid w:val="00AB3287"/>
    <w:rsid w:val="00AC1AA7"/>
    <w:rsid w:val="00AC5942"/>
    <w:rsid w:val="00AC77AA"/>
    <w:rsid w:val="00AC7B82"/>
    <w:rsid w:val="00AE52BE"/>
    <w:rsid w:val="00AE5F0B"/>
    <w:rsid w:val="00AF5361"/>
    <w:rsid w:val="00B16CBF"/>
    <w:rsid w:val="00B25AC6"/>
    <w:rsid w:val="00B34920"/>
    <w:rsid w:val="00B36D04"/>
    <w:rsid w:val="00B47671"/>
    <w:rsid w:val="00B501DF"/>
    <w:rsid w:val="00B6442B"/>
    <w:rsid w:val="00B70BDC"/>
    <w:rsid w:val="00B74678"/>
    <w:rsid w:val="00B768A7"/>
    <w:rsid w:val="00B8758B"/>
    <w:rsid w:val="00B9486E"/>
    <w:rsid w:val="00B95E4D"/>
    <w:rsid w:val="00B95EBD"/>
    <w:rsid w:val="00B96656"/>
    <w:rsid w:val="00BA6C68"/>
    <w:rsid w:val="00BB4705"/>
    <w:rsid w:val="00BB7AFC"/>
    <w:rsid w:val="00BB7C0D"/>
    <w:rsid w:val="00BC5076"/>
    <w:rsid w:val="00BD20FB"/>
    <w:rsid w:val="00BD2647"/>
    <w:rsid w:val="00BD2E90"/>
    <w:rsid w:val="00BD695B"/>
    <w:rsid w:val="00BE380C"/>
    <w:rsid w:val="00BE6734"/>
    <w:rsid w:val="00BE6BE1"/>
    <w:rsid w:val="00BE722E"/>
    <w:rsid w:val="00BF5451"/>
    <w:rsid w:val="00BF5AEC"/>
    <w:rsid w:val="00C038D1"/>
    <w:rsid w:val="00C10C96"/>
    <w:rsid w:val="00C21A79"/>
    <w:rsid w:val="00C2359D"/>
    <w:rsid w:val="00C245FF"/>
    <w:rsid w:val="00C2715C"/>
    <w:rsid w:val="00C30509"/>
    <w:rsid w:val="00C3189C"/>
    <w:rsid w:val="00C33B6B"/>
    <w:rsid w:val="00C35B09"/>
    <w:rsid w:val="00C40D4A"/>
    <w:rsid w:val="00C42524"/>
    <w:rsid w:val="00C425D9"/>
    <w:rsid w:val="00C45C6D"/>
    <w:rsid w:val="00C47EB2"/>
    <w:rsid w:val="00C5188C"/>
    <w:rsid w:val="00C56B41"/>
    <w:rsid w:val="00C6010E"/>
    <w:rsid w:val="00C60B9D"/>
    <w:rsid w:val="00C76848"/>
    <w:rsid w:val="00C84168"/>
    <w:rsid w:val="00C86D85"/>
    <w:rsid w:val="00CA07F4"/>
    <w:rsid w:val="00CA4CB3"/>
    <w:rsid w:val="00CB6ACA"/>
    <w:rsid w:val="00CC05EA"/>
    <w:rsid w:val="00CD1704"/>
    <w:rsid w:val="00CD4880"/>
    <w:rsid w:val="00CD4BD8"/>
    <w:rsid w:val="00CE537A"/>
    <w:rsid w:val="00CF0076"/>
    <w:rsid w:val="00CF467B"/>
    <w:rsid w:val="00D00127"/>
    <w:rsid w:val="00D076F1"/>
    <w:rsid w:val="00D07C0F"/>
    <w:rsid w:val="00D27727"/>
    <w:rsid w:val="00D27F44"/>
    <w:rsid w:val="00D360EE"/>
    <w:rsid w:val="00D36D67"/>
    <w:rsid w:val="00D40387"/>
    <w:rsid w:val="00D507AF"/>
    <w:rsid w:val="00D517A8"/>
    <w:rsid w:val="00D82F2B"/>
    <w:rsid w:val="00D86C5A"/>
    <w:rsid w:val="00D90B96"/>
    <w:rsid w:val="00D95288"/>
    <w:rsid w:val="00DB5023"/>
    <w:rsid w:val="00DC0097"/>
    <w:rsid w:val="00DC6CE2"/>
    <w:rsid w:val="00DD1055"/>
    <w:rsid w:val="00DE7287"/>
    <w:rsid w:val="00DF19DA"/>
    <w:rsid w:val="00DF2F9C"/>
    <w:rsid w:val="00DF5192"/>
    <w:rsid w:val="00E01E35"/>
    <w:rsid w:val="00E0462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73C40"/>
    <w:rsid w:val="00E7640E"/>
    <w:rsid w:val="00E76A55"/>
    <w:rsid w:val="00E81288"/>
    <w:rsid w:val="00E84098"/>
    <w:rsid w:val="00E85C6D"/>
    <w:rsid w:val="00E901C0"/>
    <w:rsid w:val="00E95571"/>
    <w:rsid w:val="00EB38DA"/>
    <w:rsid w:val="00EB4407"/>
    <w:rsid w:val="00ED1B4D"/>
    <w:rsid w:val="00ED3568"/>
    <w:rsid w:val="00ED403B"/>
    <w:rsid w:val="00ED565F"/>
    <w:rsid w:val="00EE0942"/>
    <w:rsid w:val="00EE7B86"/>
    <w:rsid w:val="00EF2DD6"/>
    <w:rsid w:val="00EF73F7"/>
    <w:rsid w:val="00F16C65"/>
    <w:rsid w:val="00F2137E"/>
    <w:rsid w:val="00F257C8"/>
    <w:rsid w:val="00F27393"/>
    <w:rsid w:val="00F35502"/>
    <w:rsid w:val="00F35947"/>
    <w:rsid w:val="00F402B6"/>
    <w:rsid w:val="00F501FE"/>
    <w:rsid w:val="00F53737"/>
    <w:rsid w:val="00F547D6"/>
    <w:rsid w:val="00F57372"/>
    <w:rsid w:val="00F61AF1"/>
    <w:rsid w:val="00F63FBC"/>
    <w:rsid w:val="00F640E9"/>
    <w:rsid w:val="00F66978"/>
    <w:rsid w:val="00F77E04"/>
    <w:rsid w:val="00F80F8C"/>
    <w:rsid w:val="00F94190"/>
    <w:rsid w:val="00F96FF3"/>
    <w:rsid w:val="00FB55B9"/>
    <w:rsid w:val="00FC1A57"/>
    <w:rsid w:val="00FC4088"/>
    <w:rsid w:val="00FC6EA7"/>
    <w:rsid w:val="00FD4227"/>
    <w:rsid w:val="00FE008C"/>
    <w:rsid w:val="00FE503F"/>
    <w:rsid w:val="00FE53FA"/>
    <w:rsid w:val="00FE6FB4"/>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12A13-9009-42FC-994B-9869AAEED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16778</Words>
  <Characters>9564</Characters>
  <Application>Microsoft Office Word</Application>
  <DocSecurity>0</DocSecurity>
  <Lines>79</Lines>
  <Paragraphs>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Renata Štuikytė</cp:lastModifiedBy>
  <cp:revision>27</cp:revision>
  <dcterms:created xsi:type="dcterms:W3CDTF">2022-12-07T11:25:00Z</dcterms:created>
  <dcterms:modified xsi:type="dcterms:W3CDTF">2022-12-08T09:42:00Z</dcterms:modified>
</cp:coreProperties>
</file>