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6FA0B6D9" w:rsidR="007306E5" w:rsidRDefault="003D0CD0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3DDB55D" wp14:editId="3B00E992">
            <wp:simplePos x="0" y="0"/>
            <wp:positionH relativeFrom="column">
              <wp:posOffset>2771775</wp:posOffset>
            </wp:positionH>
            <wp:positionV relativeFrom="paragraph">
              <wp:posOffset>-253365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5C321D2D" w:rsidR="0083370B" w:rsidRDefault="00A86918" w:rsidP="0083370B">
      <w:pPr>
        <w:jc w:val="center"/>
        <w:rPr>
          <w:b/>
          <w:caps/>
          <w:sz w:val="28"/>
          <w:szCs w:val="28"/>
          <w:lang w:eastAsia="lt-LT"/>
        </w:rPr>
      </w:pPr>
      <w:r w:rsidRPr="00445065">
        <w:rPr>
          <w:rStyle w:val="Komentaronuoroda"/>
          <w:b/>
          <w:sz w:val="28"/>
        </w:rPr>
        <w:t xml:space="preserve">DĖL </w:t>
      </w:r>
      <w:r>
        <w:rPr>
          <w:rStyle w:val="Komentaronuoroda"/>
          <w:b/>
          <w:sz w:val="28"/>
        </w:rPr>
        <w:t xml:space="preserve">PLUNGĖS RAJONO SAVIVALDYBĖS </w:t>
      </w:r>
      <w:r w:rsidR="00D65D35">
        <w:rPr>
          <w:rStyle w:val="Komentaronuoroda"/>
          <w:b/>
          <w:sz w:val="28"/>
        </w:rPr>
        <w:t xml:space="preserve">TARYBOS 2021 METŲ GRUODŽIO 27 D. SPRENDIMO NR. T1-335 „DĖL PLUNGĖS RAJONO SAVIVALDYBĖS </w:t>
      </w:r>
      <w:r w:rsidRPr="00445065">
        <w:rPr>
          <w:rStyle w:val="Komentaronuoroda"/>
          <w:b/>
          <w:sz w:val="28"/>
        </w:rPr>
        <w:t>ŽELDYNŲ IR ŽELDINIŲ AP</w:t>
      </w:r>
      <w:r>
        <w:rPr>
          <w:rStyle w:val="Komentaronuoroda"/>
          <w:b/>
          <w:sz w:val="28"/>
        </w:rPr>
        <w:t>SAUGOS, PRIEŽIŪROS</w:t>
      </w:r>
      <w:r w:rsidR="00C317BF">
        <w:rPr>
          <w:rStyle w:val="Komentaronuoroda"/>
          <w:b/>
          <w:sz w:val="28"/>
        </w:rPr>
        <w:t xml:space="preserve"> IR TVARKYMO KOMISIJOS</w:t>
      </w:r>
      <w:r>
        <w:rPr>
          <w:rStyle w:val="Komentaronuoroda"/>
          <w:b/>
          <w:sz w:val="28"/>
        </w:rPr>
        <w:t xml:space="preserve"> SUDARYMO IR JOS NUOSTATŲ </w:t>
      </w:r>
      <w:r w:rsidRPr="00445065">
        <w:rPr>
          <w:rStyle w:val="Komentaronuoroda"/>
          <w:b/>
          <w:sz w:val="28"/>
        </w:rPr>
        <w:t>PATVIRTINIMO</w:t>
      </w:r>
      <w:r w:rsidR="00D65D35">
        <w:rPr>
          <w:rStyle w:val="Komentaronuoroda"/>
          <w:b/>
          <w:sz w:val="28"/>
        </w:rPr>
        <w:t>“ PAKEITIMO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42618711" w:rsidR="0083370B" w:rsidRDefault="00D65D35" w:rsidP="0083370B">
      <w:pPr>
        <w:jc w:val="center"/>
      </w:pPr>
      <w:r>
        <w:t>2022</w:t>
      </w:r>
      <w:r w:rsidR="0083370B">
        <w:t xml:space="preserve"> m. </w:t>
      </w:r>
      <w:r>
        <w:t>spalio</w:t>
      </w:r>
      <w:r w:rsidR="0022338A">
        <w:t xml:space="preserve"> 27</w:t>
      </w:r>
      <w:r w:rsidR="0083370B">
        <w:t xml:space="preserve"> d. Nr. </w:t>
      </w:r>
      <w:r w:rsidR="007150E3">
        <w:t>T1-</w:t>
      </w:r>
      <w:r w:rsidR="005C1E47">
        <w:t>219</w:t>
      </w:r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Default="0083370B" w:rsidP="0083370B">
      <w:pPr>
        <w:jc w:val="both"/>
      </w:pPr>
    </w:p>
    <w:p w14:paraId="7CCDD393" w14:textId="3944275C" w:rsidR="000824E8" w:rsidRDefault="00F51404" w:rsidP="00691431">
      <w:pPr>
        <w:ind w:firstLine="720"/>
        <w:jc w:val="both"/>
      </w:pPr>
      <w:r>
        <w:t xml:space="preserve">Plungės rajono savivaldybės taryba </w:t>
      </w:r>
      <w:r>
        <w:rPr>
          <w:color w:val="000000"/>
          <w:spacing w:val="60"/>
        </w:rPr>
        <w:t>nusprendži</w:t>
      </w:r>
      <w:r>
        <w:rPr>
          <w:color w:val="000000"/>
        </w:rPr>
        <w:t>a:</w:t>
      </w:r>
    </w:p>
    <w:p w14:paraId="06A6D3CF" w14:textId="6EF7D409" w:rsidR="00F51404" w:rsidRDefault="00691431" w:rsidP="000824E8">
      <w:pPr>
        <w:ind w:firstLine="720"/>
        <w:jc w:val="both"/>
        <w:rPr>
          <w:color w:val="000000"/>
        </w:rPr>
      </w:pPr>
      <w:r>
        <w:rPr>
          <w:color w:val="000000"/>
        </w:rPr>
        <w:t>Pakeisti Plungės rajono savivaldybės</w:t>
      </w:r>
      <w:r w:rsidR="0048075D">
        <w:rPr>
          <w:color w:val="000000"/>
        </w:rPr>
        <w:t xml:space="preserve"> Želdynų ir želdinių apsaugos, priežiūros ir tvarkymo komisijos</w:t>
      </w:r>
      <w:r w:rsidR="00E9567C">
        <w:rPr>
          <w:color w:val="000000"/>
        </w:rPr>
        <w:t xml:space="preserve"> sudėtį</w:t>
      </w:r>
      <w:r w:rsidR="0048075D">
        <w:rPr>
          <w:color w:val="000000"/>
        </w:rPr>
        <w:t xml:space="preserve">, sudarytos Plungės rajono savivaldybės tarybos 2021 m. gruodžio 27 d. sprendimo </w:t>
      </w:r>
      <w:r w:rsidR="00C507E9">
        <w:rPr>
          <w:color w:val="000000"/>
        </w:rPr>
        <w:t>Nr. T1-335 „D</w:t>
      </w:r>
      <w:r w:rsidR="00F10620">
        <w:rPr>
          <w:color w:val="000000"/>
        </w:rPr>
        <w:t>ėl Plungės rajono savivaldybės Ž</w:t>
      </w:r>
      <w:r w:rsidR="00C507E9">
        <w:rPr>
          <w:color w:val="000000"/>
        </w:rPr>
        <w:t xml:space="preserve">eldynų ir želdinių apsaugos, priežiūros ir tvarkymo komisijos sudarymo ir jos nuostatų patvirtinimo“ </w:t>
      </w:r>
      <w:r w:rsidR="00C507E9" w:rsidRPr="00B62612">
        <w:t>1 punktu</w:t>
      </w:r>
      <w:r w:rsidR="00E9567C">
        <w:t>,</w:t>
      </w:r>
      <w:r w:rsidR="00C507E9" w:rsidRPr="00B62612">
        <w:t xml:space="preserve"> ir vietoje Marijos Jankauskienės, ekologijos klubo „</w:t>
      </w:r>
      <w:proofErr w:type="spellStart"/>
      <w:r w:rsidR="00C507E9" w:rsidRPr="00B62612">
        <w:t>Liepija</w:t>
      </w:r>
      <w:proofErr w:type="spellEnd"/>
      <w:r w:rsidR="00C507E9" w:rsidRPr="00B62612">
        <w:t>“ pirmininkės</w:t>
      </w:r>
      <w:r w:rsidR="00E9567C">
        <w:t>,</w:t>
      </w:r>
      <w:r w:rsidR="00C507E9" w:rsidRPr="00B62612">
        <w:t xml:space="preserve"> įrašyti Ramūną Lydį, </w:t>
      </w:r>
      <w:r w:rsidR="001C1DA1" w:rsidRPr="00B62612">
        <w:t>ekologijos klubo „</w:t>
      </w:r>
      <w:proofErr w:type="spellStart"/>
      <w:r w:rsidR="001C1DA1" w:rsidRPr="00B62612">
        <w:t>Liepija</w:t>
      </w:r>
      <w:proofErr w:type="spellEnd"/>
      <w:r w:rsidR="001C1DA1" w:rsidRPr="00B62612">
        <w:t xml:space="preserve">“ </w:t>
      </w:r>
      <w:r w:rsidR="00B62612" w:rsidRPr="00B62612">
        <w:t>narį</w:t>
      </w:r>
      <w:r w:rsidR="001C1DA1" w:rsidRPr="00B62612">
        <w:t>.</w:t>
      </w:r>
    </w:p>
    <w:p w14:paraId="61DBC9E9" w14:textId="77777777" w:rsidR="00F51404" w:rsidRDefault="00F51404" w:rsidP="001C1DA1">
      <w:pPr>
        <w:jc w:val="both"/>
        <w:rPr>
          <w:color w:val="000000"/>
        </w:rPr>
      </w:pPr>
    </w:p>
    <w:p w14:paraId="47DDE9B4" w14:textId="77777777" w:rsidR="00F51404" w:rsidRDefault="00F51404" w:rsidP="000824E8">
      <w:pPr>
        <w:ind w:firstLine="720"/>
        <w:jc w:val="both"/>
        <w:rPr>
          <w:color w:val="000000"/>
        </w:rPr>
      </w:pPr>
    </w:p>
    <w:p w14:paraId="46BDC86B" w14:textId="0409D415" w:rsidR="000A7F78" w:rsidRPr="000A7F78" w:rsidRDefault="000A7F78" w:rsidP="003D0CD0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bookmarkStart w:id="0" w:name="_GoBack"/>
      <w:bookmarkEnd w:id="0"/>
      <w:r w:rsidR="003D0CD0">
        <w:rPr>
          <w:color w:val="000000"/>
        </w:rPr>
        <w:tab/>
        <w:t>Audrius Klišonis</w:t>
      </w:r>
    </w:p>
    <w:sectPr w:rsidR="000A7F78" w:rsidRPr="000A7F78" w:rsidSect="00D8188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56FF2E57"/>
    <w:multiLevelType w:val="hybridMultilevel"/>
    <w:tmpl w:val="0F9892F4"/>
    <w:lvl w:ilvl="0" w:tplc="2822E82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0067898"/>
    <w:multiLevelType w:val="multilevel"/>
    <w:tmpl w:val="89B45C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775A7B66"/>
    <w:multiLevelType w:val="multilevel"/>
    <w:tmpl w:val="3D66E2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379DE"/>
    <w:rsid w:val="000422AE"/>
    <w:rsid w:val="00066C3F"/>
    <w:rsid w:val="000824E8"/>
    <w:rsid w:val="000A7F78"/>
    <w:rsid w:val="000C2037"/>
    <w:rsid w:val="000D7153"/>
    <w:rsid w:val="00101381"/>
    <w:rsid w:val="0012032D"/>
    <w:rsid w:val="0016638C"/>
    <w:rsid w:val="00167011"/>
    <w:rsid w:val="00174410"/>
    <w:rsid w:val="001C1DA1"/>
    <w:rsid w:val="001F17AB"/>
    <w:rsid w:val="002111CB"/>
    <w:rsid w:val="002166F7"/>
    <w:rsid w:val="0022338A"/>
    <w:rsid w:val="00227B52"/>
    <w:rsid w:val="00235E0F"/>
    <w:rsid w:val="0024573F"/>
    <w:rsid w:val="00246297"/>
    <w:rsid w:val="00251D65"/>
    <w:rsid w:val="00252DA7"/>
    <w:rsid w:val="002663DC"/>
    <w:rsid w:val="00272954"/>
    <w:rsid w:val="002862FD"/>
    <w:rsid w:val="002867D7"/>
    <w:rsid w:val="002B4E1F"/>
    <w:rsid w:val="002B53AB"/>
    <w:rsid w:val="002B7C77"/>
    <w:rsid w:val="002D0603"/>
    <w:rsid w:val="002D1CDE"/>
    <w:rsid w:val="002F1BA1"/>
    <w:rsid w:val="002F39F0"/>
    <w:rsid w:val="0030217C"/>
    <w:rsid w:val="0031308B"/>
    <w:rsid w:val="00330B8F"/>
    <w:rsid w:val="00335C3B"/>
    <w:rsid w:val="003528F4"/>
    <w:rsid w:val="003566C9"/>
    <w:rsid w:val="003D0CD0"/>
    <w:rsid w:val="00416E0A"/>
    <w:rsid w:val="0044401F"/>
    <w:rsid w:val="0045078A"/>
    <w:rsid w:val="004522F3"/>
    <w:rsid w:val="0048075D"/>
    <w:rsid w:val="00480CED"/>
    <w:rsid w:val="00494D50"/>
    <w:rsid w:val="004A445F"/>
    <w:rsid w:val="004B4879"/>
    <w:rsid w:val="004C0A0D"/>
    <w:rsid w:val="004C1390"/>
    <w:rsid w:val="004D02EA"/>
    <w:rsid w:val="004D0AAB"/>
    <w:rsid w:val="004D2C29"/>
    <w:rsid w:val="004F678F"/>
    <w:rsid w:val="00501707"/>
    <w:rsid w:val="00503DC2"/>
    <w:rsid w:val="00505681"/>
    <w:rsid w:val="005364F4"/>
    <w:rsid w:val="00545487"/>
    <w:rsid w:val="00562649"/>
    <w:rsid w:val="0056789B"/>
    <w:rsid w:val="005727B5"/>
    <w:rsid w:val="00580FFE"/>
    <w:rsid w:val="005A3753"/>
    <w:rsid w:val="005B0B04"/>
    <w:rsid w:val="005B0BB7"/>
    <w:rsid w:val="005C1E47"/>
    <w:rsid w:val="005E12F9"/>
    <w:rsid w:val="005E2775"/>
    <w:rsid w:val="005E5689"/>
    <w:rsid w:val="005F1208"/>
    <w:rsid w:val="005F4F4F"/>
    <w:rsid w:val="00621360"/>
    <w:rsid w:val="00637545"/>
    <w:rsid w:val="006623C9"/>
    <w:rsid w:val="00680DF7"/>
    <w:rsid w:val="00691431"/>
    <w:rsid w:val="006A760E"/>
    <w:rsid w:val="006B64B2"/>
    <w:rsid w:val="006C4A12"/>
    <w:rsid w:val="006D7C92"/>
    <w:rsid w:val="006F55BE"/>
    <w:rsid w:val="007150E3"/>
    <w:rsid w:val="007306E5"/>
    <w:rsid w:val="00770F7F"/>
    <w:rsid w:val="00775636"/>
    <w:rsid w:val="00783136"/>
    <w:rsid w:val="00785CFE"/>
    <w:rsid w:val="00787BA4"/>
    <w:rsid w:val="007B2E22"/>
    <w:rsid w:val="007C3D99"/>
    <w:rsid w:val="007C67B3"/>
    <w:rsid w:val="007C77E6"/>
    <w:rsid w:val="007D3521"/>
    <w:rsid w:val="007E40B2"/>
    <w:rsid w:val="007E480A"/>
    <w:rsid w:val="007F0052"/>
    <w:rsid w:val="007F4001"/>
    <w:rsid w:val="0080512C"/>
    <w:rsid w:val="00815D35"/>
    <w:rsid w:val="00815D3A"/>
    <w:rsid w:val="0081684D"/>
    <w:rsid w:val="00824122"/>
    <w:rsid w:val="0083370B"/>
    <w:rsid w:val="00862F92"/>
    <w:rsid w:val="00867D38"/>
    <w:rsid w:val="00885114"/>
    <w:rsid w:val="008C3A27"/>
    <w:rsid w:val="008C60D9"/>
    <w:rsid w:val="008D7B6F"/>
    <w:rsid w:val="008E63DF"/>
    <w:rsid w:val="008F218A"/>
    <w:rsid w:val="00900B28"/>
    <w:rsid w:val="00904B97"/>
    <w:rsid w:val="009137F5"/>
    <w:rsid w:val="00921CA0"/>
    <w:rsid w:val="0092444C"/>
    <w:rsid w:val="00924B6F"/>
    <w:rsid w:val="00935EB3"/>
    <w:rsid w:val="00943716"/>
    <w:rsid w:val="00990C49"/>
    <w:rsid w:val="00997F9B"/>
    <w:rsid w:val="009C7B12"/>
    <w:rsid w:val="009D0972"/>
    <w:rsid w:val="00A034D9"/>
    <w:rsid w:val="00A05160"/>
    <w:rsid w:val="00A166BC"/>
    <w:rsid w:val="00A3215A"/>
    <w:rsid w:val="00A51632"/>
    <w:rsid w:val="00A61352"/>
    <w:rsid w:val="00A6572E"/>
    <w:rsid w:val="00A71613"/>
    <w:rsid w:val="00A74410"/>
    <w:rsid w:val="00A83C87"/>
    <w:rsid w:val="00A86918"/>
    <w:rsid w:val="00A95AD0"/>
    <w:rsid w:val="00AC1F78"/>
    <w:rsid w:val="00B169D2"/>
    <w:rsid w:val="00B3568A"/>
    <w:rsid w:val="00B62612"/>
    <w:rsid w:val="00B64F26"/>
    <w:rsid w:val="00B95D51"/>
    <w:rsid w:val="00BC4F65"/>
    <w:rsid w:val="00BD3540"/>
    <w:rsid w:val="00BF7804"/>
    <w:rsid w:val="00C01AAA"/>
    <w:rsid w:val="00C1516B"/>
    <w:rsid w:val="00C15814"/>
    <w:rsid w:val="00C25333"/>
    <w:rsid w:val="00C317BF"/>
    <w:rsid w:val="00C324A9"/>
    <w:rsid w:val="00C411D6"/>
    <w:rsid w:val="00C507E9"/>
    <w:rsid w:val="00C57222"/>
    <w:rsid w:val="00C808E3"/>
    <w:rsid w:val="00C967AE"/>
    <w:rsid w:val="00CA7F7E"/>
    <w:rsid w:val="00CB3413"/>
    <w:rsid w:val="00CD2953"/>
    <w:rsid w:val="00CD77E4"/>
    <w:rsid w:val="00CE0586"/>
    <w:rsid w:val="00CE1860"/>
    <w:rsid w:val="00D372BA"/>
    <w:rsid w:val="00D65D35"/>
    <w:rsid w:val="00D75A9F"/>
    <w:rsid w:val="00D81885"/>
    <w:rsid w:val="00D81BCA"/>
    <w:rsid w:val="00D840D9"/>
    <w:rsid w:val="00D909E4"/>
    <w:rsid w:val="00DD2995"/>
    <w:rsid w:val="00E04028"/>
    <w:rsid w:val="00E06FEB"/>
    <w:rsid w:val="00E15ACE"/>
    <w:rsid w:val="00E264DA"/>
    <w:rsid w:val="00E54D59"/>
    <w:rsid w:val="00E573A5"/>
    <w:rsid w:val="00E746D8"/>
    <w:rsid w:val="00E914AF"/>
    <w:rsid w:val="00E9567C"/>
    <w:rsid w:val="00F10620"/>
    <w:rsid w:val="00F23061"/>
    <w:rsid w:val="00F235AC"/>
    <w:rsid w:val="00F25607"/>
    <w:rsid w:val="00F474E3"/>
    <w:rsid w:val="00F51404"/>
    <w:rsid w:val="00F82212"/>
    <w:rsid w:val="00F85974"/>
    <w:rsid w:val="00FC26FA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styleId="Komentaronuoroda">
    <w:name w:val="annotation reference"/>
    <w:semiHidden/>
    <w:rsid w:val="00A86918"/>
    <w:rPr>
      <w:sz w:val="16"/>
    </w:rPr>
  </w:style>
  <w:style w:type="paragraph" w:customStyle="1" w:styleId="DiagramaDiagrama2CharCharDiagramaDiagramaCharCharDiagramaDiagramaCharCharDiagramaDiagramaCharChar">
    <w:name w:val="Diagrama Diagrama2 Char Char Diagrama Diagrama Char Char Diagrama Diagrama Char Char Diagrama Diagrama Char Char"/>
    <w:basedOn w:val="prastasis"/>
    <w:semiHidden/>
    <w:rsid w:val="00251D65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styleId="Komentaronuoroda">
    <w:name w:val="annotation reference"/>
    <w:semiHidden/>
    <w:rsid w:val="00A86918"/>
    <w:rPr>
      <w:sz w:val="16"/>
    </w:rPr>
  </w:style>
  <w:style w:type="paragraph" w:customStyle="1" w:styleId="DiagramaDiagrama2CharCharDiagramaDiagramaCharCharDiagramaDiagramaCharCharDiagramaDiagramaCharChar">
    <w:name w:val="Diagrama Diagrama2 Char Char Diagrama Diagrama Char Char Diagrama Diagrama Char Char Diagrama Diagrama Char Char"/>
    <w:basedOn w:val="prastasis"/>
    <w:semiHidden/>
    <w:rsid w:val="00251D65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C58FB3A4</Template>
  <TotalTime>15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5</cp:revision>
  <cp:lastPrinted>2021-12-21T06:47:00Z</cp:lastPrinted>
  <dcterms:created xsi:type="dcterms:W3CDTF">2022-10-05T10:30:00Z</dcterms:created>
  <dcterms:modified xsi:type="dcterms:W3CDTF">2022-10-27T13:26:00Z</dcterms:modified>
</cp:coreProperties>
</file>