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13" w:rsidRDefault="00B87A2B" w:rsidP="002D55B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9EDC57F" wp14:editId="61BE790B">
            <wp:simplePos x="0" y="0"/>
            <wp:positionH relativeFrom="column">
              <wp:posOffset>2762250</wp:posOffset>
            </wp:positionH>
            <wp:positionV relativeFrom="paragraph">
              <wp:posOffset>-272415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5B6" w:rsidRPr="00A9509A">
        <w:rPr>
          <w:b/>
          <w:sz w:val="28"/>
          <w:szCs w:val="28"/>
        </w:rPr>
        <w:t xml:space="preserve">PLUNGĖS RAJONO SAVIVALDYBĖS 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</w:p>
    <w:p w:rsidR="002F3DDC" w:rsidRDefault="002D55B6" w:rsidP="002D55B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681967" w:rsidP="00F57501">
      <w:pPr>
        <w:jc w:val="center"/>
      </w:pPr>
      <w:r>
        <w:t>2022</w:t>
      </w:r>
      <w:r w:rsidR="002F3DDC">
        <w:t xml:space="preserve"> m. </w:t>
      </w:r>
      <w:r w:rsidR="000C259F">
        <w:t>liepos 28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841AE9">
        <w:t>185</w:t>
      </w:r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2C31B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8A72E4" w:rsidRDefault="008A72E4" w:rsidP="008A72E4">
      <w:pPr>
        <w:numPr>
          <w:ilvl w:val="0"/>
          <w:numId w:val="2"/>
        </w:numPr>
        <w:tabs>
          <w:tab w:val="left" w:pos="0"/>
          <w:tab w:val="left" w:pos="993"/>
        </w:tabs>
        <w:ind w:left="0" w:firstLine="720"/>
        <w:jc w:val="both"/>
      </w:pPr>
      <w:r>
        <w:t xml:space="preserve">Pakeisti Viešame aukcione parduodamo Savivaldybės nekilnojamojo turto ir kitų nekilnojamųjų daiktų sąrašą, patvirtintą Plungės </w:t>
      </w:r>
      <w:r w:rsidR="002C47B9">
        <w:t>rajono savivaldybės tarybos 2021</w:t>
      </w:r>
      <w:r>
        <w:t xml:space="preserve"> m. </w:t>
      </w:r>
      <w:r w:rsidR="002C47B9">
        <w:t>gruodžio 27</w:t>
      </w:r>
      <w:r>
        <w:t xml:space="preserve"> d. sprendimu Nr. T1-</w:t>
      </w:r>
      <w:r w:rsidR="002C47B9">
        <w:t>345</w:t>
      </w:r>
      <w:r w:rsidR="00193B13">
        <w:t xml:space="preserve"> „Dėl Viešame aukcione parduodamo S</w:t>
      </w:r>
      <w:r w:rsidR="001D5734">
        <w:t>avivaldybės nekilnojamojo turto ir kitų nekilnojamųjų daiktų sąrašo patvirtinimo“</w:t>
      </w:r>
      <w:r>
        <w:t xml:space="preserve">, papildant </w:t>
      </w:r>
      <w:r w:rsidR="00183A81" w:rsidRPr="00183A81">
        <w:rPr>
          <w:rFonts w:eastAsia="Lucida Sans Unicode"/>
          <w:kern w:val="1"/>
        </w:rPr>
        <w:t>jį sprendimo priede nurodyt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Savivaldybei nuosavybės teise priklausanči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>, tačiau jos funkcijoms vykdyti nereikaling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ir nenaudojam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nekilnojamojo turto objekt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(</w:t>
      </w:r>
      <w:r w:rsidR="00506C03">
        <w:rPr>
          <w:rFonts w:eastAsia="Lucida Sans Unicode"/>
          <w:kern w:val="1"/>
        </w:rPr>
        <w:t>sprendimo priedas</w:t>
      </w:r>
      <w:r w:rsidR="00183A81">
        <w:rPr>
          <w:rFonts w:eastAsia="Lucida Sans Unicode"/>
          <w:kern w:val="1"/>
        </w:rPr>
        <w:t>).</w:t>
      </w:r>
    </w:p>
    <w:p w:rsidR="000C259F" w:rsidRDefault="008A72E4" w:rsidP="008C3519">
      <w:pPr>
        <w:tabs>
          <w:tab w:val="left" w:pos="0"/>
          <w:tab w:val="left" w:pos="993"/>
        </w:tabs>
        <w:ind w:firstLine="720"/>
        <w:jc w:val="both"/>
      </w:pPr>
      <w:r>
        <w:t>2</w:t>
      </w:r>
      <w:r w:rsidR="000C259F">
        <w:t>.</w:t>
      </w:r>
      <w:r w:rsidR="000C259F">
        <w:tab/>
        <w:t>P</w:t>
      </w:r>
      <w:r w:rsidR="00183A81">
        <w:t>akoreguoti</w:t>
      </w:r>
      <w:r w:rsidR="000C259F">
        <w:t xml:space="preserve"> Viešame aukcione parduodamo Savivaldybės nekilnojamojo turto ir kitų nekilnojamųjų daiktų sąrašo 9 eilutę (Eil. Nr. 9) ir ją išdėstyti taip: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229"/>
        <w:gridCol w:w="1984"/>
      </w:tblGrid>
      <w:tr w:rsidR="000C259F" w:rsidRPr="00B571D6" w:rsidTr="00EF5E92">
        <w:trPr>
          <w:trHeight w:val="9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9F" w:rsidRPr="007402A5" w:rsidRDefault="000C259F" w:rsidP="0047232C">
            <w:r>
              <w:t>„9</w:t>
            </w:r>
            <w:r w:rsidRPr="007402A5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9F" w:rsidRPr="000C259F" w:rsidRDefault="000C259F" w:rsidP="000C259F">
            <w:pPr>
              <w:jc w:val="both"/>
              <w:rPr>
                <w:szCs w:val="20"/>
                <w:lang w:eastAsia="en-US"/>
              </w:rPr>
            </w:pPr>
            <w:r w:rsidRPr="000C259F">
              <w:rPr>
                <w:szCs w:val="20"/>
                <w:lang w:eastAsia="en-US"/>
              </w:rPr>
              <w:t>Butas/Patalpa-Butas su rūsiu 11,70 kv. m, pažymėtu R-6, su bendro naudojimo patalpomis: (a-1) 1/11 iš 7,84 kv. m; (a-2) 1/11 iš 16,61 kv. m; (R-3) 1/5 iš 10,67 kv. m, iš viso bendr</w:t>
            </w:r>
            <w:r w:rsidR="001D5734">
              <w:rPr>
                <w:szCs w:val="20"/>
                <w:lang w:eastAsia="en-US"/>
              </w:rPr>
              <w:t>o</w:t>
            </w:r>
            <w:r w:rsidRPr="000C259F">
              <w:rPr>
                <w:szCs w:val="20"/>
                <w:lang w:eastAsia="en-US"/>
              </w:rPr>
              <w:t xml:space="preserve"> n. p. 4,35 kv. m (unikalus Nr. 6893-2001-2012:0004, registro Nr. 80/42188, bendras plotas 47,95 kv. m, pastato, kuriame yra butas, pažymėjimas plane 1A2p, statybos metai 1932), esantis Telšių g. 16-2, Plungės m.</w:t>
            </w:r>
          </w:p>
          <w:p w:rsidR="001D5734" w:rsidRDefault="000C259F" w:rsidP="000C259F">
            <w:pPr>
              <w:jc w:val="both"/>
              <w:rPr>
                <w:szCs w:val="20"/>
                <w:lang w:eastAsia="en-US"/>
              </w:rPr>
            </w:pPr>
            <w:r w:rsidRPr="000C259F">
              <w:rPr>
                <w:szCs w:val="20"/>
                <w:lang w:eastAsia="en-US"/>
              </w:rPr>
              <w:t>Butas/Patalpa-Butas su rūsiu 35,55 kv. m, pažymėtu R-10, su bendro naudojimo patalpomis: (a-1) 1/11 iš 7,84 kv. m; (a-2) 1/11 iš 16,61 kv. m; (a-3) 1/7 iš 2,51 kv. m; (a-4) 1/5 iš 11,45 kv. m; (a-6) ½ iš 6,7 kv. m; (R-13) ¼ iš 6,81 kv. m iš viso bendr</w:t>
            </w:r>
            <w:r w:rsidR="001D5734">
              <w:rPr>
                <w:szCs w:val="20"/>
                <w:lang w:eastAsia="en-US"/>
              </w:rPr>
              <w:t>o</w:t>
            </w:r>
            <w:r w:rsidRPr="000C259F">
              <w:rPr>
                <w:szCs w:val="20"/>
                <w:lang w:eastAsia="en-US"/>
              </w:rPr>
              <w:t xml:space="preserve"> n. p. 9,92 kv. m (unikalus Nr. 6893-2001-2012:0005, registro Nr. 80/42189, bendras plotas 46,64 kv. m, pastato, kuriame yra butas, pažymėjimas plane 1A2p, statybos metai 1932), esantis Telšių g. 16-5, Plungės m. </w:t>
            </w:r>
          </w:p>
          <w:p w:rsidR="000C259F" w:rsidRPr="000C259F" w:rsidRDefault="000C259F" w:rsidP="000C259F">
            <w:pPr>
              <w:jc w:val="both"/>
              <w:rPr>
                <w:szCs w:val="20"/>
                <w:lang w:eastAsia="en-US"/>
              </w:rPr>
            </w:pPr>
            <w:r w:rsidRPr="000C259F">
              <w:rPr>
                <w:szCs w:val="20"/>
                <w:lang w:eastAsia="en-US"/>
              </w:rPr>
              <w:t>Butas/Patalpa-Butas su rūsiu 21,12 kv. m, pažymėtu R-5, su bendro naudojimo patalpomis: (a-1) 1/11 iš 7,84 kv. m; (a-2) 1/11 iš 16,61 kv. m; (a-3) 1/7 iš 2,51 kv. m; (a-4) 1/5 iš 11,45 kv. m; (a-6) ½ iš 6,7 kv. m, iš viso bendr</w:t>
            </w:r>
            <w:r w:rsidR="001D5734">
              <w:rPr>
                <w:szCs w:val="20"/>
                <w:lang w:eastAsia="en-US"/>
              </w:rPr>
              <w:t>o</w:t>
            </w:r>
            <w:r w:rsidRPr="000C259F">
              <w:rPr>
                <w:szCs w:val="20"/>
                <w:lang w:eastAsia="en-US"/>
              </w:rPr>
              <w:t xml:space="preserve"> n. p. 8,22 kv. m (unikalus Nr. 6893-2001-2012:0006, registro Nr. 80/42190, bendras plotas 45,22 kv. m, pastato, kuriame yra butas, pažymėjimas plane 1A2p, statybos metai 1932), esantis Telšių g. 16-6, Plungės m.</w:t>
            </w:r>
          </w:p>
          <w:p w:rsidR="000C259F" w:rsidRPr="000C259F" w:rsidRDefault="000C259F" w:rsidP="000C259F">
            <w:pPr>
              <w:jc w:val="both"/>
              <w:rPr>
                <w:szCs w:val="20"/>
                <w:lang w:eastAsia="en-US"/>
              </w:rPr>
            </w:pPr>
            <w:r w:rsidRPr="000C259F">
              <w:rPr>
                <w:szCs w:val="20"/>
                <w:lang w:eastAsia="en-US"/>
              </w:rPr>
              <w:t>Butas/Patalpa-Butas su rūsiu 15,84 kv. m, pažymėtu R-14, su bendro naudojimo patalpomis: (a-1) 1/11 iš 7,84 kv. m; (a-2) 1/11 iš 16,61 kv. m; (a-5) 1/2 iš 5,01 kv. m; (a-7) ½ iš 7,84 kv. m; (R-13) ¼ iš 6,81 kv. m, iš viso bendr</w:t>
            </w:r>
            <w:r w:rsidR="001D5734">
              <w:rPr>
                <w:szCs w:val="20"/>
                <w:lang w:eastAsia="en-US"/>
              </w:rPr>
              <w:t>o</w:t>
            </w:r>
            <w:r w:rsidRPr="000C259F">
              <w:rPr>
                <w:szCs w:val="20"/>
                <w:lang w:eastAsia="en-US"/>
              </w:rPr>
              <w:t xml:space="preserve"> n. p. 10,35 kv</w:t>
            </w:r>
            <w:r w:rsidR="001D5734">
              <w:rPr>
                <w:szCs w:val="20"/>
                <w:lang w:eastAsia="en-US"/>
              </w:rPr>
              <w:t>.</w:t>
            </w:r>
            <w:r w:rsidRPr="000C259F">
              <w:rPr>
                <w:szCs w:val="20"/>
                <w:lang w:eastAsia="en-US"/>
              </w:rPr>
              <w:t xml:space="preserve"> .m (unikalus Nr. 6893-2001-2012:0008, registro Nr. 80/42192, bendras plotas 50,51 kv. m, pastato, kuriame yra </w:t>
            </w:r>
            <w:r w:rsidRPr="000C259F">
              <w:rPr>
                <w:szCs w:val="20"/>
                <w:lang w:eastAsia="en-US"/>
              </w:rPr>
              <w:lastRenderedPageBreak/>
              <w:t>butas, pažymėjimas plane 1A2p, statybos metai 1932), esantis Telšių g. 16-7, Plungės m.</w:t>
            </w:r>
          </w:p>
          <w:p w:rsidR="000C259F" w:rsidRPr="000C259F" w:rsidRDefault="000C259F" w:rsidP="000C259F">
            <w:pPr>
              <w:jc w:val="both"/>
              <w:rPr>
                <w:szCs w:val="20"/>
                <w:lang w:eastAsia="en-US"/>
              </w:rPr>
            </w:pPr>
            <w:r w:rsidRPr="000C259F">
              <w:rPr>
                <w:szCs w:val="20"/>
                <w:lang w:eastAsia="en-US"/>
              </w:rPr>
              <w:t>Butas/Patalpa-Butas su rūsiu R8 (7,31 kv. m, su bendro naudojimo patalpomis: (a-1) 1/11 iš 7,84 kv. m; (a-2) 1/11 iš 16,61 kv. m; (a-5) 1/2 iš 5,01 kv. m; (a-7) ½ iš 7,84 kv. m; (R-2) 2,00 kv. m; (R-3) 1/5 iš 10,67 kv. m; (R-7) 3,00 kv. m, iš viso bendr</w:t>
            </w:r>
            <w:r w:rsidR="001D5734">
              <w:rPr>
                <w:szCs w:val="20"/>
                <w:lang w:eastAsia="en-US"/>
              </w:rPr>
              <w:t>o</w:t>
            </w:r>
            <w:r w:rsidRPr="000C259F">
              <w:rPr>
                <w:szCs w:val="20"/>
                <w:lang w:eastAsia="en-US"/>
              </w:rPr>
              <w:t xml:space="preserve"> n. p. 15,78 kv. m (unikalus Nr. 6893-2001-2012:0009, registro Nr. 80/42193, bendras plotas 44,99 kv. m, pastato, kuriame yra butas, pažymėjimas plane 1A2p, statybos metai 1932), esantis Telšių g. 16-8, Plungės m.</w:t>
            </w:r>
          </w:p>
          <w:p w:rsidR="000C259F" w:rsidRPr="000C259F" w:rsidRDefault="000C259F" w:rsidP="000C259F">
            <w:pPr>
              <w:jc w:val="both"/>
              <w:rPr>
                <w:szCs w:val="20"/>
                <w:lang w:eastAsia="en-US"/>
              </w:rPr>
            </w:pPr>
            <w:r w:rsidRPr="000C259F">
              <w:rPr>
                <w:szCs w:val="20"/>
                <w:lang w:eastAsia="en-US"/>
              </w:rPr>
              <w:t>Butas/Patalpa-Butas su rūsiu R7 86/100 iš 21,34 kv. m (18,34 kv. m), su bendro naudojimo patalpomis: a-1 1/11 iš 7,84 kv. m - (0,71 kv. m); a-2 1/11 iš 16,61 kv. m – (1,51 kv. m); a-3 1/7 iš 2,51 kv. m – (0,36 kv. m); a-4 1/5 iš 11,45 kv. m – (2,29 kv. m); R-2 106/1000 iš 18,90 kv. m – (2,00 kv. m); R-3 1/5 iš 10,67 kv. m – (2,13 kv. m), iš viso bendr</w:t>
            </w:r>
            <w:r w:rsidR="001D5734">
              <w:rPr>
                <w:szCs w:val="20"/>
                <w:lang w:eastAsia="en-US"/>
              </w:rPr>
              <w:t>o</w:t>
            </w:r>
            <w:r w:rsidRPr="000C259F">
              <w:rPr>
                <w:szCs w:val="20"/>
                <w:lang w:eastAsia="en-US"/>
              </w:rPr>
              <w:t xml:space="preserve"> n. p. 9,00 kv. m (unikalus Nr. 6893-2001-2012:0010, registro Nr. 80/42194, bendras plotas 28,29 kv. m, pastato, kuriame yra butas, pažymėjimas plane 1A2p, statybos metai 1932), esantis Telšių g. 16-9, Plungės m.</w:t>
            </w:r>
          </w:p>
          <w:p w:rsidR="000C259F" w:rsidRPr="000C259F" w:rsidRDefault="000C259F" w:rsidP="000C259F">
            <w:pPr>
              <w:jc w:val="both"/>
              <w:rPr>
                <w:szCs w:val="20"/>
                <w:lang w:eastAsia="en-US"/>
              </w:rPr>
            </w:pPr>
            <w:r w:rsidRPr="000C259F">
              <w:rPr>
                <w:szCs w:val="20"/>
                <w:lang w:eastAsia="en-US"/>
              </w:rPr>
              <w:t>Butas/Patalpa-Butas su rūsiu 14,88 kv. m, pažymėtu R-9, su bendro naudojimo patalpomis: (a-1) 1/11 iš 7,84 kv. m; (a-2) 1/11 iš 16,61 kv. m; (a-3) 1/7 iš 2,51 kv. m; (a-4) 1/5 iš 11,45 kv. m; (R-13) ¼ iš 6,81 kv. m; (R-14) 1,85 kv. m, iš viso bendr</w:t>
            </w:r>
            <w:r w:rsidR="001D5734">
              <w:rPr>
                <w:szCs w:val="20"/>
                <w:lang w:eastAsia="en-US"/>
              </w:rPr>
              <w:t>o</w:t>
            </w:r>
            <w:r w:rsidRPr="000C259F">
              <w:rPr>
                <w:szCs w:val="20"/>
                <w:lang w:eastAsia="en-US"/>
              </w:rPr>
              <w:t xml:space="preserve"> n. p. 8,42 kv. m (unikalus Nr. 6893-2001-2012:0011, registro Nr. 80/42195, bendras plotas 27,26 kv. m, pastato, kuriame yra butas, pažymėjimas plane 1A2p, statybos metai 1932), esantis Telšių g. 16-10, Plungės m.</w:t>
            </w:r>
          </w:p>
          <w:p w:rsidR="000C259F" w:rsidRPr="000C259F" w:rsidRDefault="000C259F" w:rsidP="000C259F">
            <w:pPr>
              <w:jc w:val="both"/>
              <w:rPr>
                <w:szCs w:val="20"/>
                <w:lang w:eastAsia="en-US"/>
              </w:rPr>
            </w:pPr>
            <w:r w:rsidRPr="000C259F">
              <w:rPr>
                <w:szCs w:val="20"/>
                <w:lang w:eastAsia="en-US"/>
              </w:rPr>
              <w:t>Butas/Patalpa-Butas su rūsiu 6,05 kv. m, pažymėtu R-1, su bendro naudojimo patalpomis: (a-1) 1/11 iš 7,84 kv. m; (a-2) 1/11 iš 16,61 kv. m; (a-3) 1/7 iš 2,51 kv. m; (a-4) 1/5 iš 11,45 kv. m, iš viso bendr</w:t>
            </w:r>
            <w:r w:rsidR="001D5734">
              <w:rPr>
                <w:szCs w:val="20"/>
                <w:lang w:eastAsia="en-US"/>
              </w:rPr>
              <w:t>o</w:t>
            </w:r>
            <w:r w:rsidRPr="000C259F">
              <w:rPr>
                <w:szCs w:val="20"/>
                <w:lang w:eastAsia="en-US"/>
              </w:rPr>
              <w:t xml:space="preserve"> n. p. 4,87 kv. m (unikalus Nr. 4400-1321-0685:5220, registro Nr. 44/903581, bendras plotas 25,12 kv. m, pastato, kuriame yra butas, pažymėjimas plane 1A2p, statybos metai 1932), esantis Telšių g. 16-10B, Plungės m.</w:t>
            </w:r>
          </w:p>
          <w:p w:rsidR="000C259F" w:rsidRPr="00E44947" w:rsidRDefault="000C259F" w:rsidP="000C259F">
            <w:pPr>
              <w:jc w:val="both"/>
              <w:rPr>
                <w:b/>
              </w:rPr>
            </w:pPr>
            <w:r w:rsidRPr="000C259F">
              <w:rPr>
                <w:szCs w:val="20"/>
                <w:lang w:eastAsia="en-US"/>
              </w:rPr>
              <w:t>Negyvenamoji patalpa – Neįrengta palėpė (unikalus Nr. 4400-1513-3696:2201, registro Nr. 44/1054663, bendras plotas 33,12 kv. m, baigtumo procentas 40, pastato, kuriame yra patalpa, pažymėjimas plane 1A2p, statybos metai 1932, esanti Telšių g. 16-9A, Plungės m.</w:t>
            </w:r>
            <w:r>
              <w:rPr>
                <w:szCs w:val="20"/>
                <w:lang w:eastAsia="en-US"/>
              </w:rPr>
              <w:t>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9F" w:rsidRDefault="000C259F" w:rsidP="000C259F">
            <w:pPr>
              <w:jc w:val="center"/>
            </w:pPr>
            <w:r>
              <w:lastRenderedPageBreak/>
              <w:t>11,86</w:t>
            </w: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  <w:r>
              <w:t>11,89</w:t>
            </w: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  <w:r>
              <w:t>13,11</w:t>
            </w: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  <w:r>
              <w:t>11,68</w:t>
            </w: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  <w:r>
              <w:t>13,52</w:t>
            </w: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  <w:r>
              <w:t>6,55</w:t>
            </w: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  <w:r>
              <w:t>13,39</w:t>
            </w: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  <w:r>
              <w:t>2 042,96</w:t>
            </w: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Default="000C259F" w:rsidP="000C259F">
            <w:pPr>
              <w:jc w:val="center"/>
            </w:pPr>
          </w:p>
          <w:p w:rsidR="000C259F" w:rsidRPr="00B571D6" w:rsidRDefault="000C259F" w:rsidP="000C259F">
            <w:pPr>
              <w:jc w:val="center"/>
            </w:pPr>
            <w:r>
              <w:t>0,00</w:t>
            </w:r>
          </w:p>
        </w:tc>
      </w:tr>
    </w:tbl>
    <w:p w:rsidR="00183A81" w:rsidRDefault="00183A81" w:rsidP="00183A81"/>
    <w:p w:rsidR="00183A81" w:rsidRDefault="00183A81" w:rsidP="00183A81"/>
    <w:p w:rsidR="00183A81" w:rsidRDefault="00183A81" w:rsidP="00B87A2B">
      <w:pPr>
        <w:tabs>
          <w:tab w:val="left" w:pos="7938"/>
        </w:tabs>
      </w:pPr>
      <w:r>
        <w:t>Savivaldybės meras</w:t>
      </w:r>
      <w:r w:rsidR="00B87A2B">
        <w:t xml:space="preserve"> </w:t>
      </w:r>
      <w:r w:rsidR="00B87A2B">
        <w:tab/>
        <w:t>Audrius Klišonis</w:t>
      </w:r>
    </w:p>
    <w:p w:rsidR="00B87A2B" w:rsidRDefault="00B87A2B">
      <w:r>
        <w:br w:type="page"/>
      </w:r>
    </w:p>
    <w:p w:rsidR="008C555A" w:rsidRDefault="008C555A" w:rsidP="008C555A">
      <w:pPr>
        <w:ind w:left="6237"/>
        <w:jc w:val="both"/>
      </w:pPr>
      <w:r>
        <w:lastRenderedPageBreak/>
        <w:t xml:space="preserve">Plungės rajono savivaldybės </w:t>
      </w:r>
    </w:p>
    <w:p w:rsidR="008C555A" w:rsidRDefault="008C555A" w:rsidP="008C555A">
      <w:pPr>
        <w:ind w:left="6237"/>
        <w:jc w:val="both"/>
      </w:pPr>
      <w:r>
        <w:t xml:space="preserve">tarybos 2022 m. liepos 28 d. </w:t>
      </w:r>
    </w:p>
    <w:p w:rsidR="008C555A" w:rsidRDefault="008C555A" w:rsidP="008C555A">
      <w:pPr>
        <w:ind w:left="6237"/>
        <w:jc w:val="both"/>
      </w:pPr>
      <w:r>
        <w:t>sprendimo Nr. T1-</w:t>
      </w:r>
      <w:r w:rsidR="00841AE9">
        <w:t>185</w:t>
      </w:r>
      <w:bookmarkStart w:id="0" w:name="_GoBack"/>
      <w:bookmarkEnd w:id="0"/>
      <w:r>
        <w:t xml:space="preserve"> </w:t>
      </w:r>
    </w:p>
    <w:p w:rsidR="008C555A" w:rsidRDefault="008C555A" w:rsidP="008C555A">
      <w:pPr>
        <w:ind w:left="6237"/>
        <w:jc w:val="both"/>
      </w:pPr>
      <w:r>
        <w:t>priedas</w:t>
      </w:r>
    </w:p>
    <w:p w:rsidR="008C555A" w:rsidRDefault="008C555A" w:rsidP="008C555A">
      <w:pPr>
        <w:ind w:left="5103"/>
        <w:jc w:val="center"/>
        <w:rPr>
          <w:b/>
        </w:rPr>
      </w:pPr>
    </w:p>
    <w:p w:rsidR="008C555A" w:rsidRDefault="008C555A" w:rsidP="008C555A">
      <w:pPr>
        <w:ind w:left="5103"/>
        <w:jc w:val="center"/>
        <w:rPr>
          <w:b/>
        </w:rPr>
      </w:pPr>
    </w:p>
    <w:p w:rsidR="008C555A" w:rsidRDefault="008C555A" w:rsidP="008C555A">
      <w:pPr>
        <w:jc w:val="center"/>
        <w:rPr>
          <w:b/>
        </w:rPr>
      </w:pPr>
      <w:r>
        <w:rPr>
          <w:b/>
        </w:rPr>
        <w:t>VIEŠAME AUKCIONE PARDUODAMO SAVIVALDYBĖS NEKILNOJAMOJO TURTO IR KITŲ NEKILNOJAMŲJŲ DAIKTŲ SĄRAŠO PAPILDYMAS</w:t>
      </w:r>
    </w:p>
    <w:p w:rsidR="008C555A" w:rsidRDefault="008C555A" w:rsidP="008C555A">
      <w:pPr>
        <w:ind w:left="5103"/>
        <w:jc w:val="both"/>
        <w:rPr>
          <w:b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5"/>
        <w:gridCol w:w="1983"/>
      </w:tblGrid>
      <w:tr w:rsidR="008C555A" w:rsidTr="008C555A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55A" w:rsidRDefault="008C555A">
            <w:pPr>
              <w:ind w:right="-108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55A" w:rsidRDefault="008C555A">
            <w:pPr>
              <w:jc w:val="center"/>
              <w:rPr>
                <w:b/>
              </w:rPr>
            </w:pPr>
            <w:r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55A" w:rsidRDefault="008C555A">
            <w:pPr>
              <w:jc w:val="center"/>
              <w:rPr>
                <w:b/>
              </w:rPr>
            </w:pPr>
            <w:r>
              <w:rPr>
                <w:b/>
              </w:rPr>
              <w:t xml:space="preserve">Nekilnojamojo turto likutinė vertė, </w:t>
            </w:r>
            <w:proofErr w:type="spellStart"/>
            <w:r>
              <w:rPr>
                <w:b/>
              </w:rPr>
              <w:t>Eur</w:t>
            </w:r>
            <w:proofErr w:type="spellEnd"/>
          </w:p>
        </w:tc>
      </w:tr>
      <w:tr w:rsidR="008C555A" w:rsidTr="008C555A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5A" w:rsidRDefault="00183A81">
            <w:r>
              <w:t>22</w:t>
            </w:r>
            <w:r w:rsidR="008C555A"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55A" w:rsidRPr="008A72E4" w:rsidRDefault="00827DC1" w:rsidP="00827DC1">
            <w:pPr>
              <w:jc w:val="both"/>
              <w:rPr>
                <w:color w:val="FF0000"/>
              </w:rPr>
            </w:pPr>
            <w:r>
              <w:t>N</w:t>
            </w:r>
            <w:r w:rsidR="00183A81" w:rsidRPr="00183A81">
              <w:t>egyvenam</w:t>
            </w:r>
            <w:r>
              <w:t>a patalpa</w:t>
            </w:r>
            <w:r w:rsidR="00183A81" w:rsidRPr="00183A81">
              <w:t xml:space="preserve"> – </w:t>
            </w:r>
            <w:r>
              <w:t>Administracinės patalpo</w:t>
            </w:r>
            <w:r w:rsidR="00183A81" w:rsidRPr="00183A81">
              <w:t>s (unikalus Nr. 4400-4946-3185:3207, registro Nr. 44/2215070, pastatas, kuriame yra patalpa, plane pažymėtas 2B2/p, statybos metai – 1935, bendras patalpos plotas – 113,48 kv. m), esančią Vytauto g. 7-7, Plungės m.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5A" w:rsidRPr="008A72E4" w:rsidRDefault="00183A81">
            <w:pPr>
              <w:jc w:val="center"/>
              <w:rPr>
                <w:color w:val="FF0000"/>
              </w:rPr>
            </w:pPr>
            <w:r w:rsidRPr="00183A81">
              <w:t xml:space="preserve">3 651,15  </w:t>
            </w:r>
          </w:p>
        </w:tc>
      </w:tr>
    </w:tbl>
    <w:p w:rsidR="008C555A" w:rsidRDefault="008C555A" w:rsidP="008C555A">
      <w:pPr>
        <w:jc w:val="center"/>
      </w:pPr>
      <w:r>
        <w:t>________________________________</w:t>
      </w:r>
    </w:p>
    <w:p w:rsidR="00114199" w:rsidRDefault="00114199" w:rsidP="00594FDA">
      <w:pPr>
        <w:jc w:val="both"/>
      </w:pPr>
    </w:p>
    <w:p w:rsidR="004F7313" w:rsidRDefault="004F7313" w:rsidP="00193B13"/>
    <w:sectPr w:rsidR="004F7313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2E8E"/>
    <w:rsid w:val="00083665"/>
    <w:rsid w:val="00085695"/>
    <w:rsid w:val="000864B3"/>
    <w:rsid w:val="000B00FC"/>
    <w:rsid w:val="000B1443"/>
    <w:rsid w:val="000C259F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93B13"/>
    <w:rsid w:val="001A6090"/>
    <w:rsid w:val="001B5B00"/>
    <w:rsid w:val="001C1717"/>
    <w:rsid w:val="001D5734"/>
    <w:rsid w:val="001D6FA5"/>
    <w:rsid w:val="001F225E"/>
    <w:rsid w:val="00201D95"/>
    <w:rsid w:val="00206056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5160"/>
    <w:rsid w:val="002B5242"/>
    <w:rsid w:val="002B63F6"/>
    <w:rsid w:val="002C31B2"/>
    <w:rsid w:val="002C45EC"/>
    <w:rsid w:val="002C47B9"/>
    <w:rsid w:val="002C7A08"/>
    <w:rsid w:val="002D3214"/>
    <w:rsid w:val="002D55B6"/>
    <w:rsid w:val="002E0ACF"/>
    <w:rsid w:val="002E25C0"/>
    <w:rsid w:val="002E5472"/>
    <w:rsid w:val="002E7DE2"/>
    <w:rsid w:val="002F3DDC"/>
    <w:rsid w:val="002F7F86"/>
    <w:rsid w:val="00304FA1"/>
    <w:rsid w:val="00312D42"/>
    <w:rsid w:val="003148DC"/>
    <w:rsid w:val="00326B37"/>
    <w:rsid w:val="00330EAB"/>
    <w:rsid w:val="00331171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B3338"/>
    <w:rsid w:val="003C4A52"/>
    <w:rsid w:val="003D3D6F"/>
    <w:rsid w:val="003E62D1"/>
    <w:rsid w:val="004013BB"/>
    <w:rsid w:val="00407CB1"/>
    <w:rsid w:val="00412859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B17F8"/>
    <w:rsid w:val="004B24E2"/>
    <w:rsid w:val="004B2F60"/>
    <w:rsid w:val="004B7698"/>
    <w:rsid w:val="004C64BF"/>
    <w:rsid w:val="004D15BC"/>
    <w:rsid w:val="004F277C"/>
    <w:rsid w:val="004F63B2"/>
    <w:rsid w:val="004F7313"/>
    <w:rsid w:val="005059C0"/>
    <w:rsid w:val="00506C03"/>
    <w:rsid w:val="00520CA2"/>
    <w:rsid w:val="00521141"/>
    <w:rsid w:val="00533FD4"/>
    <w:rsid w:val="00536202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83E"/>
    <w:rsid w:val="00747261"/>
    <w:rsid w:val="007503FC"/>
    <w:rsid w:val="00756B57"/>
    <w:rsid w:val="00757CC9"/>
    <w:rsid w:val="00777C84"/>
    <w:rsid w:val="00784BF3"/>
    <w:rsid w:val="00792A30"/>
    <w:rsid w:val="007A30B1"/>
    <w:rsid w:val="007C343F"/>
    <w:rsid w:val="007D46EC"/>
    <w:rsid w:val="007D4D62"/>
    <w:rsid w:val="007E15CB"/>
    <w:rsid w:val="007E47D4"/>
    <w:rsid w:val="007E62D0"/>
    <w:rsid w:val="007E7D9C"/>
    <w:rsid w:val="007F5721"/>
    <w:rsid w:val="008014AF"/>
    <w:rsid w:val="0080581F"/>
    <w:rsid w:val="0080589C"/>
    <w:rsid w:val="0081008E"/>
    <w:rsid w:val="008147CB"/>
    <w:rsid w:val="00815B32"/>
    <w:rsid w:val="00821CA8"/>
    <w:rsid w:val="00824DFB"/>
    <w:rsid w:val="008250BB"/>
    <w:rsid w:val="00827DC1"/>
    <w:rsid w:val="008343AB"/>
    <w:rsid w:val="00836D26"/>
    <w:rsid w:val="008405EF"/>
    <w:rsid w:val="00841AE9"/>
    <w:rsid w:val="00842B82"/>
    <w:rsid w:val="0085228E"/>
    <w:rsid w:val="00867B1D"/>
    <w:rsid w:val="00885854"/>
    <w:rsid w:val="00887922"/>
    <w:rsid w:val="00896DA8"/>
    <w:rsid w:val="008A2EFC"/>
    <w:rsid w:val="008A72E4"/>
    <w:rsid w:val="008B1D1D"/>
    <w:rsid w:val="008C3519"/>
    <w:rsid w:val="008C555A"/>
    <w:rsid w:val="008E1BF7"/>
    <w:rsid w:val="008F498D"/>
    <w:rsid w:val="00900E15"/>
    <w:rsid w:val="009022C8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75B7D"/>
    <w:rsid w:val="00996DC2"/>
    <w:rsid w:val="009A6B2E"/>
    <w:rsid w:val="009C3FB9"/>
    <w:rsid w:val="009C7B66"/>
    <w:rsid w:val="009D2DD8"/>
    <w:rsid w:val="009D65B6"/>
    <w:rsid w:val="009E231E"/>
    <w:rsid w:val="009E33A4"/>
    <w:rsid w:val="009E757F"/>
    <w:rsid w:val="009E7E23"/>
    <w:rsid w:val="009F1667"/>
    <w:rsid w:val="00A012CD"/>
    <w:rsid w:val="00A03DAA"/>
    <w:rsid w:val="00A13EF0"/>
    <w:rsid w:val="00A179ED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AF28B3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71D6"/>
    <w:rsid w:val="00B57E53"/>
    <w:rsid w:val="00B84FC1"/>
    <w:rsid w:val="00B87A2B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165"/>
    <w:rsid w:val="00BF5A28"/>
    <w:rsid w:val="00C03295"/>
    <w:rsid w:val="00C034FA"/>
    <w:rsid w:val="00C115F2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E00155"/>
    <w:rsid w:val="00E021CA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25B7"/>
    <w:rsid w:val="00E81E4C"/>
    <w:rsid w:val="00E849C5"/>
    <w:rsid w:val="00E85735"/>
    <w:rsid w:val="00EA77EF"/>
    <w:rsid w:val="00EB0AA9"/>
    <w:rsid w:val="00EB56BB"/>
    <w:rsid w:val="00EE6A55"/>
    <w:rsid w:val="00EE6D75"/>
    <w:rsid w:val="00EF1A04"/>
    <w:rsid w:val="00EF5E92"/>
    <w:rsid w:val="00F01168"/>
    <w:rsid w:val="00F02562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57501"/>
    <w:rsid w:val="00F965EF"/>
    <w:rsid w:val="00F96A67"/>
    <w:rsid w:val="00FA046A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73EE9-B98E-46E9-9D5A-33A925203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E7A8BF81</Template>
  <TotalTime>4</TotalTime>
  <Pages>3</Pages>
  <Words>3647</Words>
  <Characters>2080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2022-07-04T11:30:00Z</cp:lastPrinted>
  <dcterms:created xsi:type="dcterms:W3CDTF">2022-07-14T06:02:00Z</dcterms:created>
  <dcterms:modified xsi:type="dcterms:W3CDTF">2022-07-28T14:08:00Z</dcterms:modified>
</cp:coreProperties>
</file>