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5A" w:rsidRDefault="00FA2540" w:rsidP="00FA2540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00E481B" wp14:editId="3EF0F333">
            <wp:simplePos x="0" y="0"/>
            <wp:positionH relativeFrom="column">
              <wp:posOffset>2790825</wp:posOffset>
            </wp:positionH>
            <wp:positionV relativeFrom="paragraph">
              <wp:posOffset>81915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61E" w:rsidRPr="005A461E">
        <w:rPr>
          <w:b/>
          <w:sz w:val="28"/>
          <w:szCs w:val="28"/>
        </w:rPr>
        <w:t>PLUNGĖS RAJONO SAVIVALDYBĖS</w:t>
      </w:r>
    </w:p>
    <w:p w:rsidR="00170952" w:rsidRDefault="005A461E" w:rsidP="00170952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BF7693" w:rsidP="007C256D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</w:t>
      </w:r>
      <w:r w:rsidR="003D7FB0">
        <w:rPr>
          <w:b/>
          <w:sz w:val="28"/>
          <w:szCs w:val="28"/>
        </w:rPr>
        <w:t>2022</w:t>
      </w:r>
      <w:r w:rsidR="00F16EEB" w:rsidRPr="00F16EEB">
        <w:rPr>
          <w:b/>
          <w:sz w:val="28"/>
          <w:szCs w:val="28"/>
        </w:rPr>
        <w:t xml:space="preserve"> M. </w:t>
      </w:r>
      <w:r w:rsidR="003D7FB0">
        <w:rPr>
          <w:b/>
          <w:sz w:val="28"/>
          <w:szCs w:val="28"/>
        </w:rPr>
        <w:t>BALANDŽIO 28</w:t>
      </w:r>
      <w:r w:rsidR="00F16EEB" w:rsidRPr="00F16EEB">
        <w:rPr>
          <w:b/>
          <w:sz w:val="28"/>
          <w:szCs w:val="28"/>
        </w:rPr>
        <w:t xml:space="preserve"> D. </w:t>
      </w:r>
      <w:r w:rsidR="00170952">
        <w:rPr>
          <w:b/>
          <w:sz w:val="28"/>
          <w:szCs w:val="28"/>
        </w:rPr>
        <w:t xml:space="preserve">SPRENDIMO </w:t>
      </w:r>
      <w:r w:rsidR="00F16EEB" w:rsidRPr="00F16EEB">
        <w:rPr>
          <w:b/>
          <w:sz w:val="28"/>
          <w:szCs w:val="28"/>
        </w:rPr>
        <w:t>NR. T1-</w:t>
      </w:r>
      <w:r w:rsidR="003D7FB0">
        <w:rPr>
          <w:b/>
          <w:sz w:val="28"/>
          <w:szCs w:val="28"/>
        </w:rPr>
        <w:t>112</w:t>
      </w:r>
      <w:r w:rsidR="00F16EEB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3D7FB0" w:rsidRPr="003D7FB0">
        <w:rPr>
          <w:b/>
          <w:sz w:val="28"/>
          <w:szCs w:val="28"/>
        </w:rPr>
        <w:t>DĖL LEIDIMO PERDUOTI SAVIVALDYBĖS TURTĄ VALDYTI PATIKĖJIMO TEISE</w:t>
      </w:r>
      <w:r>
        <w:rPr>
          <w:b/>
          <w:sz w:val="28"/>
          <w:szCs w:val="28"/>
        </w:rPr>
        <w:t>“ PAKEITIMO</w:t>
      </w:r>
    </w:p>
    <w:p w:rsidR="005A461E" w:rsidRDefault="005A461E" w:rsidP="007C256D"/>
    <w:p w:rsidR="005A461E" w:rsidRDefault="00F16EEB" w:rsidP="007C256D">
      <w:pPr>
        <w:jc w:val="center"/>
      </w:pPr>
      <w:r>
        <w:t>2022</w:t>
      </w:r>
      <w:r w:rsidR="00616B18">
        <w:t xml:space="preserve"> m. </w:t>
      </w:r>
      <w:r w:rsidR="003D7FB0">
        <w:t>birželio 23</w:t>
      </w:r>
      <w:r w:rsidR="005A461E">
        <w:t xml:space="preserve"> d. Nr.</w:t>
      </w:r>
      <w:r w:rsidR="001F6D5A">
        <w:t xml:space="preserve"> </w:t>
      </w:r>
      <w:r w:rsidR="005A461E">
        <w:t>T1-</w:t>
      </w:r>
      <w:r w:rsidR="000164BD">
        <w:t>155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  <w:bookmarkStart w:id="0" w:name="_GoBack"/>
      <w:bookmarkEnd w:id="0"/>
    </w:p>
    <w:p w:rsidR="00DE2EB2" w:rsidRPr="00030273" w:rsidRDefault="00DE2EB2" w:rsidP="0046537B">
      <w:pPr>
        <w:ind w:firstLine="720"/>
        <w:jc w:val="both"/>
        <w:rPr>
          <w:b/>
          <w:bCs/>
          <w:caps/>
        </w:rPr>
      </w:pP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F16EEB" w:rsidRDefault="00BF7693" w:rsidP="0046537B">
      <w:pPr>
        <w:numPr>
          <w:ilvl w:val="0"/>
          <w:numId w:val="9"/>
        </w:numPr>
        <w:tabs>
          <w:tab w:val="left" w:pos="993"/>
        </w:tabs>
        <w:ind w:left="0" w:firstLine="720"/>
        <w:jc w:val="both"/>
      </w:pPr>
      <w:r>
        <w:t xml:space="preserve">Pakeisti </w:t>
      </w:r>
      <w:r w:rsidRPr="005B75D3">
        <w:t>P</w:t>
      </w:r>
      <w:r w:rsidRPr="005A4133">
        <w:t xml:space="preserve">lungės </w:t>
      </w:r>
      <w:r>
        <w:t xml:space="preserve">rajono savivaldybės tarybos </w:t>
      </w:r>
      <w:r w:rsidR="003D7FB0">
        <w:t>2022</w:t>
      </w:r>
      <w:r w:rsidR="00F16EEB">
        <w:t xml:space="preserve"> m. </w:t>
      </w:r>
      <w:r w:rsidR="003D7FB0">
        <w:t>balandžio 2</w:t>
      </w:r>
      <w:r w:rsidR="00170952">
        <w:t>8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 w:rsidR="003D7FB0">
        <w:t>112</w:t>
      </w:r>
      <w:r>
        <w:t xml:space="preserve"> </w:t>
      </w:r>
      <w:r w:rsidRPr="005A4133">
        <w:t>„</w:t>
      </w:r>
      <w:r w:rsidR="003D7FB0">
        <w:t>D</w:t>
      </w:r>
      <w:r w:rsidR="0046537B">
        <w:t>ėl leidimo perduoti S</w:t>
      </w:r>
      <w:r w:rsidR="003D7FB0" w:rsidRPr="003D7FB0">
        <w:t>avivaldybės turtą valdyti patikėjimo teise</w:t>
      </w:r>
      <w:r w:rsidR="00F16EEB" w:rsidRPr="00F16EEB">
        <w:t xml:space="preserve">“ </w:t>
      </w:r>
      <w:r w:rsidR="003D7FB0">
        <w:t>1</w:t>
      </w:r>
      <w:r w:rsidR="00482B41">
        <w:t xml:space="preserve"> ir </w:t>
      </w:r>
      <w:r w:rsidR="003D7FB0">
        <w:t>2</w:t>
      </w:r>
      <w:r>
        <w:t xml:space="preserve"> </w:t>
      </w:r>
      <w:r w:rsidR="00482B41">
        <w:t>punktus</w:t>
      </w:r>
      <w:r w:rsidR="00CA13FE">
        <w:t xml:space="preserve"> ir išdėstyti juos nauja redakcija</w:t>
      </w:r>
      <w:r w:rsidR="00F16EEB">
        <w:t>:</w:t>
      </w:r>
    </w:p>
    <w:p w:rsidR="003D7FB0" w:rsidRDefault="00482B41" w:rsidP="0046537B">
      <w:pPr>
        <w:tabs>
          <w:tab w:val="left" w:pos="0"/>
          <w:tab w:val="left" w:pos="993"/>
        </w:tabs>
        <w:ind w:firstLine="720"/>
        <w:jc w:val="both"/>
      </w:pPr>
      <w:r>
        <w:t>„</w:t>
      </w:r>
      <w:r w:rsidR="003D7FB0">
        <w:t>1.</w:t>
      </w:r>
      <w:r w:rsidR="00CA13FE">
        <w:t xml:space="preserve"> </w:t>
      </w:r>
      <w:r w:rsidR="003D7FB0">
        <w:t xml:space="preserve">Perduoti biudžetinei įstaigai Plungės rajono savivaldybės priešgaisrinei apsaugos tarnybai patikėjimo teise valdyti pastate </w:t>
      </w:r>
      <w:r w:rsidR="00CA13FE">
        <w:t>–</w:t>
      </w:r>
      <w:r w:rsidR="003D7FB0">
        <w:t xml:space="preserve"> Dirbtuvėse (unikalus Nr. 6897-7012-3017, registro Nr. 80/37362, pažymėjimas plane 1P1p, bendras plotas 353,62 kv. m, statybos metai 1998), esančio Platelių g. 9B, Alsėdžiuose, Plungės r. sav., patalpas plane pažymėtas indeksais: 1-7 (46,85 kv. m), 1-8 (3,55 kv. m), 1-9 (11,09 kv. m), 1-10 (2,73 kv. m), 1-12 (2,26 kv. m), 1-13 (3,70 kv. m), 1-14 (12,28 kv. m), 1-15 (66,53 kv. m), viso – 148,99 kv. m, kurių įsigijimo vertė – 3 553,87 </w:t>
      </w:r>
      <w:proofErr w:type="spellStart"/>
      <w:r w:rsidR="003D7FB0">
        <w:t>Eur</w:t>
      </w:r>
      <w:proofErr w:type="spellEnd"/>
      <w:r w:rsidR="003D7FB0">
        <w:t xml:space="preserve">, likutinė vertė 2022 m. balandžio 30 d. – 1 101,53 </w:t>
      </w:r>
      <w:proofErr w:type="spellStart"/>
      <w:r w:rsidR="003D7FB0">
        <w:t>Eur</w:t>
      </w:r>
      <w:proofErr w:type="spellEnd"/>
      <w:r w:rsidR="003D7FB0">
        <w:t xml:space="preserve">, finansavimo šaltinis – Savivaldybės biudžeto lėšos, jos nuostatuose numatytai veiklai vykdyti. </w:t>
      </w:r>
    </w:p>
    <w:p w:rsidR="00482B41" w:rsidRDefault="00CA13FE" w:rsidP="0046537B">
      <w:pPr>
        <w:tabs>
          <w:tab w:val="left" w:pos="0"/>
          <w:tab w:val="left" w:pos="1418"/>
        </w:tabs>
        <w:ind w:firstLine="720"/>
        <w:jc w:val="both"/>
      </w:pPr>
      <w:r>
        <w:t>2.</w:t>
      </w:r>
      <w:r w:rsidR="003D7FB0">
        <w:t xml:space="preserve"> Perduoti Plungės rajono savivaldybės administracijai (Alsėdžių seniūnijai) valdyti patikėjimo teise pastate </w:t>
      </w:r>
      <w:r>
        <w:t>–</w:t>
      </w:r>
      <w:r w:rsidR="003D7FB0">
        <w:t xml:space="preserve"> Dirbtuvėse (unikalus Nr. 6897-7012-3017, registro Nr. 80/37362, pažymėjimas plane 1P1p, bendras plotas 353,62 kv. m, statybos metai 1998), esančio Platelių g. 9B, Alsėdžiuose, Plungės r. sav., patalpas plane pažymėtas indeksais: 1-1 (118,65 kv. m), 1-2 (25,24 kv. m), 1-3 (21,33 kv. m), 1-4 (4,16 kv. m), 1-5 (1,31 kv. m), 1-6 (2,31 kv. m), 1-11 (1,69 kv. m), 1-16 (2,09 kv. m), 1-17 (26,33 kv. m), 1-18 (1,52 kv. m), viso – 204,63 kv. m, kurių įsigijimo vertė – </w:t>
      </w:r>
      <w:r w:rsidR="00377D41" w:rsidRPr="00377D41">
        <w:t xml:space="preserve">26 223,17 </w:t>
      </w:r>
      <w:proofErr w:type="spellStart"/>
      <w:r w:rsidR="00377D41" w:rsidRPr="00377D41">
        <w:t>Eur</w:t>
      </w:r>
      <w:proofErr w:type="spellEnd"/>
      <w:r w:rsidR="00377D41">
        <w:t xml:space="preserve">: </w:t>
      </w:r>
      <w:r w:rsidR="00377D41" w:rsidRPr="00377D41">
        <w:t>15 064,32</w:t>
      </w:r>
      <w:r w:rsidR="00B960D3">
        <w:t xml:space="preserve"> </w:t>
      </w:r>
      <w:proofErr w:type="spellStart"/>
      <w:r w:rsidR="00B960D3">
        <w:t>Eur</w:t>
      </w:r>
      <w:proofErr w:type="spellEnd"/>
      <w:r w:rsidR="00377D41" w:rsidRPr="00377D41">
        <w:t xml:space="preserve"> S</w:t>
      </w:r>
      <w:r w:rsidR="00B960D3">
        <w:t>avivaldybės biudžeto</w:t>
      </w:r>
      <w:r w:rsidR="00377D41" w:rsidRPr="00377D41">
        <w:t xml:space="preserve"> lėšos, 7 377,75</w:t>
      </w:r>
      <w:r w:rsidR="00B960D3">
        <w:t xml:space="preserve"> </w:t>
      </w:r>
      <w:proofErr w:type="spellStart"/>
      <w:r w:rsidR="00B960D3">
        <w:t>Eur</w:t>
      </w:r>
      <w:proofErr w:type="spellEnd"/>
      <w:r w:rsidR="00377D41" w:rsidRPr="00377D41">
        <w:t xml:space="preserve"> ES lėšos, 3 781,10</w:t>
      </w:r>
      <w:r w:rsidR="00B960D3">
        <w:t xml:space="preserve"> </w:t>
      </w:r>
      <w:proofErr w:type="spellStart"/>
      <w:r w:rsidR="00B960D3">
        <w:t>Eur</w:t>
      </w:r>
      <w:proofErr w:type="spellEnd"/>
      <w:r w:rsidR="00377D41" w:rsidRPr="00377D41">
        <w:t xml:space="preserve"> VB lėšos</w:t>
      </w:r>
      <w:r w:rsidR="00377D41">
        <w:t>;</w:t>
      </w:r>
      <w:r w:rsidR="003D7FB0" w:rsidRPr="00377D41">
        <w:t xml:space="preserve"> likutinė vertė 2022 m. balandžio 30 d. – </w:t>
      </w:r>
      <w:r w:rsidR="003C09F4" w:rsidRPr="003C09F4">
        <w:t>20 033,78</w:t>
      </w:r>
      <w:r w:rsidR="00377D41" w:rsidRPr="00377D41">
        <w:t xml:space="preserve"> </w:t>
      </w:r>
      <w:proofErr w:type="spellStart"/>
      <w:r w:rsidR="00377D41" w:rsidRPr="00377D41">
        <w:t>Eur</w:t>
      </w:r>
      <w:proofErr w:type="spellEnd"/>
      <w:r w:rsidR="00B960D3">
        <w:t>:</w:t>
      </w:r>
      <w:r w:rsidR="003D7FB0" w:rsidRPr="00377D41">
        <w:t xml:space="preserve"> </w:t>
      </w:r>
      <w:r w:rsidR="003C09F4" w:rsidRPr="003C09F4">
        <w:t xml:space="preserve">10 971,08 </w:t>
      </w:r>
      <w:proofErr w:type="spellStart"/>
      <w:r w:rsidR="00B960D3">
        <w:t>Eur</w:t>
      </w:r>
      <w:proofErr w:type="spellEnd"/>
      <w:r w:rsidR="00377D41" w:rsidRPr="00377D41">
        <w:t xml:space="preserve"> Savivaldybės biudžeto lėšos, </w:t>
      </w:r>
      <w:r w:rsidR="003C09F4" w:rsidRPr="003C09F4">
        <w:t xml:space="preserve">5 991,87 </w:t>
      </w:r>
      <w:proofErr w:type="spellStart"/>
      <w:r w:rsidR="00B960D3">
        <w:t>Eur</w:t>
      </w:r>
      <w:proofErr w:type="spellEnd"/>
      <w:r w:rsidR="00377D41" w:rsidRPr="00377D41">
        <w:t xml:space="preserve"> ES lėšos, </w:t>
      </w:r>
      <w:r w:rsidR="003C09F4" w:rsidRPr="003C09F4">
        <w:t>3 070,83</w:t>
      </w:r>
      <w:r w:rsidR="00B960D3">
        <w:t xml:space="preserve"> </w:t>
      </w:r>
      <w:proofErr w:type="spellStart"/>
      <w:r w:rsidR="00B960D3">
        <w:t>Eur</w:t>
      </w:r>
      <w:proofErr w:type="spellEnd"/>
      <w:r w:rsidR="00377D41" w:rsidRPr="00377D41">
        <w:t xml:space="preserve"> VB lėšos</w:t>
      </w:r>
      <w:r w:rsidR="00377D41">
        <w:t>;</w:t>
      </w:r>
      <w:r w:rsidR="003D7FB0" w:rsidRPr="00377D41">
        <w:t xml:space="preserve"> </w:t>
      </w:r>
      <w:r w:rsidR="003D7FB0">
        <w:t xml:space="preserve">pastatą – Sandėlį (registro Nr. 80/37362, unikalus Nr. 6897-7012-3039, pažymėjimas plane 5F1ž, statybos metai 1978, užstatytas plotas 52,00 kv. m, fiziškai pažeistas), </w:t>
      </w:r>
      <w:r w:rsidR="001165D7" w:rsidRPr="00FC2508">
        <w:rPr>
          <w:szCs w:val="20"/>
          <w:lang w:eastAsia="en-US"/>
        </w:rPr>
        <w:t xml:space="preserve">įsigijimo vertė – </w:t>
      </w:r>
      <w:r w:rsidR="001165D7" w:rsidRPr="00AB30B9">
        <w:rPr>
          <w:szCs w:val="20"/>
          <w:lang w:eastAsia="en-US"/>
        </w:rPr>
        <w:t xml:space="preserve">0,29 </w:t>
      </w:r>
      <w:proofErr w:type="spellStart"/>
      <w:r w:rsidR="001165D7" w:rsidRPr="00FC2508">
        <w:rPr>
          <w:szCs w:val="20"/>
          <w:lang w:eastAsia="en-US"/>
        </w:rPr>
        <w:t>Eur</w:t>
      </w:r>
      <w:proofErr w:type="spellEnd"/>
      <w:r w:rsidR="001165D7" w:rsidRPr="00FC2508">
        <w:rPr>
          <w:szCs w:val="20"/>
          <w:lang w:eastAsia="en-US"/>
        </w:rPr>
        <w:t xml:space="preserve">, likutinė vertė 2022 m. </w:t>
      </w:r>
      <w:r w:rsidR="001165D7">
        <w:rPr>
          <w:szCs w:val="20"/>
          <w:lang w:eastAsia="en-US"/>
        </w:rPr>
        <w:t>balandžio 30</w:t>
      </w:r>
      <w:r w:rsidR="001165D7" w:rsidRPr="00FC2508">
        <w:rPr>
          <w:szCs w:val="20"/>
          <w:lang w:eastAsia="en-US"/>
        </w:rPr>
        <w:t xml:space="preserve"> d. – </w:t>
      </w:r>
      <w:r w:rsidR="001165D7">
        <w:rPr>
          <w:szCs w:val="20"/>
          <w:lang w:eastAsia="en-US"/>
        </w:rPr>
        <w:t>0,29</w:t>
      </w:r>
      <w:r w:rsidR="001165D7" w:rsidRPr="00FC2508">
        <w:rPr>
          <w:szCs w:val="20"/>
          <w:lang w:eastAsia="en-US"/>
        </w:rPr>
        <w:t xml:space="preserve"> </w:t>
      </w:r>
      <w:proofErr w:type="spellStart"/>
      <w:r w:rsidR="001165D7" w:rsidRPr="00FC2508">
        <w:rPr>
          <w:szCs w:val="20"/>
          <w:lang w:eastAsia="en-US"/>
        </w:rPr>
        <w:t>Eur</w:t>
      </w:r>
      <w:proofErr w:type="spellEnd"/>
      <w:r w:rsidR="001165D7" w:rsidRPr="00FC2508">
        <w:rPr>
          <w:szCs w:val="20"/>
          <w:lang w:eastAsia="en-US"/>
        </w:rPr>
        <w:t>, finansavimo šaltinis – Savivaldybės biudžeto lėšos</w:t>
      </w:r>
      <w:r w:rsidR="001165D7">
        <w:rPr>
          <w:szCs w:val="20"/>
          <w:lang w:eastAsia="en-US"/>
        </w:rPr>
        <w:t>;</w:t>
      </w:r>
      <w:r w:rsidR="001165D7">
        <w:t xml:space="preserve"> </w:t>
      </w:r>
      <w:r w:rsidR="003D7FB0">
        <w:t>kitus inžinerinius statinius – Stoginę (registro Nr. 80/37362, unikalus Nr. 4400-5619-3054, pažymėjimas plane K1, statybos metai 2015),</w:t>
      </w:r>
      <w:r w:rsidR="001165D7" w:rsidRPr="001165D7">
        <w:t xml:space="preserve"> </w:t>
      </w:r>
      <w:r w:rsidR="001165D7">
        <w:t xml:space="preserve">įsigijimo vertė – </w:t>
      </w:r>
      <w:r w:rsidR="001165D7" w:rsidRPr="001165D7">
        <w:t>24</w:t>
      </w:r>
      <w:r w:rsidR="001165D7">
        <w:t xml:space="preserve"> </w:t>
      </w:r>
      <w:r w:rsidR="001165D7" w:rsidRPr="001165D7">
        <w:t xml:space="preserve">635,17 </w:t>
      </w:r>
      <w:proofErr w:type="spellStart"/>
      <w:r w:rsidR="001165D7" w:rsidRPr="001165D7">
        <w:t>Eur</w:t>
      </w:r>
      <w:proofErr w:type="spellEnd"/>
      <w:r w:rsidR="001165D7">
        <w:t xml:space="preserve">: </w:t>
      </w:r>
      <w:r w:rsidR="001165D7" w:rsidRPr="001165D7">
        <w:t>13</w:t>
      </w:r>
      <w:r w:rsidR="001165D7">
        <w:t xml:space="preserve"> </w:t>
      </w:r>
      <w:r w:rsidR="001165D7" w:rsidRPr="001165D7">
        <w:t>933,47</w:t>
      </w:r>
      <w:r w:rsidR="001165D7">
        <w:t xml:space="preserve"> </w:t>
      </w:r>
      <w:proofErr w:type="spellStart"/>
      <w:r w:rsidR="001165D7">
        <w:t>Eur</w:t>
      </w:r>
      <w:proofErr w:type="spellEnd"/>
      <w:r w:rsidR="001165D7">
        <w:t xml:space="preserve"> </w:t>
      </w:r>
      <w:r w:rsidR="001165D7" w:rsidRPr="001165D7">
        <w:t>ES</w:t>
      </w:r>
      <w:r w:rsidR="001165D7">
        <w:t xml:space="preserve"> lėšos</w:t>
      </w:r>
      <w:r w:rsidR="001165D7" w:rsidRPr="001165D7">
        <w:t>, 2</w:t>
      </w:r>
      <w:r w:rsidR="001165D7">
        <w:t xml:space="preserve"> </w:t>
      </w:r>
      <w:r w:rsidR="001165D7" w:rsidRPr="001165D7">
        <w:t xml:space="preserve">847,70 </w:t>
      </w:r>
      <w:proofErr w:type="spellStart"/>
      <w:r w:rsidR="001165D7">
        <w:t>Eur</w:t>
      </w:r>
      <w:proofErr w:type="spellEnd"/>
      <w:r w:rsidR="001165D7">
        <w:t xml:space="preserve"> Savivaldybės biudžeto lėšos</w:t>
      </w:r>
      <w:r w:rsidR="001165D7" w:rsidRPr="001165D7">
        <w:t>, 7</w:t>
      </w:r>
      <w:r w:rsidR="001165D7">
        <w:t xml:space="preserve"> </w:t>
      </w:r>
      <w:r w:rsidR="001165D7" w:rsidRPr="001165D7">
        <w:t>854,00</w:t>
      </w:r>
      <w:r w:rsidR="001165D7">
        <w:t xml:space="preserve"> </w:t>
      </w:r>
      <w:proofErr w:type="spellStart"/>
      <w:r w:rsidR="001165D7">
        <w:t>Eur</w:t>
      </w:r>
      <w:proofErr w:type="spellEnd"/>
      <w:r w:rsidR="001165D7" w:rsidRPr="001165D7">
        <w:t xml:space="preserve"> VB</w:t>
      </w:r>
      <w:r w:rsidR="001165D7">
        <w:t xml:space="preserve"> lėšos; </w:t>
      </w:r>
      <w:r w:rsidR="001165D7" w:rsidRPr="001165D7">
        <w:t xml:space="preserve">likutinė </w:t>
      </w:r>
      <w:r w:rsidR="001165D7">
        <w:t>2022 m. balandžio 30 d. –</w:t>
      </w:r>
      <w:r w:rsidR="001165D7" w:rsidRPr="001165D7">
        <w:t xml:space="preserve"> 20</w:t>
      </w:r>
      <w:r w:rsidR="001165D7">
        <w:t xml:space="preserve"> 038,89 </w:t>
      </w:r>
      <w:proofErr w:type="spellStart"/>
      <w:r w:rsidR="001165D7">
        <w:t>Eur</w:t>
      </w:r>
      <w:proofErr w:type="spellEnd"/>
      <w:r w:rsidR="001165D7">
        <w:t xml:space="preserve">: </w:t>
      </w:r>
      <w:r w:rsidR="001165D7" w:rsidRPr="001165D7">
        <w:t>11</w:t>
      </w:r>
      <w:r w:rsidR="001165D7">
        <w:t xml:space="preserve"> </w:t>
      </w:r>
      <w:r w:rsidR="001165D7" w:rsidRPr="001165D7">
        <w:t>334,52</w:t>
      </w:r>
      <w:r w:rsidR="001165D7">
        <w:t xml:space="preserve"> </w:t>
      </w:r>
      <w:proofErr w:type="spellStart"/>
      <w:r w:rsidR="001165D7">
        <w:t>Eur</w:t>
      </w:r>
      <w:proofErr w:type="spellEnd"/>
      <w:r w:rsidR="001165D7" w:rsidRPr="001165D7">
        <w:t xml:space="preserve"> ES</w:t>
      </w:r>
      <w:r w:rsidR="001165D7">
        <w:t xml:space="preserve"> lėšos</w:t>
      </w:r>
      <w:r w:rsidR="001165D7" w:rsidRPr="001165D7">
        <w:t>,  2</w:t>
      </w:r>
      <w:r w:rsidR="001165D7">
        <w:t xml:space="preserve"> 315,60 </w:t>
      </w:r>
      <w:proofErr w:type="spellStart"/>
      <w:r w:rsidR="001165D7">
        <w:t>Eur</w:t>
      </w:r>
      <w:proofErr w:type="spellEnd"/>
      <w:r w:rsidR="001165D7">
        <w:t xml:space="preserve"> Savivaldybės biudžeto lėšos,</w:t>
      </w:r>
      <w:r w:rsidR="001165D7" w:rsidRPr="001165D7">
        <w:t xml:space="preserve"> 6</w:t>
      </w:r>
      <w:r w:rsidR="001165D7">
        <w:t xml:space="preserve"> </w:t>
      </w:r>
      <w:r w:rsidR="001165D7" w:rsidRPr="001165D7">
        <w:t>388,77</w:t>
      </w:r>
      <w:r w:rsidR="001165D7">
        <w:t xml:space="preserve"> </w:t>
      </w:r>
      <w:proofErr w:type="spellStart"/>
      <w:r w:rsidR="001165D7">
        <w:t>Eur</w:t>
      </w:r>
      <w:proofErr w:type="spellEnd"/>
      <w:r w:rsidR="001165D7" w:rsidRPr="001165D7">
        <w:t xml:space="preserve"> VB</w:t>
      </w:r>
      <w:r w:rsidR="001165D7">
        <w:t xml:space="preserve"> lėšos</w:t>
      </w:r>
      <w:r w:rsidR="00377D41">
        <w:rPr>
          <w:szCs w:val="20"/>
          <w:lang w:eastAsia="en-US"/>
        </w:rPr>
        <w:t>;</w:t>
      </w:r>
      <w:r w:rsidR="003D7FB0">
        <w:t xml:space="preserve"> </w:t>
      </w:r>
      <w:r w:rsidR="00377D41">
        <w:t>ir</w:t>
      </w:r>
      <w:r w:rsidR="003D7FB0">
        <w:t xml:space="preserve"> kitus inžinerinius statinius – Stoginę (registro Nr. 80/37362, unikalus Nr. 4400-5619-3076, pažymėjimas plane K2, statybos metai 2015)</w:t>
      </w:r>
      <w:r w:rsidR="001165D7" w:rsidRPr="001165D7">
        <w:rPr>
          <w:color w:val="1F497D"/>
        </w:rPr>
        <w:t xml:space="preserve"> </w:t>
      </w:r>
      <w:r w:rsidR="001165D7" w:rsidRPr="001165D7">
        <w:t xml:space="preserve">įsigijimo vertė – 24 635,17 </w:t>
      </w:r>
      <w:proofErr w:type="spellStart"/>
      <w:r w:rsidR="001165D7" w:rsidRPr="001165D7">
        <w:t>Eur</w:t>
      </w:r>
      <w:proofErr w:type="spellEnd"/>
      <w:r w:rsidR="001165D7" w:rsidRPr="001165D7">
        <w:t xml:space="preserve">: 13 933,46 </w:t>
      </w:r>
      <w:proofErr w:type="spellStart"/>
      <w:r w:rsidR="001165D7" w:rsidRPr="001165D7">
        <w:t>Eur</w:t>
      </w:r>
      <w:proofErr w:type="spellEnd"/>
      <w:r w:rsidR="001165D7" w:rsidRPr="001165D7">
        <w:t xml:space="preserve"> ES lėšos, 2 847,71 </w:t>
      </w:r>
      <w:proofErr w:type="spellStart"/>
      <w:r w:rsidR="001165D7" w:rsidRPr="001165D7">
        <w:t>Eur</w:t>
      </w:r>
      <w:proofErr w:type="spellEnd"/>
      <w:r w:rsidR="001165D7" w:rsidRPr="001165D7">
        <w:t xml:space="preserve"> Savivaldybės biudžeto lėšos, 7 854,00 </w:t>
      </w:r>
      <w:proofErr w:type="spellStart"/>
      <w:r w:rsidR="001165D7" w:rsidRPr="001165D7">
        <w:t>Eur</w:t>
      </w:r>
      <w:proofErr w:type="spellEnd"/>
      <w:r w:rsidR="001165D7" w:rsidRPr="001165D7">
        <w:t xml:space="preserve"> VB lėšos; likutinė 2022 m. balandžio 30 d. – 20 038,92 </w:t>
      </w:r>
      <w:proofErr w:type="spellStart"/>
      <w:r w:rsidR="001165D7" w:rsidRPr="001165D7">
        <w:t>Eur</w:t>
      </w:r>
      <w:proofErr w:type="spellEnd"/>
      <w:r w:rsidR="001165D7" w:rsidRPr="001165D7">
        <w:t xml:space="preserve">: 11 334,53 </w:t>
      </w:r>
      <w:proofErr w:type="spellStart"/>
      <w:r w:rsidR="001165D7" w:rsidRPr="001165D7">
        <w:t>Eur</w:t>
      </w:r>
      <w:proofErr w:type="spellEnd"/>
      <w:r w:rsidR="001165D7" w:rsidRPr="001165D7">
        <w:t xml:space="preserve"> ES lėšos,  2 315,61</w:t>
      </w:r>
      <w:r w:rsidR="00E17237">
        <w:t xml:space="preserve"> </w:t>
      </w:r>
      <w:proofErr w:type="spellStart"/>
      <w:r w:rsidR="00E17237">
        <w:t>Eur</w:t>
      </w:r>
      <w:proofErr w:type="spellEnd"/>
      <w:r w:rsidR="001165D7" w:rsidRPr="001165D7">
        <w:t>  Savivaldybės biudžeto lėšos, 6 388,78</w:t>
      </w:r>
      <w:r w:rsidR="00E17237">
        <w:t xml:space="preserve"> </w:t>
      </w:r>
      <w:proofErr w:type="spellStart"/>
      <w:r w:rsidR="00E17237">
        <w:t>Eur</w:t>
      </w:r>
      <w:proofErr w:type="spellEnd"/>
      <w:r w:rsidR="001165D7" w:rsidRPr="001165D7">
        <w:t> VB lėšos</w:t>
      </w:r>
      <w:r w:rsidR="003D7FB0" w:rsidRPr="001165D7">
        <w:t>,</w:t>
      </w:r>
      <w:r w:rsidR="003D7FB0">
        <w:t xml:space="preserve"> esančius Platelių g. 9B, Alsėdžiai, Plungės r. sav., jos nuostatuose numatytai veiklai vykdyti.</w:t>
      </w:r>
      <w:r w:rsidR="00482B41">
        <w:t xml:space="preserve">“ </w:t>
      </w:r>
    </w:p>
    <w:p w:rsidR="007A0AFC" w:rsidRDefault="00D14FAD" w:rsidP="0046537B">
      <w:pPr>
        <w:ind w:firstLine="720"/>
        <w:jc w:val="both"/>
      </w:pPr>
      <w:r>
        <w:t>3</w:t>
      </w:r>
      <w:r w:rsidR="00482B41">
        <w:t>.</w:t>
      </w:r>
      <w:r w:rsidR="00482B41" w:rsidRPr="00482B41">
        <w:t xml:space="preserve"> Įgalioti </w:t>
      </w:r>
      <w:r w:rsidR="003D7FB0" w:rsidRPr="003D7FB0">
        <w:t>Plungės rajono savivaldybės administracijos Alsėdžių seniūnę</w:t>
      </w:r>
      <w:r w:rsidR="00CA13FE">
        <w:t xml:space="preserve"> Danutę </w:t>
      </w:r>
      <w:proofErr w:type="spellStart"/>
      <w:r w:rsidR="00CA13FE">
        <w:t>Repšienę</w:t>
      </w:r>
      <w:proofErr w:type="spellEnd"/>
      <w:r w:rsidR="003D7FB0" w:rsidRPr="003D7FB0">
        <w:t xml:space="preserve"> pasirašyti </w:t>
      </w:r>
      <w:r w:rsidR="00482B41" w:rsidRPr="00482B41">
        <w:t xml:space="preserve">sprendimo </w:t>
      </w:r>
      <w:r w:rsidR="00482B41">
        <w:t>1</w:t>
      </w:r>
      <w:r w:rsidR="00482B41" w:rsidRPr="00482B41">
        <w:t xml:space="preserve"> punkt</w:t>
      </w:r>
      <w:r w:rsidR="00482B41">
        <w:t>e</w:t>
      </w:r>
      <w:r w:rsidR="00482B41" w:rsidRPr="00482B41">
        <w:t xml:space="preserve"> </w:t>
      </w:r>
      <w:r w:rsidR="00482B41">
        <w:t xml:space="preserve">nurodyto turto </w:t>
      </w:r>
      <w:r w:rsidR="00482B41" w:rsidRPr="00482B41">
        <w:t>perdavimo</w:t>
      </w:r>
      <w:r w:rsidR="00CA13FE">
        <w:t>-</w:t>
      </w:r>
      <w:r w:rsidR="00482B41" w:rsidRPr="00482B41">
        <w:t>priėmimo akt</w:t>
      </w:r>
      <w:r w:rsidR="003D7FB0">
        <w:t>o pakeitimą</w:t>
      </w:r>
      <w:r w:rsidR="00482B41" w:rsidRPr="00482B41">
        <w:t xml:space="preserve"> su </w:t>
      </w:r>
      <w:r w:rsidR="003D7FB0" w:rsidRPr="003D7FB0">
        <w:t>Plungės rajono savivaldybės priešgaisrine apsaugos tarnyba</w:t>
      </w:r>
      <w:r w:rsidR="003D7FB0">
        <w:t>.</w:t>
      </w:r>
    </w:p>
    <w:p w:rsidR="001F6D5A" w:rsidRDefault="001F6D5A" w:rsidP="007A0AFC">
      <w:pPr>
        <w:jc w:val="both"/>
      </w:pPr>
    </w:p>
    <w:p w:rsidR="00FA2540" w:rsidRPr="00E1073C" w:rsidRDefault="00FA2540" w:rsidP="007A0AFC">
      <w:pPr>
        <w:jc w:val="both"/>
      </w:pPr>
    </w:p>
    <w:p w:rsidR="00BF7693" w:rsidRDefault="007A0AFC" w:rsidP="0046537B">
      <w:pPr>
        <w:tabs>
          <w:tab w:val="left" w:pos="7938"/>
        </w:tabs>
        <w:jc w:val="both"/>
      </w:pPr>
      <w:r w:rsidRPr="00E1073C">
        <w:t>Savivaldybės meras</w:t>
      </w:r>
      <w:r w:rsidR="0046537B">
        <w:t xml:space="preserve"> </w:t>
      </w:r>
      <w:r w:rsidR="00FA2540">
        <w:tab/>
        <w:t>Audrius Klišonis</w:t>
      </w:r>
    </w:p>
    <w:sectPr w:rsidR="00BF7693" w:rsidSect="0046537B">
      <w:pgSz w:w="11906" w:h="16838" w:code="9"/>
      <w:pgMar w:top="426" w:right="567" w:bottom="142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052F022E"/>
    <w:multiLevelType w:val="hybridMultilevel"/>
    <w:tmpl w:val="A508D65A"/>
    <w:lvl w:ilvl="0" w:tplc="C4847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F5484"/>
    <w:multiLevelType w:val="multilevel"/>
    <w:tmpl w:val="70EEE0E0"/>
    <w:lvl w:ilvl="0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5">
    <w:nsid w:val="32B16640"/>
    <w:multiLevelType w:val="hybridMultilevel"/>
    <w:tmpl w:val="016CEF14"/>
    <w:lvl w:ilvl="0" w:tplc="F878977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9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164BD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41AA"/>
    <w:rsid w:val="0009632D"/>
    <w:rsid w:val="000A7DEE"/>
    <w:rsid w:val="000B24D7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165D7"/>
    <w:rsid w:val="00141733"/>
    <w:rsid w:val="00142C7C"/>
    <w:rsid w:val="00146F21"/>
    <w:rsid w:val="001578FB"/>
    <w:rsid w:val="00170952"/>
    <w:rsid w:val="001767B0"/>
    <w:rsid w:val="001869BC"/>
    <w:rsid w:val="001E0667"/>
    <w:rsid w:val="001E5183"/>
    <w:rsid w:val="001F6D5A"/>
    <w:rsid w:val="002030CC"/>
    <w:rsid w:val="00211FD6"/>
    <w:rsid w:val="00230CE8"/>
    <w:rsid w:val="00235DF0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3F08"/>
    <w:rsid w:val="002E25C0"/>
    <w:rsid w:val="002E5472"/>
    <w:rsid w:val="002F6733"/>
    <w:rsid w:val="003028D2"/>
    <w:rsid w:val="00304BF6"/>
    <w:rsid w:val="003169B3"/>
    <w:rsid w:val="003276D2"/>
    <w:rsid w:val="00335672"/>
    <w:rsid w:val="00351AEA"/>
    <w:rsid w:val="00363FA5"/>
    <w:rsid w:val="00377D41"/>
    <w:rsid w:val="00383063"/>
    <w:rsid w:val="00385244"/>
    <w:rsid w:val="00385FC8"/>
    <w:rsid w:val="0039032B"/>
    <w:rsid w:val="00395865"/>
    <w:rsid w:val="003A468B"/>
    <w:rsid w:val="003C09F4"/>
    <w:rsid w:val="003D7FB0"/>
    <w:rsid w:val="003E4A48"/>
    <w:rsid w:val="003F462C"/>
    <w:rsid w:val="00404736"/>
    <w:rsid w:val="00407374"/>
    <w:rsid w:val="00415647"/>
    <w:rsid w:val="00441141"/>
    <w:rsid w:val="0046537B"/>
    <w:rsid w:val="00465FF9"/>
    <w:rsid w:val="004713DB"/>
    <w:rsid w:val="00482B41"/>
    <w:rsid w:val="00490556"/>
    <w:rsid w:val="004A4530"/>
    <w:rsid w:val="004A736F"/>
    <w:rsid w:val="004B2938"/>
    <w:rsid w:val="004C2104"/>
    <w:rsid w:val="004C448E"/>
    <w:rsid w:val="004D35CC"/>
    <w:rsid w:val="004E568B"/>
    <w:rsid w:val="00500490"/>
    <w:rsid w:val="00510175"/>
    <w:rsid w:val="005270E8"/>
    <w:rsid w:val="00536D33"/>
    <w:rsid w:val="0054143C"/>
    <w:rsid w:val="00577823"/>
    <w:rsid w:val="00594FDA"/>
    <w:rsid w:val="005A461E"/>
    <w:rsid w:val="005B3398"/>
    <w:rsid w:val="005B753F"/>
    <w:rsid w:val="005E1008"/>
    <w:rsid w:val="005F034F"/>
    <w:rsid w:val="005F6992"/>
    <w:rsid w:val="0061284A"/>
    <w:rsid w:val="006147AD"/>
    <w:rsid w:val="00616B18"/>
    <w:rsid w:val="0062582A"/>
    <w:rsid w:val="00626845"/>
    <w:rsid w:val="00647580"/>
    <w:rsid w:val="0066633E"/>
    <w:rsid w:val="00676621"/>
    <w:rsid w:val="006A0826"/>
    <w:rsid w:val="006A0E35"/>
    <w:rsid w:val="006A3898"/>
    <w:rsid w:val="006A38EC"/>
    <w:rsid w:val="006C7F2D"/>
    <w:rsid w:val="006D259B"/>
    <w:rsid w:val="006F5609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46EC"/>
    <w:rsid w:val="007E4FF4"/>
    <w:rsid w:val="007E5688"/>
    <w:rsid w:val="008252BE"/>
    <w:rsid w:val="008354C2"/>
    <w:rsid w:val="00842F5B"/>
    <w:rsid w:val="00854E49"/>
    <w:rsid w:val="008568A0"/>
    <w:rsid w:val="008658B5"/>
    <w:rsid w:val="00872A9F"/>
    <w:rsid w:val="008822FC"/>
    <w:rsid w:val="00886F0F"/>
    <w:rsid w:val="008A5F1F"/>
    <w:rsid w:val="008A71EF"/>
    <w:rsid w:val="008B1A70"/>
    <w:rsid w:val="008B3456"/>
    <w:rsid w:val="008B4679"/>
    <w:rsid w:val="008B7E91"/>
    <w:rsid w:val="008C3903"/>
    <w:rsid w:val="008E0227"/>
    <w:rsid w:val="008F0C44"/>
    <w:rsid w:val="009027B9"/>
    <w:rsid w:val="0090398D"/>
    <w:rsid w:val="0091455E"/>
    <w:rsid w:val="0091465F"/>
    <w:rsid w:val="00954576"/>
    <w:rsid w:val="00955D03"/>
    <w:rsid w:val="00956EBC"/>
    <w:rsid w:val="0095782B"/>
    <w:rsid w:val="00971920"/>
    <w:rsid w:val="00977297"/>
    <w:rsid w:val="00990C0E"/>
    <w:rsid w:val="009962C8"/>
    <w:rsid w:val="009A0CA3"/>
    <w:rsid w:val="009B1950"/>
    <w:rsid w:val="009B7562"/>
    <w:rsid w:val="009C0D2B"/>
    <w:rsid w:val="009C2BE2"/>
    <w:rsid w:val="009C7F23"/>
    <w:rsid w:val="009F129B"/>
    <w:rsid w:val="00A04248"/>
    <w:rsid w:val="00A12BF6"/>
    <w:rsid w:val="00A14C6F"/>
    <w:rsid w:val="00A17602"/>
    <w:rsid w:val="00A208B2"/>
    <w:rsid w:val="00A309EB"/>
    <w:rsid w:val="00A33FF9"/>
    <w:rsid w:val="00A42436"/>
    <w:rsid w:val="00A527FD"/>
    <w:rsid w:val="00A57D3F"/>
    <w:rsid w:val="00A677BD"/>
    <w:rsid w:val="00A81AF6"/>
    <w:rsid w:val="00A820E7"/>
    <w:rsid w:val="00A8577D"/>
    <w:rsid w:val="00A864B6"/>
    <w:rsid w:val="00A93522"/>
    <w:rsid w:val="00AA0D45"/>
    <w:rsid w:val="00AD5FB7"/>
    <w:rsid w:val="00AE7D69"/>
    <w:rsid w:val="00AF3465"/>
    <w:rsid w:val="00B00B66"/>
    <w:rsid w:val="00B34C2F"/>
    <w:rsid w:val="00B53346"/>
    <w:rsid w:val="00B56E2A"/>
    <w:rsid w:val="00B67688"/>
    <w:rsid w:val="00B83B95"/>
    <w:rsid w:val="00B960D3"/>
    <w:rsid w:val="00BA7E39"/>
    <w:rsid w:val="00BB528E"/>
    <w:rsid w:val="00BC22D4"/>
    <w:rsid w:val="00BE7C57"/>
    <w:rsid w:val="00BF2A8A"/>
    <w:rsid w:val="00BF4055"/>
    <w:rsid w:val="00BF4A88"/>
    <w:rsid w:val="00BF515D"/>
    <w:rsid w:val="00BF7693"/>
    <w:rsid w:val="00C13031"/>
    <w:rsid w:val="00C20E95"/>
    <w:rsid w:val="00C37971"/>
    <w:rsid w:val="00C40A20"/>
    <w:rsid w:val="00C51F1C"/>
    <w:rsid w:val="00C53EC7"/>
    <w:rsid w:val="00C569CA"/>
    <w:rsid w:val="00C706D3"/>
    <w:rsid w:val="00C81FB2"/>
    <w:rsid w:val="00CA11FE"/>
    <w:rsid w:val="00CA13FE"/>
    <w:rsid w:val="00CA6E8F"/>
    <w:rsid w:val="00CB00D1"/>
    <w:rsid w:val="00CC2DC3"/>
    <w:rsid w:val="00CE046D"/>
    <w:rsid w:val="00CE1EE7"/>
    <w:rsid w:val="00CF07AA"/>
    <w:rsid w:val="00CF2186"/>
    <w:rsid w:val="00CF26ED"/>
    <w:rsid w:val="00CF711B"/>
    <w:rsid w:val="00D043DF"/>
    <w:rsid w:val="00D14FAD"/>
    <w:rsid w:val="00D3553A"/>
    <w:rsid w:val="00D47BCA"/>
    <w:rsid w:val="00D51C3F"/>
    <w:rsid w:val="00D64A3C"/>
    <w:rsid w:val="00D74952"/>
    <w:rsid w:val="00D9450A"/>
    <w:rsid w:val="00DB1A4B"/>
    <w:rsid w:val="00DD70CC"/>
    <w:rsid w:val="00DE2EB2"/>
    <w:rsid w:val="00DE4638"/>
    <w:rsid w:val="00DF0309"/>
    <w:rsid w:val="00DF6E16"/>
    <w:rsid w:val="00E1073C"/>
    <w:rsid w:val="00E11ADE"/>
    <w:rsid w:val="00E17237"/>
    <w:rsid w:val="00E205A5"/>
    <w:rsid w:val="00E27C35"/>
    <w:rsid w:val="00E35472"/>
    <w:rsid w:val="00E373CE"/>
    <w:rsid w:val="00E54396"/>
    <w:rsid w:val="00E60072"/>
    <w:rsid w:val="00E61579"/>
    <w:rsid w:val="00E71401"/>
    <w:rsid w:val="00E725B7"/>
    <w:rsid w:val="00E85A29"/>
    <w:rsid w:val="00E90AC6"/>
    <w:rsid w:val="00E94EAC"/>
    <w:rsid w:val="00E95589"/>
    <w:rsid w:val="00EA4227"/>
    <w:rsid w:val="00EA72F0"/>
    <w:rsid w:val="00EC2F3B"/>
    <w:rsid w:val="00ED08AB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16EEB"/>
    <w:rsid w:val="00F20768"/>
    <w:rsid w:val="00F261B5"/>
    <w:rsid w:val="00F41FCC"/>
    <w:rsid w:val="00F45969"/>
    <w:rsid w:val="00F7563B"/>
    <w:rsid w:val="00F75D77"/>
    <w:rsid w:val="00F952DC"/>
    <w:rsid w:val="00FA2540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739B6-E7C1-4F0F-972C-4B4899C9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F9D499BD</Template>
  <TotalTime>2</TotalTime>
  <Pages>1</Pages>
  <Words>2243</Words>
  <Characters>1279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2017-07-12T05:25:00Z</cp:lastPrinted>
  <dcterms:created xsi:type="dcterms:W3CDTF">2022-06-08T10:58:00Z</dcterms:created>
  <dcterms:modified xsi:type="dcterms:W3CDTF">2022-06-23T13:02:00Z</dcterms:modified>
</cp:coreProperties>
</file>