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EDD4A3" w14:textId="379D8DB7" w:rsidR="00F02CE4" w:rsidRPr="0026419F" w:rsidRDefault="00F02CE4" w:rsidP="0026419F">
      <w:pPr>
        <w:pStyle w:val="Antrats"/>
        <w:jc w:val="right"/>
        <w:rPr>
          <w:b/>
        </w:rPr>
      </w:pPr>
      <w:r w:rsidRPr="00EC4E98">
        <w:rPr>
          <w:b/>
        </w:rPr>
        <w:t>Projektas</w:t>
      </w:r>
    </w:p>
    <w:tbl>
      <w:tblPr>
        <w:tblW w:w="9854" w:type="dxa"/>
        <w:tblLook w:val="01E0" w:firstRow="1" w:lastRow="1" w:firstColumn="1" w:lastColumn="1" w:noHBand="0" w:noVBand="0"/>
      </w:tblPr>
      <w:tblGrid>
        <w:gridCol w:w="9854"/>
      </w:tblGrid>
      <w:tr w:rsidR="002313C5" w14:paraId="4338E619" w14:textId="77777777" w:rsidTr="002313C5">
        <w:tc>
          <w:tcPr>
            <w:tcW w:w="9854" w:type="dxa"/>
            <w:shd w:val="clear" w:color="auto" w:fill="auto"/>
          </w:tcPr>
          <w:p w14:paraId="16A496C6" w14:textId="77777777" w:rsidR="002313C5" w:rsidRPr="00A24577" w:rsidRDefault="002313C5" w:rsidP="002313C5">
            <w:pPr>
              <w:spacing w:line="480" w:lineRule="auto"/>
              <w:jc w:val="center"/>
              <w:rPr>
                <w:b/>
                <w:sz w:val="28"/>
                <w:szCs w:val="28"/>
              </w:rPr>
            </w:pPr>
            <w:r w:rsidRPr="00A24577">
              <w:rPr>
                <w:b/>
                <w:sz w:val="28"/>
                <w:szCs w:val="28"/>
              </w:rPr>
              <w:t>PLUNGĖS RAJONO SAVIVALDYBĖS TARYBA</w:t>
            </w:r>
          </w:p>
        </w:tc>
      </w:tr>
      <w:tr w:rsidR="002313C5" w14:paraId="497026D9" w14:textId="77777777" w:rsidTr="002313C5">
        <w:tc>
          <w:tcPr>
            <w:tcW w:w="9854" w:type="dxa"/>
            <w:shd w:val="clear" w:color="auto" w:fill="auto"/>
          </w:tcPr>
          <w:p w14:paraId="78E02173" w14:textId="77777777" w:rsidR="002313C5" w:rsidRPr="00A24577" w:rsidRDefault="002313C5" w:rsidP="002313C5">
            <w:pPr>
              <w:jc w:val="center"/>
              <w:rPr>
                <w:b/>
                <w:sz w:val="28"/>
                <w:szCs w:val="28"/>
              </w:rPr>
            </w:pPr>
            <w:r w:rsidRPr="00A24577">
              <w:rPr>
                <w:b/>
                <w:sz w:val="28"/>
                <w:szCs w:val="28"/>
              </w:rPr>
              <w:t>SPRENDIMAS</w:t>
            </w:r>
          </w:p>
        </w:tc>
      </w:tr>
      <w:tr w:rsidR="002313C5" w:rsidRPr="00A24577" w14:paraId="7CE60952" w14:textId="77777777" w:rsidTr="002313C5">
        <w:tc>
          <w:tcPr>
            <w:tcW w:w="9854" w:type="dxa"/>
            <w:shd w:val="clear" w:color="auto" w:fill="auto"/>
          </w:tcPr>
          <w:p w14:paraId="6E8F263A" w14:textId="63215918" w:rsidR="005E6144" w:rsidRDefault="005E6144" w:rsidP="005E6144">
            <w:pPr>
              <w:jc w:val="center"/>
              <w:rPr>
                <w:b/>
                <w:caps/>
                <w:sz w:val="28"/>
                <w:szCs w:val="28"/>
              </w:rPr>
            </w:pPr>
            <w:r w:rsidRPr="00EC7E4A">
              <w:rPr>
                <w:b/>
                <w:sz w:val="28"/>
                <w:szCs w:val="28"/>
              </w:rPr>
              <w:t xml:space="preserve">DĖL </w:t>
            </w:r>
            <w:r>
              <w:rPr>
                <w:b/>
                <w:sz w:val="28"/>
                <w:szCs w:val="28"/>
              </w:rPr>
              <w:t xml:space="preserve">PLUNGĖS RAJONO SAVIVALDYBĖS TARYBOS 2021 M. VASARIO 18 D. SPRENDIMO NR. T1-52 „DĖL </w:t>
            </w:r>
            <w:r w:rsidRPr="00EC7E4A">
              <w:rPr>
                <w:b/>
                <w:sz w:val="28"/>
                <w:szCs w:val="28"/>
              </w:rPr>
              <w:t xml:space="preserve">PLUNGĖS RAJONO SAVIVALDYBĖS </w:t>
            </w:r>
            <w:r>
              <w:rPr>
                <w:b/>
                <w:sz w:val="28"/>
                <w:szCs w:val="28"/>
              </w:rPr>
              <w:t>ŠVIETIMO ĮSTAIGŲ</w:t>
            </w:r>
            <w:r w:rsidRPr="00EC7E4A">
              <w:rPr>
                <w:b/>
                <w:sz w:val="28"/>
                <w:szCs w:val="28"/>
              </w:rPr>
              <w:t xml:space="preserve"> TINKLO PERTVARKOS 20</w:t>
            </w:r>
            <w:r>
              <w:rPr>
                <w:b/>
                <w:sz w:val="28"/>
                <w:szCs w:val="28"/>
              </w:rPr>
              <w:t>21</w:t>
            </w:r>
            <w:r w:rsidR="00F02CE4">
              <w:rPr>
                <w:b/>
                <w:sz w:val="28"/>
                <w:szCs w:val="28"/>
              </w:rPr>
              <w:t>-</w:t>
            </w:r>
            <w:r w:rsidRPr="00EC7E4A">
              <w:rPr>
                <w:b/>
                <w:sz w:val="28"/>
                <w:szCs w:val="28"/>
              </w:rPr>
              <w:t>202</w:t>
            </w:r>
            <w:r>
              <w:rPr>
                <w:b/>
                <w:sz w:val="28"/>
                <w:szCs w:val="28"/>
              </w:rPr>
              <w:t>5</w:t>
            </w:r>
            <w:r w:rsidRPr="00EC7E4A">
              <w:rPr>
                <w:b/>
                <w:sz w:val="28"/>
                <w:szCs w:val="28"/>
              </w:rPr>
              <w:t xml:space="preserve"> METŲ BENDROJO PLANO PATVIRTINIMO</w:t>
            </w:r>
            <w:r>
              <w:rPr>
                <w:b/>
                <w:sz w:val="28"/>
                <w:szCs w:val="28"/>
              </w:rPr>
              <w:t xml:space="preserve">“ </w:t>
            </w:r>
            <w:r w:rsidR="00AA4D18">
              <w:rPr>
                <w:b/>
                <w:sz w:val="28"/>
                <w:szCs w:val="28"/>
              </w:rPr>
              <w:t xml:space="preserve">IR JĮ KEITUSIŲ SPRENDIMŲ </w:t>
            </w:r>
            <w:r>
              <w:rPr>
                <w:b/>
                <w:caps/>
                <w:sz w:val="28"/>
                <w:szCs w:val="28"/>
              </w:rPr>
              <w:t xml:space="preserve">pakeitimo </w:t>
            </w:r>
          </w:p>
          <w:p w14:paraId="04BA5F48" w14:textId="77777777" w:rsidR="002313C5" w:rsidRPr="00A24577" w:rsidRDefault="002313C5" w:rsidP="002313C5">
            <w:pPr>
              <w:jc w:val="center"/>
              <w:rPr>
                <w:b/>
                <w:caps/>
                <w:sz w:val="28"/>
                <w:szCs w:val="28"/>
              </w:rPr>
            </w:pPr>
          </w:p>
        </w:tc>
      </w:tr>
      <w:tr w:rsidR="002313C5" w14:paraId="1349E608" w14:textId="77777777" w:rsidTr="002313C5">
        <w:tc>
          <w:tcPr>
            <w:tcW w:w="9854" w:type="dxa"/>
            <w:shd w:val="clear" w:color="auto" w:fill="auto"/>
          </w:tcPr>
          <w:p w14:paraId="20008986" w14:textId="6544968D" w:rsidR="002313C5" w:rsidRPr="002E25C0" w:rsidRDefault="005E6144" w:rsidP="002313C5">
            <w:pPr>
              <w:jc w:val="center"/>
            </w:pPr>
            <w:bookmarkStart w:id="0" w:name="Text1"/>
            <w:r>
              <w:t>2022</w:t>
            </w:r>
            <w:r w:rsidR="002313C5">
              <w:t xml:space="preserve"> m. </w:t>
            </w:r>
            <w:r w:rsidR="006775CB">
              <w:t>birželio</w:t>
            </w:r>
            <w:r w:rsidR="002313C5">
              <w:t xml:space="preserve"> </w:t>
            </w:r>
            <w:r>
              <w:t>2</w:t>
            </w:r>
            <w:r w:rsidR="006775CB">
              <w:t>3</w:t>
            </w:r>
            <w:r w:rsidR="002313C5">
              <w:t xml:space="preserve"> d.</w:t>
            </w:r>
            <w:bookmarkEnd w:id="0"/>
            <w:r w:rsidR="002313C5">
              <w:t xml:space="preserve"> </w:t>
            </w:r>
            <w:r w:rsidR="002313C5" w:rsidRPr="002E25C0">
              <w:t>Nr</w:t>
            </w:r>
            <w:r w:rsidR="002313C5">
              <w:t>. T1-</w:t>
            </w:r>
          </w:p>
          <w:p w14:paraId="4FA8A189" w14:textId="77777777" w:rsidR="002313C5" w:rsidRPr="002E25C0" w:rsidRDefault="002313C5" w:rsidP="002313C5">
            <w:pPr>
              <w:jc w:val="center"/>
            </w:pPr>
            <w:r w:rsidRPr="002E25C0">
              <w:t>Plungė</w:t>
            </w:r>
          </w:p>
        </w:tc>
      </w:tr>
    </w:tbl>
    <w:p w14:paraId="4BCC7489" w14:textId="77777777" w:rsidR="002313C5" w:rsidRDefault="002313C5" w:rsidP="0026419F">
      <w:pPr>
        <w:jc w:val="both"/>
      </w:pPr>
    </w:p>
    <w:p w14:paraId="7D9F78B8" w14:textId="77777777" w:rsidR="005E6144" w:rsidRDefault="005E6144" w:rsidP="0026419F">
      <w:pPr>
        <w:tabs>
          <w:tab w:val="left" w:pos="720"/>
        </w:tabs>
        <w:ind w:firstLine="720"/>
        <w:jc w:val="both"/>
      </w:pPr>
      <w:r>
        <w:t>Plungės rajono savivaldybės taryba  n u s p r e n d ž i a:</w:t>
      </w:r>
    </w:p>
    <w:p w14:paraId="69E71996" w14:textId="1163CA09" w:rsidR="005E6144" w:rsidRDefault="005E6144" w:rsidP="0026419F">
      <w:pPr>
        <w:tabs>
          <w:tab w:val="left" w:pos="7938"/>
        </w:tabs>
        <w:ind w:firstLine="720"/>
        <w:jc w:val="both"/>
      </w:pPr>
      <w:r>
        <w:t>Pakeisti Plungės rajono savivaldybės švietimo įstaigų tinklo pertvarkos 2021</w:t>
      </w:r>
      <w:r w:rsidR="00F02CE4">
        <w:t>-</w:t>
      </w:r>
      <w:r>
        <w:t>2025 metų bendrojo plano, patvirtinto Plungės rajono savivaldybės tarybos 2021 m. vasario 18 d. sprendimu Nr. T1-52 „Dėl Plungės rajono savivaldybės švietimo įstaigų tinklo pertvarkos 2021-2025 metų bendrojo plano patvirtinimo“ (kartu su 2021 m. kovo 25 d. sprendim</w:t>
      </w:r>
      <w:r w:rsidR="00AA4D18">
        <w:t>u</w:t>
      </w:r>
      <w:r>
        <w:t xml:space="preserve"> Nr.T1-63</w:t>
      </w:r>
      <w:r w:rsidR="006775CB">
        <w:t>,</w:t>
      </w:r>
      <w:r>
        <w:t xml:space="preserve"> </w:t>
      </w:r>
      <w:r w:rsidR="00AA4D18">
        <w:t xml:space="preserve">2021 m. </w:t>
      </w:r>
      <w:r>
        <w:t>spalio 28 d. sprendim</w:t>
      </w:r>
      <w:r w:rsidR="00AA4D18">
        <w:t>u</w:t>
      </w:r>
      <w:r>
        <w:t xml:space="preserve"> Nr. T1-262</w:t>
      </w:r>
      <w:r w:rsidR="006775CB">
        <w:t xml:space="preserve"> ir 2022 m. kovo 24 d. sprendimu Nr. T1-51</w:t>
      </w:r>
      <w:r>
        <w:t>)</w:t>
      </w:r>
      <w:r w:rsidR="00AA4D18">
        <w:t>,</w:t>
      </w:r>
      <w:r>
        <w:t xml:space="preserve"> </w:t>
      </w:r>
      <w:r w:rsidR="00AA4D18">
        <w:t>1 pried</w:t>
      </w:r>
      <w:r w:rsidR="006775CB">
        <w:t>o 8 eilutę (Eil. Nr. 8)</w:t>
      </w:r>
      <w:r w:rsidR="00AA4D18">
        <w:t xml:space="preserve"> </w:t>
      </w:r>
      <w:r w:rsidR="00A54EC4">
        <w:t>ir išdėstyti j</w:t>
      </w:r>
      <w:r w:rsidR="006775CB">
        <w:t xml:space="preserve">ą </w:t>
      </w:r>
      <w:r>
        <w:t>nauja redakcija (pridedama).</w:t>
      </w:r>
    </w:p>
    <w:p w14:paraId="61CD7B50" w14:textId="77777777" w:rsidR="005E6144" w:rsidRDefault="005E6144" w:rsidP="005E6144">
      <w:pPr>
        <w:tabs>
          <w:tab w:val="left" w:pos="7938"/>
        </w:tabs>
      </w:pPr>
    </w:p>
    <w:p w14:paraId="23009484" w14:textId="77777777" w:rsidR="005E6144" w:rsidRDefault="005E6144" w:rsidP="005E6144">
      <w:pPr>
        <w:tabs>
          <w:tab w:val="left" w:pos="7938"/>
        </w:tabs>
      </w:pPr>
    </w:p>
    <w:p w14:paraId="684E475E" w14:textId="77777777" w:rsidR="005E6144" w:rsidRDefault="005E6144" w:rsidP="005E6144">
      <w:pPr>
        <w:tabs>
          <w:tab w:val="left" w:pos="7938"/>
        </w:tabs>
      </w:pPr>
      <w:r>
        <w:t>Savivaldybės meras</w:t>
      </w:r>
    </w:p>
    <w:p w14:paraId="1E14E2ED" w14:textId="77777777" w:rsidR="002313C5" w:rsidRDefault="002313C5" w:rsidP="002313C5">
      <w:pPr>
        <w:jc w:val="both"/>
      </w:pPr>
      <w:r>
        <w:t xml:space="preserve">           </w:t>
      </w:r>
    </w:p>
    <w:p w14:paraId="225268A7" w14:textId="77777777" w:rsidR="002313C5" w:rsidRDefault="002313C5" w:rsidP="002313C5">
      <w:pPr>
        <w:jc w:val="both"/>
      </w:pPr>
    </w:p>
    <w:p w14:paraId="4E859E3E" w14:textId="77777777" w:rsidR="002313C5" w:rsidRDefault="002313C5" w:rsidP="002313C5">
      <w:pPr>
        <w:jc w:val="both"/>
      </w:pPr>
    </w:p>
    <w:p w14:paraId="7714869D" w14:textId="77777777" w:rsidR="002313C5" w:rsidRDefault="002313C5" w:rsidP="002313C5">
      <w:pPr>
        <w:jc w:val="both"/>
      </w:pPr>
      <w:r>
        <w:tab/>
      </w:r>
      <w:r>
        <w:tab/>
      </w:r>
      <w:r>
        <w:tab/>
        <w:t xml:space="preserve">                 </w:t>
      </w:r>
    </w:p>
    <w:p w14:paraId="697D29EC" w14:textId="77777777" w:rsidR="002313C5" w:rsidRDefault="002313C5" w:rsidP="002313C5">
      <w:pPr>
        <w:ind w:firstLine="737"/>
        <w:jc w:val="both"/>
      </w:pPr>
    </w:p>
    <w:p w14:paraId="01BE2A5D" w14:textId="77777777" w:rsidR="002313C5" w:rsidRDefault="002313C5" w:rsidP="002313C5">
      <w:pPr>
        <w:jc w:val="both"/>
      </w:pPr>
    </w:p>
    <w:p w14:paraId="776BED46" w14:textId="77777777" w:rsidR="002313C5" w:rsidRDefault="002313C5" w:rsidP="002313C5">
      <w:pPr>
        <w:jc w:val="both"/>
      </w:pPr>
    </w:p>
    <w:p w14:paraId="027A9F2E" w14:textId="77777777" w:rsidR="002313C5" w:rsidRDefault="002313C5" w:rsidP="002313C5">
      <w:pPr>
        <w:jc w:val="both"/>
      </w:pPr>
    </w:p>
    <w:p w14:paraId="35395EC9" w14:textId="77777777" w:rsidR="002313C5" w:rsidRDefault="002313C5" w:rsidP="002313C5">
      <w:pPr>
        <w:jc w:val="both"/>
      </w:pPr>
    </w:p>
    <w:p w14:paraId="74F60BE7" w14:textId="77777777" w:rsidR="002313C5" w:rsidRDefault="002313C5" w:rsidP="002313C5">
      <w:pPr>
        <w:jc w:val="both"/>
      </w:pPr>
    </w:p>
    <w:p w14:paraId="1E338752" w14:textId="77777777" w:rsidR="002313C5" w:rsidRDefault="002313C5" w:rsidP="002313C5">
      <w:pPr>
        <w:jc w:val="both"/>
      </w:pPr>
    </w:p>
    <w:p w14:paraId="39DB0591" w14:textId="77777777" w:rsidR="002313C5" w:rsidRDefault="002313C5" w:rsidP="002313C5">
      <w:pPr>
        <w:jc w:val="both"/>
      </w:pPr>
    </w:p>
    <w:p w14:paraId="22716F08" w14:textId="77777777" w:rsidR="002313C5" w:rsidRDefault="002313C5" w:rsidP="002313C5">
      <w:pPr>
        <w:jc w:val="both"/>
      </w:pPr>
    </w:p>
    <w:p w14:paraId="74BD5A33" w14:textId="77777777" w:rsidR="002313C5" w:rsidRDefault="002313C5" w:rsidP="002313C5">
      <w:pPr>
        <w:jc w:val="both"/>
      </w:pPr>
    </w:p>
    <w:p w14:paraId="1F3A3DA2" w14:textId="77777777" w:rsidR="002313C5" w:rsidRDefault="002313C5" w:rsidP="002313C5">
      <w:pPr>
        <w:jc w:val="both"/>
      </w:pPr>
    </w:p>
    <w:p w14:paraId="185B20EF" w14:textId="77777777" w:rsidR="002313C5" w:rsidRDefault="002313C5" w:rsidP="002313C5">
      <w:pPr>
        <w:jc w:val="both"/>
      </w:pPr>
    </w:p>
    <w:p w14:paraId="7B0B2353" w14:textId="77777777" w:rsidR="002313C5" w:rsidRDefault="002313C5" w:rsidP="002313C5">
      <w:pPr>
        <w:jc w:val="both"/>
      </w:pPr>
    </w:p>
    <w:p w14:paraId="75571153" w14:textId="77777777" w:rsidR="002313C5" w:rsidRDefault="002313C5" w:rsidP="002313C5">
      <w:pPr>
        <w:jc w:val="both"/>
      </w:pPr>
    </w:p>
    <w:p w14:paraId="284085D4" w14:textId="77777777" w:rsidR="002313C5" w:rsidRDefault="002313C5" w:rsidP="002313C5">
      <w:pPr>
        <w:jc w:val="both"/>
      </w:pPr>
    </w:p>
    <w:p w14:paraId="4E5AE66A" w14:textId="77777777" w:rsidR="002313C5" w:rsidRDefault="002313C5" w:rsidP="002313C5">
      <w:pPr>
        <w:jc w:val="both"/>
      </w:pPr>
    </w:p>
    <w:p w14:paraId="10464687" w14:textId="77777777" w:rsidR="002313C5" w:rsidRDefault="002313C5" w:rsidP="002313C5">
      <w:pPr>
        <w:jc w:val="both"/>
      </w:pPr>
    </w:p>
    <w:p w14:paraId="730C7099" w14:textId="77777777" w:rsidR="002313C5" w:rsidRDefault="002313C5" w:rsidP="002313C5">
      <w:pPr>
        <w:jc w:val="both"/>
      </w:pPr>
      <w:r>
        <w:t>SUDERINTA:</w:t>
      </w:r>
    </w:p>
    <w:p w14:paraId="5CC93D25" w14:textId="3C4A665B" w:rsidR="00FA0A40" w:rsidRDefault="002313C5" w:rsidP="002313C5">
      <w:pPr>
        <w:jc w:val="both"/>
      </w:pPr>
      <w:r>
        <w:t>Administracijos direktorius M</w:t>
      </w:r>
      <w:r w:rsidR="00F02CE4">
        <w:t>indaugas</w:t>
      </w:r>
      <w:r>
        <w:t xml:space="preserve"> Kaunas</w:t>
      </w:r>
    </w:p>
    <w:p w14:paraId="2F3BA848" w14:textId="0D45758C" w:rsidR="002313C5" w:rsidRDefault="002313C5" w:rsidP="002313C5">
      <w:pPr>
        <w:jc w:val="both"/>
      </w:pPr>
      <w:r>
        <w:t>Juridinio ir personalo administravimo skyriaus vedėjas V</w:t>
      </w:r>
      <w:r w:rsidR="00F02CE4">
        <w:t>ytautas</w:t>
      </w:r>
      <w:r>
        <w:t xml:space="preserve"> Tumas</w:t>
      </w:r>
    </w:p>
    <w:p w14:paraId="1EB3A4F4" w14:textId="30027127" w:rsidR="00AD41C6" w:rsidRDefault="00F02CE4" w:rsidP="002313C5">
      <w:pPr>
        <w:jc w:val="both"/>
      </w:pPr>
      <w:r>
        <w:t>Protokolo skyriaus k</w:t>
      </w:r>
      <w:r w:rsidR="006775CB">
        <w:t>albos tvarkytoja</w:t>
      </w:r>
      <w:r w:rsidR="005E6144">
        <w:t xml:space="preserve"> </w:t>
      </w:r>
      <w:r w:rsidR="00A75D24">
        <w:t>Simona</w:t>
      </w:r>
      <w:r w:rsidR="006775CB">
        <w:t xml:space="preserve"> </w:t>
      </w:r>
      <w:proofErr w:type="spellStart"/>
      <w:r w:rsidR="006775CB">
        <w:t>Grigalauskaitė</w:t>
      </w:r>
      <w:proofErr w:type="spellEnd"/>
    </w:p>
    <w:p w14:paraId="6CCBF376" w14:textId="77777777" w:rsidR="002313C5" w:rsidRDefault="002313C5" w:rsidP="002313C5">
      <w:pPr>
        <w:jc w:val="both"/>
      </w:pPr>
    </w:p>
    <w:p w14:paraId="6747F95D" w14:textId="7430869E" w:rsidR="002313C5" w:rsidRDefault="002313C5" w:rsidP="002313C5">
      <w:pPr>
        <w:jc w:val="both"/>
      </w:pPr>
      <w:r>
        <w:t>Sprendimą rengė Švietimo ir sporto skyriaus vedėjas G</w:t>
      </w:r>
      <w:r w:rsidR="00F02CE4">
        <w:t>intautas</w:t>
      </w:r>
      <w:r>
        <w:t xml:space="preserve"> Rimeikis</w:t>
      </w:r>
    </w:p>
    <w:p w14:paraId="4F365C98" w14:textId="77777777" w:rsidR="005E6144" w:rsidRDefault="005E6144" w:rsidP="00FA0A40">
      <w:pPr>
        <w:pStyle w:val="Antrats"/>
        <w:tabs>
          <w:tab w:val="left" w:pos="748"/>
          <w:tab w:val="left" w:pos="5760"/>
        </w:tabs>
        <w:sectPr w:rsidR="005E6144" w:rsidSect="001D5A4F">
          <w:headerReference w:type="default" r:id="rId8"/>
          <w:footerReference w:type="default" r:id="rId9"/>
          <w:headerReference w:type="first" r:id="rId10"/>
          <w:footerReference w:type="first" r:id="rId11"/>
          <w:pgSz w:w="11906" w:h="16838"/>
          <w:pgMar w:top="1134" w:right="567" w:bottom="1134" w:left="1701" w:header="567" w:footer="567" w:gutter="0"/>
          <w:pgNumType w:start="1"/>
          <w:cols w:space="1296"/>
          <w:titlePg/>
        </w:sectPr>
      </w:pPr>
    </w:p>
    <w:p w14:paraId="669461A8" w14:textId="67646147" w:rsidR="00901E1D" w:rsidRPr="00EC264F"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lastRenderedPageBreak/>
        <w:t>PATVIRTINTA</w:t>
      </w:r>
    </w:p>
    <w:p w14:paraId="50B03901" w14:textId="10F4E02D" w:rsidR="00901E1D" w:rsidRPr="00EC264F"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 xml:space="preserve">Plungės rajono savivaldybės </w:t>
      </w:r>
    </w:p>
    <w:p w14:paraId="01FDF964" w14:textId="4142C3BD" w:rsidR="00901E1D" w:rsidRPr="00EC264F"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tarybos 2021 m. vasario 18 d.</w:t>
      </w:r>
    </w:p>
    <w:p w14:paraId="693B88B3" w14:textId="77777777" w:rsidR="00901E1D" w:rsidRPr="00EC264F"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 xml:space="preserve">sprendimu Nr. T1-52 </w:t>
      </w:r>
    </w:p>
    <w:p w14:paraId="4105E4D6" w14:textId="380D8BA2" w:rsidR="00901E1D"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 xml:space="preserve">(2022 m. </w:t>
      </w:r>
      <w:r w:rsidR="006775CB">
        <w:rPr>
          <w:rFonts w:ascii="Times New Roman" w:hAnsi="Times New Roman"/>
          <w:b w:val="0"/>
          <w:bCs w:val="0"/>
          <w:sz w:val="24"/>
        </w:rPr>
        <w:t>birželio 23</w:t>
      </w:r>
      <w:r w:rsidRPr="00EC264F">
        <w:rPr>
          <w:rFonts w:ascii="Times New Roman" w:hAnsi="Times New Roman"/>
          <w:b w:val="0"/>
          <w:bCs w:val="0"/>
          <w:sz w:val="24"/>
        </w:rPr>
        <w:t xml:space="preserve"> d. </w:t>
      </w:r>
    </w:p>
    <w:p w14:paraId="28D987F4" w14:textId="4C0D9B26" w:rsidR="00901E1D" w:rsidRPr="00EC264F"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 xml:space="preserve">sprendimo Nr. T1-   </w:t>
      </w:r>
    </w:p>
    <w:p w14:paraId="3049B0AD" w14:textId="5696B133" w:rsidR="00901E1D" w:rsidRDefault="00901E1D" w:rsidP="00A75D24">
      <w:pPr>
        <w:pStyle w:val="Antrat2"/>
        <w:ind w:left="11340"/>
        <w:jc w:val="left"/>
        <w:rPr>
          <w:rFonts w:ascii="Times New Roman" w:hAnsi="Times New Roman"/>
          <w:b w:val="0"/>
          <w:bCs w:val="0"/>
          <w:sz w:val="24"/>
        </w:rPr>
      </w:pPr>
      <w:r w:rsidRPr="00EC264F">
        <w:rPr>
          <w:rFonts w:ascii="Times New Roman" w:hAnsi="Times New Roman"/>
          <w:b w:val="0"/>
          <w:bCs w:val="0"/>
          <w:sz w:val="24"/>
        </w:rPr>
        <w:t>redakcija)</w:t>
      </w:r>
      <w:r w:rsidR="00DC4C77" w:rsidRPr="00EC264F">
        <w:rPr>
          <w:rFonts w:ascii="Times New Roman" w:hAnsi="Times New Roman"/>
          <w:b w:val="0"/>
          <w:bCs w:val="0"/>
          <w:sz w:val="24"/>
        </w:rPr>
        <w:tab/>
      </w:r>
    </w:p>
    <w:p w14:paraId="6BDCFD20" w14:textId="69B3C2EB" w:rsidR="00901E1D" w:rsidRDefault="00DC4C77" w:rsidP="00EC264F">
      <w:pPr>
        <w:pStyle w:val="Antrat2"/>
        <w:jc w:val="right"/>
      </w:pPr>
      <w:r w:rsidRPr="005B2A13">
        <w:tab/>
      </w:r>
    </w:p>
    <w:p w14:paraId="738B1E10" w14:textId="73457738" w:rsidR="00DC4C77" w:rsidRPr="005B2A13" w:rsidRDefault="00EA674C" w:rsidP="00A75D24">
      <w:pPr>
        <w:pStyle w:val="Antrat2"/>
        <w:ind w:left="9639"/>
        <w:jc w:val="both"/>
        <w:rPr>
          <w:rFonts w:ascii="Times New Roman" w:hAnsi="Times New Roman"/>
          <w:b w:val="0"/>
          <w:sz w:val="24"/>
        </w:rPr>
      </w:pPr>
      <w:r w:rsidRPr="005B2A13">
        <w:rPr>
          <w:rFonts w:ascii="Times New Roman" w:hAnsi="Times New Roman"/>
          <w:b w:val="0"/>
          <w:sz w:val="24"/>
        </w:rPr>
        <w:t xml:space="preserve">Plungės rajono savivaldybės </w:t>
      </w:r>
      <w:r w:rsidR="00DC4C77" w:rsidRPr="005B2A13">
        <w:rPr>
          <w:rFonts w:ascii="Times New Roman" w:hAnsi="Times New Roman"/>
          <w:b w:val="0"/>
          <w:sz w:val="24"/>
        </w:rPr>
        <w:t>švietimo įstaigų</w:t>
      </w:r>
      <w:r w:rsidRPr="005B2A13">
        <w:rPr>
          <w:rFonts w:ascii="Times New Roman" w:hAnsi="Times New Roman"/>
          <w:b w:val="0"/>
          <w:sz w:val="24"/>
        </w:rPr>
        <w:t xml:space="preserve"> </w:t>
      </w:r>
    </w:p>
    <w:p w14:paraId="3B0D4CC4" w14:textId="0DA0B494" w:rsidR="00EA674C" w:rsidRPr="005B2A13" w:rsidRDefault="00EA674C" w:rsidP="00A75D24">
      <w:pPr>
        <w:pStyle w:val="Antrat2"/>
        <w:ind w:left="9639"/>
        <w:jc w:val="both"/>
        <w:rPr>
          <w:rFonts w:ascii="Times New Roman" w:hAnsi="Times New Roman"/>
          <w:b w:val="0"/>
          <w:sz w:val="24"/>
        </w:rPr>
      </w:pPr>
      <w:r w:rsidRPr="005B2A13">
        <w:rPr>
          <w:rFonts w:ascii="Times New Roman" w:hAnsi="Times New Roman"/>
          <w:b w:val="0"/>
          <w:sz w:val="24"/>
        </w:rPr>
        <w:t>tinklo pertvarkos 20</w:t>
      </w:r>
      <w:r w:rsidR="00F32970" w:rsidRPr="005B2A13">
        <w:rPr>
          <w:rFonts w:ascii="Times New Roman" w:hAnsi="Times New Roman"/>
          <w:b w:val="0"/>
          <w:sz w:val="24"/>
        </w:rPr>
        <w:t>21</w:t>
      </w:r>
      <w:r w:rsidR="00F02CE4">
        <w:rPr>
          <w:rFonts w:ascii="Times New Roman" w:hAnsi="Times New Roman"/>
          <w:b w:val="0"/>
          <w:sz w:val="24"/>
        </w:rPr>
        <w:t>-</w:t>
      </w:r>
      <w:r w:rsidR="00F32970" w:rsidRPr="005B2A13">
        <w:rPr>
          <w:rFonts w:ascii="Times New Roman" w:hAnsi="Times New Roman"/>
          <w:b w:val="0"/>
          <w:sz w:val="24"/>
        </w:rPr>
        <w:t>2025</w:t>
      </w:r>
      <w:r w:rsidRPr="005B2A13">
        <w:rPr>
          <w:rFonts w:ascii="Times New Roman" w:hAnsi="Times New Roman"/>
          <w:b w:val="0"/>
          <w:sz w:val="24"/>
        </w:rPr>
        <w:t xml:space="preserve"> metų bendrojo plano </w:t>
      </w:r>
    </w:p>
    <w:p w14:paraId="0846C5E9" w14:textId="693C51D4" w:rsidR="00EA674C" w:rsidRPr="005B2A13" w:rsidRDefault="00EA674C" w:rsidP="00A75D24">
      <w:pPr>
        <w:pStyle w:val="Antrat2"/>
        <w:ind w:left="9639"/>
        <w:jc w:val="both"/>
        <w:rPr>
          <w:rFonts w:ascii="Times New Roman" w:hAnsi="Times New Roman"/>
          <w:b w:val="0"/>
          <w:sz w:val="24"/>
        </w:rPr>
      </w:pPr>
      <w:r w:rsidRPr="005B2A13">
        <w:rPr>
          <w:rFonts w:ascii="Times New Roman" w:hAnsi="Times New Roman"/>
          <w:b w:val="0"/>
          <w:sz w:val="24"/>
        </w:rPr>
        <w:t xml:space="preserve">1 priedas  </w:t>
      </w:r>
    </w:p>
    <w:p w14:paraId="1E2332CB" w14:textId="77777777" w:rsidR="00EA674C" w:rsidRPr="005B2A13" w:rsidRDefault="00EA674C" w:rsidP="00EA674C">
      <w:pPr>
        <w:tabs>
          <w:tab w:val="left" w:pos="1080"/>
        </w:tabs>
        <w:ind w:firstLine="720"/>
        <w:jc w:val="both"/>
        <w:rPr>
          <w:i/>
          <w:sz w:val="20"/>
          <w:szCs w:val="20"/>
        </w:rPr>
      </w:pP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p>
    <w:p w14:paraId="47606399" w14:textId="77777777" w:rsidR="00EA674C" w:rsidRPr="005B2A13" w:rsidRDefault="00EA674C" w:rsidP="00EA674C"/>
    <w:p w14:paraId="57D9B3DB" w14:textId="6D3CD778" w:rsidR="00EA674C" w:rsidRPr="005B2A13" w:rsidRDefault="00EA674C" w:rsidP="00EA674C">
      <w:pPr>
        <w:jc w:val="center"/>
      </w:pPr>
      <w:r w:rsidRPr="005B2A13">
        <w:rPr>
          <w:b/>
        </w:rPr>
        <w:t xml:space="preserve">PLUNGĖS RAJONO SAVIVALDYBĖS </w:t>
      </w:r>
      <w:r w:rsidR="00DC4C77" w:rsidRPr="005B2A13">
        <w:rPr>
          <w:b/>
        </w:rPr>
        <w:t>ŠVIETIMO ĮSTAIGŲ</w:t>
      </w:r>
      <w:r w:rsidRPr="005B2A13">
        <w:rPr>
          <w:b/>
        </w:rPr>
        <w:t xml:space="preserve"> STEIGIMO, REORGANIZAVIMO, LIKVIDAVIMO, PERTVARKYMO IR STRUKTŪRINIŲ PERTVARKYMŲ 20</w:t>
      </w:r>
      <w:r w:rsidR="00041F71" w:rsidRPr="005B2A13">
        <w:rPr>
          <w:b/>
        </w:rPr>
        <w:t>21</w:t>
      </w:r>
      <w:r w:rsidR="00F02CE4">
        <w:rPr>
          <w:b/>
        </w:rPr>
        <w:t>-</w:t>
      </w:r>
      <w:r w:rsidRPr="005B2A13">
        <w:rPr>
          <w:b/>
        </w:rPr>
        <w:t>202</w:t>
      </w:r>
      <w:r w:rsidR="00041F71" w:rsidRPr="005B2A13">
        <w:rPr>
          <w:b/>
        </w:rPr>
        <w:t>5</w:t>
      </w:r>
      <w:r w:rsidRPr="005B2A13">
        <w:rPr>
          <w:b/>
        </w:rPr>
        <w:t xml:space="preserve"> METŲ PRIEMONIŲ PLANAS</w:t>
      </w:r>
    </w:p>
    <w:p w14:paraId="55D5B924" w14:textId="77777777" w:rsidR="00EA674C" w:rsidRPr="005B2A13" w:rsidRDefault="00EA674C" w:rsidP="00EA674C"/>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398"/>
        <w:gridCol w:w="2952"/>
        <w:gridCol w:w="4071"/>
        <w:gridCol w:w="2069"/>
        <w:gridCol w:w="2196"/>
        <w:gridCol w:w="6"/>
      </w:tblGrid>
      <w:tr w:rsidR="00EA674C" w:rsidRPr="005B2A13" w14:paraId="142D1F8C" w14:textId="77777777" w:rsidTr="008724A2">
        <w:trPr>
          <w:gridAfter w:val="1"/>
          <w:wAfter w:w="6" w:type="dxa"/>
          <w:tblHeader/>
        </w:trPr>
        <w:tc>
          <w:tcPr>
            <w:tcW w:w="816" w:type="dxa"/>
            <w:vMerge w:val="restart"/>
            <w:vAlign w:val="center"/>
          </w:tcPr>
          <w:p w14:paraId="032C7917" w14:textId="77777777" w:rsidR="00EA674C" w:rsidRPr="005B2A13" w:rsidRDefault="00EA674C" w:rsidP="001D5A4F">
            <w:pPr>
              <w:jc w:val="center"/>
              <w:rPr>
                <w:b/>
              </w:rPr>
            </w:pPr>
            <w:r w:rsidRPr="005B2A13">
              <w:rPr>
                <w:b/>
              </w:rPr>
              <w:t>Eil. Nr.</w:t>
            </w:r>
          </w:p>
        </w:tc>
        <w:tc>
          <w:tcPr>
            <w:tcW w:w="2398" w:type="dxa"/>
            <w:vMerge w:val="restart"/>
            <w:vAlign w:val="center"/>
          </w:tcPr>
          <w:p w14:paraId="5C2E271E" w14:textId="77777777" w:rsidR="00EA674C" w:rsidRPr="005B2A13" w:rsidRDefault="00C86544" w:rsidP="001D5A4F">
            <w:pPr>
              <w:jc w:val="center"/>
              <w:rPr>
                <w:b/>
              </w:rPr>
            </w:pPr>
            <w:r w:rsidRPr="005B2A13">
              <w:rPr>
                <w:b/>
              </w:rPr>
              <w:t>Įstaigos</w:t>
            </w:r>
            <w:r w:rsidR="00EA674C" w:rsidRPr="005B2A13">
              <w:rPr>
                <w:b/>
              </w:rPr>
              <w:t xml:space="preserve"> pavadinimas, tipas, vykdomos programos</w:t>
            </w:r>
          </w:p>
        </w:tc>
        <w:tc>
          <w:tcPr>
            <w:tcW w:w="2952" w:type="dxa"/>
            <w:vMerge w:val="restart"/>
            <w:vAlign w:val="center"/>
          </w:tcPr>
          <w:p w14:paraId="719F99D7" w14:textId="77777777" w:rsidR="00EA674C" w:rsidRPr="005B2A13" w:rsidRDefault="00EA674C" w:rsidP="001D5A4F">
            <w:pPr>
              <w:jc w:val="center"/>
              <w:rPr>
                <w:b/>
              </w:rPr>
            </w:pPr>
            <w:r w:rsidRPr="005B2A13">
              <w:rPr>
                <w:b/>
              </w:rPr>
              <w:t>Situacija</w:t>
            </w:r>
          </w:p>
          <w:p w14:paraId="12DDCC30" w14:textId="5222F6BA" w:rsidR="00EA674C" w:rsidRPr="005B2A13" w:rsidRDefault="006C6C43" w:rsidP="00304F51">
            <w:pPr>
              <w:jc w:val="center"/>
              <w:rPr>
                <w:b/>
              </w:rPr>
            </w:pPr>
            <w:r w:rsidRPr="005B2A13">
              <w:rPr>
                <w:b/>
              </w:rPr>
              <w:t>2020</w:t>
            </w:r>
            <w:r w:rsidR="00F02CE4">
              <w:rPr>
                <w:b/>
              </w:rPr>
              <w:t>-</w:t>
            </w:r>
            <w:r w:rsidRPr="005B2A13">
              <w:rPr>
                <w:b/>
              </w:rPr>
              <w:t>2021</w:t>
            </w:r>
            <w:r w:rsidR="00EA674C" w:rsidRPr="005B2A13">
              <w:rPr>
                <w:b/>
              </w:rPr>
              <w:t xml:space="preserve"> mokslo metais</w:t>
            </w:r>
          </w:p>
        </w:tc>
        <w:tc>
          <w:tcPr>
            <w:tcW w:w="4071" w:type="dxa"/>
            <w:vMerge w:val="restart"/>
            <w:vAlign w:val="center"/>
          </w:tcPr>
          <w:p w14:paraId="61EF034F" w14:textId="22601936" w:rsidR="00EA674C" w:rsidRPr="005B2A13" w:rsidRDefault="00C86544" w:rsidP="001D5A4F">
            <w:pPr>
              <w:jc w:val="center"/>
              <w:rPr>
                <w:b/>
              </w:rPr>
            </w:pPr>
            <w:r w:rsidRPr="005B2A13">
              <w:rPr>
                <w:b/>
              </w:rPr>
              <w:t>2021</w:t>
            </w:r>
            <w:r w:rsidR="00F02CE4">
              <w:rPr>
                <w:b/>
              </w:rPr>
              <w:t>-</w:t>
            </w:r>
            <w:r w:rsidRPr="005B2A13">
              <w:rPr>
                <w:b/>
              </w:rPr>
              <w:t>2025</w:t>
            </w:r>
            <w:r w:rsidR="00EA674C" w:rsidRPr="005B2A13">
              <w:rPr>
                <w:b/>
              </w:rPr>
              <w:t xml:space="preserve"> metai</w:t>
            </w:r>
          </w:p>
          <w:p w14:paraId="295EDE8B" w14:textId="77777777" w:rsidR="00EA674C" w:rsidRPr="005B2A13" w:rsidRDefault="00C86544" w:rsidP="001D5A4F">
            <w:pPr>
              <w:jc w:val="center"/>
              <w:rPr>
                <w:b/>
              </w:rPr>
            </w:pPr>
            <w:r w:rsidRPr="005B2A13">
              <w:rPr>
                <w:b/>
              </w:rPr>
              <w:t>Įstaigos</w:t>
            </w:r>
            <w:r w:rsidR="00EA674C" w:rsidRPr="005B2A13">
              <w:rPr>
                <w:b/>
              </w:rPr>
              <w:t xml:space="preserve"> steigimo, reorganizavimo, likvidavimo, pertvarkymo ir struktūrinių pertvarkymų būdai ir etapai</w:t>
            </w:r>
          </w:p>
        </w:tc>
        <w:tc>
          <w:tcPr>
            <w:tcW w:w="4265" w:type="dxa"/>
            <w:gridSpan w:val="2"/>
            <w:vAlign w:val="center"/>
          </w:tcPr>
          <w:p w14:paraId="378C431A" w14:textId="77777777" w:rsidR="00EA674C" w:rsidRPr="005B2A13" w:rsidRDefault="00C86544" w:rsidP="001D5A4F">
            <w:pPr>
              <w:jc w:val="center"/>
              <w:rPr>
                <w:b/>
              </w:rPr>
            </w:pPr>
            <w:r w:rsidRPr="005B2A13">
              <w:rPr>
                <w:b/>
              </w:rPr>
              <w:t>Įstaigos</w:t>
            </w:r>
            <w:r w:rsidR="00EA674C" w:rsidRPr="005B2A13">
              <w:rPr>
                <w:b/>
              </w:rPr>
              <w:t xml:space="preserve"> 202</w:t>
            </w:r>
            <w:r w:rsidRPr="005B2A13">
              <w:rPr>
                <w:b/>
              </w:rPr>
              <w:t>5</w:t>
            </w:r>
            <w:r w:rsidR="00EA674C" w:rsidRPr="005B2A13">
              <w:rPr>
                <w:b/>
              </w:rPr>
              <w:t xml:space="preserve"> m. rugsėjo 1 d.</w:t>
            </w:r>
          </w:p>
          <w:p w14:paraId="1AF716A9" w14:textId="77777777" w:rsidR="00EA674C" w:rsidRPr="005B2A13" w:rsidRDefault="00EA674C" w:rsidP="001D5A4F">
            <w:pPr>
              <w:jc w:val="center"/>
              <w:rPr>
                <w:b/>
              </w:rPr>
            </w:pPr>
            <w:r w:rsidRPr="005B2A13">
              <w:rPr>
                <w:b/>
              </w:rPr>
              <w:t>(po steigimo, reorganizavimo, likvidavimo, pertvarkymo ir struktūrinių pertvarkymų)</w:t>
            </w:r>
          </w:p>
        </w:tc>
      </w:tr>
      <w:tr w:rsidR="00EA674C" w:rsidRPr="005B2A13" w14:paraId="5CB54736" w14:textId="77777777" w:rsidTr="008724A2">
        <w:trPr>
          <w:gridAfter w:val="1"/>
          <w:wAfter w:w="6" w:type="dxa"/>
          <w:tblHeader/>
        </w:trPr>
        <w:tc>
          <w:tcPr>
            <w:tcW w:w="816" w:type="dxa"/>
            <w:vMerge/>
            <w:vAlign w:val="center"/>
          </w:tcPr>
          <w:p w14:paraId="222002A5" w14:textId="77777777" w:rsidR="00EA674C" w:rsidRPr="005B2A13" w:rsidRDefault="00EA674C" w:rsidP="001D5A4F">
            <w:pPr>
              <w:jc w:val="center"/>
              <w:rPr>
                <w:b/>
              </w:rPr>
            </w:pPr>
          </w:p>
        </w:tc>
        <w:tc>
          <w:tcPr>
            <w:tcW w:w="2398" w:type="dxa"/>
            <w:vMerge/>
            <w:vAlign w:val="center"/>
          </w:tcPr>
          <w:p w14:paraId="4112440A" w14:textId="77777777" w:rsidR="00EA674C" w:rsidRPr="005B2A13" w:rsidRDefault="00EA674C" w:rsidP="001D5A4F">
            <w:pPr>
              <w:jc w:val="center"/>
            </w:pPr>
          </w:p>
        </w:tc>
        <w:tc>
          <w:tcPr>
            <w:tcW w:w="2952" w:type="dxa"/>
            <w:vMerge/>
            <w:vAlign w:val="center"/>
          </w:tcPr>
          <w:p w14:paraId="74C91423" w14:textId="77777777" w:rsidR="00EA674C" w:rsidRPr="005B2A13" w:rsidRDefault="00EA674C" w:rsidP="001D5A4F">
            <w:pPr>
              <w:jc w:val="center"/>
            </w:pPr>
          </w:p>
        </w:tc>
        <w:tc>
          <w:tcPr>
            <w:tcW w:w="4071" w:type="dxa"/>
            <w:vMerge/>
            <w:vAlign w:val="center"/>
          </w:tcPr>
          <w:p w14:paraId="6116811E" w14:textId="77777777" w:rsidR="00EA674C" w:rsidRPr="005B2A13" w:rsidRDefault="00EA674C" w:rsidP="001D5A4F">
            <w:pPr>
              <w:jc w:val="center"/>
            </w:pPr>
          </w:p>
        </w:tc>
        <w:tc>
          <w:tcPr>
            <w:tcW w:w="2069" w:type="dxa"/>
            <w:vAlign w:val="center"/>
          </w:tcPr>
          <w:p w14:paraId="37644639" w14:textId="77777777" w:rsidR="00EA674C" w:rsidRPr="005B2A13" w:rsidRDefault="00EA674C" w:rsidP="001D5A4F">
            <w:pPr>
              <w:jc w:val="center"/>
              <w:rPr>
                <w:b/>
              </w:rPr>
            </w:pPr>
            <w:r w:rsidRPr="005B2A13">
              <w:rPr>
                <w:b/>
              </w:rPr>
              <w:t>Pavadinimas</w:t>
            </w:r>
          </w:p>
        </w:tc>
        <w:tc>
          <w:tcPr>
            <w:tcW w:w="2196" w:type="dxa"/>
            <w:vAlign w:val="center"/>
          </w:tcPr>
          <w:p w14:paraId="1CE6C8E2" w14:textId="77777777" w:rsidR="00EA674C" w:rsidRPr="005B2A13" w:rsidRDefault="00EA674C" w:rsidP="001D5A4F">
            <w:pPr>
              <w:jc w:val="center"/>
              <w:rPr>
                <w:b/>
              </w:rPr>
            </w:pPr>
            <w:r w:rsidRPr="005B2A13">
              <w:rPr>
                <w:b/>
              </w:rPr>
              <w:t>Programos</w:t>
            </w:r>
          </w:p>
        </w:tc>
      </w:tr>
      <w:tr w:rsidR="00C86544" w:rsidRPr="005B2A13" w14:paraId="2B1C4E2E" w14:textId="77777777" w:rsidTr="00A677FC">
        <w:tc>
          <w:tcPr>
            <w:tcW w:w="14508" w:type="dxa"/>
            <w:gridSpan w:val="7"/>
          </w:tcPr>
          <w:p w14:paraId="3179DCE7" w14:textId="77777777" w:rsidR="00C86544" w:rsidRPr="005B2A13" w:rsidRDefault="00C86544" w:rsidP="00C86544">
            <w:pPr>
              <w:jc w:val="center"/>
            </w:pPr>
            <w:r w:rsidRPr="005B2A13">
              <w:t>Bendrojo ugdymo mokyklų grupė</w:t>
            </w:r>
          </w:p>
        </w:tc>
      </w:tr>
      <w:tr w:rsidR="005D13EF" w:rsidRPr="005B2A13" w14:paraId="6FD040D9" w14:textId="77777777" w:rsidTr="008724A2">
        <w:tc>
          <w:tcPr>
            <w:tcW w:w="816" w:type="dxa"/>
          </w:tcPr>
          <w:p w14:paraId="52D81A40" w14:textId="77777777" w:rsidR="005D13EF" w:rsidRPr="005B2A13" w:rsidRDefault="005D13EF" w:rsidP="001D5A4F">
            <w:pPr>
              <w:jc w:val="center"/>
              <w:rPr>
                <w:b/>
              </w:rPr>
            </w:pPr>
            <w:r w:rsidRPr="005B2A13">
              <w:rPr>
                <w:b/>
              </w:rPr>
              <w:t>8.</w:t>
            </w:r>
          </w:p>
        </w:tc>
        <w:tc>
          <w:tcPr>
            <w:tcW w:w="2398" w:type="dxa"/>
          </w:tcPr>
          <w:p w14:paraId="4773F991" w14:textId="77777777" w:rsidR="005D13EF" w:rsidRPr="005B2A13" w:rsidRDefault="005D13EF" w:rsidP="00574569">
            <w:r w:rsidRPr="005B2A13">
              <w:t>Plungės r. Alsėdžių Stanislovo Narutavičiaus gimnazija</w:t>
            </w:r>
          </w:p>
        </w:tc>
        <w:tc>
          <w:tcPr>
            <w:tcW w:w="2952" w:type="dxa"/>
          </w:tcPr>
          <w:p w14:paraId="473A143B" w14:textId="0B5AB3A3" w:rsidR="005D13EF" w:rsidRPr="005B2A13" w:rsidRDefault="008775FC" w:rsidP="001D5A4F">
            <w:r>
              <w:t>Iš v</w:t>
            </w:r>
            <w:r w:rsidR="005D13EF" w:rsidRPr="005B2A13">
              <w:t>iso 272 ugdytiniai.</w:t>
            </w:r>
          </w:p>
          <w:p w14:paraId="1A26EC22" w14:textId="77777777" w:rsidR="005D13EF" w:rsidRPr="005B2A13" w:rsidRDefault="005D13EF" w:rsidP="001D5A4F">
            <w:r w:rsidRPr="005B2A13">
              <w:t xml:space="preserve">Vykdomos ikimokyklinio, priešmokyklinio, pradinio, pagrindinio </w:t>
            </w:r>
            <w:r>
              <w:t>I</w:t>
            </w:r>
            <w:r w:rsidRPr="005B2A13">
              <w:t xml:space="preserve"> ir </w:t>
            </w:r>
            <w:r>
              <w:t>II</w:t>
            </w:r>
            <w:r w:rsidRPr="005B2A13">
              <w:t xml:space="preserve"> dalies bei vidurinio ugdymo programos.</w:t>
            </w:r>
          </w:p>
          <w:p w14:paraId="623D9FE1" w14:textId="5BB3E5B6" w:rsidR="005D13EF" w:rsidRPr="005B2A13" w:rsidRDefault="005D13EF" w:rsidP="003D4FD8">
            <w:r w:rsidRPr="005B2A13">
              <w:t xml:space="preserve">Gimnazija turi du skyrius: pradinio ugdymo skyrių </w:t>
            </w:r>
            <w:proofErr w:type="spellStart"/>
            <w:r w:rsidRPr="005B2A13">
              <w:t>Grumbliuose</w:t>
            </w:r>
            <w:proofErr w:type="spellEnd"/>
            <w:r w:rsidRPr="005B2A13">
              <w:t xml:space="preserve"> ir ikimokyklinio bei priešmokyklinio ugdymo skyrių</w:t>
            </w:r>
            <w:r w:rsidR="00F02CE4">
              <w:t>,</w:t>
            </w:r>
            <w:r w:rsidRPr="005B2A13">
              <w:t xml:space="preserve"> adresu</w:t>
            </w:r>
            <w:r w:rsidR="008775FC">
              <w:t>:</w:t>
            </w:r>
            <w:r w:rsidRPr="005B2A13">
              <w:t xml:space="preserve"> Telšių g. </w:t>
            </w:r>
            <w:r w:rsidRPr="005B2A13">
              <w:lastRenderedPageBreak/>
              <w:t>10C, Alsėdži</w:t>
            </w:r>
            <w:r w:rsidR="00421C93">
              <w:t>ai</w:t>
            </w:r>
            <w:r w:rsidRPr="005B2A13">
              <w:t>. Pradinio ugd</w:t>
            </w:r>
            <w:r>
              <w:t>y</w:t>
            </w:r>
            <w:r w:rsidRPr="005B2A13">
              <w:t xml:space="preserve">mo skyriuje ugdomi 9 vaikai, o ikimokyklinio bei priešmokyklinio ugdymo </w:t>
            </w:r>
            <w:r>
              <w:t xml:space="preserve">skyriuje </w:t>
            </w:r>
            <w:r w:rsidRPr="005B2A13">
              <w:t>– 44 vaikai.</w:t>
            </w:r>
          </w:p>
        </w:tc>
        <w:tc>
          <w:tcPr>
            <w:tcW w:w="4071" w:type="dxa"/>
          </w:tcPr>
          <w:p w14:paraId="3A44A78E" w14:textId="1F8060B2" w:rsidR="006775CB" w:rsidRDefault="006775CB" w:rsidP="00574569">
            <w:r w:rsidRPr="006775CB">
              <w:lastRenderedPageBreak/>
              <w:t>Nuo 2022 m. rugsėjo 1 d.</w:t>
            </w:r>
            <w:r>
              <w:t xml:space="preserve"> likviduojamas </w:t>
            </w:r>
            <w:proofErr w:type="spellStart"/>
            <w:r>
              <w:t>Grumblių</w:t>
            </w:r>
            <w:proofErr w:type="spellEnd"/>
            <w:r>
              <w:t xml:space="preserve"> pradinio ugdymo skyrius.</w:t>
            </w:r>
          </w:p>
          <w:p w14:paraId="21E36C1E" w14:textId="77777777" w:rsidR="006775CB" w:rsidRDefault="006775CB" w:rsidP="00574569"/>
          <w:p w14:paraId="51E4BF2F" w14:textId="1B0A3D85" w:rsidR="002C2A3E" w:rsidRPr="006775CB" w:rsidRDefault="002C2A3E" w:rsidP="00574569">
            <w:r w:rsidRPr="006775CB">
              <w:t>Nuo 2022 m. rugsėjo 1 d. steigiamos Kadetų ugdymo klasės.</w:t>
            </w:r>
          </w:p>
          <w:p w14:paraId="56D13CED" w14:textId="77777777" w:rsidR="002C2A3E" w:rsidRPr="006775CB" w:rsidRDefault="002C2A3E" w:rsidP="00574569"/>
          <w:p w14:paraId="341B2238" w14:textId="457D3AFE" w:rsidR="002C2A3E" w:rsidRPr="006775CB" w:rsidRDefault="002C2A3E" w:rsidP="00574569">
            <w:r w:rsidRPr="006775CB">
              <w:t xml:space="preserve">Nuo 2025 m. rugsėjo 1 d. </w:t>
            </w:r>
            <w:r w:rsidR="0029356D" w:rsidRPr="006775CB">
              <w:t xml:space="preserve">įstaigai suteikiamas </w:t>
            </w:r>
            <w:r w:rsidRPr="006775CB">
              <w:t>Kadetų licėj</w:t>
            </w:r>
            <w:r w:rsidR="0029356D" w:rsidRPr="006775CB">
              <w:t>aus statusas.</w:t>
            </w:r>
          </w:p>
          <w:p w14:paraId="26E27D3B" w14:textId="77777777" w:rsidR="008724A2" w:rsidRDefault="008724A2" w:rsidP="00574569">
            <w:pPr>
              <w:rPr>
                <w:i/>
              </w:rPr>
            </w:pPr>
          </w:p>
          <w:p w14:paraId="59EB13FA" w14:textId="77777777" w:rsidR="005D13EF" w:rsidRPr="005B2A13" w:rsidRDefault="008724A2" w:rsidP="00574569">
            <w:r w:rsidRPr="00EC264F">
              <w:rPr>
                <w:iCs/>
              </w:rPr>
              <w:t xml:space="preserve">Vykdoma nuolatinė mokinių skaičiaus kaitos pokyčių stebėsena ir teikiami </w:t>
            </w:r>
            <w:r w:rsidRPr="00EC264F">
              <w:rPr>
                <w:iCs/>
              </w:rPr>
              <w:lastRenderedPageBreak/>
              <w:t>atitinkami sprendimai, remiantis</w:t>
            </w:r>
            <w:r>
              <w:rPr>
                <w:i/>
              </w:rPr>
              <w:t xml:space="preserve"> </w:t>
            </w:r>
            <w:r w:rsidRPr="00EC264F">
              <w:rPr>
                <w:iCs/>
              </w:rPr>
              <w:t>švietimo įstaigų tinklą reglamentuojančiais teisės aktais.</w:t>
            </w:r>
          </w:p>
        </w:tc>
        <w:tc>
          <w:tcPr>
            <w:tcW w:w="2069" w:type="dxa"/>
          </w:tcPr>
          <w:p w14:paraId="2A6A4BF7" w14:textId="74ADD459" w:rsidR="005D13EF" w:rsidRPr="005B2A13" w:rsidRDefault="00292DB4" w:rsidP="001D5A4F">
            <w:r w:rsidRPr="005B2A13">
              <w:lastRenderedPageBreak/>
              <w:t>Plungės r. Alsėdžių Stanislovo Narutavičiaus gimnazija</w:t>
            </w:r>
          </w:p>
        </w:tc>
        <w:tc>
          <w:tcPr>
            <w:tcW w:w="2202" w:type="dxa"/>
            <w:gridSpan w:val="2"/>
          </w:tcPr>
          <w:p w14:paraId="4AF11D05" w14:textId="77777777" w:rsidR="005D13EF" w:rsidRPr="005B2A13" w:rsidRDefault="005D13EF" w:rsidP="00281344">
            <w:r>
              <w:t>I</w:t>
            </w:r>
            <w:r w:rsidRPr="005B2A13">
              <w:t xml:space="preserve">kimokyklinio, priešmokyklinio, pradinio, pagrindinio </w:t>
            </w:r>
            <w:r>
              <w:t>I</w:t>
            </w:r>
            <w:r w:rsidRPr="005B2A13">
              <w:t xml:space="preserve"> ir </w:t>
            </w:r>
            <w:r>
              <w:t>II</w:t>
            </w:r>
            <w:r w:rsidRPr="005B2A13">
              <w:t xml:space="preserve"> dalies bei vidurinio ugdymo programos.</w:t>
            </w:r>
          </w:p>
          <w:p w14:paraId="1EF31DF0" w14:textId="77777777" w:rsidR="005D13EF" w:rsidRPr="005B2A13" w:rsidRDefault="005D13EF" w:rsidP="001D5A4F"/>
        </w:tc>
      </w:tr>
    </w:tbl>
    <w:p w14:paraId="47CFF689" w14:textId="77777777" w:rsidR="00EA674C" w:rsidRPr="00D650A1" w:rsidRDefault="00EA674C" w:rsidP="00EA674C">
      <w:pPr>
        <w:jc w:val="center"/>
      </w:pPr>
      <w:r w:rsidRPr="005B2A13">
        <w:rPr>
          <w:b/>
        </w:rPr>
        <w:lastRenderedPageBreak/>
        <w:t>_________________________</w:t>
      </w:r>
    </w:p>
    <w:p w14:paraId="1031B45F" w14:textId="77777777" w:rsidR="00EA674C" w:rsidRPr="00D650A1" w:rsidRDefault="00EA674C" w:rsidP="00EA674C">
      <w:pPr>
        <w:sectPr w:rsidR="00EA674C" w:rsidRPr="00D650A1" w:rsidSect="001D5A4F">
          <w:headerReference w:type="default" r:id="rId12"/>
          <w:footerReference w:type="default" r:id="rId13"/>
          <w:footerReference w:type="first" r:id="rId14"/>
          <w:pgSz w:w="16838" w:h="11906" w:orient="landscape"/>
          <w:pgMar w:top="1134" w:right="567" w:bottom="1134" w:left="1701" w:header="567" w:footer="567" w:gutter="0"/>
          <w:pgNumType w:start="1"/>
          <w:cols w:space="1296"/>
        </w:sectPr>
      </w:pPr>
    </w:p>
    <w:p w14:paraId="5DE168BE" w14:textId="77777777" w:rsidR="00CC292D" w:rsidRDefault="00CC292D" w:rsidP="00CC292D">
      <w:pPr>
        <w:rPr>
          <w:lang w:eastAsia="en-US"/>
        </w:rPr>
      </w:pPr>
    </w:p>
    <w:p w14:paraId="2B7C1EC3" w14:textId="77777777" w:rsidR="00CC292D" w:rsidRDefault="00CC292D" w:rsidP="00CC292D">
      <w:pPr>
        <w:rPr>
          <w:lang w:eastAsia="en-US"/>
        </w:rPr>
      </w:pPr>
    </w:p>
    <w:p w14:paraId="53B4DB3B" w14:textId="77777777" w:rsidR="00F72E66" w:rsidRPr="00C348B4" w:rsidRDefault="00F72E66" w:rsidP="00F72E66">
      <w:pPr>
        <w:jc w:val="center"/>
        <w:rPr>
          <w:b/>
        </w:rPr>
      </w:pPr>
      <w:r w:rsidRPr="00C348B4">
        <w:rPr>
          <w:b/>
        </w:rPr>
        <w:t>ŠVIETIMO IR SPORTO SKYRIUS</w:t>
      </w:r>
    </w:p>
    <w:p w14:paraId="5C4B4FB5" w14:textId="77777777" w:rsidR="00F72E66" w:rsidRPr="00C348B4" w:rsidRDefault="00F72E66" w:rsidP="00F72E66">
      <w:pPr>
        <w:jc w:val="center"/>
        <w:rPr>
          <w:b/>
        </w:rPr>
      </w:pPr>
    </w:p>
    <w:p w14:paraId="503DB476" w14:textId="77777777" w:rsidR="00F72E66" w:rsidRPr="00C348B4" w:rsidRDefault="00F72E66" w:rsidP="00F72E66">
      <w:pPr>
        <w:widowControl w:val="0"/>
        <w:jc w:val="center"/>
        <w:rPr>
          <w:b/>
          <w:bCs/>
          <w:kern w:val="2"/>
        </w:rPr>
      </w:pPr>
      <w:r w:rsidRPr="00C348B4">
        <w:rPr>
          <w:b/>
          <w:bCs/>
          <w:kern w:val="2"/>
        </w:rPr>
        <w:t>AIŠKINAMASIS RAŠTAS</w:t>
      </w:r>
    </w:p>
    <w:p w14:paraId="6A40E74F" w14:textId="77777777" w:rsidR="00F72E66" w:rsidRDefault="00F72E66" w:rsidP="00F72E66">
      <w:pPr>
        <w:widowControl w:val="0"/>
        <w:jc w:val="center"/>
        <w:rPr>
          <w:b/>
          <w:sz w:val="28"/>
          <w:szCs w:val="28"/>
        </w:rPr>
      </w:pPr>
      <w:r w:rsidRPr="00C348B4">
        <w:rPr>
          <w:b/>
          <w:bCs/>
          <w:kern w:val="2"/>
        </w:rPr>
        <w:t>PRIE SPRENDIMO PROJEKTO</w:t>
      </w:r>
    </w:p>
    <w:p w14:paraId="56F6B6BC" w14:textId="72E6DB46" w:rsidR="00F72E66" w:rsidRPr="002D2E78" w:rsidRDefault="00F72E66" w:rsidP="00F72E66">
      <w:pPr>
        <w:jc w:val="center"/>
        <w:rPr>
          <w:b/>
          <w:caps/>
          <w:szCs w:val="28"/>
        </w:rPr>
      </w:pPr>
      <w:r w:rsidRPr="002D2E78">
        <w:rPr>
          <w:b/>
          <w:szCs w:val="28"/>
        </w:rPr>
        <w:t>„DĖL PLUNGĖS RAJONO SAVIVALDYBĖS TARYBOS 2021 M. VASARIO 18 D. SPRENDIMO NR. T1-52 „DĖL PLUNGĖS RAJONO SAVIVALDYBĖS ŠVIETIMO ĮSTAIGŲ TINKLO PERTVARKOS 2021</w:t>
      </w:r>
      <w:r w:rsidR="00F02CE4">
        <w:rPr>
          <w:b/>
          <w:szCs w:val="28"/>
        </w:rPr>
        <w:t>-</w:t>
      </w:r>
      <w:r w:rsidRPr="002D2E78">
        <w:rPr>
          <w:b/>
          <w:szCs w:val="28"/>
        </w:rPr>
        <w:t xml:space="preserve">2025 METŲ BENDROJO PLANO PATVIRTINIMO“ </w:t>
      </w:r>
      <w:r w:rsidR="00CA7D0D" w:rsidRPr="00EC264F">
        <w:rPr>
          <w:b/>
        </w:rPr>
        <w:t>IR JĮ KEITUSIŲ SPRENDIMŲ</w:t>
      </w:r>
      <w:r w:rsidR="00CA7D0D">
        <w:rPr>
          <w:b/>
          <w:sz w:val="28"/>
          <w:szCs w:val="28"/>
        </w:rPr>
        <w:t xml:space="preserve"> </w:t>
      </w:r>
      <w:r w:rsidRPr="002D2E78">
        <w:rPr>
          <w:b/>
          <w:caps/>
          <w:szCs w:val="28"/>
        </w:rPr>
        <w:t>pakeitimo“</w:t>
      </w:r>
    </w:p>
    <w:p w14:paraId="51CD3FDC" w14:textId="77777777" w:rsidR="00F72E66" w:rsidRPr="00C348B4" w:rsidRDefault="00F72E66" w:rsidP="00F72E66">
      <w:pPr>
        <w:jc w:val="center"/>
      </w:pPr>
    </w:p>
    <w:p w14:paraId="4A17B489" w14:textId="22925E92" w:rsidR="00F72E66" w:rsidRPr="00C348B4" w:rsidRDefault="00F72E66" w:rsidP="00F72E66">
      <w:pPr>
        <w:widowControl w:val="0"/>
        <w:jc w:val="center"/>
        <w:rPr>
          <w:kern w:val="2"/>
        </w:rPr>
      </w:pPr>
      <w:r>
        <w:rPr>
          <w:kern w:val="2"/>
        </w:rPr>
        <w:t>2022</w:t>
      </w:r>
      <w:r w:rsidRPr="00C348B4">
        <w:rPr>
          <w:kern w:val="2"/>
        </w:rPr>
        <w:t xml:space="preserve"> m. </w:t>
      </w:r>
      <w:r w:rsidR="006775CB">
        <w:rPr>
          <w:kern w:val="2"/>
        </w:rPr>
        <w:t>birželio</w:t>
      </w:r>
      <w:r w:rsidRPr="00C348B4">
        <w:rPr>
          <w:kern w:val="2"/>
        </w:rPr>
        <w:t xml:space="preserve"> </w:t>
      </w:r>
      <w:r w:rsidR="006775CB">
        <w:rPr>
          <w:kern w:val="2"/>
        </w:rPr>
        <w:t>2</w:t>
      </w:r>
      <w:r w:rsidRPr="00C348B4">
        <w:rPr>
          <w:kern w:val="2"/>
        </w:rPr>
        <w:t xml:space="preserve"> d.</w:t>
      </w:r>
    </w:p>
    <w:p w14:paraId="0A75CEE7" w14:textId="77777777" w:rsidR="00F72E66" w:rsidRPr="00C348B4" w:rsidRDefault="00F72E66" w:rsidP="00F72E66">
      <w:pPr>
        <w:widowControl w:val="0"/>
        <w:jc w:val="center"/>
        <w:rPr>
          <w:kern w:val="2"/>
        </w:rPr>
      </w:pPr>
      <w:r w:rsidRPr="00C348B4">
        <w:rPr>
          <w:kern w:val="2"/>
        </w:rPr>
        <w:t>Plungė</w:t>
      </w:r>
    </w:p>
    <w:p w14:paraId="648F334E" w14:textId="77777777" w:rsidR="00F72E66" w:rsidRPr="00C348B4" w:rsidRDefault="00F72E66" w:rsidP="00F72E66">
      <w:pPr>
        <w:widowControl w:val="0"/>
        <w:jc w:val="center"/>
        <w:rPr>
          <w:kern w:val="2"/>
        </w:rPr>
      </w:pPr>
    </w:p>
    <w:p w14:paraId="64B02ACC" w14:textId="1FFD748A" w:rsidR="00F72E66" w:rsidRPr="00E6495F" w:rsidRDefault="00F72E66" w:rsidP="00A75D24">
      <w:pPr>
        <w:numPr>
          <w:ilvl w:val="0"/>
          <w:numId w:val="36"/>
        </w:numPr>
        <w:tabs>
          <w:tab w:val="left" w:pos="709"/>
          <w:tab w:val="left" w:pos="993"/>
        </w:tabs>
        <w:ind w:left="0" w:firstLine="720"/>
        <w:jc w:val="both"/>
        <w:rPr>
          <w:b/>
        </w:rPr>
      </w:pPr>
      <w:r>
        <w:rPr>
          <w:b/>
        </w:rPr>
        <w:t>Parengto teisės akto projekto tikslai, uždaviniai, problemos esmė</w:t>
      </w:r>
      <w:r w:rsidR="00F02CE4">
        <w:rPr>
          <w:b/>
        </w:rPr>
        <w:t xml:space="preserve">. </w:t>
      </w:r>
      <w:r w:rsidR="00F02CE4">
        <w:t>P</w:t>
      </w:r>
      <w:r>
        <w:t>akeisti Plungės rajono savivaldybės švietimo įstaigų tinklo pertvarkos 2021</w:t>
      </w:r>
      <w:r w:rsidR="00F02CE4">
        <w:t>-</w:t>
      </w:r>
      <w:r>
        <w:t>2025 metų bendrojo plano, patvirtinto Plungės rajono savivaldybės tarybos 2021 m. vasario 18 d. sprendimu Nr. T1-52 „Dėl Plungės rajono savivaldybės švietimo įstaigų tinklo pertvarkos 2021-2025 metų bendro</w:t>
      </w:r>
      <w:r w:rsidR="006775CB">
        <w:t>jo plano patvirtinimo“, 1 priedo 8 eilutę ir išdėstyti ją</w:t>
      </w:r>
      <w:r>
        <w:t xml:space="preserve"> nauja redakcija, </w:t>
      </w:r>
      <w:r w:rsidR="006775CB">
        <w:t xml:space="preserve">kurioje nurodoma, jog </w:t>
      </w:r>
      <w:r w:rsidR="00F02CE4">
        <w:t>likviduojamas</w:t>
      </w:r>
      <w:r w:rsidR="006775CB">
        <w:t xml:space="preserve"> Plungės r. Alsėdžių Stanislovo Narutavičiaus gimnazijos </w:t>
      </w:r>
      <w:proofErr w:type="spellStart"/>
      <w:r w:rsidR="006775CB">
        <w:t>Grumblių</w:t>
      </w:r>
      <w:proofErr w:type="spellEnd"/>
      <w:r w:rsidR="006775CB">
        <w:t xml:space="preserve"> pradinio ugdymo skyrius.</w:t>
      </w:r>
    </w:p>
    <w:p w14:paraId="5566D0CA" w14:textId="6E3F2A83" w:rsidR="00F72E66" w:rsidRDefault="00F72E66" w:rsidP="00A75D24">
      <w:pPr>
        <w:numPr>
          <w:ilvl w:val="0"/>
          <w:numId w:val="36"/>
        </w:numPr>
        <w:tabs>
          <w:tab w:val="left" w:pos="993"/>
        </w:tabs>
        <w:ind w:left="0" w:firstLine="720"/>
        <w:jc w:val="both"/>
        <w:rPr>
          <w:b/>
        </w:rPr>
      </w:pPr>
      <w:r w:rsidRPr="00F72E66">
        <w:rPr>
          <w:b/>
        </w:rPr>
        <w:t xml:space="preserve">Kaip šiuo metu yra sprendžiami projekte aptarti klausimai. </w:t>
      </w:r>
      <w:r>
        <w:t xml:space="preserve">Pagal galiojantį teisinį reglamentavimą, </w:t>
      </w:r>
      <w:r w:rsidR="006775CB">
        <w:t xml:space="preserve">naikinamas </w:t>
      </w:r>
      <w:proofErr w:type="spellStart"/>
      <w:r w:rsidR="006775CB">
        <w:t>Grumblių</w:t>
      </w:r>
      <w:proofErr w:type="spellEnd"/>
      <w:r w:rsidR="006775CB">
        <w:t xml:space="preserve"> </w:t>
      </w:r>
      <w:r w:rsidR="00F02CE4">
        <w:t xml:space="preserve">pradinio ugdymo </w:t>
      </w:r>
      <w:r w:rsidR="006775CB">
        <w:t>skyrius</w:t>
      </w:r>
      <w:r>
        <w:t xml:space="preserve">, nes nėra pakankamo mokinių skaičiaus. </w:t>
      </w:r>
    </w:p>
    <w:p w14:paraId="73A5D8EE" w14:textId="2C697FB5" w:rsidR="00CA7D0D" w:rsidRPr="00E6495F" w:rsidRDefault="00F72E66" w:rsidP="00A75D24">
      <w:pPr>
        <w:numPr>
          <w:ilvl w:val="0"/>
          <w:numId w:val="36"/>
        </w:numPr>
        <w:tabs>
          <w:tab w:val="left" w:pos="993"/>
        </w:tabs>
        <w:ind w:left="0" w:firstLine="720"/>
        <w:jc w:val="both"/>
        <w:rPr>
          <w:b/>
        </w:rPr>
      </w:pPr>
      <w:r w:rsidRPr="00CA7D0D">
        <w:rPr>
          <w:b/>
        </w:rPr>
        <w:t xml:space="preserve">Kodėl būtina priimti sprendimą, kokių pozityvių rezultatų laukiama. </w:t>
      </w:r>
      <w:r w:rsidR="006775CB" w:rsidRPr="006775CB">
        <w:t>Rajone</w:t>
      </w:r>
      <w:r w:rsidR="006775CB">
        <w:rPr>
          <w:b/>
        </w:rPr>
        <w:t xml:space="preserve"> </w:t>
      </w:r>
      <w:r w:rsidR="006775CB">
        <w:t xml:space="preserve">mažėja jungtinių klasių skaičius. </w:t>
      </w:r>
      <w:r w:rsidRPr="00F72E66">
        <w:t>Korekcijos atliekamos</w:t>
      </w:r>
      <w:r w:rsidR="00F02CE4">
        <w:t>,</w:t>
      </w:r>
      <w:r w:rsidRPr="00F72E66">
        <w:t xml:space="preserve"> </w:t>
      </w:r>
      <w:r w:rsidR="00CA7D0D">
        <w:t xml:space="preserve">vadovaujantis </w:t>
      </w:r>
      <w:r w:rsidR="00CA7D0D" w:rsidRPr="00F72E66">
        <w:t>švietimo įstaigų tinklą reglamentuojanči</w:t>
      </w:r>
      <w:r w:rsidR="00CA7D0D">
        <w:t>ais</w:t>
      </w:r>
      <w:r w:rsidR="00CA7D0D" w:rsidRPr="00F72E66">
        <w:t xml:space="preserve"> teisės akt</w:t>
      </w:r>
      <w:r w:rsidR="00CA7D0D">
        <w:t>ais</w:t>
      </w:r>
      <w:r w:rsidR="00CA7D0D" w:rsidRPr="00F72E66">
        <w:t>.</w:t>
      </w:r>
    </w:p>
    <w:p w14:paraId="0712DED4" w14:textId="596CA680" w:rsidR="00F72E66" w:rsidRPr="00CA7D0D" w:rsidRDefault="00F72E66" w:rsidP="00A75D24">
      <w:pPr>
        <w:tabs>
          <w:tab w:val="left" w:pos="709"/>
        </w:tabs>
        <w:ind w:firstLine="720"/>
        <w:jc w:val="both"/>
        <w:rPr>
          <w:b/>
        </w:rPr>
      </w:pPr>
      <w:r w:rsidRPr="00CA7D0D">
        <w:rPr>
          <w:b/>
        </w:rPr>
        <w:t xml:space="preserve">4. Siūlomos teisinio reguliavimo nuostatos. </w:t>
      </w:r>
      <w:r>
        <w:t>Siūloma pakeisti galiojančio</w:t>
      </w:r>
      <w:r w:rsidR="006775CB">
        <w:t xml:space="preserve"> Savivaldybės sprendimo 1 priedo 8 eilutę</w:t>
      </w:r>
      <w:r>
        <w:t xml:space="preserve"> ir išdėstyti j</w:t>
      </w:r>
      <w:r w:rsidR="006775CB">
        <w:t>ą</w:t>
      </w:r>
      <w:r>
        <w:t xml:space="preserve"> nauja redakcija.</w:t>
      </w:r>
    </w:p>
    <w:p w14:paraId="79FB27A1" w14:textId="751F40A9" w:rsidR="00F72E66" w:rsidRDefault="00F72E66" w:rsidP="00A75D24">
      <w:pPr>
        <w:ind w:firstLine="720"/>
        <w:jc w:val="both"/>
        <w:rPr>
          <w:b/>
        </w:rPr>
      </w:pPr>
      <w:r>
        <w:rPr>
          <w:b/>
        </w:rPr>
        <w:t xml:space="preserve">5. Pateikti skaičiavimus, išlaidų sąmatas, nurodyti finansavimo šaltinius. </w:t>
      </w:r>
      <w:r w:rsidR="00F02CE4">
        <w:t>Papildomų l</w:t>
      </w:r>
      <w:r w:rsidRPr="00F72E66">
        <w:t>ėšų nereikės</w:t>
      </w:r>
      <w:r w:rsidR="00F02CE4">
        <w:t>.</w:t>
      </w:r>
      <w:r>
        <w:rPr>
          <w:rFonts w:eastAsia="Lucida Sans Unicode"/>
          <w:kern w:val="2"/>
        </w:rPr>
        <w:t xml:space="preserve"> </w:t>
      </w:r>
    </w:p>
    <w:p w14:paraId="332C49AB" w14:textId="6C56FDE4" w:rsidR="00F72E66" w:rsidRDefault="00F72E66" w:rsidP="00A75D24">
      <w:pPr>
        <w:ind w:firstLine="720"/>
        <w:jc w:val="both"/>
      </w:pPr>
      <w:r>
        <w:rPr>
          <w:b/>
        </w:rPr>
        <w:t xml:space="preserve">6. Nurodyti, kokius galiojančius aktus reikėtų pakeisti ar pripažinti netekusiais galios, priėmus sprendimą pagal teikiamą projektą. </w:t>
      </w:r>
      <w:r w:rsidRPr="0054601C">
        <w:t xml:space="preserve">Reikalinga pakeisti </w:t>
      </w:r>
      <w:r>
        <w:t>Plungės rajono savivaldybės švietimo įstaigų tinklo pertvarkos 2021</w:t>
      </w:r>
      <w:r w:rsidR="00F02CE4">
        <w:t>-</w:t>
      </w:r>
      <w:r>
        <w:t>2025 metų bendrąjį planą, patvirtintą Plungės rajono savivaldybės tarybos 2021 m. vasario 18 d. sprendimu Nr. T1-52 „Dėl Plungės rajono savivaldybės švietimo įstaigų tinklo pertvarkos 2021-2025 metų bendrojo plano patvirtinimo“</w:t>
      </w:r>
      <w:r w:rsidR="00CA7D0D">
        <w:t xml:space="preserve"> ir jį keitusius sprendimus</w:t>
      </w:r>
      <w:r>
        <w:t>.</w:t>
      </w:r>
    </w:p>
    <w:p w14:paraId="4512FA77" w14:textId="6057045E" w:rsidR="00F72E66" w:rsidRDefault="00F72E66" w:rsidP="00A75D24">
      <w:pPr>
        <w:ind w:firstLine="720"/>
        <w:jc w:val="both"/>
        <w:rPr>
          <w:b/>
        </w:rPr>
      </w:pPr>
      <w:r>
        <w:rPr>
          <w:b/>
        </w:rPr>
        <w:t>7.</w:t>
      </w:r>
      <w:r w:rsidR="00562B80">
        <w:rPr>
          <w:b/>
        </w:rPr>
        <w:t xml:space="preserve"> </w:t>
      </w:r>
      <w:r>
        <w:rPr>
          <w:b/>
        </w:rPr>
        <w:t xml:space="preserve">Kokios korupcijos pasireiškimo tikimybės, priėmus šį sprendimą, korupcijos vertinimas. </w:t>
      </w:r>
      <w:r>
        <w:t>Korupcijos pasireiškimo tikimybės nėra. Vertinimas neatliekamas.</w:t>
      </w:r>
    </w:p>
    <w:p w14:paraId="041F7CCD" w14:textId="054F83C3" w:rsidR="00F72E66" w:rsidRDefault="00F72E66" w:rsidP="00A75D24">
      <w:pPr>
        <w:tabs>
          <w:tab w:val="left" w:pos="720"/>
        </w:tabs>
        <w:ind w:firstLine="720"/>
        <w:jc w:val="both"/>
      </w:pPr>
      <w:r>
        <w:rPr>
          <w:b/>
        </w:rPr>
        <w:t xml:space="preserve">8. Nurodyti, kieno iniciatyva sprendimo projektas yra parengtas. </w:t>
      </w:r>
      <w:r>
        <w:t>Švietimo ir sporto skyriaus iniciatyva.</w:t>
      </w:r>
    </w:p>
    <w:p w14:paraId="47038895" w14:textId="4D5E3929" w:rsidR="00F72E66" w:rsidRDefault="00F72E66" w:rsidP="00A75D24">
      <w:pPr>
        <w:tabs>
          <w:tab w:val="left" w:pos="720"/>
        </w:tabs>
        <w:ind w:firstLine="720"/>
        <w:jc w:val="both"/>
        <w:rPr>
          <w:b/>
        </w:rPr>
      </w:pPr>
      <w:r>
        <w:rPr>
          <w:b/>
        </w:rPr>
        <w:t xml:space="preserve">9. Nurodyti, kuri sprendimo projekto ar pridedamos medžiagos dalis (remiantis teisės aktais) yra neskelbtina. </w:t>
      </w:r>
      <w:r w:rsidRPr="006862E0">
        <w:t>Nėra</w:t>
      </w:r>
      <w:r>
        <w:t>.</w:t>
      </w:r>
    </w:p>
    <w:p w14:paraId="6D9B9A3D" w14:textId="32C3AD84" w:rsidR="00F72E66" w:rsidRDefault="00F72E66" w:rsidP="00A75D24">
      <w:pPr>
        <w:tabs>
          <w:tab w:val="left" w:pos="720"/>
        </w:tabs>
        <w:ind w:firstLine="720"/>
        <w:jc w:val="both"/>
        <w:rPr>
          <w:b/>
        </w:rPr>
      </w:pPr>
      <w:r>
        <w:rPr>
          <w:b/>
        </w:rPr>
        <w:t xml:space="preserve">10. Kam (institucijoms, skyriams, organizacijoms ir t. t.) patvirtintas sprendimas turi būti išsiųstas. </w:t>
      </w:r>
      <w:r>
        <w:t xml:space="preserve">Plungės r. savivaldybės administracijai ir Plungės r. </w:t>
      </w:r>
      <w:r w:rsidR="006775CB">
        <w:t>Alsėdžių Stanislovo Narutavičiaus gimnazijai.</w:t>
      </w:r>
      <w:r>
        <w:t xml:space="preserve"> </w:t>
      </w:r>
    </w:p>
    <w:p w14:paraId="0578F566" w14:textId="77777777" w:rsidR="00F72E66" w:rsidRDefault="00F72E66" w:rsidP="00A75D24">
      <w:pPr>
        <w:ind w:firstLine="720"/>
        <w:jc w:val="both"/>
      </w:pPr>
      <w:r>
        <w:rPr>
          <w:b/>
        </w:rPr>
        <w:t>11. Kita svarbi informacija</w:t>
      </w:r>
      <w:r>
        <w:t>. Nėra.</w:t>
      </w:r>
    </w:p>
    <w:p w14:paraId="18C6E418" w14:textId="319E228F" w:rsidR="00F72E66" w:rsidRDefault="00F72E66" w:rsidP="00A75D24">
      <w:pPr>
        <w:ind w:firstLine="720"/>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p w14:paraId="119B18E1" w14:textId="77777777" w:rsidR="00A75D24" w:rsidRDefault="00A75D24" w:rsidP="00A75D24">
      <w:pPr>
        <w:ind w:firstLine="720"/>
        <w:rPr>
          <w:b/>
        </w:rPr>
      </w:pPr>
    </w:p>
    <w:p w14:paraId="06162910" w14:textId="77777777" w:rsidR="00A75D24" w:rsidRDefault="00A75D24" w:rsidP="00A75D24">
      <w:pPr>
        <w:ind w:firstLine="720"/>
        <w:rPr>
          <w:b/>
        </w:rPr>
      </w:pPr>
    </w:p>
    <w:p w14:paraId="1B31FC91" w14:textId="77777777" w:rsidR="00A75D24" w:rsidRDefault="00A75D24" w:rsidP="00A75D24">
      <w:pPr>
        <w:ind w:firstLine="720"/>
        <w:rPr>
          <w:b/>
        </w:rPr>
      </w:pPr>
    </w:p>
    <w:p w14:paraId="67B31187" w14:textId="77777777" w:rsidR="00A75D24" w:rsidRDefault="00A75D24" w:rsidP="00A75D24">
      <w:pPr>
        <w:ind w:firstLine="720"/>
        <w:rPr>
          <w:b/>
        </w:rPr>
      </w:pPr>
      <w:bookmarkStart w:id="1" w:name="_GoBack"/>
      <w:bookmarkEnd w:id="1"/>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72E66" w14:paraId="7C253029" w14:textId="77777777" w:rsidTr="00D759D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129218C" w14:textId="77777777" w:rsidR="00F72E66" w:rsidRDefault="00F72E66" w:rsidP="00D759DF">
            <w:pPr>
              <w:widowControl w:val="0"/>
              <w:jc w:val="center"/>
              <w:rPr>
                <w:rFonts w:eastAsia="Lucida Sans Unicode"/>
                <w:b/>
                <w:kern w:val="2"/>
                <w:lang w:bidi="lo-LA"/>
              </w:rPr>
            </w:pPr>
            <w:r>
              <w:rPr>
                <w:rFonts w:eastAsia="Lucida Sans Unicode"/>
                <w:b/>
                <w:kern w:val="2"/>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1F8AD82" w14:textId="77777777" w:rsidR="00F72E66" w:rsidRDefault="00F72E66" w:rsidP="00D759DF">
            <w:pPr>
              <w:widowControl w:val="0"/>
              <w:jc w:val="center"/>
              <w:rPr>
                <w:rFonts w:eastAsia="Lucida Sans Unicode"/>
                <w:b/>
                <w:bCs/>
                <w:kern w:val="2"/>
              </w:rPr>
            </w:pPr>
            <w:r>
              <w:rPr>
                <w:rFonts w:eastAsia="Lucida Sans Unicode"/>
                <w:b/>
                <w:bCs/>
                <w:kern w:val="2"/>
              </w:rPr>
              <w:t>Numatomo teisinio reguliavimo poveikio vertinimo rezultatai</w:t>
            </w:r>
          </w:p>
        </w:tc>
      </w:tr>
      <w:tr w:rsidR="00F72E66" w14:paraId="68FC23B0" w14:textId="77777777" w:rsidTr="00D759D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B5903A" w14:textId="77777777" w:rsidR="00F72E66" w:rsidRDefault="00F72E66" w:rsidP="00D759DF">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056ADA50" w14:textId="77777777" w:rsidR="00F72E66" w:rsidRDefault="00F72E66" w:rsidP="00D759DF">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F45EF59" w14:textId="77777777" w:rsidR="00F72E66" w:rsidRDefault="00F72E66" w:rsidP="00D759DF">
            <w:pPr>
              <w:widowControl w:val="0"/>
              <w:rPr>
                <w:rFonts w:eastAsia="Lucida Sans Unicode"/>
                <w:b/>
                <w:kern w:val="2"/>
                <w:lang w:bidi="lo-LA"/>
              </w:rPr>
            </w:pPr>
            <w:r>
              <w:rPr>
                <w:rFonts w:eastAsia="Lucida Sans Unicode"/>
                <w:b/>
                <w:kern w:val="2"/>
              </w:rPr>
              <w:t>Neigiamas poveikis</w:t>
            </w:r>
          </w:p>
        </w:tc>
      </w:tr>
      <w:tr w:rsidR="00F72E66" w14:paraId="16D3080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2BF2089B" w14:textId="77777777" w:rsidR="00F72E66" w:rsidRDefault="00F72E66" w:rsidP="00D759DF">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7F40EAD6" w14:textId="77777777" w:rsidR="00F72E66" w:rsidRDefault="00F72E66" w:rsidP="00F72E6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87E0D59"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7FC4BD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38E85973" w14:textId="77777777" w:rsidR="00F72E66" w:rsidRDefault="00F72E66" w:rsidP="00D759DF">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4BC673F"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AD1A6E5"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24A0AB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4F6A791" w14:textId="77777777" w:rsidR="00F72E66" w:rsidRDefault="00F72E66" w:rsidP="00D759DF">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5871016"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980EE7D"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42E85A5D"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D8A48D5" w14:textId="77777777" w:rsidR="00F72E66" w:rsidRDefault="00F72E66" w:rsidP="00D759DF">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D18BCE5"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913426F"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76CF8F1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66DF8AE8" w14:textId="77777777" w:rsidR="00F72E66" w:rsidRDefault="00F72E66" w:rsidP="00D759DF">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8E0E06B"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0E1F3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702FE7B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3B13B9A" w14:textId="77777777" w:rsidR="00F72E66" w:rsidRDefault="00F72E66" w:rsidP="00D759DF">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148391F" w14:textId="77777777" w:rsidR="00F72E66" w:rsidRDefault="00F72E66" w:rsidP="00D759DF">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1AC41A4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D21FE3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8D9F302" w14:textId="77777777" w:rsidR="00F72E66" w:rsidRDefault="00F72E66" w:rsidP="00D759DF">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5C4C7A27"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CF70FB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554188A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C22B38A" w14:textId="77777777" w:rsidR="00F72E66" w:rsidRDefault="00F72E66" w:rsidP="00D759DF">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A4E7F04"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06B73AD"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6CC26DBC"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4E24D346" w14:textId="77777777" w:rsidR="00F72E66" w:rsidRDefault="00F72E66" w:rsidP="00D759DF">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5CA0562"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23D8273"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1454F2E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9F8BE14" w14:textId="77777777" w:rsidR="00F72E66" w:rsidRDefault="00F72E66" w:rsidP="00D759DF">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6A0FDF9"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93C2B45"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bl>
    <w:p w14:paraId="19F72CB6" w14:textId="77777777" w:rsidR="00F72E66" w:rsidRDefault="00F72E66" w:rsidP="00F72E66">
      <w:pPr>
        <w:widowControl w:val="0"/>
        <w:rPr>
          <w:rFonts w:eastAsia="Lucida Sans Unicode"/>
          <w:kern w:val="2"/>
          <w:lang w:bidi="lo-LA"/>
        </w:rPr>
      </w:pPr>
    </w:p>
    <w:p w14:paraId="3A7AFCB6" w14:textId="1AA09D72" w:rsidR="00F72E66" w:rsidRDefault="00F72E66" w:rsidP="0026419F">
      <w:pPr>
        <w:ind w:firstLine="720"/>
        <w:jc w:val="both"/>
      </w:pPr>
      <w: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B3DAD9B" w14:textId="77777777" w:rsidR="00F72E66" w:rsidRDefault="00F72E66" w:rsidP="00F72E66">
      <w:pPr>
        <w:widowControl w:val="0"/>
        <w:rPr>
          <w:rFonts w:eastAsia="Lucida Sans Unicode"/>
          <w:kern w:val="2"/>
        </w:rPr>
      </w:pPr>
    </w:p>
    <w:p w14:paraId="2839E4D5" w14:textId="77777777" w:rsidR="00F72E66" w:rsidRDefault="00F72E66" w:rsidP="00F72E66">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500C8AD5" w14:textId="6ED374D4" w:rsidR="00F72E66" w:rsidRPr="00DA4DF3" w:rsidRDefault="00F72E66" w:rsidP="00F72E66">
      <w:pPr>
        <w:widowControl w:val="0"/>
        <w:rPr>
          <w:rFonts w:eastAsia="Lucida Sans Unicode" w:cs="Tahoma"/>
          <w:bCs/>
        </w:rPr>
      </w:pPr>
      <w:r>
        <w:rPr>
          <w:rFonts w:eastAsia="Lucida Sans Unicode" w:cs="Tahoma"/>
          <w:bCs/>
        </w:rPr>
        <w:t>Švietimo ir sporto skyriaus vedėjas</w:t>
      </w:r>
      <w:r w:rsidRPr="00DA4DF3">
        <w:rPr>
          <w:rFonts w:eastAsia="Lucida Sans Unicode" w:cs="Tahoma"/>
          <w:bCs/>
        </w:rPr>
        <w:t xml:space="preserve">                            </w:t>
      </w:r>
      <w:r>
        <w:rPr>
          <w:rFonts w:eastAsia="Lucida Sans Unicode" w:cs="Tahoma"/>
          <w:bCs/>
        </w:rPr>
        <w:tab/>
      </w:r>
      <w:r w:rsidR="00562B80">
        <w:rPr>
          <w:rFonts w:eastAsia="Lucida Sans Unicode" w:cs="Tahoma"/>
          <w:bCs/>
        </w:rPr>
        <w:t xml:space="preserve">                                 </w:t>
      </w:r>
      <w:r>
        <w:rPr>
          <w:rFonts w:eastAsia="Lucida Sans Unicode" w:cs="Tahoma"/>
          <w:bCs/>
        </w:rPr>
        <w:t>Gintautas Rimeikis</w:t>
      </w:r>
    </w:p>
    <w:p w14:paraId="0C36E3DA" w14:textId="77777777" w:rsidR="00CC292D" w:rsidRPr="00CC292D" w:rsidRDefault="00CC292D" w:rsidP="00CC292D">
      <w:pPr>
        <w:rPr>
          <w:lang w:eastAsia="en-US"/>
        </w:rPr>
      </w:pPr>
    </w:p>
    <w:sectPr w:rsidR="00CC292D" w:rsidRPr="00CC292D" w:rsidSect="001D5A4F">
      <w:pgSz w:w="11906" w:h="16838" w:code="9"/>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0F6258" w14:textId="77777777" w:rsidR="00E44319" w:rsidRDefault="00E44319">
      <w:r>
        <w:separator/>
      </w:r>
    </w:p>
  </w:endnote>
  <w:endnote w:type="continuationSeparator" w:id="0">
    <w:p w14:paraId="71F4C767" w14:textId="77777777" w:rsidR="00E44319" w:rsidRDefault="00E44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55D03" w14:textId="77777777" w:rsidR="00FE37D2" w:rsidRPr="00E138C5" w:rsidRDefault="00FE37D2" w:rsidP="001D5A4F">
    <w:pPr>
      <w:pStyle w:val="Porat"/>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FF142" w14:textId="77777777" w:rsidR="00FE37D2" w:rsidRPr="00E138C5" w:rsidRDefault="00FE37D2" w:rsidP="001D5A4F">
    <w:pPr>
      <w:pStyle w:val="Porat"/>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34DB4" w14:textId="77777777" w:rsidR="00FE37D2" w:rsidRPr="00E138C5" w:rsidRDefault="00FE37D2" w:rsidP="001D5A4F">
    <w:pPr>
      <w:pStyle w:val="Porat"/>
      <w:jc w:val="right"/>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729E6" w14:textId="77777777" w:rsidR="00FE37D2" w:rsidRPr="00E138C5" w:rsidRDefault="00FE37D2" w:rsidP="001D5A4F">
    <w:pPr>
      <w:pStyle w:val="Porat"/>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6B7BB0" w14:textId="77777777" w:rsidR="00E44319" w:rsidRDefault="00E44319">
      <w:r>
        <w:separator/>
      </w:r>
    </w:p>
  </w:footnote>
  <w:footnote w:type="continuationSeparator" w:id="0">
    <w:p w14:paraId="431E3FF0" w14:textId="77777777" w:rsidR="00E44319" w:rsidRDefault="00E443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B89A0" w14:textId="77777777" w:rsidR="00FE37D2" w:rsidRDefault="00FE37D2" w:rsidP="001D5A4F">
    <w:pPr>
      <w:pStyle w:val="Antrats"/>
      <w:framePr w:wrap="around" w:vAnchor="text" w:hAnchor="margin" w:xAlign="center" w:y="1"/>
      <w:rPr>
        <w:rStyle w:val="Puslapionumeris"/>
      </w:rPr>
    </w:pPr>
  </w:p>
  <w:p w14:paraId="69DBA387" w14:textId="77777777" w:rsidR="00FE37D2" w:rsidRDefault="00FE37D2" w:rsidP="00E612CC">
    <w:pPr>
      <w:pStyle w:val="Antrats"/>
      <w:jc w:val="right"/>
    </w:pPr>
    <w:r>
      <w:t>PROJEKTAS</w:t>
    </w:r>
  </w:p>
  <w:p w14:paraId="2A1D5B2B" w14:textId="77777777" w:rsidR="00FE37D2" w:rsidRPr="00131B2D" w:rsidRDefault="00FE37D2" w:rsidP="00E612CC">
    <w:pPr>
      <w:pStyle w:val="Antrat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E7E26" w14:textId="77777777" w:rsidR="00FE37D2" w:rsidRDefault="00FE37D2" w:rsidP="00E612CC">
    <w:pPr>
      <w:pStyle w:val="Antrat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78303" w14:textId="77777777" w:rsidR="00FE37D2" w:rsidRDefault="00FE37D2" w:rsidP="001D5A4F">
    <w:pPr>
      <w:pStyle w:val="Antrats"/>
      <w:framePr w:wrap="around" w:vAnchor="text" w:hAnchor="margin" w:xAlign="center" w:y="1"/>
      <w:rPr>
        <w:rStyle w:val="Puslapionumeris"/>
      </w:rPr>
    </w:pPr>
  </w:p>
  <w:p w14:paraId="4AC9DDC9" w14:textId="77777777" w:rsidR="00FE37D2" w:rsidRPr="00131B2D" w:rsidRDefault="00FE37D2" w:rsidP="001D5A4F">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08FFA9"/>
    <w:multiLevelType w:val="hybridMultilevel"/>
    <w:tmpl w:val="DC40E4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090F859"/>
    <w:multiLevelType w:val="hybridMultilevel"/>
    <w:tmpl w:val="A65F5F7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EB48F2"/>
    <w:multiLevelType w:val="multilevel"/>
    <w:tmpl w:val="6B24C1F0"/>
    <w:lvl w:ilvl="0">
      <w:start w:val="7"/>
      <w:numFmt w:val="decimal"/>
      <w:pStyle w:val="Antrat3"/>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Zero"/>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3D400F6"/>
    <w:multiLevelType w:val="hybridMultilevel"/>
    <w:tmpl w:val="FF18D6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04C948EE"/>
    <w:multiLevelType w:val="hybridMultilevel"/>
    <w:tmpl w:val="64C2F30C"/>
    <w:lvl w:ilvl="0" w:tplc="7396E1E4">
      <w:start w:val="1"/>
      <w:numFmt w:val="decimal"/>
      <w:lvlText w:val="%1."/>
      <w:lvlJc w:val="left"/>
      <w:pPr>
        <w:ind w:left="7638" w:hanging="975"/>
      </w:pPr>
      <w:rPr>
        <w:rFonts w:hint="default"/>
        <w:b/>
      </w:rPr>
    </w:lvl>
    <w:lvl w:ilvl="1" w:tplc="04270019" w:tentative="1">
      <w:start w:val="1"/>
      <w:numFmt w:val="lowerLetter"/>
      <w:lvlText w:val="%2."/>
      <w:lvlJc w:val="left"/>
      <w:pPr>
        <w:ind w:left="7743" w:hanging="360"/>
      </w:pPr>
    </w:lvl>
    <w:lvl w:ilvl="2" w:tplc="0427001B" w:tentative="1">
      <w:start w:val="1"/>
      <w:numFmt w:val="lowerRoman"/>
      <w:lvlText w:val="%3."/>
      <w:lvlJc w:val="right"/>
      <w:pPr>
        <w:ind w:left="8463" w:hanging="180"/>
      </w:pPr>
    </w:lvl>
    <w:lvl w:ilvl="3" w:tplc="0427000F" w:tentative="1">
      <w:start w:val="1"/>
      <w:numFmt w:val="decimal"/>
      <w:lvlText w:val="%4."/>
      <w:lvlJc w:val="left"/>
      <w:pPr>
        <w:ind w:left="9183" w:hanging="360"/>
      </w:pPr>
    </w:lvl>
    <w:lvl w:ilvl="4" w:tplc="04270019" w:tentative="1">
      <w:start w:val="1"/>
      <w:numFmt w:val="lowerLetter"/>
      <w:lvlText w:val="%5."/>
      <w:lvlJc w:val="left"/>
      <w:pPr>
        <w:ind w:left="9903" w:hanging="360"/>
      </w:pPr>
    </w:lvl>
    <w:lvl w:ilvl="5" w:tplc="0427001B" w:tentative="1">
      <w:start w:val="1"/>
      <w:numFmt w:val="lowerRoman"/>
      <w:lvlText w:val="%6."/>
      <w:lvlJc w:val="right"/>
      <w:pPr>
        <w:ind w:left="10623" w:hanging="180"/>
      </w:pPr>
    </w:lvl>
    <w:lvl w:ilvl="6" w:tplc="0427000F" w:tentative="1">
      <w:start w:val="1"/>
      <w:numFmt w:val="decimal"/>
      <w:lvlText w:val="%7."/>
      <w:lvlJc w:val="left"/>
      <w:pPr>
        <w:ind w:left="11343" w:hanging="360"/>
      </w:pPr>
    </w:lvl>
    <w:lvl w:ilvl="7" w:tplc="04270019" w:tentative="1">
      <w:start w:val="1"/>
      <w:numFmt w:val="lowerLetter"/>
      <w:lvlText w:val="%8."/>
      <w:lvlJc w:val="left"/>
      <w:pPr>
        <w:ind w:left="12063" w:hanging="360"/>
      </w:pPr>
    </w:lvl>
    <w:lvl w:ilvl="8" w:tplc="0427001B" w:tentative="1">
      <w:start w:val="1"/>
      <w:numFmt w:val="lowerRoman"/>
      <w:lvlText w:val="%9."/>
      <w:lvlJc w:val="right"/>
      <w:pPr>
        <w:ind w:left="12783" w:hanging="180"/>
      </w:pPr>
    </w:lvl>
  </w:abstractNum>
  <w:abstractNum w:abstractNumId="5">
    <w:nsid w:val="04DD5340"/>
    <w:multiLevelType w:val="multilevel"/>
    <w:tmpl w:val="067E5660"/>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6">
    <w:nsid w:val="08294692"/>
    <w:multiLevelType w:val="hybridMultilevel"/>
    <w:tmpl w:val="C514D9AC"/>
    <w:lvl w:ilvl="0" w:tplc="0427000F">
      <w:start w:val="1"/>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7">
    <w:nsid w:val="0AFB6200"/>
    <w:multiLevelType w:val="hybridMultilevel"/>
    <w:tmpl w:val="4C46846E"/>
    <w:lvl w:ilvl="0" w:tplc="D8AA771E">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8">
    <w:nsid w:val="0C2C180C"/>
    <w:multiLevelType w:val="hybridMultilevel"/>
    <w:tmpl w:val="80ACC76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nsid w:val="0E114F20"/>
    <w:multiLevelType w:val="hybridMultilevel"/>
    <w:tmpl w:val="9F226BCC"/>
    <w:lvl w:ilvl="0" w:tplc="0427000F">
      <w:start w:val="1"/>
      <w:numFmt w:val="decimal"/>
      <w:lvlText w:val="%1."/>
      <w:lvlJc w:val="left"/>
      <w:pPr>
        <w:tabs>
          <w:tab w:val="num" w:pos="960"/>
        </w:tabs>
        <w:ind w:left="96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nsid w:val="12550BEE"/>
    <w:multiLevelType w:val="multilevel"/>
    <w:tmpl w:val="15FE2402"/>
    <w:lvl w:ilvl="0">
      <w:start w:val="1"/>
      <w:numFmt w:val="decimal"/>
      <w:lvlText w:val="%1."/>
      <w:lvlJc w:val="left"/>
      <w:pPr>
        <w:tabs>
          <w:tab w:val="num" w:pos="1260"/>
        </w:tabs>
        <w:ind w:left="12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4B94077"/>
    <w:multiLevelType w:val="hybridMultilevel"/>
    <w:tmpl w:val="AAA613F8"/>
    <w:lvl w:ilvl="0" w:tplc="FFFFFFFF">
      <w:start w:val="1"/>
      <w:numFmt w:val="bullet"/>
      <w:lvlText w:val=""/>
      <w:lvlJc w:val="left"/>
      <w:pPr>
        <w:tabs>
          <w:tab w:val="num" w:pos="792"/>
        </w:tabs>
        <w:ind w:left="792" w:hanging="360"/>
      </w:pPr>
      <w:rPr>
        <w:rFonts w:ascii="Wingdings" w:hAnsi="Wingdings" w:hint="default"/>
      </w:rPr>
    </w:lvl>
    <w:lvl w:ilvl="1" w:tplc="FFFFFFFF" w:tentative="1">
      <w:start w:val="1"/>
      <w:numFmt w:val="bullet"/>
      <w:lvlText w:val="o"/>
      <w:lvlJc w:val="left"/>
      <w:pPr>
        <w:tabs>
          <w:tab w:val="num" w:pos="1512"/>
        </w:tabs>
        <w:ind w:left="1512" w:hanging="360"/>
      </w:pPr>
      <w:rPr>
        <w:rFonts w:ascii="Courier New" w:hAnsi="Courier New" w:cs="Courier New" w:hint="default"/>
      </w:rPr>
    </w:lvl>
    <w:lvl w:ilvl="2" w:tplc="FFFFFFFF"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cs="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cs="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12">
    <w:nsid w:val="178E5A73"/>
    <w:multiLevelType w:val="hybridMultilevel"/>
    <w:tmpl w:val="3266DC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1E8A6E73"/>
    <w:multiLevelType w:val="hybridMultilevel"/>
    <w:tmpl w:val="95D112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0D363D9"/>
    <w:multiLevelType w:val="hybridMultilevel"/>
    <w:tmpl w:val="6B7CDF0C"/>
    <w:lvl w:ilvl="0" w:tplc="04270001">
      <w:start w:val="1"/>
      <w:numFmt w:val="bullet"/>
      <w:lvlText w:val=""/>
      <w:lvlJc w:val="left"/>
      <w:pPr>
        <w:ind w:left="1560" w:hanging="360"/>
      </w:pPr>
      <w:rPr>
        <w:rFonts w:ascii="Symbol" w:hAnsi="Symbol" w:hint="default"/>
      </w:rPr>
    </w:lvl>
    <w:lvl w:ilvl="1" w:tplc="04270003" w:tentative="1">
      <w:start w:val="1"/>
      <w:numFmt w:val="bullet"/>
      <w:lvlText w:val="o"/>
      <w:lvlJc w:val="left"/>
      <w:pPr>
        <w:ind w:left="2280" w:hanging="360"/>
      </w:pPr>
      <w:rPr>
        <w:rFonts w:ascii="Courier New" w:hAnsi="Courier New" w:cs="Courier New" w:hint="default"/>
      </w:rPr>
    </w:lvl>
    <w:lvl w:ilvl="2" w:tplc="04270005" w:tentative="1">
      <w:start w:val="1"/>
      <w:numFmt w:val="bullet"/>
      <w:lvlText w:val=""/>
      <w:lvlJc w:val="left"/>
      <w:pPr>
        <w:ind w:left="3000" w:hanging="360"/>
      </w:pPr>
      <w:rPr>
        <w:rFonts w:ascii="Wingdings" w:hAnsi="Wingdings" w:hint="default"/>
      </w:rPr>
    </w:lvl>
    <w:lvl w:ilvl="3" w:tplc="04270001" w:tentative="1">
      <w:start w:val="1"/>
      <w:numFmt w:val="bullet"/>
      <w:lvlText w:val=""/>
      <w:lvlJc w:val="left"/>
      <w:pPr>
        <w:ind w:left="3720" w:hanging="360"/>
      </w:pPr>
      <w:rPr>
        <w:rFonts w:ascii="Symbol" w:hAnsi="Symbol" w:hint="default"/>
      </w:rPr>
    </w:lvl>
    <w:lvl w:ilvl="4" w:tplc="04270003" w:tentative="1">
      <w:start w:val="1"/>
      <w:numFmt w:val="bullet"/>
      <w:lvlText w:val="o"/>
      <w:lvlJc w:val="left"/>
      <w:pPr>
        <w:ind w:left="4440" w:hanging="360"/>
      </w:pPr>
      <w:rPr>
        <w:rFonts w:ascii="Courier New" w:hAnsi="Courier New" w:cs="Courier New" w:hint="default"/>
      </w:rPr>
    </w:lvl>
    <w:lvl w:ilvl="5" w:tplc="04270005" w:tentative="1">
      <w:start w:val="1"/>
      <w:numFmt w:val="bullet"/>
      <w:lvlText w:val=""/>
      <w:lvlJc w:val="left"/>
      <w:pPr>
        <w:ind w:left="5160" w:hanging="360"/>
      </w:pPr>
      <w:rPr>
        <w:rFonts w:ascii="Wingdings" w:hAnsi="Wingdings" w:hint="default"/>
      </w:rPr>
    </w:lvl>
    <w:lvl w:ilvl="6" w:tplc="04270001" w:tentative="1">
      <w:start w:val="1"/>
      <w:numFmt w:val="bullet"/>
      <w:lvlText w:val=""/>
      <w:lvlJc w:val="left"/>
      <w:pPr>
        <w:ind w:left="5880" w:hanging="360"/>
      </w:pPr>
      <w:rPr>
        <w:rFonts w:ascii="Symbol" w:hAnsi="Symbol" w:hint="default"/>
      </w:rPr>
    </w:lvl>
    <w:lvl w:ilvl="7" w:tplc="04270003" w:tentative="1">
      <w:start w:val="1"/>
      <w:numFmt w:val="bullet"/>
      <w:lvlText w:val="o"/>
      <w:lvlJc w:val="left"/>
      <w:pPr>
        <w:ind w:left="6600" w:hanging="360"/>
      </w:pPr>
      <w:rPr>
        <w:rFonts w:ascii="Courier New" w:hAnsi="Courier New" w:cs="Courier New" w:hint="default"/>
      </w:rPr>
    </w:lvl>
    <w:lvl w:ilvl="8" w:tplc="04270005" w:tentative="1">
      <w:start w:val="1"/>
      <w:numFmt w:val="bullet"/>
      <w:lvlText w:val=""/>
      <w:lvlJc w:val="left"/>
      <w:pPr>
        <w:ind w:left="7320" w:hanging="360"/>
      </w:pPr>
      <w:rPr>
        <w:rFonts w:ascii="Wingdings" w:hAnsi="Wingdings" w:hint="default"/>
      </w:rPr>
    </w:lvl>
  </w:abstractNum>
  <w:abstractNum w:abstractNumId="15">
    <w:nsid w:val="30061E6B"/>
    <w:multiLevelType w:val="hybridMultilevel"/>
    <w:tmpl w:val="A83A3786"/>
    <w:lvl w:ilvl="0" w:tplc="4B2AE0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1AF503A"/>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7">
    <w:nsid w:val="351A605E"/>
    <w:multiLevelType w:val="hybridMultilevel"/>
    <w:tmpl w:val="A7500DEC"/>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680"/>
        </w:tabs>
        <w:ind w:left="1680" w:hanging="360"/>
      </w:pPr>
    </w:lvl>
    <w:lvl w:ilvl="2" w:tplc="0427001B" w:tentative="1">
      <w:start w:val="1"/>
      <w:numFmt w:val="lowerRoman"/>
      <w:lvlText w:val="%3."/>
      <w:lvlJc w:val="right"/>
      <w:pPr>
        <w:tabs>
          <w:tab w:val="num" w:pos="2400"/>
        </w:tabs>
        <w:ind w:left="2400" w:hanging="180"/>
      </w:pPr>
    </w:lvl>
    <w:lvl w:ilvl="3" w:tplc="0427000F" w:tentative="1">
      <w:start w:val="1"/>
      <w:numFmt w:val="decimal"/>
      <w:lvlText w:val="%4."/>
      <w:lvlJc w:val="left"/>
      <w:pPr>
        <w:tabs>
          <w:tab w:val="num" w:pos="3120"/>
        </w:tabs>
        <w:ind w:left="3120" w:hanging="360"/>
      </w:pPr>
    </w:lvl>
    <w:lvl w:ilvl="4" w:tplc="04270019" w:tentative="1">
      <w:start w:val="1"/>
      <w:numFmt w:val="lowerLetter"/>
      <w:lvlText w:val="%5."/>
      <w:lvlJc w:val="left"/>
      <w:pPr>
        <w:tabs>
          <w:tab w:val="num" w:pos="3840"/>
        </w:tabs>
        <w:ind w:left="3840" w:hanging="360"/>
      </w:pPr>
    </w:lvl>
    <w:lvl w:ilvl="5" w:tplc="0427001B" w:tentative="1">
      <w:start w:val="1"/>
      <w:numFmt w:val="lowerRoman"/>
      <w:lvlText w:val="%6."/>
      <w:lvlJc w:val="right"/>
      <w:pPr>
        <w:tabs>
          <w:tab w:val="num" w:pos="4560"/>
        </w:tabs>
        <w:ind w:left="4560" w:hanging="180"/>
      </w:pPr>
    </w:lvl>
    <w:lvl w:ilvl="6" w:tplc="0427000F" w:tentative="1">
      <w:start w:val="1"/>
      <w:numFmt w:val="decimal"/>
      <w:lvlText w:val="%7."/>
      <w:lvlJc w:val="left"/>
      <w:pPr>
        <w:tabs>
          <w:tab w:val="num" w:pos="5280"/>
        </w:tabs>
        <w:ind w:left="5280" w:hanging="360"/>
      </w:pPr>
    </w:lvl>
    <w:lvl w:ilvl="7" w:tplc="04270019" w:tentative="1">
      <w:start w:val="1"/>
      <w:numFmt w:val="lowerLetter"/>
      <w:lvlText w:val="%8."/>
      <w:lvlJc w:val="left"/>
      <w:pPr>
        <w:tabs>
          <w:tab w:val="num" w:pos="6000"/>
        </w:tabs>
        <w:ind w:left="6000" w:hanging="360"/>
      </w:pPr>
    </w:lvl>
    <w:lvl w:ilvl="8" w:tplc="0427001B" w:tentative="1">
      <w:start w:val="1"/>
      <w:numFmt w:val="lowerRoman"/>
      <w:lvlText w:val="%9."/>
      <w:lvlJc w:val="right"/>
      <w:pPr>
        <w:tabs>
          <w:tab w:val="num" w:pos="6720"/>
        </w:tabs>
        <w:ind w:left="6720" w:hanging="180"/>
      </w:pPr>
    </w:lvl>
  </w:abstractNum>
  <w:abstractNum w:abstractNumId="18">
    <w:nsid w:val="3BEA3EC1"/>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9">
    <w:nsid w:val="4304333B"/>
    <w:multiLevelType w:val="hybridMultilevel"/>
    <w:tmpl w:val="8B40A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43734A3A"/>
    <w:multiLevelType w:val="hybridMultilevel"/>
    <w:tmpl w:val="E5D01E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4B5F4048"/>
    <w:multiLevelType w:val="hybridMultilevel"/>
    <w:tmpl w:val="279ACD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53175057"/>
    <w:multiLevelType w:val="hybridMultilevel"/>
    <w:tmpl w:val="D7BCF340"/>
    <w:lvl w:ilvl="0" w:tplc="0427000F">
      <w:start w:val="1"/>
      <w:numFmt w:val="decimal"/>
      <w:lvlText w:val="%1."/>
      <w:lvlJc w:val="left"/>
      <w:pPr>
        <w:tabs>
          <w:tab w:val="num" w:pos="900"/>
        </w:tabs>
        <w:ind w:left="90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nsid w:val="53762F4A"/>
    <w:multiLevelType w:val="hybridMultilevel"/>
    <w:tmpl w:val="9D3A63D2"/>
    <w:lvl w:ilvl="0" w:tplc="DA2C57AE">
      <w:start w:val="1"/>
      <w:numFmt w:val="decimal"/>
      <w:lvlText w:val="%1."/>
      <w:lvlJc w:val="center"/>
      <w:pPr>
        <w:tabs>
          <w:tab w:val="num" w:pos="1967"/>
        </w:tabs>
        <w:ind w:left="1134"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nsid w:val="570C42A9"/>
    <w:multiLevelType w:val="hybridMultilevel"/>
    <w:tmpl w:val="05082A56"/>
    <w:lvl w:ilvl="0" w:tplc="7D70AB9A">
      <w:start w:val="1"/>
      <w:numFmt w:val="decimal"/>
      <w:lvlText w:val="%1."/>
      <w:lvlJc w:val="left"/>
      <w:pPr>
        <w:tabs>
          <w:tab w:val="num" w:pos="1044"/>
        </w:tabs>
        <w:ind w:left="1044" w:hanging="360"/>
      </w:pPr>
      <w:rPr>
        <w:rFonts w:ascii="Times New Roman" w:eastAsia="Times New Roman" w:hAnsi="Times New Roman"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5">
    <w:nsid w:val="5E2F74AC"/>
    <w:multiLevelType w:val="hybridMultilevel"/>
    <w:tmpl w:val="A42EEAA2"/>
    <w:lvl w:ilvl="0" w:tplc="435C8DC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66481972"/>
    <w:multiLevelType w:val="hybridMultilevel"/>
    <w:tmpl w:val="42482F6C"/>
    <w:lvl w:ilvl="0" w:tplc="251ADDB0">
      <w:start w:val="6"/>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nsid w:val="6B2F3615"/>
    <w:multiLevelType w:val="hybridMultilevel"/>
    <w:tmpl w:val="84D421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6DCC6C72"/>
    <w:multiLevelType w:val="multilevel"/>
    <w:tmpl w:val="6396F55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9">
    <w:nsid w:val="6FB24A17"/>
    <w:multiLevelType w:val="hybridMultilevel"/>
    <w:tmpl w:val="ACA4BE4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0">
    <w:nsid w:val="772178DF"/>
    <w:multiLevelType w:val="multilevel"/>
    <w:tmpl w:val="2E8612DA"/>
    <w:lvl w:ilvl="0">
      <w:start w:val="1"/>
      <w:numFmt w:val="decimal"/>
      <w:lvlText w:val="%1."/>
      <w:lvlJc w:val="left"/>
      <w:pPr>
        <w:tabs>
          <w:tab w:val="num" w:pos="1910"/>
        </w:tabs>
        <w:ind w:left="1910" w:hanging="97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1">
    <w:nsid w:val="77264F2F"/>
    <w:multiLevelType w:val="hybridMultilevel"/>
    <w:tmpl w:val="E2F0A4F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nsid w:val="78E71906"/>
    <w:multiLevelType w:val="hybridMultilevel"/>
    <w:tmpl w:val="52367AEA"/>
    <w:lvl w:ilvl="0" w:tplc="33FE1D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7D5032D9"/>
    <w:multiLevelType w:val="multilevel"/>
    <w:tmpl w:val="93F46992"/>
    <w:lvl w:ilvl="0">
      <w:start w:val="19"/>
      <w:numFmt w:val="decimal"/>
      <w:lvlText w:val="%1."/>
      <w:lvlJc w:val="left"/>
      <w:pPr>
        <w:tabs>
          <w:tab w:val="num" w:pos="1260"/>
        </w:tabs>
        <w:ind w:left="1260" w:hanging="360"/>
      </w:pPr>
      <w:rPr>
        <w:rFonts w:hint="default"/>
      </w:rPr>
    </w:lvl>
    <w:lvl w:ilvl="1">
      <w:start w:val="1"/>
      <w:numFmt w:val="decimal"/>
      <w:lvlText w:val="%1.%2."/>
      <w:lvlJc w:val="left"/>
      <w:pPr>
        <w:tabs>
          <w:tab w:val="num" w:pos="1320"/>
        </w:tabs>
        <w:ind w:left="1320" w:hanging="480"/>
      </w:pPr>
      <w:rPr>
        <w:rFonts w:hint="default"/>
      </w:rPr>
    </w:lvl>
    <w:lvl w:ilvl="2">
      <w:start w:val="1"/>
      <w:numFmt w:val="decimal"/>
      <w:lvlText w:val="%1.%2.%3."/>
      <w:lvlJc w:val="left"/>
      <w:pPr>
        <w:tabs>
          <w:tab w:val="num" w:pos="2460"/>
        </w:tabs>
        <w:ind w:left="2460" w:hanging="720"/>
      </w:pPr>
      <w:rPr>
        <w:rFonts w:hint="default"/>
      </w:rPr>
    </w:lvl>
    <w:lvl w:ilvl="3">
      <w:start w:val="1"/>
      <w:numFmt w:val="decimal"/>
      <w:lvlText w:val="%1.%2.%3.%4."/>
      <w:lvlJc w:val="left"/>
      <w:pPr>
        <w:tabs>
          <w:tab w:val="num" w:pos="3360"/>
        </w:tabs>
        <w:ind w:left="3360"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520"/>
        </w:tabs>
        <w:ind w:left="5520" w:hanging="1080"/>
      </w:pPr>
      <w:rPr>
        <w:rFonts w:hint="default"/>
      </w:rPr>
    </w:lvl>
    <w:lvl w:ilvl="6">
      <w:start w:val="1"/>
      <w:numFmt w:val="decimal"/>
      <w:lvlText w:val="%1.%2.%3.%4.%5.%6.%7."/>
      <w:lvlJc w:val="left"/>
      <w:pPr>
        <w:tabs>
          <w:tab w:val="num" w:pos="6780"/>
        </w:tabs>
        <w:ind w:left="6780" w:hanging="1440"/>
      </w:pPr>
      <w:rPr>
        <w:rFonts w:hint="default"/>
      </w:rPr>
    </w:lvl>
    <w:lvl w:ilvl="7">
      <w:start w:val="1"/>
      <w:numFmt w:val="decimal"/>
      <w:lvlText w:val="%1.%2.%3.%4.%5.%6.%7.%8."/>
      <w:lvlJc w:val="left"/>
      <w:pPr>
        <w:tabs>
          <w:tab w:val="num" w:pos="7680"/>
        </w:tabs>
        <w:ind w:left="7680" w:hanging="1440"/>
      </w:pPr>
      <w:rPr>
        <w:rFonts w:hint="default"/>
      </w:rPr>
    </w:lvl>
    <w:lvl w:ilvl="8">
      <w:start w:val="1"/>
      <w:numFmt w:val="decimal"/>
      <w:lvlText w:val="%1.%2.%3.%4.%5.%6.%7.%8.%9."/>
      <w:lvlJc w:val="left"/>
      <w:pPr>
        <w:tabs>
          <w:tab w:val="num" w:pos="8940"/>
        </w:tabs>
        <w:ind w:left="8940" w:hanging="1800"/>
      </w:pPr>
      <w:rPr>
        <w:rFonts w:hint="default"/>
      </w:rPr>
    </w:lvl>
  </w:abstractNum>
  <w:abstractNum w:abstractNumId="34">
    <w:nsid w:val="7FAC43BC"/>
    <w:multiLevelType w:val="hybridMultilevel"/>
    <w:tmpl w:val="7E0E54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 w:ilvl="0">
        <w:start w:val="1"/>
        <w:numFmt w:val="decimal"/>
        <w:lvlText w:val="%1."/>
        <w:lvlJc w:val="left"/>
        <w:pPr>
          <w:tabs>
            <w:tab w:val="num" w:pos="360"/>
          </w:tabs>
          <w:ind w:left="360" w:hanging="360"/>
        </w:pPr>
        <w:rPr>
          <w:b w:val="0"/>
        </w:rPr>
      </w:lvl>
    </w:lvlOverride>
    <w:lvlOverride w:ilvl="1">
      <w:lvl w:ilvl="1">
        <w:start w:val="1"/>
        <w:numFmt w:val="decimal"/>
        <w:lvlText w:val="%1.%2."/>
        <w:lvlJc w:val="left"/>
        <w:pPr>
          <w:tabs>
            <w:tab w:val="num" w:pos="1332"/>
          </w:tabs>
          <w:ind w:left="133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6"/>
  </w:num>
  <w:num w:numId="6">
    <w:abstractNumId w:val="9"/>
  </w:num>
  <w:num w:numId="7">
    <w:abstractNumId w:val="17"/>
  </w:num>
  <w:num w:numId="8">
    <w:abstractNumId w:val="8"/>
  </w:num>
  <w:num w:numId="9">
    <w:abstractNumId w:val="22"/>
  </w:num>
  <w:num w:numId="10">
    <w:abstractNumId w:val="11"/>
  </w:num>
  <w:num w:numId="11">
    <w:abstractNumId w:val="28"/>
  </w:num>
  <w:num w:numId="12">
    <w:abstractNumId w:val="5"/>
  </w:num>
  <w:num w:numId="13">
    <w:abstractNumId w:val="33"/>
  </w:num>
  <w:num w:numId="14">
    <w:abstractNumId w:val="26"/>
  </w:num>
  <w:num w:numId="15">
    <w:abstractNumId w:val="30"/>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9"/>
  </w:num>
  <w:num w:numId="19">
    <w:abstractNumId w:val="12"/>
  </w:num>
  <w:num w:numId="20">
    <w:abstractNumId w:val="18"/>
  </w:num>
  <w:num w:numId="21">
    <w:abstractNumId w:val="34"/>
  </w:num>
  <w:num w:numId="22">
    <w:abstractNumId w:val="3"/>
  </w:num>
  <w:num w:numId="23">
    <w:abstractNumId w:val="27"/>
  </w:num>
  <w:num w:numId="24">
    <w:abstractNumId w:val="15"/>
  </w:num>
  <w:num w:numId="25">
    <w:abstractNumId w:val="7"/>
  </w:num>
  <w:num w:numId="26">
    <w:abstractNumId w:val="16"/>
  </w:num>
  <w:num w:numId="27">
    <w:abstractNumId w:val="25"/>
  </w:num>
  <w:num w:numId="28">
    <w:abstractNumId w:val="14"/>
  </w:num>
  <w:num w:numId="29">
    <w:abstractNumId w:val="21"/>
  </w:num>
  <w:num w:numId="30">
    <w:abstractNumId w:val="19"/>
  </w:num>
  <w:num w:numId="31">
    <w:abstractNumId w:val="20"/>
  </w:num>
  <w:num w:numId="32">
    <w:abstractNumId w:val="1"/>
  </w:num>
  <w:num w:numId="33">
    <w:abstractNumId w:val="0"/>
  </w:num>
  <w:num w:numId="34">
    <w:abstractNumId w:val="13"/>
  </w:num>
  <w:num w:numId="35">
    <w:abstractNumId w:val="32"/>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808"/>
    <w:rsid w:val="00000FAA"/>
    <w:rsid w:val="00001714"/>
    <w:rsid w:val="00037A2D"/>
    <w:rsid w:val="00041F71"/>
    <w:rsid w:val="00046A1E"/>
    <w:rsid w:val="00053AA2"/>
    <w:rsid w:val="00055C9D"/>
    <w:rsid w:val="00071602"/>
    <w:rsid w:val="00075E8F"/>
    <w:rsid w:val="00075FAD"/>
    <w:rsid w:val="000802DE"/>
    <w:rsid w:val="000951D9"/>
    <w:rsid w:val="000A044D"/>
    <w:rsid w:val="000C2AA5"/>
    <w:rsid w:val="000C38E2"/>
    <w:rsid w:val="000C6284"/>
    <w:rsid w:val="000F2FE0"/>
    <w:rsid w:val="000F32B2"/>
    <w:rsid w:val="000F7D04"/>
    <w:rsid w:val="0010065A"/>
    <w:rsid w:val="00105893"/>
    <w:rsid w:val="00107D37"/>
    <w:rsid w:val="00132EC4"/>
    <w:rsid w:val="001650B5"/>
    <w:rsid w:val="00195361"/>
    <w:rsid w:val="001B4F56"/>
    <w:rsid w:val="001B6B68"/>
    <w:rsid w:val="001C12EF"/>
    <w:rsid w:val="001D5A4F"/>
    <w:rsid w:val="001E69B7"/>
    <w:rsid w:val="0020213B"/>
    <w:rsid w:val="00203323"/>
    <w:rsid w:val="0021277F"/>
    <w:rsid w:val="00213885"/>
    <w:rsid w:val="00213982"/>
    <w:rsid w:val="002313C5"/>
    <w:rsid w:val="002409AB"/>
    <w:rsid w:val="00242BB4"/>
    <w:rsid w:val="00263C6A"/>
    <w:rsid w:val="00263F8B"/>
    <w:rsid w:val="0026419F"/>
    <w:rsid w:val="00275689"/>
    <w:rsid w:val="00281344"/>
    <w:rsid w:val="00284FB9"/>
    <w:rsid w:val="00292DB4"/>
    <w:rsid w:val="0029356D"/>
    <w:rsid w:val="002C2019"/>
    <w:rsid w:val="002C2A3E"/>
    <w:rsid w:val="002C3130"/>
    <w:rsid w:val="002D06A5"/>
    <w:rsid w:val="002E07BF"/>
    <w:rsid w:val="002E3C22"/>
    <w:rsid w:val="002F6C7F"/>
    <w:rsid w:val="003013CE"/>
    <w:rsid w:val="00304F51"/>
    <w:rsid w:val="003222B1"/>
    <w:rsid w:val="0032260E"/>
    <w:rsid w:val="00327A56"/>
    <w:rsid w:val="00334F9B"/>
    <w:rsid w:val="003441C3"/>
    <w:rsid w:val="00371F4A"/>
    <w:rsid w:val="00373028"/>
    <w:rsid w:val="00380706"/>
    <w:rsid w:val="00393AD1"/>
    <w:rsid w:val="00394214"/>
    <w:rsid w:val="0039526F"/>
    <w:rsid w:val="0039764C"/>
    <w:rsid w:val="003A10B5"/>
    <w:rsid w:val="003A3160"/>
    <w:rsid w:val="003A7383"/>
    <w:rsid w:val="003B1A28"/>
    <w:rsid w:val="003C4A90"/>
    <w:rsid w:val="003D4936"/>
    <w:rsid w:val="003D4FD8"/>
    <w:rsid w:val="003E10B9"/>
    <w:rsid w:val="003F750B"/>
    <w:rsid w:val="00402242"/>
    <w:rsid w:val="00403D46"/>
    <w:rsid w:val="0040697B"/>
    <w:rsid w:val="00412D6F"/>
    <w:rsid w:val="00421C93"/>
    <w:rsid w:val="00430F23"/>
    <w:rsid w:val="004664D8"/>
    <w:rsid w:val="00472596"/>
    <w:rsid w:val="00480299"/>
    <w:rsid w:val="00481DA9"/>
    <w:rsid w:val="0048345B"/>
    <w:rsid w:val="00484BF9"/>
    <w:rsid w:val="004858E3"/>
    <w:rsid w:val="00496FE2"/>
    <w:rsid w:val="004B40C1"/>
    <w:rsid w:val="004D422D"/>
    <w:rsid w:val="004E2D29"/>
    <w:rsid w:val="004E34A9"/>
    <w:rsid w:val="004E6174"/>
    <w:rsid w:val="004F08A5"/>
    <w:rsid w:val="005124C7"/>
    <w:rsid w:val="00530BE8"/>
    <w:rsid w:val="00536F36"/>
    <w:rsid w:val="00562B80"/>
    <w:rsid w:val="00564519"/>
    <w:rsid w:val="005724C1"/>
    <w:rsid w:val="00574569"/>
    <w:rsid w:val="00577E9C"/>
    <w:rsid w:val="005954D8"/>
    <w:rsid w:val="005954E5"/>
    <w:rsid w:val="005A1058"/>
    <w:rsid w:val="005B2A13"/>
    <w:rsid w:val="005C0BF5"/>
    <w:rsid w:val="005C6A9B"/>
    <w:rsid w:val="005C72A1"/>
    <w:rsid w:val="005D13EF"/>
    <w:rsid w:val="005D1E03"/>
    <w:rsid w:val="005D593F"/>
    <w:rsid w:val="005E6144"/>
    <w:rsid w:val="006005ED"/>
    <w:rsid w:val="00601AEB"/>
    <w:rsid w:val="00604765"/>
    <w:rsid w:val="0063664E"/>
    <w:rsid w:val="006404AA"/>
    <w:rsid w:val="00651B7F"/>
    <w:rsid w:val="00652C6A"/>
    <w:rsid w:val="00652F5A"/>
    <w:rsid w:val="00655334"/>
    <w:rsid w:val="00655E3D"/>
    <w:rsid w:val="006579F3"/>
    <w:rsid w:val="00675F36"/>
    <w:rsid w:val="006775CB"/>
    <w:rsid w:val="00683926"/>
    <w:rsid w:val="006A00F5"/>
    <w:rsid w:val="006A1136"/>
    <w:rsid w:val="006A33BB"/>
    <w:rsid w:val="006C1E91"/>
    <w:rsid w:val="006C4668"/>
    <w:rsid w:val="006C6C43"/>
    <w:rsid w:val="006E14E4"/>
    <w:rsid w:val="006F4ECB"/>
    <w:rsid w:val="00700AAE"/>
    <w:rsid w:val="00721ACB"/>
    <w:rsid w:val="00736A71"/>
    <w:rsid w:val="007573DE"/>
    <w:rsid w:val="00770481"/>
    <w:rsid w:val="00775A84"/>
    <w:rsid w:val="0077641B"/>
    <w:rsid w:val="00776829"/>
    <w:rsid w:val="0079103B"/>
    <w:rsid w:val="007910B9"/>
    <w:rsid w:val="007970B0"/>
    <w:rsid w:val="007A02FC"/>
    <w:rsid w:val="007D4367"/>
    <w:rsid w:val="007E003E"/>
    <w:rsid w:val="00822D47"/>
    <w:rsid w:val="0083220D"/>
    <w:rsid w:val="00832515"/>
    <w:rsid w:val="00837D07"/>
    <w:rsid w:val="008505DA"/>
    <w:rsid w:val="00850FFF"/>
    <w:rsid w:val="00852CDF"/>
    <w:rsid w:val="00857722"/>
    <w:rsid w:val="00863E9A"/>
    <w:rsid w:val="008662DE"/>
    <w:rsid w:val="008724A2"/>
    <w:rsid w:val="00874456"/>
    <w:rsid w:val="008775FC"/>
    <w:rsid w:val="00886746"/>
    <w:rsid w:val="00897D45"/>
    <w:rsid w:val="008A2B28"/>
    <w:rsid w:val="008A3C76"/>
    <w:rsid w:val="008E4DAB"/>
    <w:rsid w:val="008F2797"/>
    <w:rsid w:val="008F78E7"/>
    <w:rsid w:val="00901E1D"/>
    <w:rsid w:val="009031BC"/>
    <w:rsid w:val="00915C73"/>
    <w:rsid w:val="00916294"/>
    <w:rsid w:val="00944000"/>
    <w:rsid w:val="00945FCD"/>
    <w:rsid w:val="009463AB"/>
    <w:rsid w:val="009500AD"/>
    <w:rsid w:val="00954E98"/>
    <w:rsid w:val="00974B65"/>
    <w:rsid w:val="00986502"/>
    <w:rsid w:val="009914AF"/>
    <w:rsid w:val="009A41B6"/>
    <w:rsid w:val="009C6053"/>
    <w:rsid w:val="009D66F3"/>
    <w:rsid w:val="009F7A1C"/>
    <w:rsid w:val="00A02727"/>
    <w:rsid w:val="00A2045D"/>
    <w:rsid w:val="00A24696"/>
    <w:rsid w:val="00A26FA0"/>
    <w:rsid w:val="00A31D7E"/>
    <w:rsid w:val="00A3479D"/>
    <w:rsid w:val="00A3670C"/>
    <w:rsid w:val="00A54EC4"/>
    <w:rsid w:val="00A677FC"/>
    <w:rsid w:val="00A75D24"/>
    <w:rsid w:val="00AA4D18"/>
    <w:rsid w:val="00AB3CE1"/>
    <w:rsid w:val="00AC68AC"/>
    <w:rsid w:val="00AD336F"/>
    <w:rsid w:val="00AD41C6"/>
    <w:rsid w:val="00AF20EA"/>
    <w:rsid w:val="00B23DE8"/>
    <w:rsid w:val="00B35983"/>
    <w:rsid w:val="00B4063F"/>
    <w:rsid w:val="00B4506C"/>
    <w:rsid w:val="00B61B63"/>
    <w:rsid w:val="00B706E2"/>
    <w:rsid w:val="00B72123"/>
    <w:rsid w:val="00B807A5"/>
    <w:rsid w:val="00B812A3"/>
    <w:rsid w:val="00B86C0B"/>
    <w:rsid w:val="00BA41E8"/>
    <w:rsid w:val="00BB6F89"/>
    <w:rsid w:val="00BC17D5"/>
    <w:rsid w:val="00BD4F98"/>
    <w:rsid w:val="00BF32F5"/>
    <w:rsid w:val="00C24CDF"/>
    <w:rsid w:val="00C34489"/>
    <w:rsid w:val="00C34F8A"/>
    <w:rsid w:val="00C37483"/>
    <w:rsid w:val="00C44A0A"/>
    <w:rsid w:val="00C778D6"/>
    <w:rsid w:val="00C86544"/>
    <w:rsid w:val="00C91468"/>
    <w:rsid w:val="00C96F36"/>
    <w:rsid w:val="00CA7D0D"/>
    <w:rsid w:val="00CB0C44"/>
    <w:rsid w:val="00CB1CD5"/>
    <w:rsid w:val="00CB43A9"/>
    <w:rsid w:val="00CB78FB"/>
    <w:rsid w:val="00CB7F98"/>
    <w:rsid w:val="00CC071C"/>
    <w:rsid w:val="00CC292D"/>
    <w:rsid w:val="00CD3808"/>
    <w:rsid w:val="00CD6489"/>
    <w:rsid w:val="00CD7B5F"/>
    <w:rsid w:val="00CF12D1"/>
    <w:rsid w:val="00CF4AB5"/>
    <w:rsid w:val="00D06DFE"/>
    <w:rsid w:val="00D24740"/>
    <w:rsid w:val="00D5599B"/>
    <w:rsid w:val="00D62EE8"/>
    <w:rsid w:val="00D630AC"/>
    <w:rsid w:val="00D650A1"/>
    <w:rsid w:val="00D668A5"/>
    <w:rsid w:val="00D72F0D"/>
    <w:rsid w:val="00DA133F"/>
    <w:rsid w:val="00DB2219"/>
    <w:rsid w:val="00DC45B1"/>
    <w:rsid w:val="00DC4AE3"/>
    <w:rsid w:val="00DC4C77"/>
    <w:rsid w:val="00DE10C6"/>
    <w:rsid w:val="00DE4176"/>
    <w:rsid w:val="00DF3E94"/>
    <w:rsid w:val="00DF6AD6"/>
    <w:rsid w:val="00E06D74"/>
    <w:rsid w:val="00E241C3"/>
    <w:rsid w:val="00E2425E"/>
    <w:rsid w:val="00E268EC"/>
    <w:rsid w:val="00E274DE"/>
    <w:rsid w:val="00E27896"/>
    <w:rsid w:val="00E30630"/>
    <w:rsid w:val="00E37C2C"/>
    <w:rsid w:val="00E44319"/>
    <w:rsid w:val="00E56675"/>
    <w:rsid w:val="00E612CC"/>
    <w:rsid w:val="00E64DBA"/>
    <w:rsid w:val="00E87C99"/>
    <w:rsid w:val="00EA1773"/>
    <w:rsid w:val="00EA674C"/>
    <w:rsid w:val="00EC264F"/>
    <w:rsid w:val="00ED05BF"/>
    <w:rsid w:val="00EE2850"/>
    <w:rsid w:val="00EE29BD"/>
    <w:rsid w:val="00EF1C33"/>
    <w:rsid w:val="00F00725"/>
    <w:rsid w:val="00F02CE4"/>
    <w:rsid w:val="00F11F8E"/>
    <w:rsid w:val="00F21D1F"/>
    <w:rsid w:val="00F2361B"/>
    <w:rsid w:val="00F32970"/>
    <w:rsid w:val="00F429DE"/>
    <w:rsid w:val="00F43591"/>
    <w:rsid w:val="00F43B11"/>
    <w:rsid w:val="00F4726E"/>
    <w:rsid w:val="00F63CB0"/>
    <w:rsid w:val="00F63E0D"/>
    <w:rsid w:val="00F7235B"/>
    <w:rsid w:val="00F72E66"/>
    <w:rsid w:val="00F9020F"/>
    <w:rsid w:val="00FA0A40"/>
    <w:rsid w:val="00FB2230"/>
    <w:rsid w:val="00FB38F2"/>
    <w:rsid w:val="00FD0DD9"/>
    <w:rsid w:val="00FD1815"/>
    <w:rsid w:val="00FD225A"/>
    <w:rsid w:val="00FE241D"/>
    <w:rsid w:val="00FE37D2"/>
    <w:rsid w:val="00FE7A86"/>
    <w:rsid w:val="00FF27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E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4399</Words>
  <Characters>2508</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Renata Štuikytė</cp:lastModifiedBy>
  <cp:revision>5</cp:revision>
  <dcterms:created xsi:type="dcterms:W3CDTF">2022-06-02T11:00:00Z</dcterms:created>
  <dcterms:modified xsi:type="dcterms:W3CDTF">2022-06-06T07:21:00Z</dcterms:modified>
</cp:coreProperties>
</file>