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80868" w14:textId="77777777" w:rsidR="001B2F9E" w:rsidRPr="00877E32" w:rsidRDefault="001B2F9E" w:rsidP="00A53E86">
      <w:pPr>
        <w:keepNext/>
        <w:overflowPunct w:val="0"/>
        <w:autoSpaceDE w:val="0"/>
        <w:autoSpaceDN w:val="0"/>
        <w:adjustRightInd w:val="0"/>
        <w:textAlignment w:val="baseline"/>
        <w:outlineLvl w:val="3"/>
        <w:rPr>
          <w:lang w:eastAsia="lt-LT"/>
        </w:rPr>
      </w:pPr>
      <w:bookmarkStart w:id="0" w:name="_GoBack"/>
      <w:bookmarkEnd w:id="0"/>
    </w:p>
    <w:p w14:paraId="75CF6AC1" w14:textId="7656BB07" w:rsidR="007E7F91" w:rsidRDefault="007E7F91" w:rsidP="007E7F91">
      <w:r>
        <w:t>Plungės</w:t>
      </w:r>
      <w:r w:rsidRPr="00AC306F">
        <w:t xml:space="preserve"> rajono savivaldybės tarybai</w:t>
      </w:r>
      <w:r>
        <w:t xml:space="preserve">                                               2022-04-     Nr. TR5-17(5.5E)</w:t>
      </w:r>
    </w:p>
    <w:p w14:paraId="313F68FF" w14:textId="77777777" w:rsidR="007E7F91" w:rsidRPr="00AC306F" w:rsidRDefault="007E7F91" w:rsidP="007E7F91"/>
    <w:p w14:paraId="68ABD447" w14:textId="77777777" w:rsidR="007E7F91" w:rsidRPr="00AC306F" w:rsidRDefault="007E7F91" w:rsidP="007E7F91">
      <w:pPr>
        <w:jc w:val="both"/>
      </w:pPr>
      <w:r w:rsidRPr="00AC306F">
        <w:t>Kopija</w:t>
      </w:r>
    </w:p>
    <w:p w14:paraId="22FB993D" w14:textId="77777777" w:rsidR="007E7F91" w:rsidRPr="00AC306F" w:rsidRDefault="007E7F91" w:rsidP="007E7F91">
      <w:pPr>
        <w:jc w:val="both"/>
      </w:pPr>
      <w:r>
        <w:t>Plungės</w:t>
      </w:r>
      <w:r w:rsidRPr="00AC306F">
        <w:t xml:space="preserve"> rajono savivaldybės merui</w:t>
      </w:r>
    </w:p>
    <w:p w14:paraId="29326CCA" w14:textId="77777777" w:rsidR="007E7F91" w:rsidRDefault="007E7F91" w:rsidP="007E7F91">
      <w:pPr>
        <w:jc w:val="both"/>
        <w:rPr>
          <w:b/>
        </w:rPr>
      </w:pPr>
    </w:p>
    <w:p w14:paraId="0E843AA2" w14:textId="77777777" w:rsidR="007E7F91" w:rsidRDefault="007E7F91" w:rsidP="007E7F91">
      <w:pPr>
        <w:jc w:val="center"/>
        <w:rPr>
          <w:b/>
        </w:rPr>
      </w:pPr>
    </w:p>
    <w:p w14:paraId="01CA03A4" w14:textId="77777777" w:rsidR="007E7F91" w:rsidRDefault="007E7F91" w:rsidP="007E7F91">
      <w:pPr>
        <w:jc w:val="center"/>
        <w:rPr>
          <w:b/>
        </w:rPr>
      </w:pPr>
      <w:r>
        <w:rPr>
          <w:b/>
        </w:rPr>
        <w:t>TEIKIMAS</w:t>
      </w:r>
    </w:p>
    <w:p w14:paraId="3DFA5331" w14:textId="77777777" w:rsidR="007E7F91" w:rsidRDefault="007E7F91" w:rsidP="007E7F91">
      <w:pPr>
        <w:jc w:val="center"/>
        <w:rPr>
          <w:b/>
        </w:rPr>
      </w:pPr>
      <w:r>
        <w:rPr>
          <w:b/>
        </w:rPr>
        <w:t xml:space="preserve">DĖL </w:t>
      </w:r>
      <w:r w:rsidRPr="00C9168A">
        <w:rPr>
          <w:b/>
          <w:bCs/>
        </w:rPr>
        <w:t>PLUNGĖS RAJONO SAVIVALDYBĖS VIETINĖS RINKLIAVOS UŽ KOMUNALINIŲ ATLIEKŲ SURINKIMĄ IŠ ATLIEKŲ TURĖTOJŲ IR ATLIEKŲ TVARKYMĄ NUOSTAT</w:t>
      </w:r>
      <w:r>
        <w:rPr>
          <w:b/>
          <w:bCs/>
        </w:rPr>
        <w:t xml:space="preserve">Ų PRIEDO </w:t>
      </w:r>
      <w:r>
        <w:rPr>
          <w:b/>
        </w:rPr>
        <w:t>PAKEITIMO</w:t>
      </w:r>
    </w:p>
    <w:p w14:paraId="47564383" w14:textId="77777777" w:rsidR="007E7F91" w:rsidRDefault="007E7F91" w:rsidP="007E7F91">
      <w:pPr>
        <w:jc w:val="both"/>
      </w:pPr>
    </w:p>
    <w:p w14:paraId="784F0CC4" w14:textId="77777777" w:rsidR="007E7F91" w:rsidRDefault="007E7F91" w:rsidP="007E7F91">
      <w:pPr>
        <w:jc w:val="both"/>
      </w:pPr>
    </w:p>
    <w:p w14:paraId="0BA9BA0F" w14:textId="77777777" w:rsidR="007E7F91" w:rsidRPr="007E7F91" w:rsidRDefault="007E7F91" w:rsidP="007E7F91">
      <w:pPr>
        <w:ind w:firstLine="851"/>
        <w:jc w:val="both"/>
      </w:pPr>
      <w:r w:rsidRPr="007E7F91">
        <w:t xml:space="preserve">Plungės rajono savivaldybės taryba 2021 m. lapkričio 25 d. sprendimu Nr. T1-300 „Dėl Plungės rajono savivaldybės tarybos 2021 m. spalio 28 d. sprendimo Nr. T1-272 „Dėl Plungės rajono savivaldybės vietinės rinkliavos už komunalinių atliekų surinkimą iš atliekų turėtojų ir atliekų tvarkymą nuostatų patvirtinimo“ pakeitimo“ nusprendė </w:t>
      </w:r>
      <w:r w:rsidRPr="007E7F91">
        <w:rPr>
          <w:lang w:eastAsia="lt-LT"/>
        </w:rPr>
        <w:t>pakeisti Plungės rajono savivaldybės tarybos 2021 m. spalio 28 d. sprendimu Nr. T1-272 patvirtintų Plungės rajono savivaldybės vietinės rinkliavos už komunalinių atliekų surinkimą iš atliekų turėtojų ir atliekų tvarkymą nuostatų priedą „Vietinės rinkliavos už komunalinių atliekų surinkimą iš atliekų turėtojų ir atliekų tvarkymą dydžiai“ (toliau - Rinkliavos nuostatų priedas) ir išdėstyti jį nauja redakcija</w:t>
      </w:r>
      <w:r w:rsidRPr="007E7F91">
        <w:t>. Rinkliavos nuostatų priede nurodyta, kad „Juridiniams pelno nesiekiantiems asmenims, teikiantiems paslaugas gyventojams (arba vykdantiems veiklą) ne komerciniais tikslais, priskiriamiems nekilnojamojo turto objektų kategorijoms Eil. Nr. 5, 13, 14, 17, 19 ir 21, nustatomas toks vietinės rinkliavos pastovusis ir kintamasis įmokos dydis, kaip ir gyvenamosios paskirties individualių namų objektų kategorijai (Pastovusis įmokos dydis – 24,00 Eur per metus, kintamasis įmokos dydis – 30,00 Eur per metus (taikomas kintamas administravimo parametras – konteinerių skaičius, tūris ir ištuštinimo dažnis).</w:t>
      </w:r>
    </w:p>
    <w:p w14:paraId="095398DC" w14:textId="77777777" w:rsidR="007E7F91" w:rsidRPr="007E7F91" w:rsidRDefault="007E7F91" w:rsidP="007E7F91">
      <w:pPr>
        <w:ind w:firstLine="851"/>
        <w:jc w:val="both"/>
      </w:pPr>
      <w:r w:rsidRPr="007E7F91">
        <w:t>Lietuvos Respublikos atliekų tvarkymo įstatymo 30</w:t>
      </w:r>
      <w:r w:rsidRPr="007E7F91">
        <w:rPr>
          <w:vertAlign w:val="superscript"/>
        </w:rPr>
        <w:t>2</w:t>
      </w:r>
      <w:r w:rsidRPr="007E7F91">
        <w:t xml:space="preserve"> straipsnio 3 dalyje nustatyta, kad nustatant rinkliavos ar kitos įmokos už komunalinių atliekų surinkimą iš atliekų turėtojų ir atliekų tvarkymą dydį, turi būti vadovaujamasi Vyriausybės patvirtintomis taisyklėmis.</w:t>
      </w:r>
    </w:p>
    <w:p w14:paraId="671BE75E" w14:textId="77777777" w:rsidR="007E7F91" w:rsidRPr="007E7F91" w:rsidRDefault="007E7F91" w:rsidP="007E7F91">
      <w:pPr>
        <w:ind w:firstLine="851"/>
        <w:jc w:val="both"/>
      </w:pPr>
      <w:r w:rsidRPr="007E7F91">
        <w:t>Lietuvos Respublikos Vyriausybė 2013 m. liepos 24 d. nutarimu Nr. 711 „Dėl Vietinės rinkliavos ar kitos įmokos už komunalinių atliekų surinkimą iš atliekų turėtojų ir atliekų tvarkymą dydžio nustatymo taisyklių patvirtinimo“ yra patvirtinusi Vietinės rinkliavos ar kitos įmokos už komunalinių atliekų surinkimą iš atliekų turėtojų ir atliekų tvarkymą dydžio nustatymo taisykles (toliau – Taisyklės). Taisyklių 25 punkte nurodyta, kad pastovioji įmokos dedamoji nustatoma pagal vieną iš šių kintamųjų pasirinktinai:</w:t>
      </w:r>
    </w:p>
    <w:p w14:paraId="3487EAE0" w14:textId="77777777" w:rsidR="007E7F91" w:rsidRPr="007E7F91" w:rsidRDefault="007E7F91" w:rsidP="007E7F91">
      <w:pPr>
        <w:ind w:firstLine="851"/>
        <w:jc w:val="both"/>
      </w:pPr>
      <w:r w:rsidRPr="007E7F91">
        <w:t>25.1. nekilnojamojo turto paskirtis ir plotas;</w:t>
      </w:r>
    </w:p>
    <w:p w14:paraId="5D4A522A" w14:textId="77777777" w:rsidR="007E7F91" w:rsidRPr="007E7F91" w:rsidRDefault="007E7F91" w:rsidP="007E7F91">
      <w:pPr>
        <w:ind w:firstLine="851"/>
        <w:jc w:val="both"/>
      </w:pPr>
      <w:r w:rsidRPr="007E7F91">
        <w:t>25.2. nekilnojamojo turto paskirtis ir objektų skaičius;</w:t>
      </w:r>
    </w:p>
    <w:p w14:paraId="073EF758" w14:textId="77777777" w:rsidR="007E7F91" w:rsidRPr="007E7F91" w:rsidRDefault="007E7F91" w:rsidP="007E7F91">
      <w:pPr>
        <w:ind w:firstLine="851"/>
        <w:jc w:val="both"/>
      </w:pPr>
      <w:r w:rsidRPr="007E7F91">
        <w:t>25.3. gyventojų/darbuotojų skaičius.</w:t>
      </w:r>
    </w:p>
    <w:p w14:paraId="15A39588" w14:textId="77777777" w:rsidR="007E7F91" w:rsidRPr="007E7F91" w:rsidRDefault="007E7F91" w:rsidP="007E7F91">
      <w:pPr>
        <w:ind w:firstLine="851"/>
        <w:jc w:val="both"/>
      </w:pPr>
      <w:r w:rsidRPr="007E7F91">
        <w:t>Taisyklių 26 punktas įpareigoja savivaldybes kiekvienos kategorijos nekilnojamojo turto objektams parinkti tik vieną Taisyklių 25 punkte nurodytą pastoviąją įmokos dedamąją.</w:t>
      </w:r>
    </w:p>
    <w:p w14:paraId="3FAC3C7A" w14:textId="77777777" w:rsidR="007E7F91" w:rsidRPr="007E7F91" w:rsidRDefault="007E7F91" w:rsidP="007E7F91">
      <w:pPr>
        <w:ind w:firstLine="851"/>
        <w:jc w:val="both"/>
      </w:pPr>
      <w:r w:rsidRPr="007E7F91">
        <w:t>Taisyklių 27 punkte nustatyta, kad pastovioji įmokos dalis turi būti nustatoma vienodo dydžio visiems tos pačios kategorijos nekilnojamojo turto objektams.</w:t>
      </w:r>
    </w:p>
    <w:p w14:paraId="4D98E564" w14:textId="77777777" w:rsidR="007E7F91" w:rsidRPr="007E7F91" w:rsidRDefault="007E7F91" w:rsidP="007E7F91">
      <w:pPr>
        <w:ind w:firstLine="851"/>
        <w:jc w:val="both"/>
      </w:pPr>
      <w:r w:rsidRPr="007E7F91">
        <w:lastRenderedPageBreak/>
        <w:t xml:space="preserve">Kaip matyti iš aukščiau pateikto teisinio reglamentavimo, Taisyklės nesuteikia teisės nekilnojamojo turto objektams nustatyti išimtis pagal juridinio asmens statusą ar tos pačios kategorijos nekilnojamojo turto objektams taikyti skirtingą pastoviosios įmokos dedamosios dydį.   </w:t>
      </w:r>
    </w:p>
    <w:p w14:paraId="7DA51BB2" w14:textId="77777777" w:rsidR="007E7F91" w:rsidRPr="007E7F91" w:rsidRDefault="007E7F91" w:rsidP="007E7F91">
      <w:pPr>
        <w:ind w:firstLine="851"/>
        <w:jc w:val="both"/>
      </w:pPr>
      <w:r w:rsidRPr="007E7F91">
        <w:t>Darytina išvada, kad Rinkliavos nuostatų priede įtvirtinta išimtis juridiniams pelno nesiekiantiems asmenims, teikiantiems paslaugas gyventojams (arba vykdantiems veiklą) ne komerciniais tikslais, priskiriamiems nekilnojamojo turto objektų kategorijoms Eil. Nr. 5, 13, 14, 17, 19 ir 21, mokėti vietinės rinkliavos pastoviosios įmokos dydį kaip ir gyvenamosios paskirties individualių namų objektų kategorijai prieštarauja Taisyklių 25, 26, 27 punktų nuostatoms.</w:t>
      </w:r>
    </w:p>
    <w:p w14:paraId="42246ADC" w14:textId="77777777" w:rsidR="007E7F91" w:rsidRPr="007E7F91" w:rsidRDefault="007E7F91" w:rsidP="007E7F91">
      <w:pPr>
        <w:ind w:firstLine="851"/>
        <w:jc w:val="both"/>
      </w:pPr>
      <w:r w:rsidRPr="007E7F91">
        <w:t xml:space="preserve">Pažymėtina ir tai, kad savivaldybės institucijos, įgyvendindamos savo įgaliojimus, privalo vadovautis aukštesnės galios teisės aktais ir bendraisiais teisės principais. Vienas iš jų – Lietuvos Respublikos vietos savivaldos įstatymo 4 straipsnio 6 punkte įtvirtintas savivaldybės veiklos ir savivaldybės institucijų priimamų sprendimų </w:t>
      </w:r>
      <w:r w:rsidRPr="007E7F91">
        <w:rPr>
          <w:iCs/>
        </w:rPr>
        <w:t>teisėtumo</w:t>
      </w:r>
      <w:r w:rsidRPr="007E7F91">
        <w:rPr>
          <w:i/>
        </w:rPr>
        <w:t xml:space="preserve"> </w:t>
      </w:r>
      <w:r w:rsidRPr="007E7F91">
        <w:t>principas, kuris reiškia, kad savivaldybės veiklos klausimais priimti sprendimai turi atitikti įstatymų ir kitų teisės aktų reikalavimus. Teisėtumo principas įpareigoja laikytis teisės aktų hierarchijos ir užtikrinti, kad žemesnės galios teisės aktai atitiktų visų aukštesnės galios teisės aktų reikalavimus.</w:t>
      </w:r>
    </w:p>
    <w:p w14:paraId="0A2442AE" w14:textId="77777777" w:rsidR="007E7F91" w:rsidRPr="007E7F91" w:rsidRDefault="007E7F91" w:rsidP="007E7F91">
      <w:pPr>
        <w:ind w:firstLine="851"/>
        <w:jc w:val="both"/>
      </w:pPr>
      <w:r w:rsidRPr="007E7F91">
        <w:t>Atsižvelgdamas į tai, kas išdėstyta aukščiau, ir vadovaudamasis Lietuvos Respublikos savivaldybių administracinės priežiūros įstatymo 7 straipsnio 1 dalies 3 punktu, 8 straipsnio                     1 dalimi,</w:t>
      </w:r>
    </w:p>
    <w:p w14:paraId="2C1ECF00" w14:textId="77777777" w:rsidR="007E7F91" w:rsidRPr="007E7F91" w:rsidRDefault="007E7F91" w:rsidP="007E7F91">
      <w:pPr>
        <w:ind w:firstLine="851"/>
        <w:jc w:val="both"/>
      </w:pPr>
      <w:r w:rsidRPr="007E7F91">
        <w:rPr>
          <w:iCs/>
        </w:rPr>
        <w:t>s i ū l a u svarstyti Plungės rajono savivaldybės tarybos 2021 m. lapkričio 25 d. sprendimu Nr. T1-300 „Dėl Plungės rajono savivaldybės tarybos 2021 m. spalio 28 d. sprendimo Nr. T1-272 „Dėl Plungės rajono savivaldybės vietinės rinkliavos už komunalinių atliekų surinkimą iš atliekų turėtojų ir atliekų tvarkymą nuostatų patvirtinimo“ pakeitimo“ patvirtintų Rinkliavos nuostatų  priedo dėl</w:t>
      </w:r>
      <w:r w:rsidRPr="007E7F91">
        <w:t xml:space="preserve"> </w:t>
      </w:r>
      <w:r w:rsidRPr="007E7F91">
        <w:rPr>
          <w:iCs/>
        </w:rPr>
        <w:t>juridiniams pelno nesiekiantiems asmenims, teikiantiems paslaugas gyventojams (arba vykdantiems veiklą) ne komerciniais tikslais, priskiriamiems nekilnojamojo turto objektų kategorijoms Eil. Nr. 5, 13, 14, 17, 19 ir 21, vietinės rinkliavos pastoviosios įmokos dydžio taikymo kaip ir gyvenamosios paskirties individualių namų objektų kategorijai pakeitimo klausimą.</w:t>
      </w:r>
    </w:p>
    <w:p w14:paraId="34F7F8E9" w14:textId="77777777" w:rsidR="007E7F91" w:rsidRPr="007E7F91" w:rsidRDefault="007E7F91" w:rsidP="007E7F91">
      <w:pPr>
        <w:ind w:firstLine="851"/>
        <w:jc w:val="both"/>
      </w:pPr>
      <w:r w:rsidRPr="007E7F91">
        <w:rPr>
          <w:iCs/>
        </w:rPr>
        <w:t>Teikimas privalo būti apsvarstytas artimiausiame posėdyje (bet ne vėliau kaip per 1 mėnesį) ir apie priimtą sprendimą pranešta Vyriausybės atstovui raštu per 5 darbo dienas nuo sprendimo priėmimo dienos.</w:t>
      </w:r>
    </w:p>
    <w:p w14:paraId="2814C82E" w14:textId="77777777" w:rsidR="007E7F91" w:rsidRPr="007E7F91" w:rsidRDefault="007E7F91" w:rsidP="007E7F91">
      <w:pPr>
        <w:ind w:firstLine="851"/>
        <w:jc w:val="both"/>
      </w:pPr>
      <w:r w:rsidRPr="007E7F91">
        <w:t xml:space="preserve">Atkreipiu mero dėmesį į tai, kad, vadovaujantis Lietuvos Respublikos savivaldybių administracinės priežiūros įstatymo 8 straipsnio 6 dalimi, </w:t>
      </w:r>
      <w:r w:rsidRPr="007E7F91">
        <w:rPr>
          <w:iCs/>
        </w:rPr>
        <w:t>meras artimiausiame savivaldybės tarybos posėdyje privalo su šiuo teikimu supažindinti savivaldybės tarybos narius.</w:t>
      </w:r>
    </w:p>
    <w:p w14:paraId="274E36F0" w14:textId="7851F0CD" w:rsidR="007E7F91" w:rsidRPr="007E7F91" w:rsidRDefault="007E7F91" w:rsidP="007E7F91">
      <w:pPr>
        <w:pStyle w:val="Antrat2"/>
        <w:jc w:val="both"/>
        <w:rPr>
          <w:b w:val="0"/>
          <w:u w:val="none"/>
        </w:rPr>
      </w:pPr>
    </w:p>
    <w:p w14:paraId="7A8FF303" w14:textId="77777777" w:rsidR="007E7F91" w:rsidRPr="007E7F91" w:rsidRDefault="007E7F91" w:rsidP="007E7F91"/>
    <w:p w14:paraId="7E9E5027" w14:textId="77777777" w:rsidR="007E7F91" w:rsidRPr="00C85248" w:rsidRDefault="007E7F91" w:rsidP="007E7F91">
      <w:pPr>
        <w:pStyle w:val="Antrat2"/>
        <w:jc w:val="both"/>
        <w:rPr>
          <w:b w:val="0"/>
          <w:u w:val="none"/>
        </w:rPr>
      </w:pPr>
      <w:r w:rsidRPr="00C85248">
        <w:rPr>
          <w:b w:val="0"/>
          <w:u w:val="none"/>
        </w:rPr>
        <w:t>Vyriausybės atstov</w:t>
      </w:r>
      <w:r>
        <w:rPr>
          <w:b w:val="0"/>
          <w:u w:val="none"/>
        </w:rPr>
        <w:t>as Kauno ir Marijampolės</w:t>
      </w:r>
      <w:r w:rsidRPr="00C85248">
        <w:rPr>
          <w:b w:val="0"/>
          <w:u w:val="none"/>
        </w:rPr>
        <w:t xml:space="preserve"> apskrityse, </w:t>
      </w:r>
      <w:r w:rsidRPr="00C85248">
        <w:rPr>
          <w:b w:val="0"/>
          <w:u w:val="none"/>
        </w:rPr>
        <w:tab/>
      </w:r>
      <w:r w:rsidRPr="00C85248">
        <w:rPr>
          <w:b w:val="0"/>
          <w:u w:val="none"/>
        </w:rPr>
        <w:tab/>
      </w:r>
      <w:r w:rsidRPr="00C85248">
        <w:rPr>
          <w:b w:val="0"/>
          <w:u w:val="none"/>
        </w:rPr>
        <w:tab/>
      </w:r>
    </w:p>
    <w:p w14:paraId="1A75E680" w14:textId="77777777" w:rsidR="007E7F91" w:rsidRDefault="007E7F91" w:rsidP="007E7F91">
      <w:pPr>
        <w:pStyle w:val="Antrat2"/>
        <w:jc w:val="both"/>
        <w:rPr>
          <w:b w:val="0"/>
          <w:u w:val="none"/>
        </w:rPr>
      </w:pPr>
      <w:r w:rsidRPr="00C85248">
        <w:rPr>
          <w:b w:val="0"/>
          <w:u w:val="none"/>
        </w:rPr>
        <w:t xml:space="preserve">laikinai </w:t>
      </w:r>
      <w:r>
        <w:rPr>
          <w:b w:val="0"/>
          <w:u w:val="none"/>
        </w:rPr>
        <w:t>einantis Vyriausybės atstovo</w:t>
      </w:r>
      <w:r w:rsidRPr="00C85248">
        <w:rPr>
          <w:b w:val="0"/>
          <w:u w:val="none"/>
        </w:rPr>
        <w:t xml:space="preserve"> </w:t>
      </w:r>
      <w:r>
        <w:rPr>
          <w:b w:val="0"/>
          <w:u w:val="none"/>
        </w:rPr>
        <w:t xml:space="preserve">Šiaulių ir </w:t>
      </w:r>
    </w:p>
    <w:p w14:paraId="38187991" w14:textId="77777777" w:rsidR="007E7F91" w:rsidRPr="00E43CB8" w:rsidRDefault="007E7F91" w:rsidP="007E7F91">
      <w:pPr>
        <w:pStyle w:val="Antrat2"/>
        <w:jc w:val="both"/>
        <w:rPr>
          <w:b w:val="0"/>
          <w:u w:val="none"/>
        </w:rPr>
      </w:pPr>
      <w:r>
        <w:rPr>
          <w:b w:val="0"/>
          <w:u w:val="none"/>
        </w:rPr>
        <w:t>Telšių apskrityse pareigas</w:t>
      </w:r>
      <w:r w:rsidRPr="00934B1C">
        <w:rPr>
          <w:b w:val="0"/>
          <w:bCs w:val="0"/>
          <w:u w:val="none"/>
          <w:lang w:val="en-GB"/>
        </w:rPr>
        <w:t xml:space="preserve"> </w:t>
      </w:r>
      <w:r>
        <w:rPr>
          <w:b w:val="0"/>
          <w:bCs w:val="0"/>
          <w:u w:val="none"/>
          <w:lang w:val="en-GB"/>
        </w:rPr>
        <w:t xml:space="preserve">                                                                               </w:t>
      </w:r>
      <w:r w:rsidRPr="00934B1C">
        <w:rPr>
          <w:b w:val="0"/>
          <w:u w:val="none"/>
          <w:lang w:val="en-GB"/>
        </w:rPr>
        <w:t>Andrius Cechanavičius</w:t>
      </w:r>
    </w:p>
    <w:p w14:paraId="1DFC8AF1" w14:textId="77777777" w:rsidR="007E7F91" w:rsidRDefault="007E7F91" w:rsidP="007E7F91"/>
    <w:p w14:paraId="7C6AFC2A" w14:textId="77777777" w:rsidR="007E7F91" w:rsidRDefault="007E7F91" w:rsidP="007E7F91"/>
    <w:p w14:paraId="2F58D570" w14:textId="77777777" w:rsidR="007E7F91" w:rsidRDefault="007E7F91" w:rsidP="007E7F91"/>
    <w:p w14:paraId="7E00FF07" w14:textId="77777777" w:rsidR="007E7F91" w:rsidRDefault="007E7F91" w:rsidP="007E7F91"/>
    <w:p w14:paraId="0744AB7A" w14:textId="77777777" w:rsidR="007E7F91" w:rsidRDefault="007E7F91" w:rsidP="007E7F91"/>
    <w:p w14:paraId="70732B94" w14:textId="77777777" w:rsidR="007E7F91" w:rsidRDefault="007E7F91" w:rsidP="007E7F91"/>
    <w:p w14:paraId="0D5BB8D1" w14:textId="7F6AB4BE" w:rsidR="007E7F91" w:rsidRDefault="007E7F91" w:rsidP="007E7F91"/>
    <w:p w14:paraId="3BA4EA90" w14:textId="40C774CC" w:rsidR="007E7F91" w:rsidRDefault="007E7F91" w:rsidP="007E7F91"/>
    <w:p w14:paraId="3ED891D2" w14:textId="155F0BB8" w:rsidR="007E7F91" w:rsidRDefault="007E7F91" w:rsidP="007E7F91"/>
    <w:p w14:paraId="7A5150EE" w14:textId="1C9AB86B" w:rsidR="007E7F91" w:rsidRDefault="007E7F91" w:rsidP="007E7F91"/>
    <w:p w14:paraId="76A1A162" w14:textId="31B91581" w:rsidR="007E7F91" w:rsidRDefault="007E7F91" w:rsidP="007E7F91"/>
    <w:p w14:paraId="247AB4BB" w14:textId="77777777" w:rsidR="007E7F91" w:rsidRDefault="007E7F91" w:rsidP="007E7F91"/>
    <w:p w14:paraId="12CDDAB5" w14:textId="77777777" w:rsidR="007E7F91" w:rsidRDefault="007E7F91" w:rsidP="007E7F91"/>
    <w:p w14:paraId="7E4C0EBE" w14:textId="5ACECF3C" w:rsidR="007E7F91" w:rsidRDefault="007E7F91" w:rsidP="007E7F91">
      <w:r w:rsidRPr="00D13B50">
        <w:t xml:space="preserve">Remigijus Macas, mob.  8 609 54599, el. p. </w:t>
      </w:r>
      <w:hyperlink r:id="rId9" w:history="1">
        <w:r w:rsidRPr="00E07CE2">
          <w:rPr>
            <w:rStyle w:val="Hipersaitas"/>
          </w:rPr>
          <w:t>remigijus.macas@vaistaiga.lt</w:t>
        </w:r>
      </w:hyperlink>
      <w:r>
        <w:t xml:space="preserve"> </w:t>
      </w:r>
    </w:p>
    <w:p w14:paraId="7DD8088F" w14:textId="1B145361" w:rsidR="00F031BC" w:rsidRPr="00877E32" w:rsidRDefault="00F031BC" w:rsidP="007E7F91">
      <w:pPr>
        <w:keepNext/>
        <w:overflowPunct w:val="0"/>
        <w:autoSpaceDE w:val="0"/>
        <w:autoSpaceDN w:val="0"/>
        <w:adjustRightInd w:val="0"/>
        <w:textAlignment w:val="baseline"/>
        <w:outlineLvl w:val="3"/>
      </w:pPr>
    </w:p>
    <w:sectPr w:rsidR="00F031BC" w:rsidRPr="00877E32" w:rsidSect="009E5B82">
      <w:headerReference w:type="even" r:id="rId10"/>
      <w:headerReference w:type="default" r:id="rId11"/>
      <w:headerReference w:type="first" r:id="rId12"/>
      <w:pgSz w:w="11906" w:h="16838" w:code="9"/>
      <w:pgMar w:top="1135"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E0AC9" w14:textId="77777777" w:rsidR="00C92B06" w:rsidRDefault="00C92B06">
      <w:r>
        <w:separator/>
      </w:r>
    </w:p>
  </w:endnote>
  <w:endnote w:type="continuationSeparator" w:id="0">
    <w:p w14:paraId="7E0F38E4" w14:textId="77777777" w:rsidR="00C92B06" w:rsidRDefault="00C9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F96E2" w14:textId="77777777" w:rsidR="00C92B06" w:rsidRDefault="00C92B06">
      <w:r>
        <w:separator/>
      </w:r>
    </w:p>
  </w:footnote>
  <w:footnote w:type="continuationSeparator" w:id="0">
    <w:p w14:paraId="163C08CC" w14:textId="77777777" w:rsidR="00C92B06" w:rsidRDefault="00C92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80894" w14:textId="77777777" w:rsidR="00D37EFB" w:rsidRDefault="00D37EFB" w:rsidP="00BF469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DD80895" w14:textId="77777777" w:rsidR="00D37EFB" w:rsidRDefault="00D37EF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80896" w14:textId="77777777" w:rsidR="00D37EFB" w:rsidRDefault="00D37EFB" w:rsidP="00BF469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02AB1">
      <w:rPr>
        <w:rStyle w:val="Puslapionumeris"/>
        <w:noProof/>
      </w:rPr>
      <w:t>2</w:t>
    </w:r>
    <w:r>
      <w:rPr>
        <w:rStyle w:val="Puslapionumeris"/>
      </w:rPr>
      <w:fldChar w:fldCharType="end"/>
    </w:r>
  </w:p>
  <w:p w14:paraId="7DD80897" w14:textId="77777777" w:rsidR="00D37EFB" w:rsidRDefault="00D37EFB">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80898" w14:textId="77777777" w:rsidR="00D37EFB" w:rsidRPr="00983ECD" w:rsidRDefault="00D37EFB">
    <w:pPr>
      <w:jc w:val="center"/>
      <w:rPr>
        <w:b/>
      </w:rPr>
    </w:pPr>
    <w:r w:rsidRPr="00983ECD">
      <w:rPr>
        <w:b/>
        <w:sz w:val="18"/>
      </w:rPr>
      <w:object w:dxaOrig="3705" w:dyaOrig="3993" w14:anchorId="7DD808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pt;height:50pt" o:ole="">
          <v:imagedata r:id="rId1" o:title=""/>
        </v:shape>
        <o:OLEObject Type="Embed" ProgID="CPaint5" ShapeID="_x0000_i1025" DrawAspect="Content" ObjectID="_1716188445" r:id="rId2"/>
      </w:object>
    </w:r>
  </w:p>
  <w:p w14:paraId="7DD80899" w14:textId="77777777" w:rsidR="00D37EFB" w:rsidRPr="002C4011" w:rsidRDefault="00D37EFB">
    <w:pPr>
      <w:pStyle w:val="Antrat2"/>
      <w:rPr>
        <w:sz w:val="12"/>
        <w:szCs w:val="12"/>
        <w:u w:val="none"/>
      </w:rPr>
    </w:pPr>
  </w:p>
  <w:p w14:paraId="7DD8089A" w14:textId="77777777" w:rsidR="007217E6" w:rsidRPr="007217E6" w:rsidRDefault="007217E6" w:rsidP="007217E6">
    <w:pPr>
      <w:pStyle w:val="Antrat2"/>
      <w:rPr>
        <w:sz w:val="28"/>
        <w:szCs w:val="28"/>
        <w:u w:val="none"/>
      </w:rPr>
    </w:pPr>
    <w:r>
      <w:rPr>
        <w:sz w:val="28"/>
        <w:szCs w:val="28"/>
        <w:u w:val="none"/>
      </w:rPr>
      <w:t>VYRIAUSYBĖS</w:t>
    </w:r>
    <w:r w:rsidRPr="007217E6">
      <w:rPr>
        <w:sz w:val="28"/>
        <w:szCs w:val="28"/>
        <w:u w:val="none"/>
      </w:rPr>
      <w:t xml:space="preserve"> ATSTOVŲ ĮSTAIG</w:t>
    </w:r>
    <w:r w:rsidR="00A33532">
      <w:rPr>
        <w:sz w:val="28"/>
        <w:szCs w:val="28"/>
        <w:u w:val="none"/>
      </w:rPr>
      <w:t>OS</w:t>
    </w:r>
  </w:p>
  <w:p w14:paraId="7DD8089B" w14:textId="77777777" w:rsidR="00B130C0" w:rsidRDefault="00983ECD" w:rsidP="007217E6">
    <w:pPr>
      <w:pStyle w:val="Antrat1"/>
      <w:spacing w:before="0" w:after="0"/>
      <w:jc w:val="center"/>
      <w:rPr>
        <w:rFonts w:ascii="Times New Roman" w:hAnsi="Times New Roman"/>
        <w:sz w:val="28"/>
        <w:szCs w:val="28"/>
      </w:rPr>
    </w:pPr>
    <w:r w:rsidRPr="007C2DD3">
      <w:rPr>
        <w:rFonts w:ascii="Times New Roman" w:hAnsi="Times New Roman"/>
        <w:sz w:val="28"/>
        <w:szCs w:val="28"/>
      </w:rPr>
      <w:t xml:space="preserve">VYRIAUSYBĖS ATSTOVAS </w:t>
    </w:r>
    <w:r w:rsidR="00515555">
      <w:rPr>
        <w:rFonts w:ascii="Times New Roman" w:hAnsi="Times New Roman"/>
        <w:sz w:val="28"/>
        <w:szCs w:val="28"/>
      </w:rPr>
      <w:t>ŠIAULIŲ IR TELŠIŲ</w:t>
    </w:r>
    <w:r w:rsidR="00345906">
      <w:rPr>
        <w:rFonts w:ascii="Times New Roman" w:hAnsi="Times New Roman"/>
        <w:sz w:val="28"/>
        <w:szCs w:val="28"/>
      </w:rPr>
      <w:t xml:space="preserve"> </w:t>
    </w:r>
    <w:r w:rsidRPr="007C2DD3">
      <w:rPr>
        <w:rFonts w:ascii="Times New Roman" w:hAnsi="Times New Roman"/>
        <w:sz w:val="28"/>
        <w:szCs w:val="28"/>
      </w:rPr>
      <w:t>A</w:t>
    </w:r>
    <w:r w:rsidR="00B130C0" w:rsidRPr="007C2DD3">
      <w:rPr>
        <w:rFonts w:ascii="Times New Roman" w:hAnsi="Times New Roman"/>
        <w:sz w:val="28"/>
        <w:szCs w:val="28"/>
      </w:rPr>
      <w:t>PSKRITY</w:t>
    </w:r>
    <w:r w:rsidR="00B373D2">
      <w:rPr>
        <w:rFonts w:ascii="Times New Roman" w:hAnsi="Times New Roman"/>
        <w:sz w:val="28"/>
        <w:szCs w:val="28"/>
      </w:rPr>
      <w:t>S</w:t>
    </w:r>
    <w:r w:rsidR="00B130C0" w:rsidRPr="007C2DD3">
      <w:rPr>
        <w:rFonts w:ascii="Times New Roman" w:hAnsi="Times New Roman"/>
        <w:sz w:val="28"/>
        <w:szCs w:val="28"/>
      </w:rPr>
      <w:t>E</w:t>
    </w:r>
  </w:p>
  <w:p w14:paraId="7DD8089C" w14:textId="77777777" w:rsidR="00A33532" w:rsidRDefault="00A33532" w:rsidP="007217E6">
    <w:pPr>
      <w:tabs>
        <w:tab w:val="left" w:pos="5529"/>
        <w:tab w:val="left" w:pos="6237"/>
      </w:tabs>
      <w:jc w:val="center"/>
      <w:rPr>
        <w:sz w:val="16"/>
      </w:rPr>
    </w:pPr>
  </w:p>
  <w:p w14:paraId="7DD8089D" w14:textId="77777777" w:rsidR="00734A92" w:rsidRPr="00877E32" w:rsidRDefault="00734A92" w:rsidP="00734A92">
    <w:pPr>
      <w:tabs>
        <w:tab w:val="left" w:pos="5529"/>
        <w:tab w:val="left" w:pos="6237"/>
      </w:tabs>
      <w:jc w:val="center"/>
      <w:rPr>
        <w:sz w:val="18"/>
      </w:rPr>
    </w:pPr>
    <w:r w:rsidRPr="00877E32">
      <w:rPr>
        <w:sz w:val="18"/>
      </w:rPr>
      <w:t xml:space="preserve">Biudžetinė įstaiga, Gedimino pr. 60,  LT-01110 Vilnius, </w:t>
    </w:r>
    <w:r w:rsidR="00446125" w:rsidRPr="00877E32">
      <w:rPr>
        <w:sz w:val="18"/>
      </w:rPr>
      <w:t>mob</w:t>
    </w:r>
    <w:r w:rsidRPr="00877E32">
      <w:rPr>
        <w:sz w:val="18"/>
      </w:rPr>
      <w:t xml:space="preserve">. 8 658 42925, 8 609 54703, el. p. </w:t>
    </w:r>
    <w:proofErr w:type="spellStart"/>
    <w:r w:rsidRPr="00877E32">
      <w:rPr>
        <w:sz w:val="18"/>
      </w:rPr>
      <w:t>info@vaistaiga.lt</w:t>
    </w:r>
    <w:proofErr w:type="spellEnd"/>
    <w:r w:rsidRPr="00877E32">
      <w:rPr>
        <w:sz w:val="18"/>
      </w:rPr>
      <w:t xml:space="preserve">.  </w:t>
    </w:r>
  </w:p>
  <w:p w14:paraId="7DD8089E" w14:textId="77777777" w:rsidR="00734A92" w:rsidRPr="00877E32" w:rsidRDefault="00734A92" w:rsidP="00734A92">
    <w:pPr>
      <w:tabs>
        <w:tab w:val="left" w:pos="5529"/>
        <w:tab w:val="left" w:pos="6237"/>
      </w:tabs>
      <w:jc w:val="center"/>
      <w:rPr>
        <w:sz w:val="18"/>
      </w:rPr>
    </w:pPr>
    <w:r w:rsidRPr="00877E32">
      <w:rPr>
        <w:sz w:val="18"/>
      </w:rPr>
      <w:t>Duomenys kaupiami ir saugomi Juridinių asmenų registre, kodas 305205389.</w:t>
    </w:r>
  </w:p>
  <w:p w14:paraId="7DD8089F" w14:textId="77777777" w:rsidR="00734A92" w:rsidRPr="00877E32" w:rsidRDefault="00734A92" w:rsidP="00734A92">
    <w:pPr>
      <w:tabs>
        <w:tab w:val="left" w:pos="5529"/>
        <w:tab w:val="left" w:pos="6237"/>
      </w:tabs>
      <w:jc w:val="center"/>
      <w:rPr>
        <w:sz w:val="18"/>
      </w:rPr>
    </w:pPr>
    <w:r w:rsidRPr="00877E32">
      <w:rPr>
        <w:sz w:val="18"/>
      </w:rPr>
      <w:t xml:space="preserve">Atstovo duomenys: Vilniaus g. 263, LT-76337  Šiauliai, </w:t>
    </w:r>
    <w:r w:rsidR="00446125" w:rsidRPr="00877E32">
      <w:rPr>
        <w:sz w:val="18"/>
      </w:rPr>
      <w:t>mob</w:t>
    </w:r>
    <w:r w:rsidRPr="00877E32">
      <w:rPr>
        <w:sz w:val="18"/>
      </w:rPr>
      <w:t xml:space="preserve">. 8 658 42928, 8 609 54675, el. p. </w:t>
    </w:r>
    <w:proofErr w:type="spellStart"/>
    <w:r w:rsidRPr="00877E32">
      <w:rPr>
        <w:sz w:val="18"/>
      </w:rPr>
      <w:t>siauliai@vaistaiga.lt</w:t>
    </w:r>
    <w:proofErr w:type="spellEnd"/>
    <w:r w:rsidRPr="00877E32">
      <w:rPr>
        <w:sz w:val="18"/>
      </w:rPr>
      <w:t xml:space="preserve">,     </w:t>
    </w:r>
  </w:p>
  <w:p w14:paraId="7DD808A0" w14:textId="77777777" w:rsidR="007C2DD3" w:rsidRPr="007217E6" w:rsidRDefault="00734A92" w:rsidP="00734A92">
    <w:pPr>
      <w:tabs>
        <w:tab w:val="left" w:pos="5529"/>
        <w:tab w:val="left" w:pos="6237"/>
      </w:tabs>
      <w:jc w:val="center"/>
      <w:rPr>
        <w:sz w:val="18"/>
        <w:lang w:val="en-US"/>
      </w:rPr>
    </w:pPr>
    <w:r w:rsidRPr="00734A92">
      <w:rPr>
        <w:sz w:val="18"/>
        <w:lang w:val="en-US"/>
      </w:rPr>
      <w:t>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2222"/>
    <w:multiLevelType w:val="hybridMultilevel"/>
    <w:tmpl w:val="46B27AE2"/>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25CC3AC4"/>
    <w:multiLevelType w:val="hybridMultilevel"/>
    <w:tmpl w:val="5DB45F0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nsid w:val="2D3A3A60"/>
    <w:multiLevelType w:val="hybridMultilevel"/>
    <w:tmpl w:val="95AEE154"/>
    <w:lvl w:ilvl="0" w:tplc="40823D1E">
      <w:start w:val="1"/>
      <w:numFmt w:val="bullet"/>
      <w:lvlText w:val=""/>
      <w:lvlJc w:val="left"/>
      <w:pPr>
        <w:ind w:left="1344" w:hanging="360"/>
      </w:pPr>
      <w:rPr>
        <w:rFonts w:ascii="Symbol" w:hAnsi="Symbol" w:hint="default"/>
      </w:rPr>
    </w:lvl>
    <w:lvl w:ilvl="1" w:tplc="04270003" w:tentative="1">
      <w:start w:val="1"/>
      <w:numFmt w:val="bullet"/>
      <w:lvlText w:val="o"/>
      <w:lvlJc w:val="left"/>
      <w:pPr>
        <w:ind w:left="2064" w:hanging="360"/>
      </w:pPr>
      <w:rPr>
        <w:rFonts w:ascii="Courier New" w:hAnsi="Courier New" w:cs="Courier New" w:hint="default"/>
      </w:rPr>
    </w:lvl>
    <w:lvl w:ilvl="2" w:tplc="04270005" w:tentative="1">
      <w:start w:val="1"/>
      <w:numFmt w:val="bullet"/>
      <w:lvlText w:val=""/>
      <w:lvlJc w:val="left"/>
      <w:pPr>
        <w:ind w:left="2784" w:hanging="360"/>
      </w:pPr>
      <w:rPr>
        <w:rFonts w:ascii="Wingdings" w:hAnsi="Wingdings" w:hint="default"/>
      </w:rPr>
    </w:lvl>
    <w:lvl w:ilvl="3" w:tplc="04270001" w:tentative="1">
      <w:start w:val="1"/>
      <w:numFmt w:val="bullet"/>
      <w:lvlText w:val=""/>
      <w:lvlJc w:val="left"/>
      <w:pPr>
        <w:ind w:left="3504" w:hanging="360"/>
      </w:pPr>
      <w:rPr>
        <w:rFonts w:ascii="Symbol" w:hAnsi="Symbol" w:hint="default"/>
      </w:rPr>
    </w:lvl>
    <w:lvl w:ilvl="4" w:tplc="04270003" w:tentative="1">
      <w:start w:val="1"/>
      <w:numFmt w:val="bullet"/>
      <w:lvlText w:val="o"/>
      <w:lvlJc w:val="left"/>
      <w:pPr>
        <w:ind w:left="4224" w:hanging="360"/>
      </w:pPr>
      <w:rPr>
        <w:rFonts w:ascii="Courier New" w:hAnsi="Courier New" w:cs="Courier New" w:hint="default"/>
      </w:rPr>
    </w:lvl>
    <w:lvl w:ilvl="5" w:tplc="04270005" w:tentative="1">
      <w:start w:val="1"/>
      <w:numFmt w:val="bullet"/>
      <w:lvlText w:val=""/>
      <w:lvlJc w:val="left"/>
      <w:pPr>
        <w:ind w:left="4944" w:hanging="360"/>
      </w:pPr>
      <w:rPr>
        <w:rFonts w:ascii="Wingdings" w:hAnsi="Wingdings" w:hint="default"/>
      </w:rPr>
    </w:lvl>
    <w:lvl w:ilvl="6" w:tplc="04270001" w:tentative="1">
      <w:start w:val="1"/>
      <w:numFmt w:val="bullet"/>
      <w:lvlText w:val=""/>
      <w:lvlJc w:val="left"/>
      <w:pPr>
        <w:ind w:left="5664" w:hanging="360"/>
      </w:pPr>
      <w:rPr>
        <w:rFonts w:ascii="Symbol" w:hAnsi="Symbol" w:hint="default"/>
      </w:rPr>
    </w:lvl>
    <w:lvl w:ilvl="7" w:tplc="04270003" w:tentative="1">
      <w:start w:val="1"/>
      <w:numFmt w:val="bullet"/>
      <w:lvlText w:val="o"/>
      <w:lvlJc w:val="left"/>
      <w:pPr>
        <w:ind w:left="6384" w:hanging="360"/>
      </w:pPr>
      <w:rPr>
        <w:rFonts w:ascii="Courier New" w:hAnsi="Courier New" w:cs="Courier New" w:hint="default"/>
      </w:rPr>
    </w:lvl>
    <w:lvl w:ilvl="8" w:tplc="04270005" w:tentative="1">
      <w:start w:val="1"/>
      <w:numFmt w:val="bullet"/>
      <w:lvlText w:val=""/>
      <w:lvlJc w:val="left"/>
      <w:pPr>
        <w:ind w:left="7104" w:hanging="360"/>
      </w:pPr>
      <w:rPr>
        <w:rFonts w:ascii="Wingdings" w:hAnsi="Wingdings" w:hint="default"/>
      </w:rPr>
    </w:lvl>
  </w:abstractNum>
  <w:abstractNum w:abstractNumId="3">
    <w:nsid w:val="6AAF197C"/>
    <w:multiLevelType w:val="hybridMultilevel"/>
    <w:tmpl w:val="4A56181E"/>
    <w:lvl w:ilvl="0" w:tplc="F836F7B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79DB1FDD"/>
    <w:multiLevelType w:val="hybridMultilevel"/>
    <w:tmpl w:val="1ABCF3CE"/>
    <w:lvl w:ilvl="0" w:tplc="04270017">
      <w:start w:val="1"/>
      <w:numFmt w:val="lowerLetter"/>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0"/>
  </w:num>
  <w:num w:numId="2">
    <w:abstractNumId w:val="4"/>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1"/>
  <w:hyphenationZone w:val="396"/>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E9E"/>
    <w:rsid w:val="000008B7"/>
    <w:rsid w:val="000030F5"/>
    <w:rsid w:val="00003636"/>
    <w:rsid w:val="000037EC"/>
    <w:rsid w:val="00004038"/>
    <w:rsid w:val="00005658"/>
    <w:rsid w:val="00005C79"/>
    <w:rsid w:val="00006243"/>
    <w:rsid w:val="0001031D"/>
    <w:rsid w:val="00010537"/>
    <w:rsid w:val="000107C7"/>
    <w:rsid w:val="00010E07"/>
    <w:rsid w:val="000119B5"/>
    <w:rsid w:val="00011EBD"/>
    <w:rsid w:val="00012A39"/>
    <w:rsid w:val="00012D4E"/>
    <w:rsid w:val="00013966"/>
    <w:rsid w:val="000140F1"/>
    <w:rsid w:val="00014492"/>
    <w:rsid w:val="00016102"/>
    <w:rsid w:val="000169E6"/>
    <w:rsid w:val="00017124"/>
    <w:rsid w:val="00017A3D"/>
    <w:rsid w:val="00024C91"/>
    <w:rsid w:val="000254C1"/>
    <w:rsid w:val="0002580E"/>
    <w:rsid w:val="00026E96"/>
    <w:rsid w:val="00027125"/>
    <w:rsid w:val="00030ADE"/>
    <w:rsid w:val="0003378A"/>
    <w:rsid w:val="0003517D"/>
    <w:rsid w:val="000369BE"/>
    <w:rsid w:val="00040AB7"/>
    <w:rsid w:val="000419D5"/>
    <w:rsid w:val="00041EF6"/>
    <w:rsid w:val="00042C4B"/>
    <w:rsid w:val="000434C7"/>
    <w:rsid w:val="00044FDB"/>
    <w:rsid w:val="00046453"/>
    <w:rsid w:val="0005088B"/>
    <w:rsid w:val="00051823"/>
    <w:rsid w:val="00052601"/>
    <w:rsid w:val="00052E7F"/>
    <w:rsid w:val="00054700"/>
    <w:rsid w:val="00056CF4"/>
    <w:rsid w:val="00056F04"/>
    <w:rsid w:val="0005702C"/>
    <w:rsid w:val="0005756E"/>
    <w:rsid w:val="00060D42"/>
    <w:rsid w:val="00063852"/>
    <w:rsid w:val="00063B9B"/>
    <w:rsid w:val="00064689"/>
    <w:rsid w:val="0006475C"/>
    <w:rsid w:val="00065579"/>
    <w:rsid w:val="000661C9"/>
    <w:rsid w:val="00066AC5"/>
    <w:rsid w:val="00067585"/>
    <w:rsid w:val="00070595"/>
    <w:rsid w:val="000709E4"/>
    <w:rsid w:val="00070F41"/>
    <w:rsid w:val="000712CD"/>
    <w:rsid w:val="00072794"/>
    <w:rsid w:val="00072DCA"/>
    <w:rsid w:val="00075270"/>
    <w:rsid w:val="00075945"/>
    <w:rsid w:val="00075F5A"/>
    <w:rsid w:val="000762CE"/>
    <w:rsid w:val="00077539"/>
    <w:rsid w:val="00080020"/>
    <w:rsid w:val="000802B7"/>
    <w:rsid w:val="000809D3"/>
    <w:rsid w:val="000816F5"/>
    <w:rsid w:val="00081759"/>
    <w:rsid w:val="00082223"/>
    <w:rsid w:val="00083144"/>
    <w:rsid w:val="00084311"/>
    <w:rsid w:val="00084CFA"/>
    <w:rsid w:val="00084F5E"/>
    <w:rsid w:val="00085EAB"/>
    <w:rsid w:val="00086B4B"/>
    <w:rsid w:val="00091930"/>
    <w:rsid w:val="00093225"/>
    <w:rsid w:val="00093DE4"/>
    <w:rsid w:val="00095688"/>
    <w:rsid w:val="0009611B"/>
    <w:rsid w:val="000968DD"/>
    <w:rsid w:val="00096F23"/>
    <w:rsid w:val="000A0F20"/>
    <w:rsid w:val="000A13C0"/>
    <w:rsid w:val="000A6030"/>
    <w:rsid w:val="000A765C"/>
    <w:rsid w:val="000B064A"/>
    <w:rsid w:val="000B2FD4"/>
    <w:rsid w:val="000B3C5E"/>
    <w:rsid w:val="000B4AE9"/>
    <w:rsid w:val="000B4D68"/>
    <w:rsid w:val="000B534C"/>
    <w:rsid w:val="000B5F56"/>
    <w:rsid w:val="000B6930"/>
    <w:rsid w:val="000C0F83"/>
    <w:rsid w:val="000C142C"/>
    <w:rsid w:val="000C3D5E"/>
    <w:rsid w:val="000C5489"/>
    <w:rsid w:val="000C5FCA"/>
    <w:rsid w:val="000C6374"/>
    <w:rsid w:val="000C6BA1"/>
    <w:rsid w:val="000C7E12"/>
    <w:rsid w:val="000D0422"/>
    <w:rsid w:val="000D04A0"/>
    <w:rsid w:val="000D0C55"/>
    <w:rsid w:val="000D1826"/>
    <w:rsid w:val="000D1962"/>
    <w:rsid w:val="000D1F3E"/>
    <w:rsid w:val="000D3773"/>
    <w:rsid w:val="000D3990"/>
    <w:rsid w:val="000D5C24"/>
    <w:rsid w:val="000D6B39"/>
    <w:rsid w:val="000D7A38"/>
    <w:rsid w:val="000D7F0D"/>
    <w:rsid w:val="000E1170"/>
    <w:rsid w:val="000E1988"/>
    <w:rsid w:val="000E26C7"/>
    <w:rsid w:val="000E2D62"/>
    <w:rsid w:val="000E38EB"/>
    <w:rsid w:val="000E4829"/>
    <w:rsid w:val="000E4B5C"/>
    <w:rsid w:val="000E52EC"/>
    <w:rsid w:val="000E553F"/>
    <w:rsid w:val="000E5ED9"/>
    <w:rsid w:val="000F1074"/>
    <w:rsid w:val="000F1808"/>
    <w:rsid w:val="000F37A5"/>
    <w:rsid w:val="000F3DAA"/>
    <w:rsid w:val="000F447A"/>
    <w:rsid w:val="000F5404"/>
    <w:rsid w:val="000F586F"/>
    <w:rsid w:val="000F6F90"/>
    <w:rsid w:val="000F7CBE"/>
    <w:rsid w:val="00101428"/>
    <w:rsid w:val="00103637"/>
    <w:rsid w:val="00106600"/>
    <w:rsid w:val="001068EE"/>
    <w:rsid w:val="001112FA"/>
    <w:rsid w:val="00111C85"/>
    <w:rsid w:val="00114F88"/>
    <w:rsid w:val="00115B2C"/>
    <w:rsid w:val="001160CF"/>
    <w:rsid w:val="001162CD"/>
    <w:rsid w:val="00117D13"/>
    <w:rsid w:val="00120CF9"/>
    <w:rsid w:val="0012131A"/>
    <w:rsid w:val="00121994"/>
    <w:rsid w:val="0012460C"/>
    <w:rsid w:val="00126835"/>
    <w:rsid w:val="00127630"/>
    <w:rsid w:val="00131EB8"/>
    <w:rsid w:val="00131F64"/>
    <w:rsid w:val="001320F4"/>
    <w:rsid w:val="00134A31"/>
    <w:rsid w:val="001360CE"/>
    <w:rsid w:val="00137DC8"/>
    <w:rsid w:val="00141797"/>
    <w:rsid w:val="00142EF8"/>
    <w:rsid w:val="001459E8"/>
    <w:rsid w:val="001463BB"/>
    <w:rsid w:val="00146511"/>
    <w:rsid w:val="0015020D"/>
    <w:rsid w:val="001508AD"/>
    <w:rsid w:val="00150D5E"/>
    <w:rsid w:val="001542B6"/>
    <w:rsid w:val="00154D26"/>
    <w:rsid w:val="001557DE"/>
    <w:rsid w:val="00160758"/>
    <w:rsid w:val="00160B49"/>
    <w:rsid w:val="0016436A"/>
    <w:rsid w:val="00164FD3"/>
    <w:rsid w:val="00165324"/>
    <w:rsid w:val="00165ACB"/>
    <w:rsid w:val="0016615C"/>
    <w:rsid w:val="00166F65"/>
    <w:rsid w:val="00167953"/>
    <w:rsid w:val="00171207"/>
    <w:rsid w:val="00171F41"/>
    <w:rsid w:val="00174654"/>
    <w:rsid w:val="001747B9"/>
    <w:rsid w:val="00175431"/>
    <w:rsid w:val="0017750F"/>
    <w:rsid w:val="00180508"/>
    <w:rsid w:val="0018309E"/>
    <w:rsid w:val="001833FF"/>
    <w:rsid w:val="0019049E"/>
    <w:rsid w:val="00191428"/>
    <w:rsid w:val="001914C5"/>
    <w:rsid w:val="0019190D"/>
    <w:rsid w:val="0019232E"/>
    <w:rsid w:val="00194396"/>
    <w:rsid w:val="0019466C"/>
    <w:rsid w:val="00194B5F"/>
    <w:rsid w:val="00194DA3"/>
    <w:rsid w:val="0019519E"/>
    <w:rsid w:val="00195F5D"/>
    <w:rsid w:val="001A32E2"/>
    <w:rsid w:val="001A37EB"/>
    <w:rsid w:val="001A3DD7"/>
    <w:rsid w:val="001A4709"/>
    <w:rsid w:val="001A63C1"/>
    <w:rsid w:val="001B1261"/>
    <w:rsid w:val="001B1CF5"/>
    <w:rsid w:val="001B1F67"/>
    <w:rsid w:val="001B2F9E"/>
    <w:rsid w:val="001B4BD4"/>
    <w:rsid w:val="001B5985"/>
    <w:rsid w:val="001B5FD1"/>
    <w:rsid w:val="001B6CCD"/>
    <w:rsid w:val="001B6EAC"/>
    <w:rsid w:val="001C1FC6"/>
    <w:rsid w:val="001C3335"/>
    <w:rsid w:val="001C3F37"/>
    <w:rsid w:val="001C69A9"/>
    <w:rsid w:val="001C6AA8"/>
    <w:rsid w:val="001D083E"/>
    <w:rsid w:val="001D11BA"/>
    <w:rsid w:val="001D1BA4"/>
    <w:rsid w:val="001D216B"/>
    <w:rsid w:val="001D4D1E"/>
    <w:rsid w:val="001D519C"/>
    <w:rsid w:val="001D710F"/>
    <w:rsid w:val="001E0836"/>
    <w:rsid w:val="001E0E07"/>
    <w:rsid w:val="001E26A3"/>
    <w:rsid w:val="001E2E4C"/>
    <w:rsid w:val="001E400F"/>
    <w:rsid w:val="001E418B"/>
    <w:rsid w:val="001E4962"/>
    <w:rsid w:val="001E71F6"/>
    <w:rsid w:val="001F0905"/>
    <w:rsid w:val="001F0E0A"/>
    <w:rsid w:val="001F122A"/>
    <w:rsid w:val="001F29CA"/>
    <w:rsid w:val="001F58CE"/>
    <w:rsid w:val="00200881"/>
    <w:rsid w:val="00200C7D"/>
    <w:rsid w:val="00200DE6"/>
    <w:rsid w:val="0020507D"/>
    <w:rsid w:val="00206815"/>
    <w:rsid w:val="00207D19"/>
    <w:rsid w:val="00210474"/>
    <w:rsid w:val="00210688"/>
    <w:rsid w:val="00211102"/>
    <w:rsid w:val="00212BF4"/>
    <w:rsid w:val="00212F38"/>
    <w:rsid w:val="002146AC"/>
    <w:rsid w:val="00220251"/>
    <w:rsid w:val="00221675"/>
    <w:rsid w:val="00221DF7"/>
    <w:rsid w:val="0022507A"/>
    <w:rsid w:val="00227A42"/>
    <w:rsid w:val="002300FE"/>
    <w:rsid w:val="00230DCD"/>
    <w:rsid w:val="002319B2"/>
    <w:rsid w:val="00231AEA"/>
    <w:rsid w:val="00232006"/>
    <w:rsid w:val="002324FB"/>
    <w:rsid w:val="00233830"/>
    <w:rsid w:val="002345EC"/>
    <w:rsid w:val="002360A0"/>
    <w:rsid w:val="002438B7"/>
    <w:rsid w:val="00245F82"/>
    <w:rsid w:val="00246C3F"/>
    <w:rsid w:val="00247CAB"/>
    <w:rsid w:val="00250818"/>
    <w:rsid w:val="00251143"/>
    <w:rsid w:val="00252CEA"/>
    <w:rsid w:val="00254766"/>
    <w:rsid w:val="002553DF"/>
    <w:rsid w:val="00260735"/>
    <w:rsid w:val="00263C81"/>
    <w:rsid w:val="00265962"/>
    <w:rsid w:val="00266339"/>
    <w:rsid w:val="00266547"/>
    <w:rsid w:val="002671B3"/>
    <w:rsid w:val="00272FB5"/>
    <w:rsid w:val="002742CC"/>
    <w:rsid w:val="00274BB9"/>
    <w:rsid w:val="00274FFC"/>
    <w:rsid w:val="00276669"/>
    <w:rsid w:val="00276ADF"/>
    <w:rsid w:val="00277D0E"/>
    <w:rsid w:val="00280DAD"/>
    <w:rsid w:val="0028153B"/>
    <w:rsid w:val="002817D9"/>
    <w:rsid w:val="002818CD"/>
    <w:rsid w:val="002823A9"/>
    <w:rsid w:val="002842F6"/>
    <w:rsid w:val="002845AE"/>
    <w:rsid w:val="00287800"/>
    <w:rsid w:val="00290F57"/>
    <w:rsid w:val="002917FB"/>
    <w:rsid w:val="002926D2"/>
    <w:rsid w:val="00293430"/>
    <w:rsid w:val="00297E03"/>
    <w:rsid w:val="002A0873"/>
    <w:rsid w:val="002A0E39"/>
    <w:rsid w:val="002A2E9C"/>
    <w:rsid w:val="002A3970"/>
    <w:rsid w:val="002A407F"/>
    <w:rsid w:val="002A4740"/>
    <w:rsid w:val="002A5E0E"/>
    <w:rsid w:val="002A6675"/>
    <w:rsid w:val="002A69AA"/>
    <w:rsid w:val="002A713D"/>
    <w:rsid w:val="002B07E4"/>
    <w:rsid w:val="002B0BEA"/>
    <w:rsid w:val="002B1C75"/>
    <w:rsid w:val="002B1FF1"/>
    <w:rsid w:val="002B2579"/>
    <w:rsid w:val="002B293F"/>
    <w:rsid w:val="002B3B64"/>
    <w:rsid w:val="002B3DBE"/>
    <w:rsid w:val="002B57BB"/>
    <w:rsid w:val="002B71F8"/>
    <w:rsid w:val="002B77E7"/>
    <w:rsid w:val="002C1920"/>
    <w:rsid w:val="002C2B8E"/>
    <w:rsid w:val="002C4001"/>
    <w:rsid w:val="002C4011"/>
    <w:rsid w:val="002C40A4"/>
    <w:rsid w:val="002C4A00"/>
    <w:rsid w:val="002C6083"/>
    <w:rsid w:val="002C7C44"/>
    <w:rsid w:val="002D1B4F"/>
    <w:rsid w:val="002D36DB"/>
    <w:rsid w:val="002D50A3"/>
    <w:rsid w:val="002D7669"/>
    <w:rsid w:val="002D7C33"/>
    <w:rsid w:val="002E125B"/>
    <w:rsid w:val="002E2E13"/>
    <w:rsid w:val="002E2EF1"/>
    <w:rsid w:val="002E3341"/>
    <w:rsid w:val="002E4813"/>
    <w:rsid w:val="002E4AF8"/>
    <w:rsid w:val="002E4DA0"/>
    <w:rsid w:val="002E5693"/>
    <w:rsid w:val="002E5E1E"/>
    <w:rsid w:val="002E7154"/>
    <w:rsid w:val="002F00B3"/>
    <w:rsid w:val="002F08F1"/>
    <w:rsid w:val="002F1A82"/>
    <w:rsid w:val="002F1DD0"/>
    <w:rsid w:val="002F227F"/>
    <w:rsid w:val="002F3800"/>
    <w:rsid w:val="002F5AFB"/>
    <w:rsid w:val="002F6B3D"/>
    <w:rsid w:val="002F6BF0"/>
    <w:rsid w:val="002F79D6"/>
    <w:rsid w:val="00300934"/>
    <w:rsid w:val="003017A0"/>
    <w:rsid w:val="00302254"/>
    <w:rsid w:val="003022FB"/>
    <w:rsid w:val="003025D3"/>
    <w:rsid w:val="00304BF0"/>
    <w:rsid w:val="00305AB9"/>
    <w:rsid w:val="00307C0A"/>
    <w:rsid w:val="00310D00"/>
    <w:rsid w:val="003113BA"/>
    <w:rsid w:val="00311A18"/>
    <w:rsid w:val="00311D67"/>
    <w:rsid w:val="00313605"/>
    <w:rsid w:val="0031449E"/>
    <w:rsid w:val="0031552B"/>
    <w:rsid w:val="00315780"/>
    <w:rsid w:val="00317027"/>
    <w:rsid w:val="003225AF"/>
    <w:rsid w:val="003246CC"/>
    <w:rsid w:val="003264DF"/>
    <w:rsid w:val="00326651"/>
    <w:rsid w:val="003278A2"/>
    <w:rsid w:val="00327B9B"/>
    <w:rsid w:val="0033232D"/>
    <w:rsid w:val="00332AFD"/>
    <w:rsid w:val="00332ED0"/>
    <w:rsid w:val="00333EB7"/>
    <w:rsid w:val="00333EDC"/>
    <w:rsid w:val="0033555F"/>
    <w:rsid w:val="00340EDB"/>
    <w:rsid w:val="00341052"/>
    <w:rsid w:val="00343753"/>
    <w:rsid w:val="00343C18"/>
    <w:rsid w:val="00343EA9"/>
    <w:rsid w:val="003440F2"/>
    <w:rsid w:val="00345906"/>
    <w:rsid w:val="00345AD2"/>
    <w:rsid w:val="00346972"/>
    <w:rsid w:val="003478BC"/>
    <w:rsid w:val="00347A95"/>
    <w:rsid w:val="003508D2"/>
    <w:rsid w:val="003509AD"/>
    <w:rsid w:val="003527D1"/>
    <w:rsid w:val="00352C3E"/>
    <w:rsid w:val="00353362"/>
    <w:rsid w:val="0035568D"/>
    <w:rsid w:val="003565B9"/>
    <w:rsid w:val="00360408"/>
    <w:rsid w:val="0036174B"/>
    <w:rsid w:val="0036219C"/>
    <w:rsid w:val="003637A1"/>
    <w:rsid w:val="0036492D"/>
    <w:rsid w:val="003710ED"/>
    <w:rsid w:val="00373ECB"/>
    <w:rsid w:val="0037462A"/>
    <w:rsid w:val="00375C3C"/>
    <w:rsid w:val="003762E3"/>
    <w:rsid w:val="0038104E"/>
    <w:rsid w:val="0038124B"/>
    <w:rsid w:val="0038410A"/>
    <w:rsid w:val="0038414A"/>
    <w:rsid w:val="00384F63"/>
    <w:rsid w:val="00385883"/>
    <w:rsid w:val="00385916"/>
    <w:rsid w:val="003868E6"/>
    <w:rsid w:val="00390651"/>
    <w:rsid w:val="003914CC"/>
    <w:rsid w:val="0039268C"/>
    <w:rsid w:val="00392BD1"/>
    <w:rsid w:val="00392FE3"/>
    <w:rsid w:val="00393B1E"/>
    <w:rsid w:val="003941EF"/>
    <w:rsid w:val="0039429D"/>
    <w:rsid w:val="00394A35"/>
    <w:rsid w:val="00396600"/>
    <w:rsid w:val="003A0402"/>
    <w:rsid w:val="003A0D31"/>
    <w:rsid w:val="003A1434"/>
    <w:rsid w:val="003A1CCA"/>
    <w:rsid w:val="003A62E0"/>
    <w:rsid w:val="003A6F65"/>
    <w:rsid w:val="003A6FCB"/>
    <w:rsid w:val="003B25EA"/>
    <w:rsid w:val="003B278D"/>
    <w:rsid w:val="003B365E"/>
    <w:rsid w:val="003B3B26"/>
    <w:rsid w:val="003B5F23"/>
    <w:rsid w:val="003C17BE"/>
    <w:rsid w:val="003C1CEF"/>
    <w:rsid w:val="003C2908"/>
    <w:rsid w:val="003C2C0A"/>
    <w:rsid w:val="003C4822"/>
    <w:rsid w:val="003C5043"/>
    <w:rsid w:val="003C7850"/>
    <w:rsid w:val="003D10F9"/>
    <w:rsid w:val="003D2931"/>
    <w:rsid w:val="003D2F17"/>
    <w:rsid w:val="003D31D0"/>
    <w:rsid w:val="003D5B62"/>
    <w:rsid w:val="003D5C19"/>
    <w:rsid w:val="003D6096"/>
    <w:rsid w:val="003D6099"/>
    <w:rsid w:val="003D6667"/>
    <w:rsid w:val="003D732C"/>
    <w:rsid w:val="003D78BE"/>
    <w:rsid w:val="003D78E0"/>
    <w:rsid w:val="003E05E7"/>
    <w:rsid w:val="003E0AA1"/>
    <w:rsid w:val="003E0EE0"/>
    <w:rsid w:val="003E1F7C"/>
    <w:rsid w:val="003E2804"/>
    <w:rsid w:val="003E3353"/>
    <w:rsid w:val="003E3D6F"/>
    <w:rsid w:val="003E4393"/>
    <w:rsid w:val="003E461C"/>
    <w:rsid w:val="003E7BE1"/>
    <w:rsid w:val="003F01A4"/>
    <w:rsid w:val="003F1FE1"/>
    <w:rsid w:val="003F238A"/>
    <w:rsid w:val="003F29E1"/>
    <w:rsid w:val="003F2AF5"/>
    <w:rsid w:val="003F3216"/>
    <w:rsid w:val="003F3760"/>
    <w:rsid w:val="003F53FA"/>
    <w:rsid w:val="003F6290"/>
    <w:rsid w:val="003F6AAB"/>
    <w:rsid w:val="0040138D"/>
    <w:rsid w:val="004020FE"/>
    <w:rsid w:val="004021FA"/>
    <w:rsid w:val="004031C0"/>
    <w:rsid w:val="00403BE4"/>
    <w:rsid w:val="00404743"/>
    <w:rsid w:val="004047D3"/>
    <w:rsid w:val="0041029B"/>
    <w:rsid w:val="00410ABA"/>
    <w:rsid w:val="00413DB5"/>
    <w:rsid w:val="00414E7E"/>
    <w:rsid w:val="004169B0"/>
    <w:rsid w:val="00416AB2"/>
    <w:rsid w:val="004172BA"/>
    <w:rsid w:val="0041768A"/>
    <w:rsid w:val="00417ABA"/>
    <w:rsid w:val="00420428"/>
    <w:rsid w:val="0042104A"/>
    <w:rsid w:val="00421D20"/>
    <w:rsid w:val="004237C4"/>
    <w:rsid w:val="0042415B"/>
    <w:rsid w:val="004244F2"/>
    <w:rsid w:val="004255B5"/>
    <w:rsid w:val="00425AF0"/>
    <w:rsid w:val="00432DC4"/>
    <w:rsid w:val="00433244"/>
    <w:rsid w:val="00433D6F"/>
    <w:rsid w:val="00435264"/>
    <w:rsid w:val="00436214"/>
    <w:rsid w:val="004403A0"/>
    <w:rsid w:val="0044155E"/>
    <w:rsid w:val="004416CC"/>
    <w:rsid w:val="00441CDF"/>
    <w:rsid w:val="004427A0"/>
    <w:rsid w:val="00443EEC"/>
    <w:rsid w:val="00444455"/>
    <w:rsid w:val="004451A7"/>
    <w:rsid w:val="00445452"/>
    <w:rsid w:val="00445A93"/>
    <w:rsid w:val="00445FE9"/>
    <w:rsid w:val="00446125"/>
    <w:rsid w:val="00446511"/>
    <w:rsid w:val="004472B3"/>
    <w:rsid w:val="0045307A"/>
    <w:rsid w:val="00453211"/>
    <w:rsid w:val="004561EC"/>
    <w:rsid w:val="0045759B"/>
    <w:rsid w:val="004609ED"/>
    <w:rsid w:val="00460A9C"/>
    <w:rsid w:val="00461B52"/>
    <w:rsid w:val="004622EE"/>
    <w:rsid w:val="004637C1"/>
    <w:rsid w:val="004647F5"/>
    <w:rsid w:val="00466208"/>
    <w:rsid w:val="004672E9"/>
    <w:rsid w:val="0046785C"/>
    <w:rsid w:val="00470C0A"/>
    <w:rsid w:val="004712D4"/>
    <w:rsid w:val="00471CA1"/>
    <w:rsid w:val="004729DA"/>
    <w:rsid w:val="004732DD"/>
    <w:rsid w:val="00474574"/>
    <w:rsid w:val="00475C7C"/>
    <w:rsid w:val="00475E4E"/>
    <w:rsid w:val="00475ECE"/>
    <w:rsid w:val="00476414"/>
    <w:rsid w:val="00476634"/>
    <w:rsid w:val="0048072C"/>
    <w:rsid w:val="00481AC3"/>
    <w:rsid w:val="004820C2"/>
    <w:rsid w:val="0048246C"/>
    <w:rsid w:val="00483640"/>
    <w:rsid w:val="00483E87"/>
    <w:rsid w:val="004845A5"/>
    <w:rsid w:val="004864AC"/>
    <w:rsid w:val="00487088"/>
    <w:rsid w:val="004901D0"/>
    <w:rsid w:val="0049242D"/>
    <w:rsid w:val="00493CAF"/>
    <w:rsid w:val="00495CE0"/>
    <w:rsid w:val="00495F80"/>
    <w:rsid w:val="004961A7"/>
    <w:rsid w:val="004978B2"/>
    <w:rsid w:val="004978DE"/>
    <w:rsid w:val="004A1923"/>
    <w:rsid w:val="004A221D"/>
    <w:rsid w:val="004A298B"/>
    <w:rsid w:val="004A2E7B"/>
    <w:rsid w:val="004A32F4"/>
    <w:rsid w:val="004A475F"/>
    <w:rsid w:val="004A4D4F"/>
    <w:rsid w:val="004A5ABB"/>
    <w:rsid w:val="004A69F6"/>
    <w:rsid w:val="004A7DA8"/>
    <w:rsid w:val="004A7EFF"/>
    <w:rsid w:val="004B00D5"/>
    <w:rsid w:val="004B0379"/>
    <w:rsid w:val="004B12E0"/>
    <w:rsid w:val="004B1BCC"/>
    <w:rsid w:val="004B2CAB"/>
    <w:rsid w:val="004B404B"/>
    <w:rsid w:val="004B42CF"/>
    <w:rsid w:val="004B5E1F"/>
    <w:rsid w:val="004B7849"/>
    <w:rsid w:val="004C050A"/>
    <w:rsid w:val="004C057E"/>
    <w:rsid w:val="004C327D"/>
    <w:rsid w:val="004C5CF9"/>
    <w:rsid w:val="004D3358"/>
    <w:rsid w:val="004D480D"/>
    <w:rsid w:val="004D6FCC"/>
    <w:rsid w:val="004D6FF3"/>
    <w:rsid w:val="004E1188"/>
    <w:rsid w:val="004E127D"/>
    <w:rsid w:val="004E2E67"/>
    <w:rsid w:val="004E6731"/>
    <w:rsid w:val="004E7C15"/>
    <w:rsid w:val="004F0F9F"/>
    <w:rsid w:val="004F146A"/>
    <w:rsid w:val="004F17FA"/>
    <w:rsid w:val="004F20E5"/>
    <w:rsid w:val="004F27BD"/>
    <w:rsid w:val="004F28F8"/>
    <w:rsid w:val="004F33B0"/>
    <w:rsid w:val="004F3FDB"/>
    <w:rsid w:val="004F5CD2"/>
    <w:rsid w:val="004F5FF4"/>
    <w:rsid w:val="004F6DF4"/>
    <w:rsid w:val="004F7A10"/>
    <w:rsid w:val="00500D43"/>
    <w:rsid w:val="00501358"/>
    <w:rsid w:val="0050321B"/>
    <w:rsid w:val="00503935"/>
    <w:rsid w:val="00503A3A"/>
    <w:rsid w:val="0050534E"/>
    <w:rsid w:val="00510B4F"/>
    <w:rsid w:val="00515555"/>
    <w:rsid w:val="0051735E"/>
    <w:rsid w:val="00517D42"/>
    <w:rsid w:val="00520179"/>
    <w:rsid w:val="005228EB"/>
    <w:rsid w:val="00527EE0"/>
    <w:rsid w:val="00530062"/>
    <w:rsid w:val="00530892"/>
    <w:rsid w:val="0053137D"/>
    <w:rsid w:val="0053200E"/>
    <w:rsid w:val="00533C73"/>
    <w:rsid w:val="0053405A"/>
    <w:rsid w:val="005340FE"/>
    <w:rsid w:val="00534875"/>
    <w:rsid w:val="00535697"/>
    <w:rsid w:val="00536128"/>
    <w:rsid w:val="00536B24"/>
    <w:rsid w:val="00540458"/>
    <w:rsid w:val="00540E7D"/>
    <w:rsid w:val="00541505"/>
    <w:rsid w:val="0054291C"/>
    <w:rsid w:val="00550527"/>
    <w:rsid w:val="005517E3"/>
    <w:rsid w:val="00552221"/>
    <w:rsid w:val="005546FE"/>
    <w:rsid w:val="00554A1A"/>
    <w:rsid w:val="005563F5"/>
    <w:rsid w:val="005568B4"/>
    <w:rsid w:val="005608BB"/>
    <w:rsid w:val="005628C2"/>
    <w:rsid w:val="0056346F"/>
    <w:rsid w:val="005643AF"/>
    <w:rsid w:val="005644CE"/>
    <w:rsid w:val="00564EFF"/>
    <w:rsid w:val="00565BA3"/>
    <w:rsid w:val="005729FA"/>
    <w:rsid w:val="00572BEC"/>
    <w:rsid w:val="00575ACB"/>
    <w:rsid w:val="00575DE1"/>
    <w:rsid w:val="005764C2"/>
    <w:rsid w:val="005803A8"/>
    <w:rsid w:val="00580F69"/>
    <w:rsid w:val="0058149C"/>
    <w:rsid w:val="00582747"/>
    <w:rsid w:val="0058306C"/>
    <w:rsid w:val="00583526"/>
    <w:rsid w:val="0058360F"/>
    <w:rsid w:val="00583BCF"/>
    <w:rsid w:val="00584430"/>
    <w:rsid w:val="005852CF"/>
    <w:rsid w:val="00587341"/>
    <w:rsid w:val="00587EE8"/>
    <w:rsid w:val="005901BD"/>
    <w:rsid w:val="00591956"/>
    <w:rsid w:val="00594572"/>
    <w:rsid w:val="00594C52"/>
    <w:rsid w:val="005963A8"/>
    <w:rsid w:val="00596870"/>
    <w:rsid w:val="005A113F"/>
    <w:rsid w:val="005A13BE"/>
    <w:rsid w:val="005A1F8F"/>
    <w:rsid w:val="005A23D3"/>
    <w:rsid w:val="005A2559"/>
    <w:rsid w:val="005A2592"/>
    <w:rsid w:val="005A2BA1"/>
    <w:rsid w:val="005A36CC"/>
    <w:rsid w:val="005A393F"/>
    <w:rsid w:val="005A4BEA"/>
    <w:rsid w:val="005A4EB6"/>
    <w:rsid w:val="005A66A2"/>
    <w:rsid w:val="005B0B54"/>
    <w:rsid w:val="005B0BD2"/>
    <w:rsid w:val="005B1122"/>
    <w:rsid w:val="005B1628"/>
    <w:rsid w:val="005B4607"/>
    <w:rsid w:val="005B6445"/>
    <w:rsid w:val="005B723F"/>
    <w:rsid w:val="005B765F"/>
    <w:rsid w:val="005B7A16"/>
    <w:rsid w:val="005B7E58"/>
    <w:rsid w:val="005C05F3"/>
    <w:rsid w:val="005C0EAC"/>
    <w:rsid w:val="005C1B68"/>
    <w:rsid w:val="005C247F"/>
    <w:rsid w:val="005C2E28"/>
    <w:rsid w:val="005C37E7"/>
    <w:rsid w:val="005C3EC5"/>
    <w:rsid w:val="005C4EDB"/>
    <w:rsid w:val="005C5184"/>
    <w:rsid w:val="005C7276"/>
    <w:rsid w:val="005D388B"/>
    <w:rsid w:val="005D391F"/>
    <w:rsid w:val="005D3C69"/>
    <w:rsid w:val="005D4571"/>
    <w:rsid w:val="005D4AB1"/>
    <w:rsid w:val="005D5E0F"/>
    <w:rsid w:val="005E106C"/>
    <w:rsid w:val="005E21D2"/>
    <w:rsid w:val="005E71C0"/>
    <w:rsid w:val="005E7B7E"/>
    <w:rsid w:val="005F011D"/>
    <w:rsid w:val="005F33B1"/>
    <w:rsid w:val="005F359E"/>
    <w:rsid w:val="005F3BE6"/>
    <w:rsid w:val="005F44D9"/>
    <w:rsid w:val="005F4B78"/>
    <w:rsid w:val="005F55DF"/>
    <w:rsid w:val="005F5914"/>
    <w:rsid w:val="00602AB1"/>
    <w:rsid w:val="006049CA"/>
    <w:rsid w:val="006056D9"/>
    <w:rsid w:val="00605960"/>
    <w:rsid w:val="00605E4C"/>
    <w:rsid w:val="00605F75"/>
    <w:rsid w:val="00606774"/>
    <w:rsid w:val="00611B97"/>
    <w:rsid w:val="00611DA7"/>
    <w:rsid w:val="006137DD"/>
    <w:rsid w:val="00613B46"/>
    <w:rsid w:val="00613F2E"/>
    <w:rsid w:val="006142F7"/>
    <w:rsid w:val="00615B3C"/>
    <w:rsid w:val="00616328"/>
    <w:rsid w:val="0061694D"/>
    <w:rsid w:val="00616F8B"/>
    <w:rsid w:val="0061738F"/>
    <w:rsid w:val="00617FF9"/>
    <w:rsid w:val="006201B0"/>
    <w:rsid w:val="0062111C"/>
    <w:rsid w:val="00621DB8"/>
    <w:rsid w:val="00623516"/>
    <w:rsid w:val="006241CD"/>
    <w:rsid w:val="00624ACF"/>
    <w:rsid w:val="0062553D"/>
    <w:rsid w:val="006265E5"/>
    <w:rsid w:val="00626D30"/>
    <w:rsid w:val="006279A7"/>
    <w:rsid w:val="00627D4D"/>
    <w:rsid w:val="00633118"/>
    <w:rsid w:val="0063410C"/>
    <w:rsid w:val="00636E53"/>
    <w:rsid w:val="0064113D"/>
    <w:rsid w:val="006417A9"/>
    <w:rsid w:val="006419A4"/>
    <w:rsid w:val="00642B87"/>
    <w:rsid w:val="00643596"/>
    <w:rsid w:val="00643869"/>
    <w:rsid w:val="006438D1"/>
    <w:rsid w:val="00643B4F"/>
    <w:rsid w:val="00643F6E"/>
    <w:rsid w:val="00644D3E"/>
    <w:rsid w:val="00645717"/>
    <w:rsid w:val="006463E9"/>
    <w:rsid w:val="00646FCD"/>
    <w:rsid w:val="00647AC1"/>
    <w:rsid w:val="0065062F"/>
    <w:rsid w:val="00650D0E"/>
    <w:rsid w:val="00651AAD"/>
    <w:rsid w:val="00656123"/>
    <w:rsid w:val="006565E2"/>
    <w:rsid w:val="00663A42"/>
    <w:rsid w:val="006647EF"/>
    <w:rsid w:val="0066667F"/>
    <w:rsid w:val="00672710"/>
    <w:rsid w:val="00672F09"/>
    <w:rsid w:val="00673727"/>
    <w:rsid w:val="00673782"/>
    <w:rsid w:val="00673C4B"/>
    <w:rsid w:val="00673C4C"/>
    <w:rsid w:val="0067471E"/>
    <w:rsid w:val="00674F36"/>
    <w:rsid w:val="00675903"/>
    <w:rsid w:val="00676DA7"/>
    <w:rsid w:val="006775EF"/>
    <w:rsid w:val="0068009F"/>
    <w:rsid w:val="00680375"/>
    <w:rsid w:val="00681728"/>
    <w:rsid w:val="0068288A"/>
    <w:rsid w:val="00683475"/>
    <w:rsid w:val="0068450C"/>
    <w:rsid w:val="00684664"/>
    <w:rsid w:val="00684D00"/>
    <w:rsid w:val="00684EF5"/>
    <w:rsid w:val="006855D8"/>
    <w:rsid w:val="00686244"/>
    <w:rsid w:val="006862A5"/>
    <w:rsid w:val="00686B7E"/>
    <w:rsid w:val="006905EB"/>
    <w:rsid w:val="00691911"/>
    <w:rsid w:val="00694740"/>
    <w:rsid w:val="006A1026"/>
    <w:rsid w:val="006A159A"/>
    <w:rsid w:val="006A209A"/>
    <w:rsid w:val="006A3465"/>
    <w:rsid w:val="006A6785"/>
    <w:rsid w:val="006A6793"/>
    <w:rsid w:val="006A7CC7"/>
    <w:rsid w:val="006B0C02"/>
    <w:rsid w:val="006B2EE6"/>
    <w:rsid w:val="006B4AFC"/>
    <w:rsid w:val="006B56A3"/>
    <w:rsid w:val="006B7E08"/>
    <w:rsid w:val="006C014B"/>
    <w:rsid w:val="006C1783"/>
    <w:rsid w:val="006C19B8"/>
    <w:rsid w:val="006C260C"/>
    <w:rsid w:val="006C3853"/>
    <w:rsid w:val="006C39D5"/>
    <w:rsid w:val="006C439F"/>
    <w:rsid w:val="006C5248"/>
    <w:rsid w:val="006C5CD7"/>
    <w:rsid w:val="006C7A4D"/>
    <w:rsid w:val="006D0026"/>
    <w:rsid w:val="006D036F"/>
    <w:rsid w:val="006D205E"/>
    <w:rsid w:val="006D4037"/>
    <w:rsid w:val="006D4AAB"/>
    <w:rsid w:val="006D6016"/>
    <w:rsid w:val="006D62D3"/>
    <w:rsid w:val="006D6FE3"/>
    <w:rsid w:val="006D716B"/>
    <w:rsid w:val="006D7AE8"/>
    <w:rsid w:val="006D7B55"/>
    <w:rsid w:val="006D7CCB"/>
    <w:rsid w:val="006E2377"/>
    <w:rsid w:val="006E24A2"/>
    <w:rsid w:val="006E2D58"/>
    <w:rsid w:val="006E367C"/>
    <w:rsid w:val="006E7506"/>
    <w:rsid w:val="006F01CA"/>
    <w:rsid w:val="006F075F"/>
    <w:rsid w:val="006F0791"/>
    <w:rsid w:val="006F0905"/>
    <w:rsid w:val="006F0FFE"/>
    <w:rsid w:val="006F1738"/>
    <w:rsid w:val="006F1A70"/>
    <w:rsid w:val="006F2D52"/>
    <w:rsid w:val="006F2DEA"/>
    <w:rsid w:val="006F350B"/>
    <w:rsid w:val="006F3C56"/>
    <w:rsid w:val="006F728A"/>
    <w:rsid w:val="006F76C5"/>
    <w:rsid w:val="006F77FA"/>
    <w:rsid w:val="006F7FFC"/>
    <w:rsid w:val="00701F2B"/>
    <w:rsid w:val="00704D15"/>
    <w:rsid w:val="0071011C"/>
    <w:rsid w:val="00710308"/>
    <w:rsid w:val="0071129B"/>
    <w:rsid w:val="00711697"/>
    <w:rsid w:val="00711F19"/>
    <w:rsid w:val="00712135"/>
    <w:rsid w:val="00713120"/>
    <w:rsid w:val="00713C86"/>
    <w:rsid w:val="00715EE2"/>
    <w:rsid w:val="00717329"/>
    <w:rsid w:val="007176A6"/>
    <w:rsid w:val="00717E51"/>
    <w:rsid w:val="007217E6"/>
    <w:rsid w:val="00722FFC"/>
    <w:rsid w:val="007247C8"/>
    <w:rsid w:val="00724919"/>
    <w:rsid w:val="00727191"/>
    <w:rsid w:val="0073001D"/>
    <w:rsid w:val="0073054E"/>
    <w:rsid w:val="00731D0F"/>
    <w:rsid w:val="00732A7D"/>
    <w:rsid w:val="00732A95"/>
    <w:rsid w:val="00733740"/>
    <w:rsid w:val="00733ED7"/>
    <w:rsid w:val="00734A92"/>
    <w:rsid w:val="007351CF"/>
    <w:rsid w:val="00735248"/>
    <w:rsid w:val="00737D74"/>
    <w:rsid w:val="00743FF5"/>
    <w:rsid w:val="00744803"/>
    <w:rsid w:val="00744F7B"/>
    <w:rsid w:val="0074565A"/>
    <w:rsid w:val="00747753"/>
    <w:rsid w:val="00747967"/>
    <w:rsid w:val="00747A6B"/>
    <w:rsid w:val="0075163F"/>
    <w:rsid w:val="007520DE"/>
    <w:rsid w:val="007524CE"/>
    <w:rsid w:val="007532E4"/>
    <w:rsid w:val="00754A71"/>
    <w:rsid w:val="00755E0E"/>
    <w:rsid w:val="00756F71"/>
    <w:rsid w:val="007627B6"/>
    <w:rsid w:val="007630B6"/>
    <w:rsid w:val="00765296"/>
    <w:rsid w:val="007665CF"/>
    <w:rsid w:val="007665F6"/>
    <w:rsid w:val="007666A1"/>
    <w:rsid w:val="007668D9"/>
    <w:rsid w:val="007670C9"/>
    <w:rsid w:val="00767A3F"/>
    <w:rsid w:val="00767B28"/>
    <w:rsid w:val="00771C80"/>
    <w:rsid w:val="00771CDE"/>
    <w:rsid w:val="00772986"/>
    <w:rsid w:val="00772FE0"/>
    <w:rsid w:val="00773821"/>
    <w:rsid w:val="00776475"/>
    <w:rsid w:val="007848D0"/>
    <w:rsid w:val="00785D20"/>
    <w:rsid w:val="0078663D"/>
    <w:rsid w:val="00787484"/>
    <w:rsid w:val="007874FD"/>
    <w:rsid w:val="00791338"/>
    <w:rsid w:val="00791809"/>
    <w:rsid w:val="007922BE"/>
    <w:rsid w:val="00792F01"/>
    <w:rsid w:val="007933C1"/>
    <w:rsid w:val="00795007"/>
    <w:rsid w:val="0079540C"/>
    <w:rsid w:val="00796D87"/>
    <w:rsid w:val="00797E3A"/>
    <w:rsid w:val="007A007C"/>
    <w:rsid w:val="007A0412"/>
    <w:rsid w:val="007A0707"/>
    <w:rsid w:val="007A0730"/>
    <w:rsid w:val="007A0FAB"/>
    <w:rsid w:val="007A24E1"/>
    <w:rsid w:val="007A42B3"/>
    <w:rsid w:val="007A58C6"/>
    <w:rsid w:val="007A5DB8"/>
    <w:rsid w:val="007A6F41"/>
    <w:rsid w:val="007A756C"/>
    <w:rsid w:val="007B0CE0"/>
    <w:rsid w:val="007B1BC5"/>
    <w:rsid w:val="007B2B19"/>
    <w:rsid w:val="007B4FF0"/>
    <w:rsid w:val="007B537A"/>
    <w:rsid w:val="007B56A8"/>
    <w:rsid w:val="007B67CA"/>
    <w:rsid w:val="007C1445"/>
    <w:rsid w:val="007C2DD3"/>
    <w:rsid w:val="007C31DE"/>
    <w:rsid w:val="007C352D"/>
    <w:rsid w:val="007C36A1"/>
    <w:rsid w:val="007C51C0"/>
    <w:rsid w:val="007C6A4B"/>
    <w:rsid w:val="007C7B8A"/>
    <w:rsid w:val="007D01FB"/>
    <w:rsid w:val="007D0C97"/>
    <w:rsid w:val="007D0E07"/>
    <w:rsid w:val="007D192C"/>
    <w:rsid w:val="007D50E9"/>
    <w:rsid w:val="007D53E7"/>
    <w:rsid w:val="007D5D0F"/>
    <w:rsid w:val="007D7F05"/>
    <w:rsid w:val="007E02C8"/>
    <w:rsid w:val="007E095F"/>
    <w:rsid w:val="007E24BF"/>
    <w:rsid w:val="007E41E5"/>
    <w:rsid w:val="007E4446"/>
    <w:rsid w:val="007E4AD8"/>
    <w:rsid w:val="007E5C7F"/>
    <w:rsid w:val="007E6C39"/>
    <w:rsid w:val="007E70F8"/>
    <w:rsid w:val="007E7F91"/>
    <w:rsid w:val="007F04E4"/>
    <w:rsid w:val="007F13B3"/>
    <w:rsid w:val="007F66B1"/>
    <w:rsid w:val="007F75E3"/>
    <w:rsid w:val="007F7B2A"/>
    <w:rsid w:val="007F7B34"/>
    <w:rsid w:val="00800339"/>
    <w:rsid w:val="00800939"/>
    <w:rsid w:val="00800E81"/>
    <w:rsid w:val="00801505"/>
    <w:rsid w:val="00803346"/>
    <w:rsid w:val="00804D4B"/>
    <w:rsid w:val="00806B18"/>
    <w:rsid w:val="00807013"/>
    <w:rsid w:val="00807658"/>
    <w:rsid w:val="00807761"/>
    <w:rsid w:val="008106B9"/>
    <w:rsid w:val="00810D0B"/>
    <w:rsid w:val="00811DA8"/>
    <w:rsid w:val="00811F63"/>
    <w:rsid w:val="0081242C"/>
    <w:rsid w:val="00812863"/>
    <w:rsid w:val="00812B4F"/>
    <w:rsid w:val="0081324E"/>
    <w:rsid w:val="0081662A"/>
    <w:rsid w:val="0081678F"/>
    <w:rsid w:val="00816E9C"/>
    <w:rsid w:val="00817A4B"/>
    <w:rsid w:val="00817B34"/>
    <w:rsid w:val="0082016F"/>
    <w:rsid w:val="008207B5"/>
    <w:rsid w:val="00820DC2"/>
    <w:rsid w:val="00824E05"/>
    <w:rsid w:val="00824F71"/>
    <w:rsid w:val="00825107"/>
    <w:rsid w:val="0082572E"/>
    <w:rsid w:val="00830732"/>
    <w:rsid w:val="00830AB8"/>
    <w:rsid w:val="00831116"/>
    <w:rsid w:val="0083219F"/>
    <w:rsid w:val="008330B5"/>
    <w:rsid w:val="0083482B"/>
    <w:rsid w:val="0083600B"/>
    <w:rsid w:val="00836DEE"/>
    <w:rsid w:val="008414BF"/>
    <w:rsid w:val="00841EFC"/>
    <w:rsid w:val="008421DE"/>
    <w:rsid w:val="00842732"/>
    <w:rsid w:val="00844827"/>
    <w:rsid w:val="00844856"/>
    <w:rsid w:val="0084562F"/>
    <w:rsid w:val="00846F9B"/>
    <w:rsid w:val="00847064"/>
    <w:rsid w:val="0084754D"/>
    <w:rsid w:val="00851AE0"/>
    <w:rsid w:val="00852049"/>
    <w:rsid w:val="00852D95"/>
    <w:rsid w:val="0085590F"/>
    <w:rsid w:val="0085623D"/>
    <w:rsid w:val="0085684E"/>
    <w:rsid w:val="00856ABF"/>
    <w:rsid w:val="008570F8"/>
    <w:rsid w:val="008576F0"/>
    <w:rsid w:val="0086091E"/>
    <w:rsid w:val="008623B9"/>
    <w:rsid w:val="00863CDB"/>
    <w:rsid w:val="00864F67"/>
    <w:rsid w:val="00865A99"/>
    <w:rsid w:val="008679F7"/>
    <w:rsid w:val="00872A25"/>
    <w:rsid w:val="00875A84"/>
    <w:rsid w:val="00876081"/>
    <w:rsid w:val="008772C2"/>
    <w:rsid w:val="00877E32"/>
    <w:rsid w:val="00881020"/>
    <w:rsid w:val="00881D44"/>
    <w:rsid w:val="00882034"/>
    <w:rsid w:val="008826FA"/>
    <w:rsid w:val="008836D2"/>
    <w:rsid w:val="00887002"/>
    <w:rsid w:val="00887759"/>
    <w:rsid w:val="00892F8D"/>
    <w:rsid w:val="00893A8B"/>
    <w:rsid w:val="00893D96"/>
    <w:rsid w:val="00894960"/>
    <w:rsid w:val="00895861"/>
    <w:rsid w:val="00896F8A"/>
    <w:rsid w:val="008976F7"/>
    <w:rsid w:val="008A129F"/>
    <w:rsid w:val="008A14B8"/>
    <w:rsid w:val="008A1A3E"/>
    <w:rsid w:val="008A1E92"/>
    <w:rsid w:val="008A2069"/>
    <w:rsid w:val="008A3E7D"/>
    <w:rsid w:val="008A4DE2"/>
    <w:rsid w:val="008A68E8"/>
    <w:rsid w:val="008A6E1E"/>
    <w:rsid w:val="008A7B56"/>
    <w:rsid w:val="008B1105"/>
    <w:rsid w:val="008B130F"/>
    <w:rsid w:val="008B33EB"/>
    <w:rsid w:val="008B3D6D"/>
    <w:rsid w:val="008B4BBF"/>
    <w:rsid w:val="008B5BF6"/>
    <w:rsid w:val="008C0138"/>
    <w:rsid w:val="008C0266"/>
    <w:rsid w:val="008C0DB1"/>
    <w:rsid w:val="008C1C54"/>
    <w:rsid w:val="008C1CF8"/>
    <w:rsid w:val="008C204A"/>
    <w:rsid w:val="008C260C"/>
    <w:rsid w:val="008C3C19"/>
    <w:rsid w:val="008C3E6E"/>
    <w:rsid w:val="008C46E9"/>
    <w:rsid w:val="008C488C"/>
    <w:rsid w:val="008C58B0"/>
    <w:rsid w:val="008C6B69"/>
    <w:rsid w:val="008C7F17"/>
    <w:rsid w:val="008D135F"/>
    <w:rsid w:val="008D1AD8"/>
    <w:rsid w:val="008D287C"/>
    <w:rsid w:val="008D29B9"/>
    <w:rsid w:val="008D3505"/>
    <w:rsid w:val="008D4231"/>
    <w:rsid w:val="008D4297"/>
    <w:rsid w:val="008D4593"/>
    <w:rsid w:val="008D54FF"/>
    <w:rsid w:val="008D591D"/>
    <w:rsid w:val="008D5983"/>
    <w:rsid w:val="008D5F62"/>
    <w:rsid w:val="008D68C3"/>
    <w:rsid w:val="008D790D"/>
    <w:rsid w:val="008E0244"/>
    <w:rsid w:val="008E1204"/>
    <w:rsid w:val="008E1967"/>
    <w:rsid w:val="008E2094"/>
    <w:rsid w:val="008E2C0A"/>
    <w:rsid w:val="008E4AF5"/>
    <w:rsid w:val="008E5061"/>
    <w:rsid w:val="008E5A19"/>
    <w:rsid w:val="008E6DEC"/>
    <w:rsid w:val="008E7621"/>
    <w:rsid w:val="008F0B90"/>
    <w:rsid w:val="008F1041"/>
    <w:rsid w:val="008F1F90"/>
    <w:rsid w:val="008F5A7A"/>
    <w:rsid w:val="008F5B99"/>
    <w:rsid w:val="008F60FC"/>
    <w:rsid w:val="009003A8"/>
    <w:rsid w:val="00901092"/>
    <w:rsid w:val="009010E9"/>
    <w:rsid w:val="009012D3"/>
    <w:rsid w:val="009033B8"/>
    <w:rsid w:val="00905887"/>
    <w:rsid w:val="00905FCC"/>
    <w:rsid w:val="009071B3"/>
    <w:rsid w:val="00910AB5"/>
    <w:rsid w:val="00911320"/>
    <w:rsid w:val="00912D20"/>
    <w:rsid w:val="009132E8"/>
    <w:rsid w:val="00913736"/>
    <w:rsid w:val="00913D10"/>
    <w:rsid w:val="0091467B"/>
    <w:rsid w:val="00914D2F"/>
    <w:rsid w:val="00915069"/>
    <w:rsid w:val="009152FB"/>
    <w:rsid w:val="0091605C"/>
    <w:rsid w:val="00916797"/>
    <w:rsid w:val="00917839"/>
    <w:rsid w:val="00917D8E"/>
    <w:rsid w:val="00922196"/>
    <w:rsid w:val="00922550"/>
    <w:rsid w:val="00922DAD"/>
    <w:rsid w:val="00923163"/>
    <w:rsid w:val="009238E1"/>
    <w:rsid w:val="009238F1"/>
    <w:rsid w:val="00923932"/>
    <w:rsid w:val="0092586D"/>
    <w:rsid w:val="0092675B"/>
    <w:rsid w:val="00926F8F"/>
    <w:rsid w:val="0092719F"/>
    <w:rsid w:val="00930BCF"/>
    <w:rsid w:val="00931C05"/>
    <w:rsid w:val="0093211F"/>
    <w:rsid w:val="00935811"/>
    <w:rsid w:val="00935AE5"/>
    <w:rsid w:val="00936A7D"/>
    <w:rsid w:val="00942354"/>
    <w:rsid w:val="00942F6B"/>
    <w:rsid w:val="009446E8"/>
    <w:rsid w:val="00945075"/>
    <w:rsid w:val="009451A7"/>
    <w:rsid w:val="009454D0"/>
    <w:rsid w:val="009461C2"/>
    <w:rsid w:val="00946806"/>
    <w:rsid w:val="00946FC0"/>
    <w:rsid w:val="0095125C"/>
    <w:rsid w:val="0095184A"/>
    <w:rsid w:val="00952D63"/>
    <w:rsid w:val="00954747"/>
    <w:rsid w:val="00955052"/>
    <w:rsid w:val="00960073"/>
    <w:rsid w:val="0096028B"/>
    <w:rsid w:val="00961B42"/>
    <w:rsid w:val="0096277B"/>
    <w:rsid w:val="00964C9D"/>
    <w:rsid w:val="009663DE"/>
    <w:rsid w:val="0097101C"/>
    <w:rsid w:val="00971539"/>
    <w:rsid w:val="00971611"/>
    <w:rsid w:val="009720C4"/>
    <w:rsid w:val="0097218D"/>
    <w:rsid w:val="00972E06"/>
    <w:rsid w:val="00973EA1"/>
    <w:rsid w:val="00974CAC"/>
    <w:rsid w:val="00975EE0"/>
    <w:rsid w:val="00983BAF"/>
    <w:rsid w:val="00983ECD"/>
    <w:rsid w:val="00984869"/>
    <w:rsid w:val="00984C8F"/>
    <w:rsid w:val="009861CE"/>
    <w:rsid w:val="009867EC"/>
    <w:rsid w:val="00986F62"/>
    <w:rsid w:val="0098744A"/>
    <w:rsid w:val="00993044"/>
    <w:rsid w:val="0099311E"/>
    <w:rsid w:val="00993F37"/>
    <w:rsid w:val="00996D27"/>
    <w:rsid w:val="009A15CB"/>
    <w:rsid w:val="009A32C9"/>
    <w:rsid w:val="009A44CB"/>
    <w:rsid w:val="009A5F58"/>
    <w:rsid w:val="009A6ADE"/>
    <w:rsid w:val="009A70B1"/>
    <w:rsid w:val="009A7697"/>
    <w:rsid w:val="009B0A8C"/>
    <w:rsid w:val="009B16D2"/>
    <w:rsid w:val="009B1A0A"/>
    <w:rsid w:val="009B23DE"/>
    <w:rsid w:val="009B54B8"/>
    <w:rsid w:val="009B5542"/>
    <w:rsid w:val="009B57C8"/>
    <w:rsid w:val="009B76BF"/>
    <w:rsid w:val="009B7A7D"/>
    <w:rsid w:val="009C0443"/>
    <w:rsid w:val="009C0B7E"/>
    <w:rsid w:val="009C253F"/>
    <w:rsid w:val="009C4355"/>
    <w:rsid w:val="009C4526"/>
    <w:rsid w:val="009C472E"/>
    <w:rsid w:val="009C5C4F"/>
    <w:rsid w:val="009C5CF8"/>
    <w:rsid w:val="009C6440"/>
    <w:rsid w:val="009C669F"/>
    <w:rsid w:val="009C671E"/>
    <w:rsid w:val="009C6871"/>
    <w:rsid w:val="009C7CBB"/>
    <w:rsid w:val="009D0863"/>
    <w:rsid w:val="009D47D9"/>
    <w:rsid w:val="009D6909"/>
    <w:rsid w:val="009D6EC5"/>
    <w:rsid w:val="009E02B9"/>
    <w:rsid w:val="009E1680"/>
    <w:rsid w:val="009E294B"/>
    <w:rsid w:val="009E3B21"/>
    <w:rsid w:val="009E40CC"/>
    <w:rsid w:val="009E4CA3"/>
    <w:rsid w:val="009E5B82"/>
    <w:rsid w:val="009E6ACD"/>
    <w:rsid w:val="009E775B"/>
    <w:rsid w:val="009E79A0"/>
    <w:rsid w:val="009F0C05"/>
    <w:rsid w:val="009F17B7"/>
    <w:rsid w:val="009F23B1"/>
    <w:rsid w:val="009F2D60"/>
    <w:rsid w:val="009F3566"/>
    <w:rsid w:val="009F36EA"/>
    <w:rsid w:val="009F3917"/>
    <w:rsid w:val="009F485E"/>
    <w:rsid w:val="009F5B79"/>
    <w:rsid w:val="009F634D"/>
    <w:rsid w:val="00A013EF"/>
    <w:rsid w:val="00A01539"/>
    <w:rsid w:val="00A02A18"/>
    <w:rsid w:val="00A02F60"/>
    <w:rsid w:val="00A03B39"/>
    <w:rsid w:val="00A03D0E"/>
    <w:rsid w:val="00A0465A"/>
    <w:rsid w:val="00A04B00"/>
    <w:rsid w:val="00A04B0F"/>
    <w:rsid w:val="00A051FF"/>
    <w:rsid w:val="00A05AC4"/>
    <w:rsid w:val="00A05E4D"/>
    <w:rsid w:val="00A060E6"/>
    <w:rsid w:val="00A07594"/>
    <w:rsid w:val="00A1244F"/>
    <w:rsid w:val="00A1298E"/>
    <w:rsid w:val="00A13B06"/>
    <w:rsid w:val="00A1478F"/>
    <w:rsid w:val="00A15D3B"/>
    <w:rsid w:val="00A16EFE"/>
    <w:rsid w:val="00A170CC"/>
    <w:rsid w:val="00A17354"/>
    <w:rsid w:val="00A211F9"/>
    <w:rsid w:val="00A21AC0"/>
    <w:rsid w:val="00A224C4"/>
    <w:rsid w:val="00A228A6"/>
    <w:rsid w:val="00A22F78"/>
    <w:rsid w:val="00A23404"/>
    <w:rsid w:val="00A2361C"/>
    <w:rsid w:val="00A23A7B"/>
    <w:rsid w:val="00A2515C"/>
    <w:rsid w:val="00A256A5"/>
    <w:rsid w:val="00A260DA"/>
    <w:rsid w:val="00A323FB"/>
    <w:rsid w:val="00A3255C"/>
    <w:rsid w:val="00A327D8"/>
    <w:rsid w:val="00A327E9"/>
    <w:rsid w:val="00A3285B"/>
    <w:rsid w:val="00A32B3C"/>
    <w:rsid w:val="00A33532"/>
    <w:rsid w:val="00A3443A"/>
    <w:rsid w:val="00A430AB"/>
    <w:rsid w:val="00A451EC"/>
    <w:rsid w:val="00A47525"/>
    <w:rsid w:val="00A500B5"/>
    <w:rsid w:val="00A522A5"/>
    <w:rsid w:val="00A53CFA"/>
    <w:rsid w:val="00A53E86"/>
    <w:rsid w:val="00A540AC"/>
    <w:rsid w:val="00A54D02"/>
    <w:rsid w:val="00A5508F"/>
    <w:rsid w:val="00A56CE1"/>
    <w:rsid w:val="00A61ABE"/>
    <w:rsid w:val="00A64439"/>
    <w:rsid w:val="00A65643"/>
    <w:rsid w:val="00A65769"/>
    <w:rsid w:val="00A65BFE"/>
    <w:rsid w:val="00A66876"/>
    <w:rsid w:val="00A67144"/>
    <w:rsid w:val="00A703E7"/>
    <w:rsid w:val="00A7075F"/>
    <w:rsid w:val="00A71675"/>
    <w:rsid w:val="00A71C56"/>
    <w:rsid w:val="00A72208"/>
    <w:rsid w:val="00A73C63"/>
    <w:rsid w:val="00A7418C"/>
    <w:rsid w:val="00A74208"/>
    <w:rsid w:val="00A74EE1"/>
    <w:rsid w:val="00A755CC"/>
    <w:rsid w:val="00A75FDB"/>
    <w:rsid w:val="00A75FFF"/>
    <w:rsid w:val="00A767FF"/>
    <w:rsid w:val="00A7779C"/>
    <w:rsid w:val="00A77A2D"/>
    <w:rsid w:val="00A836F9"/>
    <w:rsid w:val="00A83AEC"/>
    <w:rsid w:val="00A85964"/>
    <w:rsid w:val="00A8780E"/>
    <w:rsid w:val="00A87FA0"/>
    <w:rsid w:val="00A90D61"/>
    <w:rsid w:val="00A90E60"/>
    <w:rsid w:val="00A9200A"/>
    <w:rsid w:val="00A94004"/>
    <w:rsid w:val="00A94AAF"/>
    <w:rsid w:val="00A94CD5"/>
    <w:rsid w:val="00AA1AAA"/>
    <w:rsid w:val="00AA29B0"/>
    <w:rsid w:val="00AA300C"/>
    <w:rsid w:val="00AA3654"/>
    <w:rsid w:val="00AA50E9"/>
    <w:rsid w:val="00AA7018"/>
    <w:rsid w:val="00AB06F0"/>
    <w:rsid w:val="00AB1920"/>
    <w:rsid w:val="00AB2F84"/>
    <w:rsid w:val="00AB63BA"/>
    <w:rsid w:val="00AC18BB"/>
    <w:rsid w:val="00AC223B"/>
    <w:rsid w:val="00AC39A7"/>
    <w:rsid w:val="00AC413F"/>
    <w:rsid w:val="00AC443C"/>
    <w:rsid w:val="00AC4E3D"/>
    <w:rsid w:val="00AC7F89"/>
    <w:rsid w:val="00AD036A"/>
    <w:rsid w:val="00AD1C0F"/>
    <w:rsid w:val="00AD1E2A"/>
    <w:rsid w:val="00AD48C3"/>
    <w:rsid w:val="00AD50CB"/>
    <w:rsid w:val="00AD534A"/>
    <w:rsid w:val="00AD5640"/>
    <w:rsid w:val="00AD66FC"/>
    <w:rsid w:val="00AD6F74"/>
    <w:rsid w:val="00AD704D"/>
    <w:rsid w:val="00AD77E7"/>
    <w:rsid w:val="00AE3B68"/>
    <w:rsid w:val="00AE3FD1"/>
    <w:rsid w:val="00AE4A85"/>
    <w:rsid w:val="00AE51E5"/>
    <w:rsid w:val="00AE599E"/>
    <w:rsid w:val="00AE5BAD"/>
    <w:rsid w:val="00AE7159"/>
    <w:rsid w:val="00AE736F"/>
    <w:rsid w:val="00AE77C1"/>
    <w:rsid w:val="00AE79CA"/>
    <w:rsid w:val="00AF080D"/>
    <w:rsid w:val="00AF15EF"/>
    <w:rsid w:val="00AF2043"/>
    <w:rsid w:val="00AF38D0"/>
    <w:rsid w:val="00AF60F4"/>
    <w:rsid w:val="00AF680D"/>
    <w:rsid w:val="00AF6D95"/>
    <w:rsid w:val="00AF6EB9"/>
    <w:rsid w:val="00AF7363"/>
    <w:rsid w:val="00B0113E"/>
    <w:rsid w:val="00B01187"/>
    <w:rsid w:val="00B02AEA"/>
    <w:rsid w:val="00B02C55"/>
    <w:rsid w:val="00B050BC"/>
    <w:rsid w:val="00B054C7"/>
    <w:rsid w:val="00B07C72"/>
    <w:rsid w:val="00B11D41"/>
    <w:rsid w:val="00B12968"/>
    <w:rsid w:val="00B12A7F"/>
    <w:rsid w:val="00B130C0"/>
    <w:rsid w:val="00B14A04"/>
    <w:rsid w:val="00B17320"/>
    <w:rsid w:val="00B20084"/>
    <w:rsid w:val="00B202F6"/>
    <w:rsid w:val="00B2090D"/>
    <w:rsid w:val="00B20B6A"/>
    <w:rsid w:val="00B2106E"/>
    <w:rsid w:val="00B227F7"/>
    <w:rsid w:val="00B24C1A"/>
    <w:rsid w:val="00B256F0"/>
    <w:rsid w:val="00B25FBA"/>
    <w:rsid w:val="00B26018"/>
    <w:rsid w:val="00B26C59"/>
    <w:rsid w:val="00B27D91"/>
    <w:rsid w:val="00B30FAB"/>
    <w:rsid w:val="00B31E05"/>
    <w:rsid w:val="00B34804"/>
    <w:rsid w:val="00B3626A"/>
    <w:rsid w:val="00B362F5"/>
    <w:rsid w:val="00B3675E"/>
    <w:rsid w:val="00B36AB6"/>
    <w:rsid w:val="00B372D8"/>
    <w:rsid w:val="00B373D2"/>
    <w:rsid w:val="00B3749A"/>
    <w:rsid w:val="00B37BA7"/>
    <w:rsid w:val="00B411CE"/>
    <w:rsid w:val="00B41606"/>
    <w:rsid w:val="00B42838"/>
    <w:rsid w:val="00B43669"/>
    <w:rsid w:val="00B455C5"/>
    <w:rsid w:val="00B45CC6"/>
    <w:rsid w:val="00B45FC7"/>
    <w:rsid w:val="00B47E84"/>
    <w:rsid w:val="00B524F4"/>
    <w:rsid w:val="00B52F39"/>
    <w:rsid w:val="00B52FC2"/>
    <w:rsid w:val="00B537B6"/>
    <w:rsid w:val="00B54F6D"/>
    <w:rsid w:val="00B57308"/>
    <w:rsid w:val="00B60513"/>
    <w:rsid w:val="00B62C05"/>
    <w:rsid w:val="00B633AE"/>
    <w:rsid w:val="00B64626"/>
    <w:rsid w:val="00B6474E"/>
    <w:rsid w:val="00B65BDF"/>
    <w:rsid w:val="00B661BF"/>
    <w:rsid w:val="00B66C19"/>
    <w:rsid w:val="00B66F35"/>
    <w:rsid w:val="00B67AB3"/>
    <w:rsid w:val="00B704FE"/>
    <w:rsid w:val="00B705F8"/>
    <w:rsid w:val="00B7143E"/>
    <w:rsid w:val="00B72DEC"/>
    <w:rsid w:val="00B74BA4"/>
    <w:rsid w:val="00B74E24"/>
    <w:rsid w:val="00B754C2"/>
    <w:rsid w:val="00B76069"/>
    <w:rsid w:val="00B76C98"/>
    <w:rsid w:val="00B80CE6"/>
    <w:rsid w:val="00B81357"/>
    <w:rsid w:val="00B81A99"/>
    <w:rsid w:val="00B82B58"/>
    <w:rsid w:val="00B82B6E"/>
    <w:rsid w:val="00B8369C"/>
    <w:rsid w:val="00B840B5"/>
    <w:rsid w:val="00B8639E"/>
    <w:rsid w:val="00B9020C"/>
    <w:rsid w:val="00B91E24"/>
    <w:rsid w:val="00B9374C"/>
    <w:rsid w:val="00B939F7"/>
    <w:rsid w:val="00B96689"/>
    <w:rsid w:val="00BA1548"/>
    <w:rsid w:val="00BA15AC"/>
    <w:rsid w:val="00BA1A30"/>
    <w:rsid w:val="00BA3C28"/>
    <w:rsid w:val="00BA45DF"/>
    <w:rsid w:val="00BA56A6"/>
    <w:rsid w:val="00BA7112"/>
    <w:rsid w:val="00BA7355"/>
    <w:rsid w:val="00BA7AF1"/>
    <w:rsid w:val="00BB025E"/>
    <w:rsid w:val="00BB0597"/>
    <w:rsid w:val="00BB06FD"/>
    <w:rsid w:val="00BB0FE6"/>
    <w:rsid w:val="00BB2757"/>
    <w:rsid w:val="00BB3446"/>
    <w:rsid w:val="00BB3606"/>
    <w:rsid w:val="00BB3D25"/>
    <w:rsid w:val="00BB505D"/>
    <w:rsid w:val="00BB5FBC"/>
    <w:rsid w:val="00BB63E5"/>
    <w:rsid w:val="00BB6C6F"/>
    <w:rsid w:val="00BB6D0C"/>
    <w:rsid w:val="00BC0962"/>
    <w:rsid w:val="00BC0CF2"/>
    <w:rsid w:val="00BC2AD5"/>
    <w:rsid w:val="00BC2E8D"/>
    <w:rsid w:val="00BC739F"/>
    <w:rsid w:val="00BC7D3F"/>
    <w:rsid w:val="00BC7EB3"/>
    <w:rsid w:val="00BD1FA8"/>
    <w:rsid w:val="00BD3564"/>
    <w:rsid w:val="00BD5AB1"/>
    <w:rsid w:val="00BD5AE6"/>
    <w:rsid w:val="00BD5BE5"/>
    <w:rsid w:val="00BD77D6"/>
    <w:rsid w:val="00BE374B"/>
    <w:rsid w:val="00BE3D6A"/>
    <w:rsid w:val="00BE4BF8"/>
    <w:rsid w:val="00BE4D0B"/>
    <w:rsid w:val="00BE6549"/>
    <w:rsid w:val="00BF0CD0"/>
    <w:rsid w:val="00BF4051"/>
    <w:rsid w:val="00BF40B5"/>
    <w:rsid w:val="00BF4698"/>
    <w:rsid w:val="00BF6E9E"/>
    <w:rsid w:val="00BF7445"/>
    <w:rsid w:val="00C012BA"/>
    <w:rsid w:val="00C03008"/>
    <w:rsid w:val="00C0445F"/>
    <w:rsid w:val="00C05B24"/>
    <w:rsid w:val="00C06816"/>
    <w:rsid w:val="00C06DC3"/>
    <w:rsid w:val="00C07159"/>
    <w:rsid w:val="00C10246"/>
    <w:rsid w:val="00C10CE2"/>
    <w:rsid w:val="00C1398C"/>
    <w:rsid w:val="00C15062"/>
    <w:rsid w:val="00C175EE"/>
    <w:rsid w:val="00C20565"/>
    <w:rsid w:val="00C21933"/>
    <w:rsid w:val="00C21A5F"/>
    <w:rsid w:val="00C21B96"/>
    <w:rsid w:val="00C240FB"/>
    <w:rsid w:val="00C246FA"/>
    <w:rsid w:val="00C24DC4"/>
    <w:rsid w:val="00C25119"/>
    <w:rsid w:val="00C277E7"/>
    <w:rsid w:val="00C3009F"/>
    <w:rsid w:val="00C3044E"/>
    <w:rsid w:val="00C30540"/>
    <w:rsid w:val="00C30564"/>
    <w:rsid w:val="00C32F13"/>
    <w:rsid w:val="00C33456"/>
    <w:rsid w:val="00C336F4"/>
    <w:rsid w:val="00C353FD"/>
    <w:rsid w:val="00C3681D"/>
    <w:rsid w:val="00C40BA5"/>
    <w:rsid w:val="00C4125F"/>
    <w:rsid w:val="00C429AC"/>
    <w:rsid w:val="00C42E8B"/>
    <w:rsid w:val="00C4326E"/>
    <w:rsid w:val="00C45B90"/>
    <w:rsid w:val="00C46D48"/>
    <w:rsid w:val="00C5047A"/>
    <w:rsid w:val="00C54EB8"/>
    <w:rsid w:val="00C565B8"/>
    <w:rsid w:val="00C6015C"/>
    <w:rsid w:val="00C6032C"/>
    <w:rsid w:val="00C61281"/>
    <w:rsid w:val="00C61922"/>
    <w:rsid w:val="00C61C4A"/>
    <w:rsid w:val="00C628C2"/>
    <w:rsid w:val="00C632A6"/>
    <w:rsid w:val="00C64917"/>
    <w:rsid w:val="00C6522C"/>
    <w:rsid w:val="00C655D6"/>
    <w:rsid w:val="00C6589B"/>
    <w:rsid w:val="00C65CAF"/>
    <w:rsid w:val="00C65EBA"/>
    <w:rsid w:val="00C66E72"/>
    <w:rsid w:val="00C73947"/>
    <w:rsid w:val="00C73AE0"/>
    <w:rsid w:val="00C75111"/>
    <w:rsid w:val="00C75C1A"/>
    <w:rsid w:val="00C77586"/>
    <w:rsid w:val="00C807A0"/>
    <w:rsid w:val="00C807B5"/>
    <w:rsid w:val="00C813FC"/>
    <w:rsid w:val="00C83383"/>
    <w:rsid w:val="00C83828"/>
    <w:rsid w:val="00C84F9F"/>
    <w:rsid w:val="00C85459"/>
    <w:rsid w:val="00C86125"/>
    <w:rsid w:val="00C90E7E"/>
    <w:rsid w:val="00C91703"/>
    <w:rsid w:val="00C91729"/>
    <w:rsid w:val="00C92B06"/>
    <w:rsid w:val="00C92F67"/>
    <w:rsid w:val="00C93276"/>
    <w:rsid w:val="00C936DB"/>
    <w:rsid w:val="00C939D8"/>
    <w:rsid w:val="00C94167"/>
    <w:rsid w:val="00C94C91"/>
    <w:rsid w:val="00C95418"/>
    <w:rsid w:val="00C96B58"/>
    <w:rsid w:val="00C971CA"/>
    <w:rsid w:val="00C972E1"/>
    <w:rsid w:val="00C97AB9"/>
    <w:rsid w:val="00CA3076"/>
    <w:rsid w:val="00CA310A"/>
    <w:rsid w:val="00CA34F1"/>
    <w:rsid w:val="00CA3C2A"/>
    <w:rsid w:val="00CA435E"/>
    <w:rsid w:val="00CA4685"/>
    <w:rsid w:val="00CA4964"/>
    <w:rsid w:val="00CA63B5"/>
    <w:rsid w:val="00CA6A0E"/>
    <w:rsid w:val="00CA732F"/>
    <w:rsid w:val="00CB0DDB"/>
    <w:rsid w:val="00CB1A63"/>
    <w:rsid w:val="00CB1AFC"/>
    <w:rsid w:val="00CB27AA"/>
    <w:rsid w:val="00CB3981"/>
    <w:rsid w:val="00CB4026"/>
    <w:rsid w:val="00CB60C8"/>
    <w:rsid w:val="00CB79CE"/>
    <w:rsid w:val="00CC1BD4"/>
    <w:rsid w:val="00CC2DB2"/>
    <w:rsid w:val="00CC36E0"/>
    <w:rsid w:val="00CC513E"/>
    <w:rsid w:val="00CC6171"/>
    <w:rsid w:val="00CC62CC"/>
    <w:rsid w:val="00CC6692"/>
    <w:rsid w:val="00CC6DA1"/>
    <w:rsid w:val="00CC72BD"/>
    <w:rsid w:val="00CD0355"/>
    <w:rsid w:val="00CD0650"/>
    <w:rsid w:val="00CD06C7"/>
    <w:rsid w:val="00CD201C"/>
    <w:rsid w:val="00CD2D61"/>
    <w:rsid w:val="00CD4E1F"/>
    <w:rsid w:val="00CD5DB7"/>
    <w:rsid w:val="00CD701F"/>
    <w:rsid w:val="00CE0E83"/>
    <w:rsid w:val="00CE0F2A"/>
    <w:rsid w:val="00CE1493"/>
    <w:rsid w:val="00CE24EF"/>
    <w:rsid w:val="00CE398A"/>
    <w:rsid w:val="00CE528C"/>
    <w:rsid w:val="00CE5DE9"/>
    <w:rsid w:val="00CE65E2"/>
    <w:rsid w:val="00CE7113"/>
    <w:rsid w:val="00CF0CF2"/>
    <w:rsid w:val="00CF13CE"/>
    <w:rsid w:val="00CF16FB"/>
    <w:rsid w:val="00CF2B02"/>
    <w:rsid w:val="00CF38A4"/>
    <w:rsid w:val="00CF4B2C"/>
    <w:rsid w:val="00D011DA"/>
    <w:rsid w:val="00D01331"/>
    <w:rsid w:val="00D013C1"/>
    <w:rsid w:val="00D01950"/>
    <w:rsid w:val="00D03227"/>
    <w:rsid w:val="00D037CC"/>
    <w:rsid w:val="00D04106"/>
    <w:rsid w:val="00D043D3"/>
    <w:rsid w:val="00D05639"/>
    <w:rsid w:val="00D05883"/>
    <w:rsid w:val="00D061EB"/>
    <w:rsid w:val="00D126BA"/>
    <w:rsid w:val="00D13E58"/>
    <w:rsid w:val="00D161AD"/>
    <w:rsid w:val="00D169BD"/>
    <w:rsid w:val="00D169F6"/>
    <w:rsid w:val="00D174FB"/>
    <w:rsid w:val="00D17A09"/>
    <w:rsid w:val="00D21FD5"/>
    <w:rsid w:val="00D257CE"/>
    <w:rsid w:val="00D258B2"/>
    <w:rsid w:val="00D308FD"/>
    <w:rsid w:val="00D30F6A"/>
    <w:rsid w:val="00D318D9"/>
    <w:rsid w:val="00D32057"/>
    <w:rsid w:val="00D3207C"/>
    <w:rsid w:val="00D332C4"/>
    <w:rsid w:val="00D36912"/>
    <w:rsid w:val="00D36EE7"/>
    <w:rsid w:val="00D37EFB"/>
    <w:rsid w:val="00D41ED2"/>
    <w:rsid w:val="00D428C1"/>
    <w:rsid w:val="00D42E54"/>
    <w:rsid w:val="00D436CE"/>
    <w:rsid w:val="00D43F4F"/>
    <w:rsid w:val="00D449BF"/>
    <w:rsid w:val="00D45942"/>
    <w:rsid w:val="00D45B5D"/>
    <w:rsid w:val="00D45B91"/>
    <w:rsid w:val="00D46756"/>
    <w:rsid w:val="00D46C72"/>
    <w:rsid w:val="00D46DA8"/>
    <w:rsid w:val="00D46FA0"/>
    <w:rsid w:val="00D5174D"/>
    <w:rsid w:val="00D53756"/>
    <w:rsid w:val="00D54803"/>
    <w:rsid w:val="00D567F9"/>
    <w:rsid w:val="00D56C76"/>
    <w:rsid w:val="00D5751C"/>
    <w:rsid w:val="00D6015F"/>
    <w:rsid w:val="00D60339"/>
    <w:rsid w:val="00D61C95"/>
    <w:rsid w:val="00D62525"/>
    <w:rsid w:val="00D649AC"/>
    <w:rsid w:val="00D650C2"/>
    <w:rsid w:val="00D669DF"/>
    <w:rsid w:val="00D678E9"/>
    <w:rsid w:val="00D715A3"/>
    <w:rsid w:val="00D71E36"/>
    <w:rsid w:val="00D73FA4"/>
    <w:rsid w:val="00D73FEE"/>
    <w:rsid w:val="00D74866"/>
    <w:rsid w:val="00D75F10"/>
    <w:rsid w:val="00D7609E"/>
    <w:rsid w:val="00D818FE"/>
    <w:rsid w:val="00D825EF"/>
    <w:rsid w:val="00D83612"/>
    <w:rsid w:val="00D8423E"/>
    <w:rsid w:val="00D86717"/>
    <w:rsid w:val="00D9158F"/>
    <w:rsid w:val="00D93D7D"/>
    <w:rsid w:val="00D94A62"/>
    <w:rsid w:val="00D94E8E"/>
    <w:rsid w:val="00D95621"/>
    <w:rsid w:val="00DA2F4F"/>
    <w:rsid w:val="00DA44DF"/>
    <w:rsid w:val="00DA5DF1"/>
    <w:rsid w:val="00DA6733"/>
    <w:rsid w:val="00DA7FDC"/>
    <w:rsid w:val="00DB0BE4"/>
    <w:rsid w:val="00DB503B"/>
    <w:rsid w:val="00DB5247"/>
    <w:rsid w:val="00DB52FD"/>
    <w:rsid w:val="00DB5C86"/>
    <w:rsid w:val="00DB6A06"/>
    <w:rsid w:val="00DB6E27"/>
    <w:rsid w:val="00DC00EB"/>
    <w:rsid w:val="00DC01F2"/>
    <w:rsid w:val="00DC38F3"/>
    <w:rsid w:val="00DC4427"/>
    <w:rsid w:val="00DC5B34"/>
    <w:rsid w:val="00DC68DB"/>
    <w:rsid w:val="00DC6DE7"/>
    <w:rsid w:val="00DD2827"/>
    <w:rsid w:val="00DD2C4A"/>
    <w:rsid w:val="00DD3B6C"/>
    <w:rsid w:val="00DD6A98"/>
    <w:rsid w:val="00DE28A0"/>
    <w:rsid w:val="00DE41FB"/>
    <w:rsid w:val="00DE4C7A"/>
    <w:rsid w:val="00DE5242"/>
    <w:rsid w:val="00DE6645"/>
    <w:rsid w:val="00DE784D"/>
    <w:rsid w:val="00DF072B"/>
    <w:rsid w:val="00DF1037"/>
    <w:rsid w:val="00DF11E2"/>
    <w:rsid w:val="00DF18FA"/>
    <w:rsid w:val="00DF35AA"/>
    <w:rsid w:val="00E04BFB"/>
    <w:rsid w:val="00E059D0"/>
    <w:rsid w:val="00E05C90"/>
    <w:rsid w:val="00E1075E"/>
    <w:rsid w:val="00E1174F"/>
    <w:rsid w:val="00E1310D"/>
    <w:rsid w:val="00E13929"/>
    <w:rsid w:val="00E13A6A"/>
    <w:rsid w:val="00E1463E"/>
    <w:rsid w:val="00E148FC"/>
    <w:rsid w:val="00E157D2"/>
    <w:rsid w:val="00E15C58"/>
    <w:rsid w:val="00E15EBD"/>
    <w:rsid w:val="00E16447"/>
    <w:rsid w:val="00E253BE"/>
    <w:rsid w:val="00E2779F"/>
    <w:rsid w:val="00E31CD6"/>
    <w:rsid w:val="00E321F7"/>
    <w:rsid w:val="00E332B5"/>
    <w:rsid w:val="00E3330E"/>
    <w:rsid w:val="00E334E7"/>
    <w:rsid w:val="00E36A71"/>
    <w:rsid w:val="00E40F1A"/>
    <w:rsid w:val="00E40F3E"/>
    <w:rsid w:val="00E443FA"/>
    <w:rsid w:val="00E457F4"/>
    <w:rsid w:val="00E46D56"/>
    <w:rsid w:val="00E47589"/>
    <w:rsid w:val="00E479D2"/>
    <w:rsid w:val="00E526E9"/>
    <w:rsid w:val="00E52BCD"/>
    <w:rsid w:val="00E535EE"/>
    <w:rsid w:val="00E5514F"/>
    <w:rsid w:val="00E5588B"/>
    <w:rsid w:val="00E56EE4"/>
    <w:rsid w:val="00E60A6B"/>
    <w:rsid w:val="00E61AD1"/>
    <w:rsid w:val="00E61AED"/>
    <w:rsid w:val="00E63771"/>
    <w:rsid w:val="00E64A85"/>
    <w:rsid w:val="00E65766"/>
    <w:rsid w:val="00E65D74"/>
    <w:rsid w:val="00E65D93"/>
    <w:rsid w:val="00E65E7A"/>
    <w:rsid w:val="00E65FB0"/>
    <w:rsid w:val="00E67A2C"/>
    <w:rsid w:val="00E72AE1"/>
    <w:rsid w:val="00E74C28"/>
    <w:rsid w:val="00E82B67"/>
    <w:rsid w:val="00E82E2F"/>
    <w:rsid w:val="00E82E9F"/>
    <w:rsid w:val="00E85393"/>
    <w:rsid w:val="00E855B0"/>
    <w:rsid w:val="00E859E5"/>
    <w:rsid w:val="00E85FFC"/>
    <w:rsid w:val="00E90244"/>
    <w:rsid w:val="00E910DB"/>
    <w:rsid w:val="00E91B7E"/>
    <w:rsid w:val="00E9243C"/>
    <w:rsid w:val="00E92BB3"/>
    <w:rsid w:val="00E92D5B"/>
    <w:rsid w:val="00E97AC1"/>
    <w:rsid w:val="00EA1A15"/>
    <w:rsid w:val="00EA3B2D"/>
    <w:rsid w:val="00EA5241"/>
    <w:rsid w:val="00EA6A58"/>
    <w:rsid w:val="00EA7CA8"/>
    <w:rsid w:val="00EB1C8B"/>
    <w:rsid w:val="00EB2C7A"/>
    <w:rsid w:val="00EB3B43"/>
    <w:rsid w:val="00EB5D7E"/>
    <w:rsid w:val="00EB667E"/>
    <w:rsid w:val="00EB7A79"/>
    <w:rsid w:val="00EC12F3"/>
    <w:rsid w:val="00EC1A55"/>
    <w:rsid w:val="00EC1B94"/>
    <w:rsid w:val="00EC3563"/>
    <w:rsid w:val="00EC4513"/>
    <w:rsid w:val="00EC6C89"/>
    <w:rsid w:val="00EC6EBC"/>
    <w:rsid w:val="00EC7027"/>
    <w:rsid w:val="00ED1CA8"/>
    <w:rsid w:val="00ED2351"/>
    <w:rsid w:val="00ED2F28"/>
    <w:rsid w:val="00ED3C3B"/>
    <w:rsid w:val="00ED4DDD"/>
    <w:rsid w:val="00ED5B84"/>
    <w:rsid w:val="00ED69C9"/>
    <w:rsid w:val="00ED7112"/>
    <w:rsid w:val="00ED7FB1"/>
    <w:rsid w:val="00EE108B"/>
    <w:rsid w:val="00EE11C3"/>
    <w:rsid w:val="00EE1493"/>
    <w:rsid w:val="00EE35A8"/>
    <w:rsid w:val="00EE36DE"/>
    <w:rsid w:val="00EE3889"/>
    <w:rsid w:val="00EE41ED"/>
    <w:rsid w:val="00EF089F"/>
    <w:rsid w:val="00EF0FDD"/>
    <w:rsid w:val="00EF1902"/>
    <w:rsid w:val="00EF33FD"/>
    <w:rsid w:val="00EF4BBD"/>
    <w:rsid w:val="00EF50DC"/>
    <w:rsid w:val="00EF77D4"/>
    <w:rsid w:val="00F01614"/>
    <w:rsid w:val="00F031BC"/>
    <w:rsid w:val="00F035BC"/>
    <w:rsid w:val="00F04B16"/>
    <w:rsid w:val="00F05701"/>
    <w:rsid w:val="00F06292"/>
    <w:rsid w:val="00F103C2"/>
    <w:rsid w:val="00F10CCD"/>
    <w:rsid w:val="00F12328"/>
    <w:rsid w:val="00F14940"/>
    <w:rsid w:val="00F15A02"/>
    <w:rsid w:val="00F1621C"/>
    <w:rsid w:val="00F179AE"/>
    <w:rsid w:val="00F17FCA"/>
    <w:rsid w:val="00F26A39"/>
    <w:rsid w:val="00F26A46"/>
    <w:rsid w:val="00F2738A"/>
    <w:rsid w:val="00F2785B"/>
    <w:rsid w:val="00F27C21"/>
    <w:rsid w:val="00F3041D"/>
    <w:rsid w:val="00F30B00"/>
    <w:rsid w:val="00F30C9B"/>
    <w:rsid w:val="00F31643"/>
    <w:rsid w:val="00F350FC"/>
    <w:rsid w:val="00F3514B"/>
    <w:rsid w:val="00F3605E"/>
    <w:rsid w:val="00F36271"/>
    <w:rsid w:val="00F363C4"/>
    <w:rsid w:val="00F36FE6"/>
    <w:rsid w:val="00F37D82"/>
    <w:rsid w:val="00F401F0"/>
    <w:rsid w:val="00F40909"/>
    <w:rsid w:val="00F41B7C"/>
    <w:rsid w:val="00F4305C"/>
    <w:rsid w:val="00F43EFB"/>
    <w:rsid w:val="00F44DAE"/>
    <w:rsid w:val="00F45882"/>
    <w:rsid w:val="00F45928"/>
    <w:rsid w:val="00F46A8A"/>
    <w:rsid w:val="00F46E90"/>
    <w:rsid w:val="00F5088B"/>
    <w:rsid w:val="00F523A3"/>
    <w:rsid w:val="00F52DBB"/>
    <w:rsid w:val="00F53C2A"/>
    <w:rsid w:val="00F5483C"/>
    <w:rsid w:val="00F5574C"/>
    <w:rsid w:val="00F579F7"/>
    <w:rsid w:val="00F60359"/>
    <w:rsid w:val="00F60BD0"/>
    <w:rsid w:val="00F63E5E"/>
    <w:rsid w:val="00F63F98"/>
    <w:rsid w:val="00F64E3C"/>
    <w:rsid w:val="00F65579"/>
    <w:rsid w:val="00F65AF6"/>
    <w:rsid w:val="00F66376"/>
    <w:rsid w:val="00F66FDB"/>
    <w:rsid w:val="00F67EFF"/>
    <w:rsid w:val="00F711C7"/>
    <w:rsid w:val="00F712D2"/>
    <w:rsid w:val="00F73511"/>
    <w:rsid w:val="00F80416"/>
    <w:rsid w:val="00F80CB2"/>
    <w:rsid w:val="00F8421B"/>
    <w:rsid w:val="00F84797"/>
    <w:rsid w:val="00F877E5"/>
    <w:rsid w:val="00F90934"/>
    <w:rsid w:val="00F91F4D"/>
    <w:rsid w:val="00F92DD7"/>
    <w:rsid w:val="00F94122"/>
    <w:rsid w:val="00F9638E"/>
    <w:rsid w:val="00F97287"/>
    <w:rsid w:val="00FA0167"/>
    <w:rsid w:val="00FA07C9"/>
    <w:rsid w:val="00FA1892"/>
    <w:rsid w:val="00FA27D4"/>
    <w:rsid w:val="00FA2E8E"/>
    <w:rsid w:val="00FA38B0"/>
    <w:rsid w:val="00FA5031"/>
    <w:rsid w:val="00FA50EA"/>
    <w:rsid w:val="00FA5488"/>
    <w:rsid w:val="00FA64FB"/>
    <w:rsid w:val="00FB0669"/>
    <w:rsid w:val="00FB33AB"/>
    <w:rsid w:val="00FB436B"/>
    <w:rsid w:val="00FB4B55"/>
    <w:rsid w:val="00FB79A0"/>
    <w:rsid w:val="00FB7F27"/>
    <w:rsid w:val="00FC1DE7"/>
    <w:rsid w:val="00FC341F"/>
    <w:rsid w:val="00FC353F"/>
    <w:rsid w:val="00FC3F03"/>
    <w:rsid w:val="00FC42C3"/>
    <w:rsid w:val="00FC4A5D"/>
    <w:rsid w:val="00FC4E7C"/>
    <w:rsid w:val="00FC5703"/>
    <w:rsid w:val="00FC7E86"/>
    <w:rsid w:val="00FD0384"/>
    <w:rsid w:val="00FD05E3"/>
    <w:rsid w:val="00FD3CDD"/>
    <w:rsid w:val="00FE27A0"/>
    <w:rsid w:val="00FE364D"/>
    <w:rsid w:val="00FE4720"/>
    <w:rsid w:val="00FE5A1C"/>
    <w:rsid w:val="00FE7388"/>
    <w:rsid w:val="00FE752B"/>
    <w:rsid w:val="00FE7A84"/>
    <w:rsid w:val="00FE7BE7"/>
    <w:rsid w:val="00FF2908"/>
    <w:rsid w:val="00FF3EB0"/>
    <w:rsid w:val="00FF4886"/>
    <w:rsid w:val="00FF6576"/>
    <w:rsid w:val="00FF7E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75903"/>
    <w:rPr>
      <w:sz w:val="24"/>
      <w:szCs w:val="24"/>
      <w:lang w:eastAsia="en-US"/>
    </w:rPr>
  </w:style>
  <w:style w:type="paragraph" w:styleId="Antrat1">
    <w:name w:val="heading 1"/>
    <w:basedOn w:val="prastasis"/>
    <w:next w:val="prastasis"/>
    <w:link w:val="Antrat1Diagrama"/>
    <w:qFormat/>
    <w:rsid w:val="00B130C0"/>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qFormat/>
    <w:rsid w:val="00BF6E9E"/>
    <w:pPr>
      <w:keepNext/>
      <w:jc w:val="center"/>
      <w:outlineLvl w:val="1"/>
    </w:pPr>
    <w:rPr>
      <w:b/>
      <w:bCs/>
      <w:u w:val="single"/>
    </w:rPr>
  </w:style>
  <w:style w:type="paragraph" w:styleId="Antrat4">
    <w:name w:val="heading 4"/>
    <w:basedOn w:val="prastasis"/>
    <w:next w:val="prastasis"/>
    <w:link w:val="Antrat4Diagrama"/>
    <w:semiHidden/>
    <w:unhideWhenUsed/>
    <w:qFormat/>
    <w:rsid w:val="00A53E86"/>
    <w:pPr>
      <w:keepNext/>
      <w:spacing w:before="240" w:after="60"/>
      <w:outlineLvl w:val="3"/>
    </w:pPr>
    <w:rPr>
      <w:rFonts w:ascii="Calibri" w:hAnsi="Calibri"/>
      <w:b/>
      <w:b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F6E9E"/>
    <w:pPr>
      <w:tabs>
        <w:tab w:val="center" w:pos="4153"/>
        <w:tab w:val="right" w:pos="8306"/>
      </w:tabs>
    </w:pPr>
  </w:style>
  <w:style w:type="paragraph" w:styleId="Porat">
    <w:name w:val="footer"/>
    <w:basedOn w:val="prastasis"/>
    <w:rsid w:val="00BF6E9E"/>
    <w:pPr>
      <w:tabs>
        <w:tab w:val="center" w:pos="4153"/>
        <w:tab w:val="right" w:pos="8306"/>
      </w:tabs>
    </w:pPr>
  </w:style>
  <w:style w:type="paragraph" w:styleId="Debesliotekstas">
    <w:name w:val="Balloon Text"/>
    <w:basedOn w:val="prastasis"/>
    <w:semiHidden/>
    <w:rsid w:val="00175431"/>
    <w:rPr>
      <w:rFonts w:ascii="Tahoma" w:hAnsi="Tahoma" w:cs="Tahoma"/>
      <w:sz w:val="16"/>
      <w:szCs w:val="16"/>
    </w:rPr>
  </w:style>
  <w:style w:type="paragraph" w:customStyle="1" w:styleId="Pagrindinistekstas1">
    <w:name w:val="Pagrindinis tekstas1"/>
    <w:rsid w:val="00EC1B94"/>
    <w:pPr>
      <w:autoSpaceDE w:val="0"/>
      <w:autoSpaceDN w:val="0"/>
      <w:adjustRightInd w:val="0"/>
      <w:ind w:firstLine="312"/>
      <w:jc w:val="both"/>
    </w:pPr>
    <w:rPr>
      <w:rFonts w:ascii="TimesLT" w:hAnsi="TimesLT"/>
      <w:lang w:val="en-US" w:eastAsia="en-US"/>
    </w:rPr>
  </w:style>
  <w:style w:type="paragraph" w:customStyle="1" w:styleId="MAZAS">
    <w:name w:val="MAZAS"/>
    <w:rsid w:val="00EC1B94"/>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EC1B94"/>
    <w:pPr>
      <w:ind w:firstLine="0"/>
      <w:jc w:val="center"/>
    </w:pPr>
    <w:rPr>
      <w:color w:val="auto"/>
      <w:sz w:val="12"/>
      <w:szCs w:val="12"/>
    </w:rPr>
  </w:style>
  <w:style w:type="paragraph" w:customStyle="1" w:styleId="CentrBold">
    <w:name w:val="CentrBold"/>
    <w:rsid w:val="00EC1B94"/>
    <w:pPr>
      <w:autoSpaceDE w:val="0"/>
      <w:autoSpaceDN w:val="0"/>
      <w:adjustRightInd w:val="0"/>
      <w:jc w:val="center"/>
    </w:pPr>
    <w:rPr>
      <w:rFonts w:ascii="TimesLT" w:hAnsi="TimesLT"/>
      <w:b/>
      <w:bCs/>
      <w:caps/>
      <w:lang w:val="en-US" w:eastAsia="en-US"/>
    </w:rPr>
  </w:style>
  <w:style w:type="paragraph" w:styleId="Sraopastraipa">
    <w:name w:val="List Paragraph"/>
    <w:basedOn w:val="prastasis"/>
    <w:qFormat/>
    <w:rsid w:val="007F04E4"/>
    <w:pPr>
      <w:spacing w:after="200" w:line="276" w:lineRule="auto"/>
      <w:ind w:left="720"/>
      <w:contextualSpacing/>
    </w:pPr>
    <w:rPr>
      <w:rFonts w:ascii="Calibri" w:eastAsia="Calibri" w:hAnsi="Calibri" w:cs="Arial Unicode MS"/>
      <w:sz w:val="22"/>
      <w:szCs w:val="22"/>
      <w:lang w:bidi="lo-LA"/>
    </w:rPr>
  </w:style>
  <w:style w:type="character" w:styleId="Hipersaitas">
    <w:name w:val="Hyperlink"/>
    <w:rsid w:val="00A211F9"/>
    <w:rPr>
      <w:color w:val="0000FF"/>
      <w:u w:val="single"/>
    </w:rPr>
  </w:style>
  <w:style w:type="paragraph" w:styleId="HTMLiankstoformatuotas">
    <w:name w:val="HTML Preformatted"/>
    <w:basedOn w:val="prastasis"/>
    <w:link w:val="HTMLiankstoformatuotasDiagrama"/>
    <w:rsid w:val="00800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800339"/>
    <w:rPr>
      <w:rFonts w:ascii="Courier New" w:hAnsi="Courier New" w:cs="Courier New"/>
      <w:lang w:val="lt-LT" w:eastAsia="lt-LT" w:bidi="ar-SA"/>
    </w:rPr>
  </w:style>
  <w:style w:type="character" w:styleId="Puslapionumeris">
    <w:name w:val="page number"/>
    <w:basedOn w:val="Numatytasispastraiposriftas"/>
    <w:rsid w:val="006D205E"/>
  </w:style>
  <w:style w:type="character" w:customStyle="1" w:styleId="AntratsDiagrama">
    <w:name w:val="Antraštės Diagrama"/>
    <w:link w:val="Antrats"/>
    <w:rsid w:val="00CD701F"/>
    <w:rPr>
      <w:sz w:val="24"/>
      <w:szCs w:val="24"/>
      <w:lang w:val="en-GB" w:eastAsia="en-US"/>
    </w:rPr>
  </w:style>
  <w:style w:type="character" w:customStyle="1" w:styleId="apple-converted-space">
    <w:name w:val="apple-converted-space"/>
    <w:rsid w:val="005C3EC5"/>
  </w:style>
  <w:style w:type="paragraph" w:styleId="prastasistinklapis">
    <w:name w:val="Normal (Web)"/>
    <w:basedOn w:val="prastasis"/>
    <w:uiPriority w:val="99"/>
    <w:unhideWhenUsed/>
    <w:rsid w:val="006417A9"/>
    <w:pPr>
      <w:spacing w:before="100" w:beforeAutospacing="1" w:after="100" w:afterAutospacing="1"/>
    </w:pPr>
    <w:rPr>
      <w:lang w:eastAsia="lt-LT"/>
    </w:rPr>
  </w:style>
  <w:style w:type="paragraph" w:styleId="Puslapioinaostekstas">
    <w:name w:val="footnote text"/>
    <w:basedOn w:val="prastasis"/>
    <w:link w:val="PuslapioinaostekstasDiagrama"/>
    <w:rsid w:val="00930BCF"/>
    <w:rPr>
      <w:sz w:val="20"/>
      <w:szCs w:val="20"/>
    </w:rPr>
  </w:style>
  <w:style w:type="character" w:customStyle="1" w:styleId="PuslapioinaostekstasDiagrama">
    <w:name w:val="Puslapio išnašos tekstas Diagrama"/>
    <w:link w:val="Puslapioinaostekstas"/>
    <w:rsid w:val="00930BCF"/>
    <w:rPr>
      <w:lang w:val="en-GB" w:eastAsia="en-US"/>
    </w:rPr>
  </w:style>
  <w:style w:type="character" w:styleId="Puslapioinaosnuoroda">
    <w:name w:val="footnote reference"/>
    <w:rsid w:val="00930BCF"/>
    <w:rPr>
      <w:vertAlign w:val="superscript"/>
    </w:rPr>
  </w:style>
  <w:style w:type="character" w:customStyle="1" w:styleId="Antrat1Diagrama">
    <w:name w:val="Antraštė 1 Diagrama"/>
    <w:link w:val="Antrat1"/>
    <w:rsid w:val="00B130C0"/>
    <w:rPr>
      <w:rFonts w:ascii="Calibri Light" w:eastAsia="Times New Roman" w:hAnsi="Calibri Light" w:cs="Times New Roman"/>
      <w:b/>
      <w:bCs/>
      <w:kern w:val="32"/>
      <w:sz w:val="32"/>
      <w:szCs w:val="32"/>
      <w:lang w:val="en-GB" w:eastAsia="en-US"/>
    </w:rPr>
  </w:style>
  <w:style w:type="character" w:customStyle="1" w:styleId="Antrat2Diagrama">
    <w:name w:val="Antraštė 2 Diagrama"/>
    <w:link w:val="Antrat2"/>
    <w:rsid w:val="007217E6"/>
    <w:rPr>
      <w:b/>
      <w:bCs/>
      <w:sz w:val="24"/>
      <w:szCs w:val="24"/>
      <w:u w:val="single"/>
      <w:lang w:eastAsia="en-US"/>
    </w:rPr>
  </w:style>
  <w:style w:type="table" w:styleId="Lentelstinklelis">
    <w:name w:val="Table Grid"/>
    <w:basedOn w:val="prastojilentel"/>
    <w:rsid w:val="00F26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qFormat/>
    <w:rsid w:val="00A53E86"/>
    <w:pPr>
      <w:spacing w:before="240" w:after="60"/>
      <w:jc w:val="center"/>
      <w:outlineLvl w:val="0"/>
    </w:pPr>
    <w:rPr>
      <w:rFonts w:ascii="Calibri Light" w:hAnsi="Calibri Light"/>
      <w:b/>
      <w:bCs/>
      <w:kern w:val="28"/>
      <w:sz w:val="32"/>
      <w:szCs w:val="32"/>
    </w:rPr>
  </w:style>
  <w:style w:type="character" w:customStyle="1" w:styleId="PavadinimasDiagrama">
    <w:name w:val="Pavadinimas Diagrama"/>
    <w:link w:val="Pavadinimas"/>
    <w:rsid w:val="00A53E86"/>
    <w:rPr>
      <w:rFonts w:ascii="Calibri Light" w:eastAsia="Times New Roman" w:hAnsi="Calibri Light" w:cs="Times New Roman"/>
      <w:b/>
      <w:bCs/>
      <w:kern w:val="28"/>
      <w:sz w:val="32"/>
      <w:szCs w:val="32"/>
      <w:lang w:val="en-GB" w:eastAsia="en-US"/>
    </w:rPr>
  </w:style>
  <w:style w:type="character" w:customStyle="1" w:styleId="Antrat4Diagrama">
    <w:name w:val="Antraštė 4 Diagrama"/>
    <w:link w:val="Antrat4"/>
    <w:semiHidden/>
    <w:rsid w:val="00A53E86"/>
    <w:rPr>
      <w:rFonts w:ascii="Calibri" w:eastAsia="Times New Roman" w:hAnsi="Calibri" w:cs="Times New Roman"/>
      <w:b/>
      <w:bCs/>
      <w:sz w:val="28"/>
      <w:szCs w:val="28"/>
      <w:lang w:val="en-GB" w:eastAsia="en-US"/>
    </w:rPr>
  </w:style>
  <w:style w:type="character" w:customStyle="1" w:styleId="UnresolvedMention">
    <w:name w:val="Unresolved Mention"/>
    <w:uiPriority w:val="99"/>
    <w:semiHidden/>
    <w:unhideWhenUsed/>
    <w:rsid w:val="00971611"/>
    <w:rPr>
      <w:color w:val="605E5C"/>
      <w:shd w:val="clear" w:color="auto" w:fill="E1DFDD"/>
    </w:rPr>
  </w:style>
  <w:style w:type="character" w:styleId="Perirtashipersaitas">
    <w:name w:val="FollowedHyperlink"/>
    <w:rsid w:val="000F3DAA"/>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75903"/>
    <w:rPr>
      <w:sz w:val="24"/>
      <w:szCs w:val="24"/>
      <w:lang w:eastAsia="en-US"/>
    </w:rPr>
  </w:style>
  <w:style w:type="paragraph" w:styleId="Antrat1">
    <w:name w:val="heading 1"/>
    <w:basedOn w:val="prastasis"/>
    <w:next w:val="prastasis"/>
    <w:link w:val="Antrat1Diagrama"/>
    <w:qFormat/>
    <w:rsid w:val="00B130C0"/>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qFormat/>
    <w:rsid w:val="00BF6E9E"/>
    <w:pPr>
      <w:keepNext/>
      <w:jc w:val="center"/>
      <w:outlineLvl w:val="1"/>
    </w:pPr>
    <w:rPr>
      <w:b/>
      <w:bCs/>
      <w:u w:val="single"/>
    </w:rPr>
  </w:style>
  <w:style w:type="paragraph" w:styleId="Antrat4">
    <w:name w:val="heading 4"/>
    <w:basedOn w:val="prastasis"/>
    <w:next w:val="prastasis"/>
    <w:link w:val="Antrat4Diagrama"/>
    <w:semiHidden/>
    <w:unhideWhenUsed/>
    <w:qFormat/>
    <w:rsid w:val="00A53E86"/>
    <w:pPr>
      <w:keepNext/>
      <w:spacing w:before="240" w:after="60"/>
      <w:outlineLvl w:val="3"/>
    </w:pPr>
    <w:rPr>
      <w:rFonts w:ascii="Calibri" w:hAnsi="Calibri"/>
      <w:b/>
      <w:b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F6E9E"/>
    <w:pPr>
      <w:tabs>
        <w:tab w:val="center" w:pos="4153"/>
        <w:tab w:val="right" w:pos="8306"/>
      </w:tabs>
    </w:pPr>
  </w:style>
  <w:style w:type="paragraph" w:styleId="Porat">
    <w:name w:val="footer"/>
    <w:basedOn w:val="prastasis"/>
    <w:rsid w:val="00BF6E9E"/>
    <w:pPr>
      <w:tabs>
        <w:tab w:val="center" w:pos="4153"/>
        <w:tab w:val="right" w:pos="8306"/>
      </w:tabs>
    </w:pPr>
  </w:style>
  <w:style w:type="paragraph" w:styleId="Debesliotekstas">
    <w:name w:val="Balloon Text"/>
    <w:basedOn w:val="prastasis"/>
    <w:semiHidden/>
    <w:rsid w:val="00175431"/>
    <w:rPr>
      <w:rFonts w:ascii="Tahoma" w:hAnsi="Tahoma" w:cs="Tahoma"/>
      <w:sz w:val="16"/>
      <w:szCs w:val="16"/>
    </w:rPr>
  </w:style>
  <w:style w:type="paragraph" w:customStyle="1" w:styleId="Pagrindinistekstas1">
    <w:name w:val="Pagrindinis tekstas1"/>
    <w:rsid w:val="00EC1B94"/>
    <w:pPr>
      <w:autoSpaceDE w:val="0"/>
      <w:autoSpaceDN w:val="0"/>
      <w:adjustRightInd w:val="0"/>
      <w:ind w:firstLine="312"/>
      <w:jc w:val="both"/>
    </w:pPr>
    <w:rPr>
      <w:rFonts w:ascii="TimesLT" w:hAnsi="TimesLT"/>
      <w:lang w:val="en-US" w:eastAsia="en-US"/>
    </w:rPr>
  </w:style>
  <w:style w:type="paragraph" w:customStyle="1" w:styleId="MAZAS">
    <w:name w:val="MAZAS"/>
    <w:rsid w:val="00EC1B94"/>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EC1B94"/>
    <w:pPr>
      <w:ind w:firstLine="0"/>
      <w:jc w:val="center"/>
    </w:pPr>
    <w:rPr>
      <w:color w:val="auto"/>
      <w:sz w:val="12"/>
      <w:szCs w:val="12"/>
    </w:rPr>
  </w:style>
  <w:style w:type="paragraph" w:customStyle="1" w:styleId="CentrBold">
    <w:name w:val="CentrBold"/>
    <w:rsid w:val="00EC1B94"/>
    <w:pPr>
      <w:autoSpaceDE w:val="0"/>
      <w:autoSpaceDN w:val="0"/>
      <w:adjustRightInd w:val="0"/>
      <w:jc w:val="center"/>
    </w:pPr>
    <w:rPr>
      <w:rFonts w:ascii="TimesLT" w:hAnsi="TimesLT"/>
      <w:b/>
      <w:bCs/>
      <w:caps/>
      <w:lang w:val="en-US" w:eastAsia="en-US"/>
    </w:rPr>
  </w:style>
  <w:style w:type="paragraph" w:styleId="Sraopastraipa">
    <w:name w:val="List Paragraph"/>
    <w:basedOn w:val="prastasis"/>
    <w:qFormat/>
    <w:rsid w:val="007F04E4"/>
    <w:pPr>
      <w:spacing w:after="200" w:line="276" w:lineRule="auto"/>
      <w:ind w:left="720"/>
      <w:contextualSpacing/>
    </w:pPr>
    <w:rPr>
      <w:rFonts w:ascii="Calibri" w:eastAsia="Calibri" w:hAnsi="Calibri" w:cs="Arial Unicode MS"/>
      <w:sz w:val="22"/>
      <w:szCs w:val="22"/>
      <w:lang w:bidi="lo-LA"/>
    </w:rPr>
  </w:style>
  <w:style w:type="character" w:styleId="Hipersaitas">
    <w:name w:val="Hyperlink"/>
    <w:rsid w:val="00A211F9"/>
    <w:rPr>
      <w:color w:val="0000FF"/>
      <w:u w:val="single"/>
    </w:rPr>
  </w:style>
  <w:style w:type="paragraph" w:styleId="HTMLiankstoformatuotas">
    <w:name w:val="HTML Preformatted"/>
    <w:basedOn w:val="prastasis"/>
    <w:link w:val="HTMLiankstoformatuotasDiagrama"/>
    <w:rsid w:val="00800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800339"/>
    <w:rPr>
      <w:rFonts w:ascii="Courier New" w:hAnsi="Courier New" w:cs="Courier New"/>
      <w:lang w:val="lt-LT" w:eastAsia="lt-LT" w:bidi="ar-SA"/>
    </w:rPr>
  </w:style>
  <w:style w:type="character" w:styleId="Puslapionumeris">
    <w:name w:val="page number"/>
    <w:basedOn w:val="Numatytasispastraiposriftas"/>
    <w:rsid w:val="006D205E"/>
  </w:style>
  <w:style w:type="character" w:customStyle="1" w:styleId="AntratsDiagrama">
    <w:name w:val="Antraštės Diagrama"/>
    <w:link w:val="Antrats"/>
    <w:rsid w:val="00CD701F"/>
    <w:rPr>
      <w:sz w:val="24"/>
      <w:szCs w:val="24"/>
      <w:lang w:val="en-GB" w:eastAsia="en-US"/>
    </w:rPr>
  </w:style>
  <w:style w:type="character" w:customStyle="1" w:styleId="apple-converted-space">
    <w:name w:val="apple-converted-space"/>
    <w:rsid w:val="005C3EC5"/>
  </w:style>
  <w:style w:type="paragraph" w:styleId="prastasistinklapis">
    <w:name w:val="Normal (Web)"/>
    <w:basedOn w:val="prastasis"/>
    <w:uiPriority w:val="99"/>
    <w:unhideWhenUsed/>
    <w:rsid w:val="006417A9"/>
    <w:pPr>
      <w:spacing w:before="100" w:beforeAutospacing="1" w:after="100" w:afterAutospacing="1"/>
    </w:pPr>
    <w:rPr>
      <w:lang w:eastAsia="lt-LT"/>
    </w:rPr>
  </w:style>
  <w:style w:type="paragraph" w:styleId="Puslapioinaostekstas">
    <w:name w:val="footnote text"/>
    <w:basedOn w:val="prastasis"/>
    <w:link w:val="PuslapioinaostekstasDiagrama"/>
    <w:rsid w:val="00930BCF"/>
    <w:rPr>
      <w:sz w:val="20"/>
      <w:szCs w:val="20"/>
    </w:rPr>
  </w:style>
  <w:style w:type="character" w:customStyle="1" w:styleId="PuslapioinaostekstasDiagrama">
    <w:name w:val="Puslapio išnašos tekstas Diagrama"/>
    <w:link w:val="Puslapioinaostekstas"/>
    <w:rsid w:val="00930BCF"/>
    <w:rPr>
      <w:lang w:val="en-GB" w:eastAsia="en-US"/>
    </w:rPr>
  </w:style>
  <w:style w:type="character" w:styleId="Puslapioinaosnuoroda">
    <w:name w:val="footnote reference"/>
    <w:rsid w:val="00930BCF"/>
    <w:rPr>
      <w:vertAlign w:val="superscript"/>
    </w:rPr>
  </w:style>
  <w:style w:type="character" w:customStyle="1" w:styleId="Antrat1Diagrama">
    <w:name w:val="Antraštė 1 Diagrama"/>
    <w:link w:val="Antrat1"/>
    <w:rsid w:val="00B130C0"/>
    <w:rPr>
      <w:rFonts w:ascii="Calibri Light" w:eastAsia="Times New Roman" w:hAnsi="Calibri Light" w:cs="Times New Roman"/>
      <w:b/>
      <w:bCs/>
      <w:kern w:val="32"/>
      <w:sz w:val="32"/>
      <w:szCs w:val="32"/>
      <w:lang w:val="en-GB" w:eastAsia="en-US"/>
    </w:rPr>
  </w:style>
  <w:style w:type="character" w:customStyle="1" w:styleId="Antrat2Diagrama">
    <w:name w:val="Antraštė 2 Diagrama"/>
    <w:link w:val="Antrat2"/>
    <w:rsid w:val="007217E6"/>
    <w:rPr>
      <w:b/>
      <w:bCs/>
      <w:sz w:val="24"/>
      <w:szCs w:val="24"/>
      <w:u w:val="single"/>
      <w:lang w:eastAsia="en-US"/>
    </w:rPr>
  </w:style>
  <w:style w:type="table" w:styleId="Lentelstinklelis">
    <w:name w:val="Table Grid"/>
    <w:basedOn w:val="prastojilentel"/>
    <w:rsid w:val="00F26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qFormat/>
    <w:rsid w:val="00A53E86"/>
    <w:pPr>
      <w:spacing w:before="240" w:after="60"/>
      <w:jc w:val="center"/>
      <w:outlineLvl w:val="0"/>
    </w:pPr>
    <w:rPr>
      <w:rFonts w:ascii="Calibri Light" w:hAnsi="Calibri Light"/>
      <w:b/>
      <w:bCs/>
      <w:kern w:val="28"/>
      <w:sz w:val="32"/>
      <w:szCs w:val="32"/>
    </w:rPr>
  </w:style>
  <w:style w:type="character" w:customStyle="1" w:styleId="PavadinimasDiagrama">
    <w:name w:val="Pavadinimas Diagrama"/>
    <w:link w:val="Pavadinimas"/>
    <w:rsid w:val="00A53E86"/>
    <w:rPr>
      <w:rFonts w:ascii="Calibri Light" w:eastAsia="Times New Roman" w:hAnsi="Calibri Light" w:cs="Times New Roman"/>
      <w:b/>
      <w:bCs/>
      <w:kern w:val="28"/>
      <w:sz w:val="32"/>
      <w:szCs w:val="32"/>
      <w:lang w:val="en-GB" w:eastAsia="en-US"/>
    </w:rPr>
  </w:style>
  <w:style w:type="character" w:customStyle="1" w:styleId="Antrat4Diagrama">
    <w:name w:val="Antraštė 4 Diagrama"/>
    <w:link w:val="Antrat4"/>
    <w:semiHidden/>
    <w:rsid w:val="00A53E86"/>
    <w:rPr>
      <w:rFonts w:ascii="Calibri" w:eastAsia="Times New Roman" w:hAnsi="Calibri" w:cs="Times New Roman"/>
      <w:b/>
      <w:bCs/>
      <w:sz w:val="28"/>
      <w:szCs w:val="28"/>
      <w:lang w:val="en-GB" w:eastAsia="en-US"/>
    </w:rPr>
  </w:style>
  <w:style w:type="character" w:customStyle="1" w:styleId="UnresolvedMention">
    <w:name w:val="Unresolved Mention"/>
    <w:uiPriority w:val="99"/>
    <w:semiHidden/>
    <w:unhideWhenUsed/>
    <w:rsid w:val="00971611"/>
    <w:rPr>
      <w:color w:val="605E5C"/>
      <w:shd w:val="clear" w:color="auto" w:fill="E1DFDD"/>
    </w:rPr>
  </w:style>
  <w:style w:type="character" w:styleId="Perirtashipersaitas">
    <w:name w:val="FollowedHyperlink"/>
    <w:rsid w:val="000F3DA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50857">
      <w:bodyDiv w:val="1"/>
      <w:marLeft w:val="0"/>
      <w:marRight w:val="0"/>
      <w:marTop w:val="0"/>
      <w:marBottom w:val="0"/>
      <w:divBdr>
        <w:top w:val="none" w:sz="0" w:space="0" w:color="auto"/>
        <w:left w:val="none" w:sz="0" w:space="0" w:color="auto"/>
        <w:bottom w:val="none" w:sz="0" w:space="0" w:color="auto"/>
        <w:right w:val="none" w:sz="0" w:space="0" w:color="auto"/>
      </w:divBdr>
    </w:div>
    <w:div w:id="237253414">
      <w:bodyDiv w:val="1"/>
      <w:marLeft w:val="0"/>
      <w:marRight w:val="0"/>
      <w:marTop w:val="0"/>
      <w:marBottom w:val="0"/>
      <w:divBdr>
        <w:top w:val="none" w:sz="0" w:space="0" w:color="auto"/>
        <w:left w:val="none" w:sz="0" w:space="0" w:color="auto"/>
        <w:bottom w:val="none" w:sz="0" w:space="0" w:color="auto"/>
        <w:right w:val="none" w:sz="0" w:space="0" w:color="auto"/>
      </w:divBdr>
    </w:div>
    <w:div w:id="275256109">
      <w:bodyDiv w:val="1"/>
      <w:marLeft w:val="0"/>
      <w:marRight w:val="0"/>
      <w:marTop w:val="0"/>
      <w:marBottom w:val="0"/>
      <w:divBdr>
        <w:top w:val="none" w:sz="0" w:space="0" w:color="auto"/>
        <w:left w:val="none" w:sz="0" w:space="0" w:color="auto"/>
        <w:bottom w:val="none" w:sz="0" w:space="0" w:color="auto"/>
        <w:right w:val="none" w:sz="0" w:space="0" w:color="auto"/>
      </w:divBdr>
    </w:div>
    <w:div w:id="499319026">
      <w:bodyDiv w:val="1"/>
      <w:marLeft w:val="0"/>
      <w:marRight w:val="0"/>
      <w:marTop w:val="0"/>
      <w:marBottom w:val="0"/>
      <w:divBdr>
        <w:top w:val="none" w:sz="0" w:space="0" w:color="auto"/>
        <w:left w:val="none" w:sz="0" w:space="0" w:color="auto"/>
        <w:bottom w:val="none" w:sz="0" w:space="0" w:color="auto"/>
        <w:right w:val="none" w:sz="0" w:space="0" w:color="auto"/>
      </w:divBdr>
    </w:div>
    <w:div w:id="657727609">
      <w:bodyDiv w:val="1"/>
      <w:marLeft w:val="0"/>
      <w:marRight w:val="0"/>
      <w:marTop w:val="0"/>
      <w:marBottom w:val="0"/>
      <w:divBdr>
        <w:top w:val="none" w:sz="0" w:space="0" w:color="auto"/>
        <w:left w:val="none" w:sz="0" w:space="0" w:color="auto"/>
        <w:bottom w:val="none" w:sz="0" w:space="0" w:color="auto"/>
        <w:right w:val="none" w:sz="0" w:space="0" w:color="auto"/>
      </w:divBdr>
    </w:div>
    <w:div w:id="859392799">
      <w:bodyDiv w:val="1"/>
      <w:marLeft w:val="0"/>
      <w:marRight w:val="0"/>
      <w:marTop w:val="0"/>
      <w:marBottom w:val="0"/>
      <w:divBdr>
        <w:top w:val="none" w:sz="0" w:space="0" w:color="auto"/>
        <w:left w:val="none" w:sz="0" w:space="0" w:color="auto"/>
        <w:bottom w:val="none" w:sz="0" w:space="0" w:color="auto"/>
        <w:right w:val="none" w:sz="0" w:space="0" w:color="auto"/>
      </w:divBdr>
      <w:divsChild>
        <w:div w:id="350690970">
          <w:marLeft w:val="0"/>
          <w:marRight w:val="0"/>
          <w:marTop w:val="0"/>
          <w:marBottom w:val="0"/>
          <w:divBdr>
            <w:top w:val="none" w:sz="0" w:space="0" w:color="auto"/>
            <w:left w:val="none" w:sz="0" w:space="0" w:color="auto"/>
            <w:bottom w:val="none" w:sz="0" w:space="0" w:color="auto"/>
            <w:right w:val="none" w:sz="0" w:space="0" w:color="auto"/>
          </w:divBdr>
        </w:div>
        <w:div w:id="481583091">
          <w:marLeft w:val="0"/>
          <w:marRight w:val="0"/>
          <w:marTop w:val="0"/>
          <w:marBottom w:val="0"/>
          <w:divBdr>
            <w:top w:val="none" w:sz="0" w:space="0" w:color="auto"/>
            <w:left w:val="none" w:sz="0" w:space="0" w:color="auto"/>
            <w:bottom w:val="none" w:sz="0" w:space="0" w:color="auto"/>
            <w:right w:val="none" w:sz="0" w:space="0" w:color="auto"/>
          </w:divBdr>
        </w:div>
        <w:div w:id="337000378">
          <w:marLeft w:val="0"/>
          <w:marRight w:val="0"/>
          <w:marTop w:val="0"/>
          <w:marBottom w:val="0"/>
          <w:divBdr>
            <w:top w:val="none" w:sz="0" w:space="0" w:color="auto"/>
            <w:left w:val="none" w:sz="0" w:space="0" w:color="auto"/>
            <w:bottom w:val="none" w:sz="0" w:space="0" w:color="auto"/>
            <w:right w:val="none" w:sz="0" w:space="0" w:color="auto"/>
          </w:divBdr>
        </w:div>
        <w:div w:id="2003116796">
          <w:marLeft w:val="0"/>
          <w:marRight w:val="0"/>
          <w:marTop w:val="0"/>
          <w:marBottom w:val="0"/>
          <w:divBdr>
            <w:top w:val="none" w:sz="0" w:space="0" w:color="auto"/>
            <w:left w:val="none" w:sz="0" w:space="0" w:color="auto"/>
            <w:bottom w:val="none" w:sz="0" w:space="0" w:color="auto"/>
            <w:right w:val="none" w:sz="0" w:space="0" w:color="auto"/>
          </w:divBdr>
        </w:div>
        <w:div w:id="1020624371">
          <w:marLeft w:val="0"/>
          <w:marRight w:val="0"/>
          <w:marTop w:val="0"/>
          <w:marBottom w:val="0"/>
          <w:divBdr>
            <w:top w:val="none" w:sz="0" w:space="0" w:color="auto"/>
            <w:left w:val="none" w:sz="0" w:space="0" w:color="auto"/>
            <w:bottom w:val="none" w:sz="0" w:space="0" w:color="auto"/>
            <w:right w:val="none" w:sz="0" w:space="0" w:color="auto"/>
          </w:divBdr>
        </w:div>
        <w:div w:id="1964187631">
          <w:marLeft w:val="0"/>
          <w:marRight w:val="0"/>
          <w:marTop w:val="0"/>
          <w:marBottom w:val="0"/>
          <w:divBdr>
            <w:top w:val="none" w:sz="0" w:space="0" w:color="auto"/>
            <w:left w:val="none" w:sz="0" w:space="0" w:color="auto"/>
            <w:bottom w:val="none" w:sz="0" w:space="0" w:color="auto"/>
            <w:right w:val="none" w:sz="0" w:space="0" w:color="auto"/>
          </w:divBdr>
        </w:div>
        <w:div w:id="1139962008">
          <w:marLeft w:val="0"/>
          <w:marRight w:val="0"/>
          <w:marTop w:val="0"/>
          <w:marBottom w:val="0"/>
          <w:divBdr>
            <w:top w:val="none" w:sz="0" w:space="0" w:color="auto"/>
            <w:left w:val="none" w:sz="0" w:space="0" w:color="auto"/>
            <w:bottom w:val="none" w:sz="0" w:space="0" w:color="auto"/>
            <w:right w:val="none" w:sz="0" w:space="0" w:color="auto"/>
          </w:divBdr>
          <w:divsChild>
            <w:div w:id="873617423">
              <w:marLeft w:val="0"/>
              <w:marRight w:val="0"/>
              <w:marTop w:val="0"/>
              <w:marBottom w:val="0"/>
              <w:divBdr>
                <w:top w:val="none" w:sz="0" w:space="0" w:color="auto"/>
                <w:left w:val="none" w:sz="0" w:space="0" w:color="auto"/>
                <w:bottom w:val="none" w:sz="0" w:space="0" w:color="auto"/>
                <w:right w:val="none" w:sz="0" w:space="0" w:color="auto"/>
              </w:divBdr>
            </w:div>
            <w:div w:id="1743403634">
              <w:marLeft w:val="0"/>
              <w:marRight w:val="0"/>
              <w:marTop w:val="0"/>
              <w:marBottom w:val="0"/>
              <w:divBdr>
                <w:top w:val="none" w:sz="0" w:space="0" w:color="auto"/>
                <w:left w:val="none" w:sz="0" w:space="0" w:color="auto"/>
                <w:bottom w:val="none" w:sz="0" w:space="0" w:color="auto"/>
                <w:right w:val="none" w:sz="0" w:space="0" w:color="auto"/>
              </w:divBdr>
            </w:div>
            <w:div w:id="118871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734519">
      <w:bodyDiv w:val="1"/>
      <w:marLeft w:val="0"/>
      <w:marRight w:val="0"/>
      <w:marTop w:val="0"/>
      <w:marBottom w:val="0"/>
      <w:divBdr>
        <w:top w:val="none" w:sz="0" w:space="0" w:color="auto"/>
        <w:left w:val="none" w:sz="0" w:space="0" w:color="auto"/>
        <w:bottom w:val="none" w:sz="0" w:space="0" w:color="auto"/>
        <w:right w:val="none" w:sz="0" w:space="0" w:color="auto"/>
      </w:divBdr>
    </w:div>
    <w:div w:id="1244141308">
      <w:bodyDiv w:val="1"/>
      <w:marLeft w:val="0"/>
      <w:marRight w:val="0"/>
      <w:marTop w:val="0"/>
      <w:marBottom w:val="0"/>
      <w:divBdr>
        <w:top w:val="none" w:sz="0" w:space="0" w:color="auto"/>
        <w:left w:val="none" w:sz="0" w:space="0" w:color="auto"/>
        <w:bottom w:val="none" w:sz="0" w:space="0" w:color="auto"/>
        <w:right w:val="none" w:sz="0" w:space="0" w:color="auto"/>
      </w:divBdr>
    </w:div>
    <w:div w:id="1461148142">
      <w:bodyDiv w:val="1"/>
      <w:marLeft w:val="0"/>
      <w:marRight w:val="0"/>
      <w:marTop w:val="0"/>
      <w:marBottom w:val="0"/>
      <w:divBdr>
        <w:top w:val="none" w:sz="0" w:space="0" w:color="auto"/>
        <w:left w:val="none" w:sz="0" w:space="0" w:color="auto"/>
        <w:bottom w:val="none" w:sz="0" w:space="0" w:color="auto"/>
        <w:right w:val="none" w:sz="0" w:space="0" w:color="auto"/>
      </w:divBdr>
    </w:div>
    <w:div w:id="1510440958">
      <w:bodyDiv w:val="1"/>
      <w:marLeft w:val="0"/>
      <w:marRight w:val="0"/>
      <w:marTop w:val="0"/>
      <w:marBottom w:val="0"/>
      <w:divBdr>
        <w:top w:val="none" w:sz="0" w:space="0" w:color="auto"/>
        <w:left w:val="none" w:sz="0" w:space="0" w:color="auto"/>
        <w:bottom w:val="none" w:sz="0" w:space="0" w:color="auto"/>
        <w:right w:val="none" w:sz="0" w:space="0" w:color="auto"/>
      </w:divBdr>
    </w:div>
    <w:div w:id="1691639160">
      <w:bodyDiv w:val="1"/>
      <w:marLeft w:val="150"/>
      <w:marRight w:val="150"/>
      <w:marTop w:val="0"/>
      <w:marBottom w:val="0"/>
      <w:divBdr>
        <w:top w:val="none" w:sz="0" w:space="0" w:color="auto"/>
        <w:left w:val="none" w:sz="0" w:space="0" w:color="auto"/>
        <w:bottom w:val="none" w:sz="0" w:space="0" w:color="auto"/>
        <w:right w:val="none" w:sz="0" w:space="0" w:color="auto"/>
      </w:divBdr>
      <w:divsChild>
        <w:div w:id="1810174082">
          <w:marLeft w:val="0"/>
          <w:marRight w:val="0"/>
          <w:marTop w:val="0"/>
          <w:marBottom w:val="0"/>
          <w:divBdr>
            <w:top w:val="none" w:sz="0" w:space="0" w:color="auto"/>
            <w:left w:val="none" w:sz="0" w:space="0" w:color="auto"/>
            <w:bottom w:val="none" w:sz="0" w:space="0" w:color="auto"/>
            <w:right w:val="none" w:sz="0" w:space="0" w:color="auto"/>
          </w:divBdr>
        </w:div>
      </w:divsChild>
    </w:div>
    <w:div w:id="1701124434">
      <w:bodyDiv w:val="1"/>
      <w:marLeft w:val="0"/>
      <w:marRight w:val="0"/>
      <w:marTop w:val="0"/>
      <w:marBottom w:val="0"/>
      <w:divBdr>
        <w:top w:val="none" w:sz="0" w:space="0" w:color="auto"/>
        <w:left w:val="none" w:sz="0" w:space="0" w:color="auto"/>
        <w:bottom w:val="none" w:sz="0" w:space="0" w:color="auto"/>
        <w:right w:val="none" w:sz="0" w:space="0" w:color="auto"/>
      </w:divBdr>
    </w:div>
    <w:div w:id="1718818857">
      <w:bodyDiv w:val="1"/>
      <w:marLeft w:val="0"/>
      <w:marRight w:val="0"/>
      <w:marTop w:val="0"/>
      <w:marBottom w:val="0"/>
      <w:divBdr>
        <w:top w:val="none" w:sz="0" w:space="0" w:color="auto"/>
        <w:left w:val="none" w:sz="0" w:space="0" w:color="auto"/>
        <w:bottom w:val="none" w:sz="0" w:space="0" w:color="auto"/>
        <w:right w:val="none" w:sz="0" w:space="0" w:color="auto"/>
      </w:divBdr>
    </w:div>
    <w:div w:id="198793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emigijus.macas@vaistaiga.lt"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61455-1FF9-4990-86D6-9BFBF3C0A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DA72B696</Template>
  <TotalTime>0</TotalTime>
  <Pages>2</Pages>
  <Words>3892</Words>
  <Characters>2220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Neringos savivaldybės tarybai</vt:lpstr>
      <vt:lpstr>Neringos savivaldybės tarybai</vt:lpstr>
    </vt:vector>
  </TitlesOfParts>
  <Company>vakla</Company>
  <LinksUpToDate>false</LinksUpToDate>
  <CharactersWithSpaces>6100</CharactersWithSpaces>
  <SharedDoc>false</SharedDoc>
  <HLinks>
    <vt:vector size="6" baseType="variant">
      <vt:variant>
        <vt:i4>6815745</vt:i4>
      </vt:variant>
      <vt:variant>
        <vt:i4>0</vt:i4>
      </vt:variant>
      <vt:variant>
        <vt:i4>0</vt:i4>
      </vt:variant>
      <vt:variant>
        <vt:i4>5</vt:i4>
      </vt:variant>
      <vt:variant>
        <vt:lpwstr>mailto:violeta.kiuriene@vaistaiga.lt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Neringos savivaldybės tarybai</dc:title>
  <dc:creator>Kristina</dc:creator>
  <cp:lastModifiedBy>Jovita Šumskienė</cp:lastModifiedBy>
  <cp:revision>2</cp:revision>
  <cp:lastPrinted>2022-04-06T13:28:00Z</cp:lastPrinted>
  <dcterms:created xsi:type="dcterms:W3CDTF">2022-06-08T07:14:00Z</dcterms:created>
  <dcterms:modified xsi:type="dcterms:W3CDTF">2022-06-08T07:14:00Z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C_AdditionalMakersMail">
    <vt:lpwstr>inga.lekecinskiene@vaistaiga.lt, remigijus.macas@vaistaiga.lt</vt:lpwstr>
  </property>
  <property fmtid="{D5CDD505-2E9C-101B-9397-08002B2CF9AE}" pid="3" name="DISC_Consignor">
    <vt:lpwstr> </vt:lpwstr>
  </property>
  <property fmtid="{D5CDD505-2E9C-101B-9397-08002B2CF9AE}" pid="4" name="DIScgiUrl">
    <vt:lpwstr>http://edvs.epaslaugos.lt/cs/idcplg</vt:lpwstr>
  </property>
  <property fmtid="{D5CDD505-2E9C-101B-9397-08002B2CF9AE}" pid="5" name="DISC_MainMakerMail">
    <vt:lpwstr>inga.lekecinskiene@vaistaiga.lt</vt:lpwstr>
  </property>
  <property fmtid="{D5CDD505-2E9C-101B-9397-08002B2CF9AE}" pid="6" name="DISC_DocRegNr">
    <vt:lpwstr>TR5-14(5.5E)</vt:lpwstr>
  </property>
  <property fmtid="{D5CDD505-2E9C-101B-9397-08002B2CF9AE}" pid="7" name="DISdDocName">
    <vt:lpwstr>11188894</vt:lpwstr>
  </property>
  <property fmtid="{D5CDD505-2E9C-101B-9397-08002B2CF9AE}" pid="8" name="DISTaskPaneUrl">
    <vt:lpwstr>http://edvs.epaslaugos.lt/cs/idcplg?ClientControlled=DocMan&amp;coreContentOnly=1&amp;WebdavRequest=1&amp;IdcService=DOC_INFO&amp;dID=1375777</vt:lpwstr>
  </property>
  <property fmtid="{D5CDD505-2E9C-101B-9397-08002B2CF9AE}" pid="9" name="DISC_Title">
    <vt:lpwstr>DĖL PLUNGĖS RAJONO SAVIVALDYBĖS VIETINĖS RINKLIAVOS UŽ KOMUNALINIŲ ATLIEKŲ SURINKIMĄ IŠ ATLIEKŲ TURĖTOJŲ IR ATLIEKŲ TVARKYMĄ NUOSTATŲ PRIEDO PAKEITIMO</vt:lpwstr>
  </property>
  <property fmtid="{D5CDD505-2E9C-101B-9397-08002B2CF9AE}" pid="10" name="DISC_AdditionalMakers">
    <vt:lpwstr>Inga Lekečinskienė, Remigijus Macas</vt:lpwstr>
  </property>
  <property fmtid="{D5CDD505-2E9C-101B-9397-08002B2CF9AE}" pid="11" name="DISC_OrgAuthor">
    <vt:lpwstr>Vyriausybės atstovų įstaiga</vt:lpwstr>
  </property>
  <property fmtid="{D5CDD505-2E9C-101B-9397-08002B2CF9AE}" pid="12" name="DISC_AdditionalTutors">
    <vt:lpwstr> </vt:lpwstr>
  </property>
  <property fmtid="{D5CDD505-2E9C-101B-9397-08002B2CF9AE}" pid="13" name="DISC_SignersGroup">
    <vt:lpwstr>Andrius Cechanavičius</vt:lpwstr>
  </property>
  <property fmtid="{D5CDD505-2E9C-101B-9397-08002B2CF9AE}" pid="14" name="DISC_OrgApprovers">
    <vt:lpwstr> </vt:lpwstr>
  </property>
  <property fmtid="{D5CDD505-2E9C-101B-9397-08002B2CF9AE}" pid="15" name="DISC_Signer">
    <vt:lpwstr> </vt:lpwstr>
  </property>
  <property fmtid="{D5CDD505-2E9C-101B-9397-08002B2CF9AE}" pid="16" name="DISC_MainMakerPhone">
    <vt:lpwstr>+37060954675</vt:lpwstr>
  </property>
  <property fmtid="{D5CDD505-2E9C-101B-9397-08002B2CF9AE}" pid="17" name="DISC_AdditionalApproversMail">
    <vt:lpwstr> </vt:lpwstr>
  </property>
  <property fmtid="{D5CDD505-2E9C-101B-9397-08002B2CF9AE}" pid="18" name="DISidcName">
    <vt:lpwstr>edvsast1viisplocal16200</vt:lpwstr>
  </property>
  <property fmtid="{D5CDD505-2E9C-101B-9397-08002B2CF9AE}" pid="19" name="DISProperties">
    <vt:lpwstr>DISC_AdditionalMakersMail,DISC_Consignor,DIScgiUrl,DISC_MainMakerMail,DISdDocName,DISTaskPaneUrl,DISC_Title,DISC_AdditionalMakers,DISC_OrgAuthor,DISC_AdditionalTutors,DISC_SignersGroup,DISC_OrgApprovers,DISC_Signer,DISC_MainMakerPhone,DISC_AdditionalAppro</vt:lpwstr>
  </property>
  <property fmtid="{D5CDD505-2E9C-101B-9397-08002B2CF9AE}" pid="20" name="DISC_AdditionalMakersPhone">
    <vt:lpwstr>+37060954675, +37060954599</vt:lpwstr>
  </property>
  <property fmtid="{D5CDD505-2E9C-101B-9397-08002B2CF9AE}" pid="21" name="DISdUser">
    <vt:lpwstr>305205389_a.cechanavicius</vt:lpwstr>
  </property>
  <property fmtid="{D5CDD505-2E9C-101B-9397-08002B2CF9AE}" pid="22" name="DISC_DocRegDate">
    <vt:lpwstr>2022-04-07 10:52</vt:lpwstr>
  </property>
  <property fmtid="{D5CDD505-2E9C-101B-9397-08002B2CF9AE}" pid="23" name="DISC_AdditionalApprovers">
    <vt:lpwstr> </vt:lpwstr>
  </property>
  <property fmtid="{D5CDD505-2E9C-101B-9397-08002B2CF9AE}" pid="24" name="DISdID">
    <vt:lpwstr>1375777</vt:lpwstr>
  </property>
  <property fmtid="{D5CDD505-2E9C-101B-9397-08002B2CF9AE}" pid="25" name="DISC_MainMaker">
    <vt:lpwstr>Inga Lekečinskienė</vt:lpwstr>
  </property>
  <property fmtid="{D5CDD505-2E9C-101B-9397-08002B2CF9AE}" pid="26" name="DISC_TutorPhone">
    <vt:lpwstr> </vt:lpwstr>
  </property>
  <property fmtid="{D5CDD505-2E9C-101B-9397-08002B2CF9AE}" pid="27" name="DISC_AdditionalApproversPhone">
    <vt:lpwstr> </vt:lpwstr>
  </property>
  <property fmtid="{D5CDD505-2E9C-101B-9397-08002B2CF9AE}" pid="28" name="DISC_AdditionalTutorsMail">
    <vt:lpwstr> </vt:lpwstr>
  </property>
  <property fmtid="{D5CDD505-2E9C-101B-9397-08002B2CF9AE}" pid="29" name="DISC_AdditionalTutorsPhone">
    <vt:lpwstr> </vt:lpwstr>
  </property>
  <property fmtid="{D5CDD505-2E9C-101B-9397-08002B2CF9AE}" pid="30" name="DISC_Tutor">
    <vt:lpwstr> </vt:lpwstr>
  </property>
  <property fmtid="{D5CDD505-2E9C-101B-9397-08002B2CF9AE}" pid="31" name="DISC_TutorMail">
    <vt:lpwstr> </vt:lpwstr>
  </property>
  <property fmtid="{D5CDD505-2E9C-101B-9397-08002B2CF9AE}" pid="32" name="DISC_Consignee">
    <vt:lpwstr>Plungės rajono savivaldybė</vt:lpwstr>
  </property>
  <property fmtid="{D5CDD505-2E9C-101B-9397-08002B2CF9AE}" pid="33" name="teikimas">
    <vt:lpwstr>violeta.kiuriene@vaistaiga.lt</vt:lpwstr>
  </property>
</Properties>
</file>