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BE4E71" w14:textId="7C2F76EE" w:rsidR="002C7406" w:rsidRDefault="00583E3A" w:rsidP="00617DDF">
      <w:pPr>
        <w:ind w:firstLine="0"/>
        <w:jc w:val="center"/>
        <w:rPr>
          <w:b/>
          <w:sz w:val="28"/>
        </w:rPr>
      </w:pPr>
      <w:r>
        <w:rPr>
          <w:b/>
          <w:noProof/>
          <w:lang w:eastAsia="lt-LT"/>
        </w:rPr>
        <w:drawing>
          <wp:anchor distT="0" distB="180340" distL="114300" distR="114300" simplePos="0" relativeHeight="251659264" behindDoc="1" locked="0" layoutInCell="0" allowOverlap="1" wp14:anchorId="1DFCAF16" wp14:editId="4B3541A3">
            <wp:simplePos x="0" y="0"/>
            <wp:positionH relativeFrom="column">
              <wp:posOffset>2771775</wp:posOffset>
            </wp:positionH>
            <wp:positionV relativeFrom="paragraph">
              <wp:posOffset>-261620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7A32" w:rsidRPr="00E47A32">
        <w:rPr>
          <w:b/>
          <w:sz w:val="28"/>
        </w:rPr>
        <w:t>PLUNGĖS RAJONO SAVIVALDYBĖS</w:t>
      </w:r>
      <w:r w:rsidR="002C7406">
        <w:rPr>
          <w:b/>
          <w:sz w:val="28"/>
        </w:rPr>
        <w:t xml:space="preserve"> </w:t>
      </w:r>
    </w:p>
    <w:p w14:paraId="05D410F5" w14:textId="77777777" w:rsidR="00E47A32" w:rsidRDefault="00E47A32" w:rsidP="002C7406">
      <w:pPr>
        <w:ind w:firstLine="0"/>
        <w:jc w:val="center"/>
        <w:rPr>
          <w:b/>
          <w:sz w:val="28"/>
        </w:rPr>
      </w:pPr>
      <w:r w:rsidRPr="00E47A32">
        <w:rPr>
          <w:b/>
          <w:sz w:val="28"/>
        </w:rPr>
        <w:t>TARYBA</w:t>
      </w:r>
    </w:p>
    <w:p w14:paraId="339B3A8E" w14:textId="77777777" w:rsidR="00E47A32" w:rsidRPr="00E47A32" w:rsidRDefault="00E47A32" w:rsidP="00617DDF">
      <w:pPr>
        <w:ind w:firstLine="0"/>
        <w:jc w:val="center"/>
        <w:rPr>
          <w:b/>
          <w:sz w:val="28"/>
        </w:rPr>
      </w:pPr>
    </w:p>
    <w:p w14:paraId="65223239" w14:textId="77777777" w:rsidR="00E47A32" w:rsidRPr="001E4CC2" w:rsidRDefault="003C1FB9" w:rsidP="00617DDF">
      <w:pPr>
        <w:ind w:firstLine="0"/>
        <w:jc w:val="center"/>
        <w:rPr>
          <w:b/>
        </w:rPr>
      </w:pPr>
      <w:r>
        <w:rPr>
          <w:rStyle w:val="Komentaronuoroda"/>
          <w:b/>
          <w:sz w:val="28"/>
        </w:rPr>
        <w:t>SPRENDIMAS</w:t>
      </w:r>
      <w:r w:rsidR="0055119F">
        <w:rPr>
          <w:rStyle w:val="Komentaronuoroda"/>
          <w:b/>
          <w:sz w:val="28"/>
        </w:rPr>
        <w:t xml:space="preserve"> </w:t>
      </w:r>
    </w:p>
    <w:p w14:paraId="6BEDB056" w14:textId="4CF77AF1" w:rsidR="003C1FB9" w:rsidRDefault="00C51153" w:rsidP="00C51153">
      <w:pPr>
        <w:ind w:firstLine="0"/>
        <w:jc w:val="center"/>
        <w:rPr>
          <w:rStyle w:val="Komentaronuoroda"/>
          <w:sz w:val="24"/>
        </w:rPr>
      </w:pPr>
      <w:r>
        <w:rPr>
          <w:b/>
          <w:caps/>
          <w:sz w:val="28"/>
          <w:szCs w:val="28"/>
        </w:rPr>
        <w:t xml:space="preserve">DĖL PLUNGĖS RAJONO SAVIVALDYBĖS </w:t>
      </w:r>
      <w:r w:rsidR="006B4D4A">
        <w:rPr>
          <w:b/>
          <w:caps/>
          <w:sz w:val="28"/>
          <w:szCs w:val="28"/>
        </w:rPr>
        <w:t xml:space="preserve">TARYBOS </w:t>
      </w:r>
      <w:r>
        <w:rPr>
          <w:b/>
          <w:caps/>
          <w:sz w:val="28"/>
          <w:szCs w:val="28"/>
        </w:rPr>
        <w:t>2021 M. GRUODŽIO 27 D. SPRENDIMO NR. T1-328 „</w:t>
      </w:r>
      <w:r w:rsidRPr="00C51153">
        <w:rPr>
          <w:b/>
          <w:caps/>
          <w:sz w:val="28"/>
          <w:szCs w:val="28"/>
        </w:rPr>
        <w:t xml:space="preserve">DĖL Plungės rajono savivaldybės ŠVIETIMO įstaigų, PLUNGĖS PASLAUGŲ IR ŠVIETIMO PAGALBOS CENTRO pedagoginių PAREIGYBIŲ IR NEPEDAGOGINIŲ PAREIGYBIŲ, FINANSUOJAMŲ IŠ MOKymo LĖŠŲ, DIDŽIAUSIO LEISTINO SKAIČIAUS </w:t>
      </w:r>
      <w:r w:rsidRPr="00C51153">
        <w:rPr>
          <w:b/>
          <w:sz w:val="28"/>
          <w:szCs w:val="28"/>
        </w:rPr>
        <w:t xml:space="preserve">2021-2022 MOKSLO METAMS </w:t>
      </w:r>
      <w:r w:rsidRPr="00C51153">
        <w:rPr>
          <w:b/>
          <w:caps/>
          <w:sz w:val="28"/>
          <w:szCs w:val="28"/>
        </w:rPr>
        <w:t>patvirtinimo</w:t>
      </w:r>
      <w:r>
        <w:t>“</w:t>
      </w:r>
      <w:r w:rsidR="007A7A71">
        <w:rPr>
          <w:b/>
          <w:caps/>
          <w:sz w:val="28"/>
          <w:szCs w:val="28"/>
        </w:rPr>
        <w:t xml:space="preserve"> pakeitimo</w:t>
      </w:r>
    </w:p>
    <w:p w14:paraId="1892C835" w14:textId="77777777" w:rsidR="001E4CC2" w:rsidRPr="00921BA1" w:rsidRDefault="001E4CC2" w:rsidP="00617DDF">
      <w:pPr>
        <w:ind w:firstLine="0"/>
        <w:jc w:val="center"/>
        <w:rPr>
          <w:rStyle w:val="Komentaronuoroda"/>
          <w:b/>
          <w:sz w:val="24"/>
          <w:szCs w:val="24"/>
        </w:rPr>
      </w:pPr>
    </w:p>
    <w:p w14:paraId="5217618F" w14:textId="60151C91" w:rsidR="001E4CC2" w:rsidRDefault="00C51153" w:rsidP="00617DDF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sz w:val="24"/>
          <w:szCs w:val="24"/>
        </w:rPr>
        <w:t>2022</w:t>
      </w:r>
      <w:r w:rsidR="00107D31">
        <w:rPr>
          <w:rStyle w:val="Komentaronuoroda"/>
          <w:sz w:val="24"/>
          <w:szCs w:val="24"/>
        </w:rPr>
        <w:t xml:space="preserve"> m. </w:t>
      </w:r>
      <w:r>
        <w:rPr>
          <w:rStyle w:val="Komentaronuoroda"/>
          <w:sz w:val="24"/>
          <w:szCs w:val="24"/>
        </w:rPr>
        <w:t>kovo</w:t>
      </w:r>
      <w:r w:rsidR="00C664B5">
        <w:rPr>
          <w:rStyle w:val="Komentaronuoroda"/>
          <w:sz w:val="24"/>
          <w:szCs w:val="24"/>
        </w:rPr>
        <w:t xml:space="preserve"> </w:t>
      </w:r>
      <w:r>
        <w:rPr>
          <w:rStyle w:val="Komentaronuoroda"/>
          <w:sz w:val="24"/>
          <w:szCs w:val="24"/>
        </w:rPr>
        <w:t>24</w:t>
      </w:r>
      <w:r w:rsidR="000F2115">
        <w:rPr>
          <w:rStyle w:val="Komentaronuoroda"/>
          <w:sz w:val="24"/>
          <w:szCs w:val="24"/>
        </w:rPr>
        <w:t xml:space="preserve"> d. Nr.</w:t>
      </w:r>
      <w:r w:rsidR="00921BA1">
        <w:rPr>
          <w:rStyle w:val="Komentaronuoroda"/>
          <w:sz w:val="24"/>
          <w:szCs w:val="24"/>
        </w:rPr>
        <w:t xml:space="preserve"> </w:t>
      </w:r>
      <w:r w:rsidR="000F2115">
        <w:rPr>
          <w:rStyle w:val="Komentaronuoroda"/>
          <w:sz w:val="24"/>
          <w:szCs w:val="24"/>
        </w:rPr>
        <w:t>T1-</w:t>
      </w:r>
      <w:r w:rsidR="006D550A">
        <w:rPr>
          <w:rStyle w:val="Komentaronuoroda"/>
          <w:sz w:val="24"/>
          <w:szCs w:val="24"/>
        </w:rPr>
        <w:t>58</w:t>
      </w:r>
    </w:p>
    <w:p w14:paraId="66068FA7" w14:textId="77777777" w:rsidR="001E4CC2" w:rsidRDefault="001E4CC2" w:rsidP="00617DDF">
      <w:pPr>
        <w:ind w:firstLine="0"/>
        <w:jc w:val="center"/>
        <w:rPr>
          <w:rStyle w:val="Komentaronuoroda"/>
          <w:sz w:val="24"/>
        </w:rPr>
      </w:pPr>
      <w:r>
        <w:rPr>
          <w:rStyle w:val="Komentaronuoroda"/>
          <w:sz w:val="24"/>
        </w:rPr>
        <w:t>Plungė</w:t>
      </w:r>
    </w:p>
    <w:p w14:paraId="24C1D84E" w14:textId="77777777" w:rsidR="007A7A71" w:rsidRDefault="007A7A71" w:rsidP="007A7A71">
      <w:pPr>
        <w:ind w:firstLine="0"/>
        <w:rPr>
          <w:szCs w:val="24"/>
        </w:rPr>
      </w:pPr>
    </w:p>
    <w:p w14:paraId="3B93EB9F" w14:textId="77777777" w:rsidR="007A7A71" w:rsidRPr="005F1D17" w:rsidRDefault="007A7A71" w:rsidP="007A7A71">
      <w:pPr>
        <w:rPr>
          <w:szCs w:val="24"/>
        </w:rPr>
      </w:pPr>
      <w:r w:rsidRPr="005F1D17">
        <w:rPr>
          <w:szCs w:val="24"/>
        </w:rPr>
        <w:t xml:space="preserve">Plungės rajono savivaldybės taryba </w:t>
      </w:r>
      <w:r w:rsidRPr="005F1D17">
        <w:rPr>
          <w:spacing w:val="40"/>
          <w:szCs w:val="24"/>
        </w:rPr>
        <w:t>nusprendžia</w:t>
      </w:r>
      <w:r w:rsidRPr="005F1D17">
        <w:rPr>
          <w:szCs w:val="24"/>
        </w:rPr>
        <w:t xml:space="preserve">: </w:t>
      </w:r>
    </w:p>
    <w:p w14:paraId="3A6DFA1E" w14:textId="51D1FD45" w:rsidR="007A7A71" w:rsidRDefault="007A7A71" w:rsidP="007A7A71">
      <w:pPr>
        <w:rPr>
          <w:szCs w:val="24"/>
        </w:rPr>
      </w:pPr>
      <w:r>
        <w:rPr>
          <w:szCs w:val="24"/>
        </w:rPr>
        <w:t xml:space="preserve">Pakeisti </w:t>
      </w:r>
      <w:r w:rsidR="00035619">
        <w:rPr>
          <w:szCs w:val="24"/>
        </w:rPr>
        <w:t xml:space="preserve">Plungės </w:t>
      </w:r>
      <w:r w:rsidR="00633C34">
        <w:rPr>
          <w:szCs w:val="24"/>
        </w:rPr>
        <w:t xml:space="preserve">rajono savivaldybės tarybos 2021 m. </w:t>
      </w:r>
      <w:r w:rsidR="00C51153">
        <w:rPr>
          <w:szCs w:val="24"/>
        </w:rPr>
        <w:t>gruodžio 27</w:t>
      </w:r>
      <w:r w:rsidR="00035619">
        <w:rPr>
          <w:szCs w:val="24"/>
        </w:rPr>
        <w:t xml:space="preserve"> d. sprendimo Nr. T1-</w:t>
      </w:r>
      <w:r w:rsidR="00C51153">
        <w:rPr>
          <w:szCs w:val="24"/>
        </w:rPr>
        <w:t>328</w:t>
      </w:r>
      <w:r w:rsidR="00035619">
        <w:rPr>
          <w:szCs w:val="24"/>
        </w:rPr>
        <w:t xml:space="preserve"> </w:t>
      </w:r>
      <w:r w:rsidR="00E732B8" w:rsidRPr="002275A3">
        <w:rPr>
          <w:bCs/>
          <w:szCs w:val="24"/>
        </w:rPr>
        <w:t>„</w:t>
      </w:r>
      <w:r w:rsidR="00E732B8">
        <w:rPr>
          <w:bCs/>
          <w:szCs w:val="24"/>
        </w:rPr>
        <w:t>D</w:t>
      </w:r>
      <w:r w:rsidR="00E732B8" w:rsidRPr="002275A3">
        <w:rPr>
          <w:bCs/>
          <w:szCs w:val="24"/>
        </w:rPr>
        <w:t xml:space="preserve">ėl </w:t>
      </w:r>
      <w:r w:rsidR="00E732B8">
        <w:rPr>
          <w:bCs/>
          <w:szCs w:val="24"/>
        </w:rPr>
        <w:t>P</w:t>
      </w:r>
      <w:r w:rsidR="00E732B8" w:rsidRPr="002275A3">
        <w:rPr>
          <w:bCs/>
          <w:szCs w:val="24"/>
        </w:rPr>
        <w:t xml:space="preserve">lungės rajono savivaldybės švietimo įstaigų, </w:t>
      </w:r>
      <w:r w:rsidR="00E732B8">
        <w:rPr>
          <w:bCs/>
          <w:szCs w:val="24"/>
        </w:rPr>
        <w:t>P</w:t>
      </w:r>
      <w:r w:rsidR="00E732B8" w:rsidRPr="002275A3">
        <w:rPr>
          <w:bCs/>
          <w:szCs w:val="24"/>
        </w:rPr>
        <w:t xml:space="preserve">lungės paslaugų ir švietimo pagalbos centro pedagoginių </w:t>
      </w:r>
      <w:r w:rsidR="00C51153">
        <w:rPr>
          <w:bCs/>
          <w:szCs w:val="24"/>
        </w:rPr>
        <w:t xml:space="preserve">pareigybių </w:t>
      </w:r>
      <w:r w:rsidR="00E732B8" w:rsidRPr="002275A3">
        <w:rPr>
          <w:bCs/>
          <w:szCs w:val="24"/>
        </w:rPr>
        <w:t>ir nepedagoginių pareigybių, finansuojamų iš mokymo lėšų, didžiausio leistino skaičiaus 2021-2022 mokslo metams patvirtinimo“</w:t>
      </w:r>
      <w:r w:rsidR="00E732B8">
        <w:rPr>
          <w:b/>
          <w:sz w:val="28"/>
          <w:szCs w:val="28"/>
        </w:rPr>
        <w:t xml:space="preserve"> </w:t>
      </w:r>
      <w:r w:rsidR="00BF5E82">
        <w:rPr>
          <w:szCs w:val="24"/>
        </w:rPr>
        <w:t>priedo</w:t>
      </w:r>
      <w:r w:rsidR="00E732B8">
        <w:rPr>
          <w:szCs w:val="24"/>
        </w:rPr>
        <w:t xml:space="preserve"> </w:t>
      </w:r>
      <w:r w:rsidR="007F478A">
        <w:rPr>
          <w:szCs w:val="24"/>
        </w:rPr>
        <w:t>1.1.</w:t>
      </w:r>
      <w:r>
        <w:rPr>
          <w:szCs w:val="24"/>
        </w:rPr>
        <w:t xml:space="preserve"> </w:t>
      </w:r>
      <w:r w:rsidR="00FC5DE8">
        <w:rPr>
          <w:szCs w:val="24"/>
        </w:rPr>
        <w:t>punkto</w:t>
      </w:r>
      <w:r>
        <w:rPr>
          <w:szCs w:val="24"/>
        </w:rPr>
        <w:t xml:space="preserve"> „</w:t>
      </w:r>
      <w:r w:rsidR="00BF5E82">
        <w:rPr>
          <w:szCs w:val="24"/>
        </w:rPr>
        <w:t>Plungės rajono švietimo įstaigų didžiausias leistinas pedagoginių pareigybių bei nepedagoginių pareigybių, finansuojamų iš mokymo lėšų</w:t>
      </w:r>
      <w:r w:rsidR="00E732B8">
        <w:rPr>
          <w:szCs w:val="24"/>
        </w:rPr>
        <w:t>, skaičius</w:t>
      </w:r>
      <w:r w:rsidR="00BD5A59">
        <w:rPr>
          <w:szCs w:val="24"/>
        </w:rPr>
        <w:t>“</w:t>
      </w:r>
      <w:r w:rsidR="00633C34">
        <w:rPr>
          <w:szCs w:val="24"/>
        </w:rPr>
        <w:t xml:space="preserve"> </w:t>
      </w:r>
      <w:r w:rsidR="00C51153">
        <w:rPr>
          <w:szCs w:val="24"/>
        </w:rPr>
        <w:t xml:space="preserve">4 eilutę (Eil. Nr. 4), 10 eilutę (Eil. Nr. 10),  </w:t>
      </w:r>
      <w:r w:rsidR="00633C34">
        <w:rPr>
          <w:szCs w:val="24"/>
        </w:rPr>
        <w:t>1</w:t>
      </w:r>
      <w:r w:rsidR="004D2462">
        <w:rPr>
          <w:szCs w:val="24"/>
        </w:rPr>
        <w:t>4</w:t>
      </w:r>
      <w:r w:rsidR="00633C34">
        <w:rPr>
          <w:szCs w:val="24"/>
        </w:rPr>
        <w:t xml:space="preserve"> </w:t>
      </w:r>
      <w:r>
        <w:rPr>
          <w:szCs w:val="24"/>
        </w:rPr>
        <w:t>eilut</w:t>
      </w:r>
      <w:r w:rsidR="00633C34">
        <w:rPr>
          <w:szCs w:val="24"/>
        </w:rPr>
        <w:t>ę</w:t>
      </w:r>
      <w:r>
        <w:rPr>
          <w:szCs w:val="24"/>
        </w:rPr>
        <w:t xml:space="preserve"> (</w:t>
      </w:r>
      <w:r w:rsidR="004D2462">
        <w:rPr>
          <w:szCs w:val="24"/>
        </w:rPr>
        <w:t>Eil. Nr. 14</w:t>
      </w:r>
      <w:r w:rsidR="007F478A">
        <w:rPr>
          <w:szCs w:val="24"/>
        </w:rPr>
        <w:t>)  ir išdėstyti jas</w:t>
      </w:r>
      <w:r>
        <w:rPr>
          <w:szCs w:val="24"/>
        </w:rPr>
        <w:t xml:space="preserve"> nauja redakcija</w:t>
      </w:r>
      <w:r w:rsidR="00633C34">
        <w:rPr>
          <w:szCs w:val="24"/>
        </w:rPr>
        <w:t xml:space="preserve"> </w:t>
      </w:r>
      <w:r>
        <w:rPr>
          <w:szCs w:val="24"/>
        </w:rPr>
        <w:t>(pridedama).</w:t>
      </w:r>
    </w:p>
    <w:p w14:paraId="1A0CF65F" w14:textId="77777777" w:rsidR="005E601B" w:rsidRDefault="005E601B" w:rsidP="003C1FB9">
      <w:pPr>
        <w:ind w:firstLine="0"/>
        <w:rPr>
          <w:szCs w:val="24"/>
        </w:rPr>
      </w:pPr>
    </w:p>
    <w:p w14:paraId="210CBAAE" w14:textId="77777777" w:rsidR="00583E3A" w:rsidRDefault="00583E3A" w:rsidP="003C1FB9">
      <w:pPr>
        <w:ind w:firstLine="0"/>
        <w:rPr>
          <w:szCs w:val="24"/>
        </w:rPr>
      </w:pPr>
    </w:p>
    <w:p w14:paraId="7E5459D3" w14:textId="4986F897" w:rsidR="00053C26" w:rsidRDefault="00053C26" w:rsidP="009E22E3">
      <w:pPr>
        <w:tabs>
          <w:tab w:val="left" w:pos="7920"/>
        </w:tabs>
        <w:ind w:firstLine="0"/>
        <w:rPr>
          <w:szCs w:val="24"/>
        </w:rPr>
      </w:pPr>
      <w:r>
        <w:rPr>
          <w:szCs w:val="24"/>
        </w:rPr>
        <w:t>Savivaldybės meras</w:t>
      </w:r>
      <w:r w:rsidR="00583E3A">
        <w:rPr>
          <w:szCs w:val="24"/>
        </w:rPr>
        <w:t xml:space="preserve"> </w:t>
      </w:r>
      <w:r w:rsidR="00583E3A">
        <w:rPr>
          <w:szCs w:val="24"/>
        </w:rPr>
        <w:tab/>
        <w:t>Audrius Klišonis</w:t>
      </w:r>
      <w:r w:rsidR="00A17855" w:rsidRPr="00A17855">
        <w:t xml:space="preserve"> </w:t>
      </w:r>
      <w:r w:rsidR="00A754DE">
        <w:tab/>
      </w:r>
    </w:p>
    <w:p w14:paraId="0506E027" w14:textId="77777777" w:rsidR="009F138B" w:rsidRDefault="009F138B" w:rsidP="009F138B">
      <w:pPr>
        <w:widowControl w:val="0"/>
        <w:jc w:val="center"/>
        <w:rPr>
          <w:rFonts w:eastAsia="Lucida Sans Unicode"/>
          <w:b/>
          <w:kern w:val="2"/>
          <w:szCs w:val="24"/>
        </w:rPr>
      </w:pPr>
    </w:p>
    <w:p w14:paraId="73D1EC3E" w14:textId="77777777" w:rsidR="00BE4690" w:rsidRDefault="00BE4690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14:paraId="5760E994" w14:textId="77777777" w:rsidR="00C24498" w:rsidRDefault="00C24498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14:paraId="3BEDB1B3" w14:textId="77777777" w:rsidR="00C24498" w:rsidRDefault="00C24498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14:paraId="28C6FF30" w14:textId="77777777" w:rsidR="00C24498" w:rsidRDefault="00C24498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14:paraId="7538A223" w14:textId="77777777" w:rsidR="00C24498" w:rsidRDefault="00C24498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14:paraId="18B1006B" w14:textId="77777777" w:rsidR="00C24498" w:rsidRDefault="00C24498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  <w:bookmarkStart w:id="0" w:name="_GoBack"/>
      <w:bookmarkEnd w:id="0"/>
    </w:p>
    <w:p w14:paraId="5969CB55" w14:textId="77777777" w:rsidR="00C24498" w:rsidRDefault="00C24498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14:paraId="4AAA5A23" w14:textId="77777777" w:rsidR="00C24498" w:rsidRDefault="00C24498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14:paraId="0450DDE4" w14:textId="77777777" w:rsidR="00C24498" w:rsidRDefault="00C24498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14:paraId="2D5D19E5" w14:textId="77777777" w:rsidR="008369E7" w:rsidRDefault="008369E7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sectPr w:rsidR="008369E7" w:rsidSect="00921BA1">
      <w:footerReference w:type="default" r:id="rId8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41406B" w14:textId="77777777" w:rsidR="008E47D2" w:rsidRDefault="008E47D2">
      <w:r>
        <w:separator/>
      </w:r>
    </w:p>
  </w:endnote>
  <w:endnote w:type="continuationSeparator" w:id="0">
    <w:p w14:paraId="55D8FDDF" w14:textId="77777777" w:rsidR="008E47D2" w:rsidRDefault="008E47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250478" w14:textId="77777777" w:rsidR="00AD484F" w:rsidRDefault="00AD484F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B4BED6" w14:textId="77777777" w:rsidR="008E47D2" w:rsidRDefault="008E47D2">
      <w:r>
        <w:separator/>
      </w:r>
    </w:p>
  </w:footnote>
  <w:footnote w:type="continuationSeparator" w:id="0">
    <w:p w14:paraId="22E69501" w14:textId="77777777" w:rsidR="008E47D2" w:rsidRDefault="008E47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852"/>
    <w:rsid w:val="00000F3B"/>
    <w:rsid w:val="00005F22"/>
    <w:rsid w:val="00013D6D"/>
    <w:rsid w:val="00017998"/>
    <w:rsid w:val="000257DC"/>
    <w:rsid w:val="00035619"/>
    <w:rsid w:val="0005218E"/>
    <w:rsid w:val="00053C26"/>
    <w:rsid w:val="0005603B"/>
    <w:rsid w:val="00063C9F"/>
    <w:rsid w:val="00073271"/>
    <w:rsid w:val="000768A1"/>
    <w:rsid w:val="000860DD"/>
    <w:rsid w:val="0009330A"/>
    <w:rsid w:val="000B0B56"/>
    <w:rsid w:val="000B3909"/>
    <w:rsid w:val="000C718C"/>
    <w:rsid w:val="000D1694"/>
    <w:rsid w:val="000E51FC"/>
    <w:rsid w:val="000F0D82"/>
    <w:rsid w:val="000F2115"/>
    <w:rsid w:val="000F4F52"/>
    <w:rsid w:val="000F6982"/>
    <w:rsid w:val="00107D31"/>
    <w:rsid w:val="00113F9C"/>
    <w:rsid w:val="001242E5"/>
    <w:rsid w:val="0012678B"/>
    <w:rsid w:val="0014303E"/>
    <w:rsid w:val="00147F30"/>
    <w:rsid w:val="00151AC2"/>
    <w:rsid w:val="00154E83"/>
    <w:rsid w:val="00164E2C"/>
    <w:rsid w:val="00183976"/>
    <w:rsid w:val="001B5CA2"/>
    <w:rsid w:val="001C04FC"/>
    <w:rsid w:val="001D1000"/>
    <w:rsid w:val="001E4CC2"/>
    <w:rsid w:val="00206081"/>
    <w:rsid w:val="00213D4F"/>
    <w:rsid w:val="002203AE"/>
    <w:rsid w:val="00226B40"/>
    <w:rsid w:val="002275A3"/>
    <w:rsid w:val="00230EC4"/>
    <w:rsid w:val="00234759"/>
    <w:rsid w:val="00246A11"/>
    <w:rsid w:val="00251182"/>
    <w:rsid w:val="00262E40"/>
    <w:rsid w:val="002649C8"/>
    <w:rsid w:val="002A71EC"/>
    <w:rsid w:val="002C7406"/>
    <w:rsid w:val="002D30A2"/>
    <w:rsid w:val="002D6C45"/>
    <w:rsid w:val="002E0563"/>
    <w:rsid w:val="002F1486"/>
    <w:rsid w:val="003162D5"/>
    <w:rsid w:val="003256BE"/>
    <w:rsid w:val="00325A9D"/>
    <w:rsid w:val="00326F16"/>
    <w:rsid w:val="00334C42"/>
    <w:rsid w:val="003431B3"/>
    <w:rsid w:val="00343662"/>
    <w:rsid w:val="00347CE4"/>
    <w:rsid w:val="0036249C"/>
    <w:rsid w:val="00365F5C"/>
    <w:rsid w:val="00375261"/>
    <w:rsid w:val="00383A33"/>
    <w:rsid w:val="00390196"/>
    <w:rsid w:val="003A06A9"/>
    <w:rsid w:val="003A3FF3"/>
    <w:rsid w:val="003A513A"/>
    <w:rsid w:val="003A641F"/>
    <w:rsid w:val="003B554B"/>
    <w:rsid w:val="003C1FB9"/>
    <w:rsid w:val="003C40AD"/>
    <w:rsid w:val="003C5002"/>
    <w:rsid w:val="003C62F1"/>
    <w:rsid w:val="003F02EA"/>
    <w:rsid w:val="00403ED0"/>
    <w:rsid w:val="00417FD8"/>
    <w:rsid w:val="0043065E"/>
    <w:rsid w:val="0043651E"/>
    <w:rsid w:val="004413C1"/>
    <w:rsid w:val="00441F44"/>
    <w:rsid w:val="00442D73"/>
    <w:rsid w:val="004540D7"/>
    <w:rsid w:val="00456F1D"/>
    <w:rsid w:val="004710B4"/>
    <w:rsid w:val="004724ED"/>
    <w:rsid w:val="00477D11"/>
    <w:rsid w:val="00481FAA"/>
    <w:rsid w:val="004834E6"/>
    <w:rsid w:val="00484ADE"/>
    <w:rsid w:val="004918D9"/>
    <w:rsid w:val="004C1018"/>
    <w:rsid w:val="004D2462"/>
    <w:rsid w:val="004D3FC4"/>
    <w:rsid w:val="004E11AE"/>
    <w:rsid w:val="004F52A4"/>
    <w:rsid w:val="004F6194"/>
    <w:rsid w:val="00502587"/>
    <w:rsid w:val="00502720"/>
    <w:rsid w:val="005105F9"/>
    <w:rsid w:val="00536757"/>
    <w:rsid w:val="005369F7"/>
    <w:rsid w:val="00543572"/>
    <w:rsid w:val="00544A8F"/>
    <w:rsid w:val="00544EAC"/>
    <w:rsid w:val="00546C2C"/>
    <w:rsid w:val="0055119F"/>
    <w:rsid w:val="0056250C"/>
    <w:rsid w:val="00567E94"/>
    <w:rsid w:val="00583E3A"/>
    <w:rsid w:val="00584829"/>
    <w:rsid w:val="00590FDB"/>
    <w:rsid w:val="005910E1"/>
    <w:rsid w:val="00591809"/>
    <w:rsid w:val="00596235"/>
    <w:rsid w:val="005B05D0"/>
    <w:rsid w:val="005B4FEF"/>
    <w:rsid w:val="005D4FE1"/>
    <w:rsid w:val="005E601B"/>
    <w:rsid w:val="005E7503"/>
    <w:rsid w:val="005F2DE3"/>
    <w:rsid w:val="00604C92"/>
    <w:rsid w:val="00617DDF"/>
    <w:rsid w:val="006218B1"/>
    <w:rsid w:val="00632A68"/>
    <w:rsid w:val="00633C34"/>
    <w:rsid w:val="00657C83"/>
    <w:rsid w:val="00664C83"/>
    <w:rsid w:val="0067723D"/>
    <w:rsid w:val="006A3687"/>
    <w:rsid w:val="006A7FC1"/>
    <w:rsid w:val="006B4D4A"/>
    <w:rsid w:val="006B532D"/>
    <w:rsid w:val="006C478D"/>
    <w:rsid w:val="006D30D5"/>
    <w:rsid w:val="006D4198"/>
    <w:rsid w:val="006D550A"/>
    <w:rsid w:val="006E097E"/>
    <w:rsid w:val="006E6607"/>
    <w:rsid w:val="006F2209"/>
    <w:rsid w:val="006F40BE"/>
    <w:rsid w:val="006F76F0"/>
    <w:rsid w:val="00703AD2"/>
    <w:rsid w:val="00705E58"/>
    <w:rsid w:val="00714987"/>
    <w:rsid w:val="007171DB"/>
    <w:rsid w:val="00722E7A"/>
    <w:rsid w:val="0075155A"/>
    <w:rsid w:val="0075295C"/>
    <w:rsid w:val="00763E8A"/>
    <w:rsid w:val="007853C7"/>
    <w:rsid w:val="00786BF2"/>
    <w:rsid w:val="007A7A71"/>
    <w:rsid w:val="007F10F5"/>
    <w:rsid w:val="007F478A"/>
    <w:rsid w:val="00807F10"/>
    <w:rsid w:val="00814779"/>
    <w:rsid w:val="0082315F"/>
    <w:rsid w:val="00826D1E"/>
    <w:rsid w:val="0083044E"/>
    <w:rsid w:val="008312DB"/>
    <w:rsid w:val="008369E7"/>
    <w:rsid w:val="00865CFF"/>
    <w:rsid w:val="00882624"/>
    <w:rsid w:val="00895C9F"/>
    <w:rsid w:val="008A15CF"/>
    <w:rsid w:val="008A34F9"/>
    <w:rsid w:val="008A6812"/>
    <w:rsid w:val="008B1FCC"/>
    <w:rsid w:val="008B24F5"/>
    <w:rsid w:val="008B3276"/>
    <w:rsid w:val="008B61F5"/>
    <w:rsid w:val="008B76F9"/>
    <w:rsid w:val="008D1953"/>
    <w:rsid w:val="008E47D2"/>
    <w:rsid w:val="008F105B"/>
    <w:rsid w:val="008F5656"/>
    <w:rsid w:val="00900B3C"/>
    <w:rsid w:val="00911151"/>
    <w:rsid w:val="009210C8"/>
    <w:rsid w:val="00921BA1"/>
    <w:rsid w:val="009258FD"/>
    <w:rsid w:val="009355AE"/>
    <w:rsid w:val="00956543"/>
    <w:rsid w:val="00957BCA"/>
    <w:rsid w:val="00992CA7"/>
    <w:rsid w:val="009A41A0"/>
    <w:rsid w:val="009B1797"/>
    <w:rsid w:val="009B76EC"/>
    <w:rsid w:val="009C2CD4"/>
    <w:rsid w:val="009C6CBC"/>
    <w:rsid w:val="009D1139"/>
    <w:rsid w:val="009E1552"/>
    <w:rsid w:val="009E22E3"/>
    <w:rsid w:val="009F138B"/>
    <w:rsid w:val="009F4430"/>
    <w:rsid w:val="00A00068"/>
    <w:rsid w:val="00A066AC"/>
    <w:rsid w:val="00A13A46"/>
    <w:rsid w:val="00A14210"/>
    <w:rsid w:val="00A17855"/>
    <w:rsid w:val="00A465B2"/>
    <w:rsid w:val="00A57382"/>
    <w:rsid w:val="00A70AF4"/>
    <w:rsid w:val="00A710F8"/>
    <w:rsid w:val="00A71D72"/>
    <w:rsid w:val="00A754DE"/>
    <w:rsid w:val="00A8740F"/>
    <w:rsid w:val="00AA2B97"/>
    <w:rsid w:val="00AB0631"/>
    <w:rsid w:val="00AB40C9"/>
    <w:rsid w:val="00AB432D"/>
    <w:rsid w:val="00AC1AB6"/>
    <w:rsid w:val="00AC5852"/>
    <w:rsid w:val="00AD484F"/>
    <w:rsid w:val="00AF06BC"/>
    <w:rsid w:val="00B32BA7"/>
    <w:rsid w:val="00B43CBB"/>
    <w:rsid w:val="00B46F4E"/>
    <w:rsid w:val="00B508F0"/>
    <w:rsid w:val="00B526D7"/>
    <w:rsid w:val="00B64326"/>
    <w:rsid w:val="00B92C47"/>
    <w:rsid w:val="00B96AEB"/>
    <w:rsid w:val="00B96C7F"/>
    <w:rsid w:val="00BA470A"/>
    <w:rsid w:val="00BA4EF2"/>
    <w:rsid w:val="00BA6BCB"/>
    <w:rsid w:val="00BD3BE7"/>
    <w:rsid w:val="00BD53C4"/>
    <w:rsid w:val="00BD5A59"/>
    <w:rsid w:val="00BE4690"/>
    <w:rsid w:val="00BF0F9B"/>
    <w:rsid w:val="00BF3C4F"/>
    <w:rsid w:val="00BF5E82"/>
    <w:rsid w:val="00BF6C35"/>
    <w:rsid w:val="00C0584D"/>
    <w:rsid w:val="00C127BC"/>
    <w:rsid w:val="00C24498"/>
    <w:rsid w:val="00C24CAE"/>
    <w:rsid w:val="00C26B1A"/>
    <w:rsid w:val="00C45915"/>
    <w:rsid w:val="00C51153"/>
    <w:rsid w:val="00C664B5"/>
    <w:rsid w:val="00C81103"/>
    <w:rsid w:val="00C85588"/>
    <w:rsid w:val="00CC3523"/>
    <w:rsid w:val="00CF4AA7"/>
    <w:rsid w:val="00CF6BFC"/>
    <w:rsid w:val="00D01F6E"/>
    <w:rsid w:val="00D20AAF"/>
    <w:rsid w:val="00D25F10"/>
    <w:rsid w:val="00D54BD7"/>
    <w:rsid w:val="00D7621D"/>
    <w:rsid w:val="00D81E12"/>
    <w:rsid w:val="00D9455E"/>
    <w:rsid w:val="00D9569C"/>
    <w:rsid w:val="00DB552D"/>
    <w:rsid w:val="00DC2FD3"/>
    <w:rsid w:val="00DD58A4"/>
    <w:rsid w:val="00DE44C7"/>
    <w:rsid w:val="00DE570B"/>
    <w:rsid w:val="00E04BDF"/>
    <w:rsid w:val="00E3419F"/>
    <w:rsid w:val="00E47A32"/>
    <w:rsid w:val="00E60336"/>
    <w:rsid w:val="00E605A2"/>
    <w:rsid w:val="00E70105"/>
    <w:rsid w:val="00E705F8"/>
    <w:rsid w:val="00E732B8"/>
    <w:rsid w:val="00E76498"/>
    <w:rsid w:val="00E83324"/>
    <w:rsid w:val="00EA02DF"/>
    <w:rsid w:val="00EB7A60"/>
    <w:rsid w:val="00ED6DA0"/>
    <w:rsid w:val="00EE3076"/>
    <w:rsid w:val="00F03A2A"/>
    <w:rsid w:val="00F26875"/>
    <w:rsid w:val="00F31B9D"/>
    <w:rsid w:val="00F31FC8"/>
    <w:rsid w:val="00F36567"/>
    <w:rsid w:val="00F40A98"/>
    <w:rsid w:val="00F4104E"/>
    <w:rsid w:val="00F443E1"/>
    <w:rsid w:val="00F60B65"/>
    <w:rsid w:val="00F66FD0"/>
    <w:rsid w:val="00F8014A"/>
    <w:rsid w:val="00F975E2"/>
    <w:rsid w:val="00FA7F3D"/>
    <w:rsid w:val="00FC5DE8"/>
    <w:rsid w:val="00FF1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1FCF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AC5852"/>
    <w:rPr>
      <w:rFonts w:ascii="Tahoma" w:hAnsi="Tahoma" w:cs="Tahoma"/>
      <w:sz w:val="16"/>
      <w:szCs w:val="16"/>
    </w:rPr>
  </w:style>
  <w:style w:type="paragraph" w:customStyle="1" w:styleId="DiagramaDiagramaCharChar">
    <w:name w:val="Diagrama Diagrama Char Char"/>
    <w:basedOn w:val="prastasis"/>
    <w:rsid w:val="00053C2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DiagramaDiagrama">
    <w:name w:val="Char Char Diagrama Diagrama"/>
    <w:basedOn w:val="prastasis"/>
    <w:rsid w:val="00053C2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">
    <w:name w:val="Diagrama Diagrama"/>
    <w:basedOn w:val="prastasis"/>
    <w:rsid w:val="009F138B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Sraopastraipa">
    <w:name w:val="List Paragraph"/>
    <w:basedOn w:val="prastasis"/>
    <w:uiPriority w:val="34"/>
    <w:qFormat/>
    <w:rsid w:val="00AB432D"/>
    <w:pPr>
      <w:ind w:left="720"/>
      <w:contextualSpacing/>
    </w:pPr>
  </w:style>
  <w:style w:type="paragraph" w:styleId="Pataisymai">
    <w:name w:val="Revision"/>
    <w:hidden/>
    <w:uiPriority w:val="99"/>
    <w:semiHidden/>
    <w:rsid w:val="001242E5"/>
    <w:rPr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AC5852"/>
    <w:rPr>
      <w:rFonts w:ascii="Tahoma" w:hAnsi="Tahoma" w:cs="Tahoma"/>
      <w:sz w:val="16"/>
      <w:szCs w:val="16"/>
    </w:rPr>
  </w:style>
  <w:style w:type="paragraph" w:customStyle="1" w:styleId="DiagramaDiagramaCharChar">
    <w:name w:val="Diagrama Diagrama Char Char"/>
    <w:basedOn w:val="prastasis"/>
    <w:rsid w:val="00053C2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DiagramaDiagrama">
    <w:name w:val="Char Char Diagrama Diagrama"/>
    <w:basedOn w:val="prastasis"/>
    <w:rsid w:val="00053C2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">
    <w:name w:val="Diagrama Diagrama"/>
    <w:basedOn w:val="prastasis"/>
    <w:rsid w:val="009F138B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Sraopastraipa">
    <w:name w:val="List Paragraph"/>
    <w:basedOn w:val="prastasis"/>
    <w:uiPriority w:val="34"/>
    <w:qFormat/>
    <w:rsid w:val="00AB432D"/>
    <w:pPr>
      <w:ind w:left="720"/>
      <w:contextualSpacing/>
    </w:pPr>
  </w:style>
  <w:style w:type="paragraph" w:styleId="Pataisymai">
    <w:name w:val="Revision"/>
    <w:hidden/>
    <w:uiPriority w:val="99"/>
    <w:semiHidden/>
    <w:rsid w:val="001242E5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988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4CCD5D1</Template>
  <TotalTime>4</TotalTime>
  <Pages>1</Pages>
  <Words>731</Words>
  <Characters>417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ADMINISTRATORIUS</vt:lpstr>
    </vt:vector>
  </TitlesOfParts>
  <Company>Microsoft</Company>
  <LinksUpToDate>false</LinksUpToDate>
  <CharactersWithSpaces>1146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Jovita Šumskienė</cp:lastModifiedBy>
  <cp:revision>5</cp:revision>
  <cp:lastPrinted>2018-10-23T09:21:00Z</cp:lastPrinted>
  <dcterms:created xsi:type="dcterms:W3CDTF">2022-03-17T06:10:00Z</dcterms:created>
  <dcterms:modified xsi:type="dcterms:W3CDTF">2022-03-24T15:24:00Z</dcterms:modified>
</cp:coreProperties>
</file>