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C66CFC" w14:textId="77777777" w:rsidR="00D56554" w:rsidRDefault="00AA5B7C" w:rsidP="00E128B2">
      <w:pPr>
        <w:ind w:firstLine="737"/>
        <w:jc w:val="right"/>
        <w:rPr>
          <w:b/>
        </w:rPr>
      </w:pPr>
      <w:r>
        <w:rPr>
          <w:b/>
        </w:rPr>
        <w:t>Projektas</w:t>
      </w:r>
    </w:p>
    <w:p w14:paraId="024FC948" w14:textId="77777777" w:rsidR="00E534C8" w:rsidRPr="00C069E9" w:rsidRDefault="00D56554" w:rsidP="00FC2FE8">
      <w:pPr>
        <w:jc w:val="center"/>
        <w:rPr>
          <w:b/>
          <w:sz w:val="28"/>
          <w:szCs w:val="28"/>
        </w:rPr>
      </w:pPr>
      <w:r w:rsidRPr="00C069E9">
        <w:rPr>
          <w:b/>
          <w:sz w:val="28"/>
          <w:szCs w:val="28"/>
        </w:rPr>
        <w:t>PLUNGĖS RAJONO SAVIVALDYBĖS</w:t>
      </w:r>
    </w:p>
    <w:p w14:paraId="49E97871" w14:textId="77777777" w:rsidR="00D56554" w:rsidRPr="00C069E9" w:rsidRDefault="00D56554" w:rsidP="00FC2FE8">
      <w:pPr>
        <w:jc w:val="center"/>
        <w:rPr>
          <w:b/>
          <w:sz w:val="28"/>
          <w:szCs w:val="28"/>
        </w:rPr>
      </w:pPr>
      <w:r w:rsidRPr="00C069E9">
        <w:rPr>
          <w:b/>
          <w:sz w:val="28"/>
          <w:szCs w:val="28"/>
        </w:rPr>
        <w:t>TARYBA</w:t>
      </w:r>
    </w:p>
    <w:p w14:paraId="1CBE641E" w14:textId="77777777" w:rsidR="00D56554" w:rsidRPr="00C069E9" w:rsidRDefault="00D56554" w:rsidP="003541FC">
      <w:pPr>
        <w:rPr>
          <w:b/>
          <w:sz w:val="28"/>
          <w:szCs w:val="28"/>
        </w:rPr>
      </w:pPr>
    </w:p>
    <w:p w14:paraId="4F138DF1" w14:textId="77777777" w:rsidR="00D56554" w:rsidRPr="00C069E9" w:rsidRDefault="00D56554" w:rsidP="00FC2FE8">
      <w:pPr>
        <w:jc w:val="center"/>
        <w:rPr>
          <w:b/>
          <w:sz w:val="28"/>
          <w:szCs w:val="28"/>
        </w:rPr>
      </w:pPr>
      <w:r w:rsidRPr="00C069E9">
        <w:rPr>
          <w:b/>
          <w:sz w:val="28"/>
          <w:szCs w:val="28"/>
        </w:rPr>
        <w:t>SPRENDIMAS</w:t>
      </w:r>
    </w:p>
    <w:p w14:paraId="3C39357C" w14:textId="77777777" w:rsidR="003541FC" w:rsidRPr="00C069E9" w:rsidRDefault="00D56554" w:rsidP="003541FC">
      <w:pPr>
        <w:jc w:val="center"/>
        <w:rPr>
          <w:b/>
          <w:caps/>
          <w:sz w:val="28"/>
          <w:szCs w:val="28"/>
        </w:rPr>
      </w:pPr>
      <w:r w:rsidRPr="00C069E9">
        <w:rPr>
          <w:b/>
          <w:caps/>
          <w:sz w:val="28"/>
          <w:szCs w:val="28"/>
        </w:rPr>
        <w:t xml:space="preserve">DĖL </w:t>
      </w:r>
      <w:r w:rsidR="0074495F" w:rsidRPr="00C069E9">
        <w:rPr>
          <w:b/>
          <w:caps/>
          <w:sz w:val="28"/>
          <w:szCs w:val="28"/>
        </w:rPr>
        <w:t>PLUNGĖS RAJONO SAVIVALDYBĖS</w:t>
      </w:r>
      <w:r w:rsidR="003541FC" w:rsidRPr="00C069E9">
        <w:rPr>
          <w:b/>
          <w:caps/>
          <w:sz w:val="28"/>
          <w:szCs w:val="28"/>
        </w:rPr>
        <w:t xml:space="preserve"> TARYBOS 20</w:t>
      </w:r>
      <w:r w:rsidR="004106B4">
        <w:rPr>
          <w:b/>
          <w:caps/>
          <w:sz w:val="28"/>
          <w:szCs w:val="28"/>
        </w:rPr>
        <w:t>1</w:t>
      </w:r>
      <w:r w:rsidR="008D5B63">
        <w:rPr>
          <w:b/>
          <w:caps/>
          <w:sz w:val="28"/>
          <w:szCs w:val="28"/>
        </w:rPr>
        <w:t>5</w:t>
      </w:r>
      <w:r w:rsidR="00137B83" w:rsidRPr="00C069E9">
        <w:rPr>
          <w:b/>
          <w:caps/>
          <w:sz w:val="28"/>
          <w:szCs w:val="28"/>
        </w:rPr>
        <w:t xml:space="preserve"> m. </w:t>
      </w:r>
      <w:r w:rsidR="004106B4">
        <w:rPr>
          <w:b/>
          <w:caps/>
          <w:sz w:val="28"/>
          <w:szCs w:val="28"/>
        </w:rPr>
        <w:t xml:space="preserve">balandžio </w:t>
      </w:r>
      <w:r w:rsidR="008D5B63">
        <w:rPr>
          <w:b/>
          <w:caps/>
          <w:sz w:val="28"/>
          <w:szCs w:val="28"/>
        </w:rPr>
        <w:t>30</w:t>
      </w:r>
      <w:r w:rsidR="00137B83" w:rsidRPr="00C069E9">
        <w:rPr>
          <w:b/>
          <w:caps/>
          <w:sz w:val="28"/>
          <w:szCs w:val="28"/>
        </w:rPr>
        <w:t xml:space="preserve"> d. SPREn</w:t>
      </w:r>
      <w:r w:rsidR="003541FC" w:rsidRPr="00C069E9">
        <w:rPr>
          <w:b/>
          <w:caps/>
          <w:sz w:val="28"/>
          <w:szCs w:val="28"/>
        </w:rPr>
        <w:t>DIMO Nr. T1-</w:t>
      </w:r>
      <w:r w:rsidR="004106B4">
        <w:rPr>
          <w:b/>
          <w:caps/>
          <w:sz w:val="28"/>
          <w:szCs w:val="28"/>
        </w:rPr>
        <w:t>10</w:t>
      </w:r>
      <w:r w:rsidR="008D5B63">
        <w:rPr>
          <w:b/>
          <w:caps/>
          <w:sz w:val="28"/>
          <w:szCs w:val="28"/>
        </w:rPr>
        <w:t>8</w:t>
      </w:r>
      <w:r w:rsidR="003541FC" w:rsidRPr="00C069E9">
        <w:rPr>
          <w:b/>
          <w:caps/>
          <w:sz w:val="28"/>
          <w:szCs w:val="28"/>
        </w:rPr>
        <w:t xml:space="preserve"> ,,DĖL </w:t>
      </w:r>
      <w:r w:rsidR="008D5B63">
        <w:rPr>
          <w:b/>
          <w:caps/>
          <w:sz w:val="28"/>
          <w:szCs w:val="28"/>
        </w:rPr>
        <w:t>PRITARIMO DALYVAUTI, STEIGIANT asociaciją plungės miesto vietos veiklos grupę, bei jos veikloje</w:t>
      </w:r>
      <w:r w:rsidR="004106B4">
        <w:rPr>
          <w:b/>
          <w:caps/>
          <w:sz w:val="28"/>
          <w:szCs w:val="28"/>
        </w:rPr>
        <w:t>“ PAKEITIMO</w:t>
      </w:r>
    </w:p>
    <w:p w14:paraId="79C5B534" w14:textId="77777777" w:rsidR="003541FC" w:rsidRDefault="003541FC" w:rsidP="0074495F">
      <w:pPr>
        <w:jc w:val="center"/>
        <w:rPr>
          <w:b/>
          <w:caps/>
        </w:rPr>
      </w:pPr>
    </w:p>
    <w:p w14:paraId="30C57FF5" w14:textId="77777777" w:rsidR="00D56554" w:rsidRDefault="00E534C8" w:rsidP="00FC2FE8">
      <w:pPr>
        <w:jc w:val="center"/>
      </w:pPr>
      <w:r>
        <w:t>20</w:t>
      </w:r>
      <w:r w:rsidR="008D5B63">
        <w:t>22 m. kovo</w:t>
      </w:r>
      <w:r w:rsidR="003541FC">
        <w:t xml:space="preserve"> </w:t>
      </w:r>
      <w:r w:rsidR="008D5B63">
        <w:t>24</w:t>
      </w:r>
      <w:r w:rsidR="00B023D0">
        <w:t xml:space="preserve"> </w:t>
      </w:r>
      <w:r>
        <w:t xml:space="preserve">d. </w:t>
      </w:r>
      <w:r w:rsidR="00D56554">
        <w:t>Nr.</w:t>
      </w:r>
      <w:r>
        <w:t xml:space="preserve"> T1-</w:t>
      </w:r>
    </w:p>
    <w:p w14:paraId="2EB9214D" w14:textId="5F11D1DB" w:rsidR="00594FDA" w:rsidRPr="002352CB" w:rsidRDefault="00D56554" w:rsidP="002352CB">
      <w:pPr>
        <w:jc w:val="center"/>
        <w:rPr>
          <w:b/>
        </w:rPr>
      </w:pPr>
      <w:r>
        <w:t>Plungė</w:t>
      </w:r>
    </w:p>
    <w:p w14:paraId="0F3F611D" w14:textId="77777777" w:rsidR="002F003F" w:rsidRDefault="002F003F" w:rsidP="00095E47">
      <w:pPr>
        <w:ind w:firstLine="720"/>
        <w:jc w:val="both"/>
      </w:pPr>
    </w:p>
    <w:p w14:paraId="0D7D5CB8" w14:textId="4B91827C" w:rsidR="004106B4" w:rsidRDefault="004106B4" w:rsidP="00095E47">
      <w:pPr>
        <w:ind w:firstLine="720"/>
        <w:jc w:val="both"/>
      </w:pPr>
      <w:r>
        <w:t>Plun</w:t>
      </w:r>
      <w:r w:rsidR="002352CB">
        <w:t xml:space="preserve">gės rajono savivaldybės taryba </w:t>
      </w:r>
      <w:r>
        <w:t>n u s p r e n d ž i a:</w:t>
      </w:r>
    </w:p>
    <w:p w14:paraId="1D5AC7C0" w14:textId="64E57DD1" w:rsidR="00DE2EB2" w:rsidRDefault="004106B4" w:rsidP="004106B4">
      <w:pPr>
        <w:ind w:firstLine="720"/>
        <w:jc w:val="both"/>
      </w:pPr>
      <w:r>
        <w:t>Pakeisti Plungės rajono savivaldybės tarybos 20</w:t>
      </w:r>
      <w:r w:rsidR="008D5B63">
        <w:t>15</w:t>
      </w:r>
      <w:r>
        <w:t xml:space="preserve"> m. balandžio </w:t>
      </w:r>
      <w:r w:rsidR="008D5B63">
        <w:t>30 d. sprendimo</w:t>
      </w:r>
      <w:r>
        <w:t xml:space="preserve"> Nr. T1-10</w:t>
      </w:r>
      <w:r w:rsidR="008D5B63">
        <w:t>8</w:t>
      </w:r>
      <w:r>
        <w:t xml:space="preserve"> „Dėl </w:t>
      </w:r>
      <w:r w:rsidR="008D5B63">
        <w:t>pritarimo dalyvauti, steigiant asociaciją Plungės miesto vietos veiklos grupę, bei jos veikloje</w:t>
      </w:r>
      <w:r>
        <w:t xml:space="preserve">“ </w:t>
      </w:r>
      <w:r w:rsidR="00153EB6">
        <w:t>4 punktą</w:t>
      </w:r>
      <w:r w:rsidR="00B96C31">
        <w:t xml:space="preserve"> </w:t>
      </w:r>
      <w:r w:rsidR="00BC4A4B">
        <w:t xml:space="preserve">ir </w:t>
      </w:r>
      <w:r w:rsidR="00153EB6">
        <w:t>išdėstyti</w:t>
      </w:r>
      <w:r w:rsidR="00BC4A4B">
        <w:t xml:space="preserve"> jį taip</w:t>
      </w:r>
      <w:r w:rsidR="00153EB6">
        <w:t>:</w:t>
      </w:r>
    </w:p>
    <w:p w14:paraId="3EADE079" w14:textId="77777777" w:rsidR="00153EB6" w:rsidRDefault="00153EB6" w:rsidP="004106B4">
      <w:pPr>
        <w:ind w:firstLine="720"/>
        <w:jc w:val="both"/>
      </w:pPr>
      <w:r>
        <w:t xml:space="preserve">„4. Deleguoti Plungės rajono savivaldybės merą Audrių Klišonį, ........................., Viešųjų pirkimų skyriaus vedėją Jūratę </w:t>
      </w:r>
      <w:proofErr w:type="spellStart"/>
      <w:r>
        <w:t>Garčinskaitę</w:t>
      </w:r>
      <w:proofErr w:type="spellEnd"/>
      <w:r>
        <w:t xml:space="preserve"> į asociacijos Plungės miesto vietos veiklos grupės valdybą atstovauti Plungės rajono savivaldybės interesams“.</w:t>
      </w:r>
    </w:p>
    <w:p w14:paraId="2F8965FD" w14:textId="77777777" w:rsidR="00E534C8" w:rsidRDefault="00E534C8" w:rsidP="00594FDA">
      <w:pPr>
        <w:jc w:val="both"/>
      </w:pPr>
    </w:p>
    <w:p w14:paraId="2847A331" w14:textId="77777777" w:rsidR="002352CB" w:rsidRDefault="002352CB" w:rsidP="00594FDA">
      <w:pPr>
        <w:jc w:val="both"/>
      </w:pPr>
    </w:p>
    <w:p w14:paraId="451A6131" w14:textId="77777777" w:rsidR="00395865" w:rsidRDefault="00395865" w:rsidP="00395865">
      <w:pPr>
        <w:jc w:val="both"/>
      </w:pPr>
      <w:r>
        <w:t>Savivaldybės mer</w:t>
      </w:r>
      <w:r w:rsidR="002E5472">
        <w:t>as</w:t>
      </w:r>
      <w:r>
        <w:t xml:space="preserve">       </w:t>
      </w:r>
      <w:r w:rsidR="002E5472">
        <w:tab/>
      </w:r>
      <w:r w:rsidR="002E5472">
        <w:tab/>
      </w:r>
    </w:p>
    <w:p w14:paraId="200F7D2E" w14:textId="77777777" w:rsidR="00DE2EB2" w:rsidRDefault="00DE2EB2" w:rsidP="00594FDA">
      <w:pPr>
        <w:ind w:firstLine="737"/>
        <w:jc w:val="both"/>
      </w:pPr>
    </w:p>
    <w:p w14:paraId="0D42022A" w14:textId="77777777" w:rsidR="00161FDA" w:rsidRDefault="00161FDA" w:rsidP="00594FDA">
      <w:pPr>
        <w:ind w:firstLine="737"/>
        <w:jc w:val="both"/>
      </w:pPr>
    </w:p>
    <w:p w14:paraId="3859BE6E" w14:textId="77777777" w:rsidR="00161FDA" w:rsidRDefault="00161FDA" w:rsidP="00594FDA">
      <w:pPr>
        <w:ind w:firstLine="737"/>
        <w:jc w:val="both"/>
      </w:pPr>
    </w:p>
    <w:p w14:paraId="65EB4C23" w14:textId="77777777" w:rsidR="00594FDA" w:rsidRDefault="00594FDA" w:rsidP="00594FDA">
      <w:pPr>
        <w:ind w:firstLine="737"/>
        <w:jc w:val="both"/>
      </w:pPr>
    </w:p>
    <w:p w14:paraId="35E894FB" w14:textId="77777777" w:rsidR="002352CB" w:rsidRDefault="002352CB" w:rsidP="00594FDA">
      <w:pPr>
        <w:ind w:firstLine="737"/>
        <w:jc w:val="both"/>
      </w:pPr>
    </w:p>
    <w:p w14:paraId="36A82658" w14:textId="77777777" w:rsidR="002352CB" w:rsidRDefault="002352CB" w:rsidP="00594FDA">
      <w:pPr>
        <w:ind w:firstLine="737"/>
        <w:jc w:val="both"/>
      </w:pPr>
    </w:p>
    <w:p w14:paraId="6BD3CA8B" w14:textId="77777777" w:rsidR="002352CB" w:rsidRDefault="002352CB" w:rsidP="00594FDA">
      <w:pPr>
        <w:ind w:firstLine="737"/>
        <w:jc w:val="both"/>
      </w:pPr>
    </w:p>
    <w:p w14:paraId="370E28C3" w14:textId="77777777" w:rsidR="002352CB" w:rsidRDefault="002352CB" w:rsidP="00594FDA">
      <w:pPr>
        <w:ind w:firstLine="737"/>
        <w:jc w:val="both"/>
      </w:pPr>
    </w:p>
    <w:p w14:paraId="353E9AD4" w14:textId="77777777" w:rsidR="002352CB" w:rsidRDefault="002352CB" w:rsidP="00594FDA">
      <w:pPr>
        <w:ind w:firstLine="737"/>
        <w:jc w:val="both"/>
      </w:pPr>
    </w:p>
    <w:p w14:paraId="3DC696A0" w14:textId="77777777" w:rsidR="002352CB" w:rsidRDefault="002352CB" w:rsidP="00594FDA">
      <w:pPr>
        <w:ind w:firstLine="737"/>
        <w:jc w:val="both"/>
      </w:pPr>
    </w:p>
    <w:p w14:paraId="068D4947" w14:textId="77777777" w:rsidR="002352CB" w:rsidRDefault="002352CB" w:rsidP="00594FDA">
      <w:pPr>
        <w:ind w:firstLine="737"/>
        <w:jc w:val="both"/>
      </w:pPr>
    </w:p>
    <w:p w14:paraId="7540D167" w14:textId="77777777" w:rsidR="002352CB" w:rsidRDefault="002352CB" w:rsidP="00594FDA">
      <w:pPr>
        <w:ind w:firstLine="737"/>
        <w:jc w:val="both"/>
      </w:pPr>
    </w:p>
    <w:p w14:paraId="52AE477D" w14:textId="77777777" w:rsidR="002352CB" w:rsidRDefault="002352CB" w:rsidP="00594FDA">
      <w:pPr>
        <w:ind w:firstLine="737"/>
        <w:jc w:val="both"/>
      </w:pPr>
    </w:p>
    <w:p w14:paraId="02F975FC" w14:textId="77777777" w:rsidR="002352CB" w:rsidRDefault="002352CB" w:rsidP="00594FDA">
      <w:pPr>
        <w:ind w:firstLine="737"/>
        <w:jc w:val="both"/>
      </w:pPr>
    </w:p>
    <w:p w14:paraId="372FE36B" w14:textId="77777777" w:rsidR="002352CB" w:rsidRDefault="002352CB" w:rsidP="00594FDA">
      <w:pPr>
        <w:ind w:firstLine="737"/>
        <w:jc w:val="both"/>
      </w:pPr>
    </w:p>
    <w:p w14:paraId="4334536B" w14:textId="77777777" w:rsidR="002352CB" w:rsidRDefault="002352CB" w:rsidP="00594FDA">
      <w:pPr>
        <w:ind w:firstLine="737"/>
        <w:jc w:val="both"/>
      </w:pPr>
    </w:p>
    <w:p w14:paraId="49710EA8" w14:textId="77777777" w:rsidR="002352CB" w:rsidRDefault="002352CB" w:rsidP="00594FDA">
      <w:pPr>
        <w:ind w:firstLine="737"/>
        <w:jc w:val="both"/>
      </w:pPr>
    </w:p>
    <w:p w14:paraId="114C1442" w14:textId="77777777" w:rsidR="002352CB" w:rsidRDefault="002352CB" w:rsidP="00594FDA">
      <w:pPr>
        <w:ind w:firstLine="737"/>
        <w:jc w:val="both"/>
      </w:pPr>
    </w:p>
    <w:p w14:paraId="2EB1D78F" w14:textId="77777777" w:rsidR="002352CB" w:rsidRDefault="002352CB" w:rsidP="00594FDA">
      <w:pPr>
        <w:ind w:firstLine="737"/>
        <w:jc w:val="both"/>
      </w:pPr>
    </w:p>
    <w:p w14:paraId="77A74989" w14:textId="77777777" w:rsidR="002352CB" w:rsidRDefault="002352CB" w:rsidP="00594FDA">
      <w:pPr>
        <w:ind w:firstLine="737"/>
        <w:jc w:val="both"/>
      </w:pPr>
    </w:p>
    <w:p w14:paraId="67BCFCA3" w14:textId="77777777" w:rsidR="002352CB" w:rsidRDefault="002352CB" w:rsidP="00594FDA">
      <w:pPr>
        <w:ind w:firstLine="737"/>
        <w:jc w:val="both"/>
      </w:pPr>
    </w:p>
    <w:p w14:paraId="0ED4D42D" w14:textId="77777777" w:rsidR="00DE2EB2" w:rsidRDefault="00DE2EB2" w:rsidP="00594FDA">
      <w:pPr>
        <w:jc w:val="both"/>
      </w:pPr>
      <w:r>
        <w:t>SUDERINTA:</w:t>
      </w:r>
    </w:p>
    <w:p w14:paraId="15DC86AF" w14:textId="77777777" w:rsidR="00E534C8" w:rsidRDefault="00E534C8" w:rsidP="00594FDA">
      <w:pPr>
        <w:jc w:val="both"/>
      </w:pPr>
      <w:r>
        <w:t>Administracij</w:t>
      </w:r>
      <w:r w:rsidR="00095E47">
        <w:t>os direktorius Mindaugas Kaunas</w:t>
      </w:r>
    </w:p>
    <w:p w14:paraId="4827B43A" w14:textId="77777777" w:rsidR="00E534C8" w:rsidRDefault="00E534C8" w:rsidP="00E534C8">
      <w:pPr>
        <w:jc w:val="both"/>
      </w:pPr>
      <w:r>
        <w:t>Kalb</w:t>
      </w:r>
      <w:r w:rsidR="00095E47">
        <w:t>os tvarkytojas Algirdas Eidukaitis</w:t>
      </w:r>
    </w:p>
    <w:p w14:paraId="3639E7F1" w14:textId="77777777" w:rsidR="00F4030E" w:rsidRDefault="0005740E" w:rsidP="00E534C8">
      <w:pPr>
        <w:jc w:val="both"/>
      </w:pPr>
      <w:r w:rsidRPr="00343C4B">
        <w:t>Juridinio ir personalo administravimo skyriaus</w:t>
      </w:r>
      <w:r w:rsidR="00E534C8" w:rsidRPr="00343C4B">
        <w:t xml:space="preserve"> </w:t>
      </w:r>
      <w:r w:rsidRPr="00343C4B">
        <w:t xml:space="preserve">vedėjas </w:t>
      </w:r>
      <w:r w:rsidR="00095E47">
        <w:t>Vytautas Tumas</w:t>
      </w:r>
    </w:p>
    <w:p w14:paraId="6BF5AEFB" w14:textId="77777777" w:rsidR="007F488D" w:rsidRDefault="007F488D" w:rsidP="00594FDA">
      <w:pPr>
        <w:jc w:val="both"/>
      </w:pPr>
    </w:p>
    <w:p w14:paraId="16E0CB4D" w14:textId="77F6109F" w:rsidR="009A6388" w:rsidRPr="000D029E" w:rsidRDefault="00E534C8" w:rsidP="000D029E">
      <w:pPr>
        <w:jc w:val="both"/>
      </w:pPr>
      <w:r>
        <w:t>Sprendimą rengė</w:t>
      </w:r>
      <w:r w:rsidR="002352CB">
        <w:t xml:space="preserve"> </w:t>
      </w:r>
      <w:r w:rsidR="007F488D">
        <w:t>Strateginio planavimo ir investicijų skyriaus vedėja Žaneta Vaitkuvienė</w:t>
      </w:r>
    </w:p>
    <w:p w14:paraId="71048F28" w14:textId="0DF108D5" w:rsidR="009A6388" w:rsidRPr="002F3083" w:rsidRDefault="005F312C" w:rsidP="009A6388">
      <w:pPr>
        <w:jc w:val="center"/>
        <w:rPr>
          <w:b/>
          <w:lang w:eastAsia="my-MM" w:bidi="my-MM"/>
        </w:rPr>
      </w:pPr>
      <w:r>
        <w:rPr>
          <w:b/>
          <w:lang w:eastAsia="my-MM" w:bidi="my-MM"/>
        </w:rPr>
        <w:lastRenderedPageBreak/>
        <w:br/>
      </w:r>
      <w:r w:rsidR="00BC4A4B">
        <w:rPr>
          <w:b/>
          <w:lang w:eastAsia="my-MM" w:bidi="my-MM"/>
        </w:rPr>
        <w:t xml:space="preserve">STRATEGINIO PLANAVIMO IR INVESTICIJŲ </w:t>
      </w:r>
      <w:r w:rsidR="002F3083" w:rsidRPr="002F3083">
        <w:rPr>
          <w:b/>
          <w:lang w:eastAsia="my-MM" w:bidi="my-MM"/>
        </w:rPr>
        <w:t>SKYRIUS</w:t>
      </w:r>
    </w:p>
    <w:p w14:paraId="56F4EC6A" w14:textId="77777777" w:rsidR="009A6388" w:rsidRPr="006975E2" w:rsidRDefault="009A6388" w:rsidP="009A6388">
      <w:pPr>
        <w:jc w:val="center"/>
        <w:rPr>
          <w:b/>
        </w:rPr>
      </w:pPr>
    </w:p>
    <w:p w14:paraId="0D1E7427" w14:textId="77777777" w:rsidR="009A6388" w:rsidRPr="006975E2" w:rsidRDefault="009A6388" w:rsidP="009A6388">
      <w:pPr>
        <w:jc w:val="center"/>
        <w:rPr>
          <w:b/>
        </w:rPr>
      </w:pPr>
      <w:r w:rsidRPr="006975E2">
        <w:rPr>
          <w:b/>
        </w:rPr>
        <w:t>AIŠKINAMASIS RAŠTAS</w:t>
      </w:r>
    </w:p>
    <w:p w14:paraId="645AC73F" w14:textId="77777777" w:rsidR="009A6388" w:rsidRPr="006975E2" w:rsidRDefault="009A6388" w:rsidP="009A6388">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9A6388" w:rsidRPr="006975E2" w14:paraId="0A7491FD" w14:textId="77777777" w:rsidTr="004106B4">
        <w:tc>
          <w:tcPr>
            <w:tcW w:w="9854" w:type="dxa"/>
            <w:shd w:val="clear" w:color="auto" w:fill="auto"/>
          </w:tcPr>
          <w:p w14:paraId="099A95E1" w14:textId="77777777" w:rsidR="009A6388" w:rsidRPr="006975E2" w:rsidRDefault="009A6388" w:rsidP="004106B4">
            <w:pPr>
              <w:jc w:val="center"/>
              <w:rPr>
                <w:b/>
                <w:caps/>
              </w:rPr>
            </w:pPr>
            <w:r>
              <w:rPr>
                <w:b/>
                <w:caps/>
              </w:rPr>
              <w:t>„</w:t>
            </w:r>
            <w:r w:rsidR="00FF6C88" w:rsidRPr="00FF6C88">
              <w:rPr>
                <w:b/>
                <w:caps/>
              </w:rPr>
              <w:t>DĖL PLUNGĖS RAJONO SAVIVALDYBĖS TARYBOS 2015 M. BALANDŽIO 30 D. SPRENDIMO NR. T1-108 ,,DĖL PRITARIMO DALYVAUTI, STEIGIANT ASOCIACIJĄ PLUNGĖS MIESTO VIETOS VEIKLOS GRUPĘ, BEI JOS VEIKLOJE“ PAKEITIMO</w:t>
            </w:r>
            <w:r w:rsidR="00FF6C88">
              <w:rPr>
                <w:b/>
                <w:caps/>
              </w:rPr>
              <w:t>“</w:t>
            </w:r>
          </w:p>
        </w:tc>
      </w:tr>
      <w:tr w:rsidR="009A6388" w:rsidRPr="002E25C0" w14:paraId="56A5B016" w14:textId="77777777" w:rsidTr="004106B4">
        <w:tc>
          <w:tcPr>
            <w:tcW w:w="9854" w:type="dxa"/>
            <w:shd w:val="clear" w:color="auto" w:fill="auto"/>
          </w:tcPr>
          <w:p w14:paraId="351141B2" w14:textId="77777777" w:rsidR="009A6388" w:rsidRDefault="009A6388" w:rsidP="004106B4">
            <w:pPr>
              <w:jc w:val="center"/>
            </w:pPr>
          </w:p>
          <w:p w14:paraId="721218A3" w14:textId="77777777" w:rsidR="009A6388" w:rsidRDefault="009A6388" w:rsidP="004106B4">
            <w:pPr>
              <w:jc w:val="center"/>
            </w:pPr>
            <w:r>
              <w:t>202</w:t>
            </w:r>
            <w:r w:rsidR="00FF6C88">
              <w:t>2</w:t>
            </w:r>
            <w:r w:rsidR="0038115E">
              <w:t xml:space="preserve"> </w:t>
            </w:r>
            <w:r>
              <w:t xml:space="preserve">m. </w:t>
            </w:r>
            <w:r w:rsidR="00FF6C88">
              <w:t>vasario 24</w:t>
            </w:r>
            <w:r>
              <w:t xml:space="preserve"> d.</w:t>
            </w:r>
            <w:r w:rsidRPr="002E25C0">
              <w:t xml:space="preserve"> </w:t>
            </w:r>
          </w:p>
          <w:p w14:paraId="3B48104A" w14:textId="77777777" w:rsidR="009A6388" w:rsidRPr="002E25C0" w:rsidRDefault="009A6388" w:rsidP="004106B4">
            <w:pPr>
              <w:jc w:val="center"/>
            </w:pPr>
            <w:r w:rsidRPr="002E25C0">
              <w:t>Plungė</w:t>
            </w:r>
          </w:p>
        </w:tc>
      </w:tr>
    </w:tbl>
    <w:p w14:paraId="2D612797" w14:textId="77777777" w:rsidR="009A6388" w:rsidRDefault="009A6388" w:rsidP="009A6388"/>
    <w:p w14:paraId="03389F68" w14:textId="77777777" w:rsidR="001E7AD8" w:rsidRDefault="009A6388" w:rsidP="009A6388">
      <w:pPr>
        <w:ind w:firstLine="720"/>
        <w:jc w:val="both"/>
      </w:pPr>
      <w:r>
        <w:rPr>
          <w:b/>
        </w:rPr>
        <w:t xml:space="preserve">1. </w:t>
      </w:r>
      <w:r w:rsidRPr="009F3DBF">
        <w:rPr>
          <w:b/>
        </w:rPr>
        <w:t>Parengto teisės akto projekto tikslai</w:t>
      </w:r>
      <w:r>
        <w:rPr>
          <w:b/>
        </w:rPr>
        <w:t>,</w:t>
      </w:r>
      <w:r w:rsidR="00B91BC4">
        <w:rPr>
          <w:b/>
        </w:rPr>
        <w:t xml:space="preserve"> </w:t>
      </w:r>
      <w:r w:rsidR="00D06F5E">
        <w:rPr>
          <w:b/>
        </w:rPr>
        <w:t>uždaviniai</w:t>
      </w:r>
      <w:r w:rsidR="00B91BC4">
        <w:rPr>
          <w:b/>
        </w:rPr>
        <w:t>,</w:t>
      </w:r>
      <w:r>
        <w:rPr>
          <w:b/>
        </w:rPr>
        <w:t xml:space="preserve"> problemos esmė.</w:t>
      </w:r>
    </w:p>
    <w:p w14:paraId="2E47FA33" w14:textId="673DB0AF" w:rsidR="00FF6C88" w:rsidRDefault="001E7AD8" w:rsidP="009A6388">
      <w:pPr>
        <w:ind w:firstLine="720"/>
        <w:jc w:val="both"/>
      </w:pPr>
      <w:r w:rsidRPr="001E7AD8">
        <w:t xml:space="preserve">Sprendimo projekto tikslas – </w:t>
      </w:r>
      <w:r w:rsidR="004106B4">
        <w:t xml:space="preserve">pakeisti </w:t>
      </w:r>
      <w:r w:rsidR="00EE6951">
        <w:t>P</w:t>
      </w:r>
      <w:r w:rsidR="00137B83" w:rsidRPr="00137B83">
        <w:t>lungės rajono savivaldybės tarybo</w:t>
      </w:r>
      <w:r w:rsidR="00EE6951">
        <w:t>s 20</w:t>
      </w:r>
      <w:r w:rsidR="004106B4">
        <w:t>1</w:t>
      </w:r>
      <w:r w:rsidR="00FF6C88">
        <w:t>5</w:t>
      </w:r>
      <w:r w:rsidR="00EE6951">
        <w:t xml:space="preserve"> m. </w:t>
      </w:r>
      <w:r w:rsidR="004106B4">
        <w:t xml:space="preserve">balandžio </w:t>
      </w:r>
      <w:r w:rsidR="00FF6C88">
        <w:t>30</w:t>
      </w:r>
      <w:r w:rsidR="00EE6951">
        <w:t xml:space="preserve"> d. sprendim</w:t>
      </w:r>
      <w:r w:rsidR="00D33742">
        <w:t>o</w:t>
      </w:r>
      <w:r w:rsidR="00EE6951">
        <w:t xml:space="preserve"> Nr. T1-</w:t>
      </w:r>
      <w:r w:rsidR="004106B4">
        <w:t>10</w:t>
      </w:r>
      <w:r w:rsidR="00FF6C88">
        <w:t>8</w:t>
      </w:r>
      <w:r w:rsidR="00EE6951">
        <w:t xml:space="preserve"> ,,</w:t>
      </w:r>
      <w:r w:rsidR="00FF6C88" w:rsidRPr="00FF6C88">
        <w:t>Dėl pritarimo dalyvauti, steigiant asociaciją Plungės miesto vietos veiklos grupę, bei jos veikloje“ 4 punktu deleguotą Gintarą Domarką</w:t>
      </w:r>
      <w:r w:rsidR="002352CB">
        <w:t xml:space="preserve">, Jūratės </w:t>
      </w:r>
      <w:proofErr w:type="spellStart"/>
      <w:r w:rsidR="002352CB">
        <w:t>Garčinskaitė</w:t>
      </w:r>
      <w:r w:rsidR="00D33742">
        <w:t>s</w:t>
      </w:r>
      <w:proofErr w:type="spellEnd"/>
      <w:r w:rsidR="00D33742">
        <w:t xml:space="preserve"> pareigas</w:t>
      </w:r>
      <w:r w:rsidR="00FF6C88" w:rsidRPr="00FF6C88">
        <w:t xml:space="preserve"> </w:t>
      </w:r>
      <w:r w:rsidR="00FF6C88">
        <w:t xml:space="preserve">ir </w:t>
      </w:r>
      <w:r w:rsidR="00FF6C88" w:rsidRPr="00FF6C88">
        <w:t>sprendimo 4 punktą išdėstyti:</w:t>
      </w:r>
    </w:p>
    <w:p w14:paraId="1A5650D2" w14:textId="77777777" w:rsidR="00FF6C88" w:rsidRDefault="00FF6C88" w:rsidP="009A6388">
      <w:pPr>
        <w:ind w:firstLine="720"/>
        <w:jc w:val="both"/>
      </w:pPr>
      <w:r w:rsidRPr="00FF6C88">
        <w:t xml:space="preserve">„4. Deleguoti Plungės rajono savivaldybės merą Audrių Klišonį, ........................., Viešųjų pirkimų skyriaus vedėją Jūratę </w:t>
      </w:r>
      <w:proofErr w:type="spellStart"/>
      <w:r w:rsidRPr="00FF6C88">
        <w:t>Garčinskaitę</w:t>
      </w:r>
      <w:proofErr w:type="spellEnd"/>
      <w:r w:rsidRPr="00FF6C88">
        <w:t xml:space="preserve"> į asociacijos Plungės miesto vietos veiklos grupės valdybą atstovauti Plungės rajono savivaldybės interesams“.</w:t>
      </w:r>
    </w:p>
    <w:p w14:paraId="7C674E0B" w14:textId="44B00AC2" w:rsidR="009A6388" w:rsidRPr="00F51D7F" w:rsidRDefault="00EB36AF" w:rsidP="009A6388">
      <w:pPr>
        <w:ind w:firstLine="720"/>
        <w:jc w:val="both"/>
        <w:rPr>
          <w:color w:val="FF0000"/>
        </w:rPr>
      </w:pPr>
      <w:r>
        <w:t xml:space="preserve">Sprendimo </w:t>
      </w:r>
      <w:r w:rsidR="00FF6C88">
        <w:t xml:space="preserve">projektas teikiamas, atsižvelgiant į </w:t>
      </w:r>
      <w:r w:rsidR="00BC4A4B">
        <w:t>a</w:t>
      </w:r>
      <w:r w:rsidR="00FF6C88">
        <w:t>sociacijos Plungės miesto vietos veiklos grupės pirmininko Gintaro Domarko 2022-02-03 prašym</w:t>
      </w:r>
      <w:r w:rsidR="00BC4A4B">
        <w:t>ą</w:t>
      </w:r>
      <w:r w:rsidR="00FF6C88">
        <w:t xml:space="preserve"> dėl</w:t>
      </w:r>
      <w:r w:rsidR="00BC4A4B">
        <w:t xml:space="preserve"> jo</w:t>
      </w:r>
      <w:r w:rsidR="00FF6C88">
        <w:t xml:space="preserve"> atšaukimo</w:t>
      </w:r>
      <w:r w:rsidR="00BC4A4B">
        <w:t xml:space="preserve"> iš pareigų</w:t>
      </w:r>
      <w:r w:rsidR="00FF6C88">
        <w:t>.</w:t>
      </w:r>
      <w:r>
        <w:t xml:space="preserve"> </w:t>
      </w:r>
    </w:p>
    <w:p w14:paraId="405B1B3D" w14:textId="7ECA2FC1" w:rsidR="006336B8" w:rsidRDefault="00D06F5E" w:rsidP="00BC4A4B">
      <w:pPr>
        <w:tabs>
          <w:tab w:val="left" w:pos="2127"/>
        </w:tabs>
        <w:ind w:firstLine="720"/>
        <w:jc w:val="both"/>
        <w:rPr>
          <w:b/>
        </w:rPr>
      </w:pPr>
      <w:r w:rsidRPr="00A6498E">
        <w:rPr>
          <w:b/>
        </w:rPr>
        <w:t>2</w:t>
      </w:r>
      <w:r w:rsidR="009A6388" w:rsidRPr="00A6498E">
        <w:rPr>
          <w:b/>
        </w:rPr>
        <w:t xml:space="preserve">. </w:t>
      </w:r>
      <w:r w:rsidR="009A6388" w:rsidRPr="00070405">
        <w:rPr>
          <w:b/>
        </w:rPr>
        <w:t>K</w:t>
      </w:r>
      <w:r w:rsidR="009A6388" w:rsidRPr="00A035DD">
        <w:rPr>
          <w:b/>
        </w:rPr>
        <w:t>aip šiuo metu yra sprendžiami projekte aptarti klausimai.</w:t>
      </w:r>
      <w:r w:rsidR="001E7AD8">
        <w:rPr>
          <w:b/>
        </w:rPr>
        <w:t xml:space="preserve"> </w:t>
      </w:r>
    </w:p>
    <w:p w14:paraId="0230B7A6" w14:textId="77777777" w:rsidR="00B24D61" w:rsidRDefault="009A6388" w:rsidP="00F31162">
      <w:pPr>
        <w:ind w:firstLine="720"/>
        <w:jc w:val="both"/>
        <w:rPr>
          <w:b/>
        </w:rPr>
      </w:pPr>
      <w:r>
        <w:rPr>
          <w:b/>
        </w:rPr>
        <w:t xml:space="preserve">3. </w:t>
      </w:r>
      <w:r w:rsidRPr="00A035DD">
        <w:rPr>
          <w:b/>
        </w:rPr>
        <w:t>Kodėl būtina priimti sprendimą, kokių pozityvių rezultatų laukiama.</w:t>
      </w:r>
      <w:r w:rsidR="00F31162">
        <w:rPr>
          <w:b/>
        </w:rPr>
        <w:t xml:space="preserve"> </w:t>
      </w:r>
    </w:p>
    <w:p w14:paraId="22020F88" w14:textId="77777777" w:rsidR="006336B8" w:rsidRPr="00B96C31" w:rsidRDefault="00FF6C88" w:rsidP="00F31162">
      <w:pPr>
        <w:ind w:firstLine="720"/>
        <w:jc w:val="both"/>
      </w:pPr>
      <w:r>
        <w:t xml:space="preserve">VVG </w:t>
      </w:r>
      <w:r w:rsidR="00B96C31">
        <w:t xml:space="preserve">sudėtis keičiama </w:t>
      </w:r>
      <w:r>
        <w:t>siekiant užtikrinti Plungės rajono savivaldybės interesus Plungės miesto VVG valdyboje</w:t>
      </w:r>
      <w:r w:rsidR="00B96C31">
        <w:t>.</w:t>
      </w:r>
    </w:p>
    <w:p w14:paraId="4C5409D0" w14:textId="2D96EC83" w:rsidR="006336B8" w:rsidRDefault="00A6498E" w:rsidP="00BC4A4B">
      <w:pPr>
        <w:ind w:firstLine="720"/>
        <w:jc w:val="both"/>
        <w:rPr>
          <w:b/>
        </w:rPr>
      </w:pPr>
      <w:r>
        <w:rPr>
          <w:b/>
        </w:rPr>
        <w:t>4</w:t>
      </w:r>
      <w:r w:rsidR="00D06F5E">
        <w:rPr>
          <w:b/>
        </w:rPr>
        <w:t>. Siūlomos teisinio reguliavimo nuostatos.</w:t>
      </w:r>
      <w:r w:rsidR="00F2151A">
        <w:rPr>
          <w:b/>
        </w:rPr>
        <w:t xml:space="preserve"> </w:t>
      </w:r>
    </w:p>
    <w:p w14:paraId="35AE3E1B" w14:textId="11FC1890" w:rsidR="006336B8" w:rsidRDefault="00A6498E" w:rsidP="00BC4A4B">
      <w:pPr>
        <w:ind w:firstLine="720"/>
        <w:jc w:val="both"/>
        <w:rPr>
          <w:b/>
        </w:rPr>
      </w:pPr>
      <w:r>
        <w:rPr>
          <w:b/>
        </w:rPr>
        <w:t>5</w:t>
      </w:r>
      <w:r w:rsidR="009A6388">
        <w:rPr>
          <w:b/>
        </w:rPr>
        <w:t xml:space="preserve">. </w:t>
      </w:r>
      <w:r w:rsidR="009A6388" w:rsidRPr="00A035DD">
        <w:rPr>
          <w:b/>
        </w:rPr>
        <w:t>Pateikti</w:t>
      </w:r>
      <w:r w:rsidR="00B8713C">
        <w:rPr>
          <w:b/>
        </w:rPr>
        <w:t xml:space="preserve"> skaičiavimus, išlaidų sąmatas,</w:t>
      </w:r>
      <w:r w:rsidR="009A6388" w:rsidRPr="00A035DD">
        <w:rPr>
          <w:b/>
        </w:rPr>
        <w:t xml:space="preserve"> nurodyti finansavimo šaltinius.</w:t>
      </w:r>
    </w:p>
    <w:p w14:paraId="78914F79" w14:textId="77777777" w:rsidR="00A6498E" w:rsidRDefault="00A6498E" w:rsidP="009A6388">
      <w:pPr>
        <w:ind w:firstLine="720"/>
        <w:jc w:val="both"/>
        <w:rPr>
          <w:b/>
        </w:rPr>
      </w:pPr>
      <w:r w:rsidRPr="00A6498E">
        <w:rPr>
          <w:b/>
        </w:rPr>
        <w:t>6. Nurodyti, kokius galiojančius aktus reikėtų pakeisti ar pripažinti netekusiais galios, priėmus sprendimą pagal teikiamą projektą.</w:t>
      </w:r>
    </w:p>
    <w:p w14:paraId="79A2C19A" w14:textId="77777777" w:rsidR="00B96C31" w:rsidRDefault="00B96C31" w:rsidP="009A6388">
      <w:pPr>
        <w:tabs>
          <w:tab w:val="left" w:pos="720"/>
        </w:tabs>
        <w:ind w:firstLine="720"/>
        <w:jc w:val="both"/>
      </w:pPr>
      <w:r>
        <w:t xml:space="preserve">Keičiamas Plungės rajono savivaldybės tarybos </w:t>
      </w:r>
      <w:r w:rsidRPr="00B96C31">
        <w:t>201</w:t>
      </w:r>
      <w:r w:rsidR="00FF6C88">
        <w:t>5</w:t>
      </w:r>
      <w:r>
        <w:t xml:space="preserve"> m. balandžio </w:t>
      </w:r>
      <w:r w:rsidR="00FF6C88">
        <w:t>30</w:t>
      </w:r>
      <w:r>
        <w:t xml:space="preserve"> d. sprendimas Nr. T1-10</w:t>
      </w:r>
      <w:r w:rsidR="00FF6C88">
        <w:t>8</w:t>
      </w:r>
      <w:r>
        <w:t>.</w:t>
      </w:r>
    </w:p>
    <w:p w14:paraId="73EA1978" w14:textId="77777777" w:rsidR="009A6388" w:rsidRDefault="009A6388" w:rsidP="009A6388">
      <w:pPr>
        <w:tabs>
          <w:tab w:val="left" w:pos="720"/>
        </w:tabs>
        <w:ind w:firstLine="720"/>
        <w:jc w:val="both"/>
        <w:rPr>
          <w:b/>
        </w:rPr>
      </w:pPr>
      <w:r>
        <w:rPr>
          <w:b/>
        </w:rPr>
        <w:t xml:space="preserve">7. </w:t>
      </w:r>
      <w:r w:rsidRPr="00B2537E">
        <w:rPr>
          <w:b/>
        </w:rPr>
        <w:t xml:space="preserve">Kokios </w:t>
      </w:r>
      <w:r w:rsidRPr="00A035DD">
        <w:rPr>
          <w:b/>
        </w:rPr>
        <w:t>korupcijos pasireiškimo tikimybės, priėmus šį sprendimą, korupcijos vertinimas.</w:t>
      </w:r>
    </w:p>
    <w:p w14:paraId="76DFF96A" w14:textId="77777777" w:rsidR="009A6388" w:rsidRPr="0004572A" w:rsidRDefault="0004572A" w:rsidP="009A6388">
      <w:pPr>
        <w:tabs>
          <w:tab w:val="left" w:pos="720"/>
        </w:tabs>
        <w:ind w:firstLine="720"/>
        <w:jc w:val="both"/>
      </w:pPr>
      <w:r>
        <w:t>Sprendimo projekto</w:t>
      </w:r>
      <w:r w:rsidR="005104B8" w:rsidRPr="005104B8">
        <w:t xml:space="preserve"> antikorupciniu požiūriu </w:t>
      </w:r>
      <w:r>
        <w:t xml:space="preserve">vertinti nebūtina. </w:t>
      </w:r>
    </w:p>
    <w:p w14:paraId="09705C36" w14:textId="77777777" w:rsidR="005104B8" w:rsidRDefault="009A6388" w:rsidP="009A6388">
      <w:pPr>
        <w:tabs>
          <w:tab w:val="left" w:pos="720"/>
        </w:tabs>
        <w:ind w:firstLine="720"/>
        <w:jc w:val="both"/>
        <w:rPr>
          <w:rFonts w:ascii="TimesLT" w:hAnsi="TimesLT"/>
          <w:b/>
        </w:rPr>
      </w:pPr>
      <w:r w:rsidRPr="0005740E">
        <w:rPr>
          <w:b/>
        </w:rPr>
        <w:t>8. Nurodyti</w:t>
      </w:r>
      <w:r w:rsidRPr="00A035DD">
        <w:rPr>
          <w:b/>
        </w:rPr>
        <w:t>, kieno iniciatyva sprendimo projektas yra parengtas</w:t>
      </w:r>
      <w:r>
        <w:rPr>
          <w:b/>
        </w:rPr>
        <w:t>.</w:t>
      </w:r>
      <w:r w:rsidR="005104B8" w:rsidRPr="005104B8">
        <w:rPr>
          <w:rFonts w:ascii="TimesLT" w:hAnsi="TimesLT"/>
          <w:b/>
        </w:rPr>
        <w:t xml:space="preserve"> </w:t>
      </w:r>
    </w:p>
    <w:p w14:paraId="368E2B1B" w14:textId="77777777" w:rsidR="006336B8" w:rsidRDefault="002467B6" w:rsidP="009A6388">
      <w:pPr>
        <w:tabs>
          <w:tab w:val="left" w:pos="720"/>
        </w:tabs>
        <w:ind w:firstLine="720"/>
        <w:jc w:val="both"/>
      </w:pPr>
      <w:r>
        <w:t xml:space="preserve">Sprendimo projekto iniciatorius </w:t>
      </w:r>
      <w:r w:rsidR="006336B8">
        <w:t>–</w:t>
      </w:r>
      <w:r>
        <w:t xml:space="preserve"> </w:t>
      </w:r>
      <w:r w:rsidR="00B96C31">
        <w:t xml:space="preserve">Strateginio planavimo ir investicijų skyrius. </w:t>
      </w:r>
    </w:p>
    <w:p w14:paraId="07187A16" w14:textId="77777777" w:rsidR="009A6388" w:rsidRDefault="009A6388" w:rsidP="009A6388">
      <w:pPr>
        <w:tabs>
          <w:tab w:val="left" w:pos="720"/>
        </w:tabs>
        <w:ind w:firstLine="720"/>
        <w:jc w:val="both"/>
        <w:rPr>
          <w:b/>
        </w:rPr>
      </w:pPr>
      <w:r>
        <w:rPr>
          <w:b/>
        </w:rPr>
        <w:t xml:space="preserve">9. </w:t>
      </w:r>
      <w:r w:rsidR="002467B6">
        <w:rPr>
          <w:b/>
        </w:rPr>
        <w:t>Nurodyti, kuri sprendimo</w:t>
      </w:r>
      <w:r w:rsidRPr="00A035DD">
        <w:rPr>
          <w:b/>
        </w:rPr>
        <w:t xml:space="preserve">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p>
    <w:p w14:paraId="51105836" w14:textId="77777777" w:rsidR="009A6388" w:rsidRPr="005104B8" w:rsidRDefault="005104B8" w:rsidP="009A6388">
      <w:pPr>
        <w:tabs>
          <w:tab w:val="left" w:pos="720"/>
        </w:tabs>
        <w:ind w:firstLine="720"/>
        <w:jc w:val="both"/>
      </w:pPr>
      <w:r w:rsidRPr="005104B8">
        <w:t xml:space="preserve">Nėra. </w:t>
      </w:r>
    </w:p>
    <w:p w14:paraId="7B14EE9F" w14:textId="77777777" w:rsidR="005104B8" w:rsidRDefault="009A6388" w:rsidP="005104B8">
      <w:pPr>
        <w:tabs>
          <w:tab w:val="left" w:pos="720"/>
        </w:tabs>
        <w:ind w:firstLine="720"/>
        <w:jc w:val="both"/>
        <w:rPr>
          <w:b/>
        </w:rPr>
      </w:pPr>
      <w:r w:rsidRPr="0005740E">
        <w:rPr>
          <w:b/>
        </w:rPr>
        <w:t>10.</w:t>
      </w:r>
      <w:r>
        <w:rPr>
          <w:b/>
        </w:rPr>
        <w:t xml:space="preserve"> Kam (institucijoms, skyriams, organizacijoms ir t. t.) patvirtintas sprendimas turi būti išsiųstas.</w:t>
      </w:r>
      <w:r w:rsidR="005104B8">
        <w:rPr>
          <w:b/>
        </w:rPr>
        <w:t xml:space="preserve"> </w:t>
      </w:r>
    </w:p>
    <w:p w14:paraId="6D135640" w14:textId="77777777" w:rsidR="005104B8" w:rsidRPr="005104B8" w:rsidRDefault="005104B8" w:rsidP="005104B8">
      <w:pPr>
        <w:tabs>
          <w:tab w:val="left" w:pos="720"/>
        </w:tabs>
        <w:ind w:firstLine="720"/>
        <w:jc w:val="both"/>
      </w:pPr>
      <w:r w:rsidRPr="005104B8">
        <w:t xml:space="preserve">Patvirtintą sprendimą paskelbti Teisės aktų registre ir Plungės rajono savivaldybės interneto svetainėje </w:t>
      </w:r>
      <w:hyperlink r:id="rId7" w:history="1">
        <w:r w:rsidRPr="005104B8">
          <w:rPr>
            <w:rStyle w:val="Hipersaitas"/>
          </w:rPr>
          <w:t>www.plunge.lt</w:t>
        </w:r>
      </w:hyperlink>
      <w:r w:rsidRPr="005104B8">
        <w:rPr>
          <w:u w:val="single"/>
        </w:rPr>
        <w:t xml:space="preserve"> .</w:t>
      </w:r>
    </w:p>
    <w:p w14:paraId="19E0C545" w14:textId="77777777" w:rsidR="006336B8" w:rsidRDefault="009A6388" w:rsidP="009A6388">
      <w:pPr>
        <w:ind w:firstLine="720"/>
        <w:jc w:val="both"/>
        <w:rPr>
          <w:b/>
        </w:rPr>
      </w:pPr>
      <w:r w:rsidRPr="0005740E">
        <w:rPr>
          <w:b/>
        </w:rPr>
        <w:t>11. Kita svarbi informacija</w:t>
      </w:r>
    </w:p>
    <w:p w14:paraId="5EFCB0D2" w14:textId="0F46FDEB" w:rsidR="009A6388" w:rsidRDefault="00FF6C88" w:rsidP="009A6388">
      <w:pPr>
        <w:ind w:firstLine="720"/>
        <w:jc w:val="both"/>
      </w:pPr>
      <w:r>
        <w:t>Asociacijos Plungės miesto vietos veiklos grupės pirmininko Gintaro Domarko 2022-02-03 prašymas dėl atšaukimo</w:t>
      </w:r>
      <w:r w:rsidR="00D33742">
        <w:t>,</w:t>
      </w:r>
      <w:r>
        <w:t xml:space="preserve"> 1 lapas.</w:t>
      </w:r>
    </w:p>
    <w:p w14:paraId="1F185071" w14:textId="77777777" w:rsidR="009A6388" w:rsidRDefault="009A6388" w:rsidP="009A6388">
      <w:pPr>
        <w:ind w:firstLine="720"/>
        <w:jc w:val="both"/>
        <w:rPr>
          <w:b/>
        </w:rPr>
      </w:pPr>
      <w:r w:rsidRPr="00684DCC">
        <w:rPr>
          <w:b/>
        </w:rPr>
        <w:t>12.</w:t>
      </w:r>
      <w:r>
        <w:t xml:space="preserve"> </w:t>
      </w:r>
      <w:r w:rsidRPr="009F3DBF">
        <w:rPr>
          <w:b/>
        </w:rPr>
        <w:t>Numatomo teisinio reguliavimo poveikio vertinimas</w:t>
      </w:r>
      <w:r w:rsidR="00A6498E">
        <w:rPr>
          <w:b/>
        </w:rPr>
        <w:t xml:space="preserve"> </w:t>
      </w:r>
      <w:r w:rsidR="00A6498E" w:rsidRPr="00A6498E">
        <w:t>(pagrįsti, kokios galimos teigiamos, neigiamos pasekmės, priėmus projektą, kokių priemonių reikėtų imtis, kad neigiamų pasekmių būtų išvengta).</w:t>
      </w:r>
      <w:r w:rsidRPr="009F3DBF">
        <w:rPr>
          <w:b/>
        </w:rPr>
        <w:t>*</w:t>
      </w:r>
    </w:p>
    <w:p w14:paraId="30997E82" w14:textId="77777777" w:rsidR="002352CB" w:rsidRDefault="002352CB" w:rsidP="009A6388">
      <w:pPr>
        <w:ind w:firstLine="720"/>
        <w:jc w:val="both"/>
        <w:rPr>
          <w:b/>
        </w:rPr>
      </w:pPr>
    </w:p>
    <w:p w14:paraId="0B970664" w14:textId="77777777" w:rsidR="002352CB" w:rsidRDefault="002352CB" w:rsidP="009A6388">
      <w:pPr>
        <w:ind w:firstLine="720"/>
        <w:jc w:val="both"/>
        <w:rPr>
          <w:b/>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A6388" w:rsidRPr="007D4B69" w14:paraId="687324F9" w14:textId="77777777" w:rsidTr="004106B4">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02D2C4F7" w14:textId="77777777" w:rsidR="009A6388" w:rsidRPr="007D4B69" w:rsidRDefault="009A6388" w:rsidP="004106B4">
            <w:pPr>
              <w:widowControl w:val="0"/>
              <w:jc w:val="center"/>
              <w:rPr>
                <w:rFonts w:eastAsia="Lucida Sans Unicode"/>
                <w:b/>
                <w:kern w:val="1"/>
                <w:lang w:bidi="lo-LA"/>
              </w:rPr>
            </w:pPr>
            <w:bookmarkStart w:id="0" w:name="_GoBack"/>
            <w:bookmarkEnd w:id="0"/>
            <w:r w:rsidRPr="007D4B69">
              <w:rPr>
                <w:rFonts w:eastAsia="Lucida Sans Unicode"/>
                <w:b/>
                <w:kern w:val="1"/>
              </w:rPr>
              <w:lastRenderedPageBreak/>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6ADAD6E6" w14:textId="77777777" w:rsidR="009A6388" w:rsidRPr="007D4B69" w:rsidRDefault="009A6388" w:rsidP="004106B4">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9A6388" w:rsidRPr="007D4B69" w14:paraId="320BFBAD" w14:textId="77777777" w:rsidTr="004106B4">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245E591F" w14:textId="77777777" w:rsidR="009A6388" w:rsidRPr="007D4B69" w:rsidRDefault="009A6388" w:rsidP="004106B4">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528DCCFB" w14:textId="77777777" w:rsidR="009A6388" w:rsidRPr="007D4B69" w:rsidRDefault="009A6388" w:rsidP="004106B4">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24FDA768" w14:textId="77777777" w:rsidR="009A6388" w:rsidRPr="007D4B69" w:rsidRDefault="009A6388" w:rsidP="004106B4">
            <w:pPr>
              <w:widowControl w:val="0"/>
              <w:jc w:val="center"/>
              <w:rPr>
                <w:rFonts w:eastAsia="Lucida Sans Unicode"/>
                <w:b/>
                <w:kern w:val="1"/>
                <w:lang w:bidi="lo-LA"/>
              </w:rPr>
            </w:pPr>
            <w:r w:rsidRPr="007D4B69">
              <w:rPr>
                <w:rFonts w:eastAsia="Lucida Sans Unicode"/>
                <w:b/>
                <w:kern w:val="1"/>
              </w:rPr>
              <w:t>Neigiamas poveikis</w:t>
            </w:r>
          </w:p>
        </w:tc>
      </w:tr>
      <w:tr w:rsidR="009A6388" w:rsidRPr="007D4B69" w14:paraId="34D0901D" w14:textId="77777777" w:rsidTr="004106B4">
        <w:tc>
          <w:tcPr>
            <w:tcW w:w="3118" w:type="dxa"/>
            <w:tcBorders>
              <w:top w:val="single" w:sz="4" w:space="0" w:color="000000"/>
              <w:left w:val="single" w:sz="4" w:space="0" w:color="000000"/>
              <w:bottom w:val="single" w:sz="4" w:space="0" w:color="000000"/>
              <w:right w:val="single" w:sz="4" w:space="0" w:color="000000"/>
            </w:tcBorders>
          </w:tcPr>
          <w:p w14:paraId="10C2ECD9" w14:textId="77777777" w:rsidR="009A6388" w:rsidRPr="007D4B69" w:rsidRDefault="009A6388" w:rsidP="004106B4">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14:paraId="210501DF" w14:textId="77777777" w:rsidR="009A6388" w:rsidRPr="007D4B69" w:rsidRDefault="009A6388" w:rsidP="004106B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582594F6" w14:textId="77777777" w:rsidR="009A6388" w:rsidRPr="007D4B69" w:rsidRDefault="005104B8" w:rsidP="004106B4">
            <w:pPr>
              <w:widowControl w:val="0"/>
              <w:rPr>
                <w:rFonts w:eastAsia="Lucida Sans Unicode"/>
                <w:i/>
                <w:kern w:val="1"/>
                <w:lang w:bidi="lo-LA"/>
              </w:rPr>
            </w:pPr>
            <w:r>
              <w:rPr>
                <w:rFonts w:eastAsia="Lucida Sans Unicode"/>
                <w:i/>
                <w:kern w:val="1"/>
                <w:lang w:bidi="lo-LA"/>
              </w:rPr>
              <w:t>nenu</w:t>
            </w:r>
            <w:r w:rsidR="0050589B">
              <w:rPr>
                <w:rFonts w:eastAsia="Lucida Sans Unicode"/>
                <w:i/>
                <w:kern w:val="1"/>
                <w:lang w:bidi="lo-LA"/>
              </w:rPr>
              <w:t>matomas</w:t>
            </w:r>
          </w:p>
        </w:tc>
      </w:tr>
      <w:tr w:rsidR="009A6388" w:rsidRPr="007D4B69" w14:paraId="5285EFEB" w14:textId="77777777" w:rsidTr="004106B4">
        <w:tc>
          <w:tcPr>
            <w:tcW w:w="3118" w:type="dxa"/>
            <w:tcBorders>
              <w:top w:val="single" w:sz="4" w:space="0" w:color="000000"/>
              <w:left w:val="single" w:sz="4" w:space="0" w:color="000000"/>
              <w:bottom w:val="single" w:sz="4" w:space="0" w:color="000000"/>
              <w:right w:val="single" w:sz="4" w:space="0" w:color="000000"/>
            </w:tcBorders>
          </w:tcPr>
          <w:p w14:paraId="40356DD8" w14:textId="77777777" w:rsidR="009A6388" w:rsidRPr="007D4B69" w:rsidRDefault="009A6388" w:rsidP="004106B4">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14:paraId="5CC3D1FB" w14:textId="77777777" w:rsidR="009A6388" w:rsidRPr="007D4B69" w:rsidRDefault="009A6388" w:rsidP="004106B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5F5B7435" w14:textId="77777777" w:rsidR="009A6388" w:rsidRPr="007D4B69" w:rsidRDefault="0050589B" w:rsidP="004106B4">
            <w:pPr>
              <w:widowControl w:val="0"/>
              <w:rPr>
                <w:rFonts w:eastAsia="Lucida Sans Unicode"/>
                <w:i/>
                <w:kern w:val="1"/>
                <w:lang w:bidi="lo-LA"/>
              </w:rPr>
            </w:pPr>
            <w:r w:rsidRPr="0050589B">
              <w:rPr>
                <w:rFonts w:eastAsia="Lucida Sans Unicode"/>
                <w:i/>
                <w:kern w:val="1"/>
                <w:lang w:bidi="lo-LA"/>
              </w:rPr>
              <w:t>nenumatomas</w:t>
            </w:r>
          </w:p>
        </w:tc>
      </w:tr>
      <w:tr w:rsidR="009A6388" w:rsidRPr="007D4B69" w14:paraId="5AC86A59" w14:textId="77777777" w:rsidTr="004106B4">
        <w:tc>
          <w:tcPr>
            <w:tcW w:w="3118" w:type="dxa"/>
            <w:tcBorders>
              <w:top w:val="single" w:sz="4" w:space="0" w:color="000000"/>
              <w:left w:val="single" w:sz="4" w:space="0" w:color="000000"/>
              <w:bottom w:val="single" w:sz="4" w:space="0" w:color="000000"/>
              <w:right w:val="single" w:sz="4" w:space="0" w:color="000000"/>
            </w:tcBorders>
          </w:tcPr>
          <w:p w14:paraId="7751DBF7" w14:textId="77777777" w:rsidR="009A6388" w:rsidRPr="007D4B69" w:rsidRDefault="009A6388" w:rsidP="004106B4">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1A708B84" w14:textId="77777777" w:rsidR="009A6388" w:rsidRPr="007D4B69" w:rsidRDefault="009A6388" w:rsidP="004106B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6AA5194C" w14:textId="77777777" w:rsidR="009A6388" w:rsidRPr="007D4B69" w:rsidRDefault="0050589B" w:rsidP="004106B4">
            <w:pPr>
              <w:widowControl w:val="0"/>
              <w:rPr>
                <w:rFonts w:eastAsia="Lucida Sans Unicode"/>
                <w:i/>
                <w:kern w:val="1"/>
                <w:lang w:bidi="lo-LA"/>
              </w:rPr>
            </w:pPr>
            <w:r w:rsidRPr="0050589B">
              <w:rPr>
                <w:rFonts w:eastAsia="Lucida Sans Unicode"/>
                <w:i/>
                <w:kern w:val="1"/>
                <w:lang w:bidi="lo-LA"/>
              </w:rPr>
              <w:t>nenumatomas</w:t>
            </w:r>
          </w:p>
        </w:tc>
      </w:tr>
      <w:tr w:rsidR="009A6388" w:rsidRPr="007D4B69" w14:paraId="6958424B" w14:textId="77777777" w:rsidTr="004106B4">
        <w:tc>
          <w:tcPr>
            <w:tcW w:w="3118" w:type="dxa"/>
            <w:tcBorders>
              <w:top w:val="single" w:sz="4" w:space="0" w:color="000000"/>
              <w:left w:val="single" w:sz="4" w:space="0" w:color="000000"/>
              <w:bottom w:val="single" w:sz="4" w:space="0" w:color="000000"/>
              <w:right w:val="single" w:sz="4" w:space="0" w:color="000000"/>
            </w:tcBorders>
          </w:tcPr>
          <w:p w14:paraId="55A4CE31" w14:textId="77777777" w:rsidR="009A6388" w:rsidRPr="007D4B69" w:rsidRDefault="009A6388" w:rsidP="004106B4">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2E87234A" w14:textId="77777777" w:rsidR="009A6388" w:rsidRPr="007D4B69" w:rsidRDefault="009A6388" w:rsidP="004106B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1161A088" w14:textId="77777777" w:rsidR="009A6388" w:rsidRPr="007D4B69" w:rsidRDefault="0050589B" w:rsidP="004106B4">
            <w:pPr>
              <w:widowControl w:val="0"/>
              <w:rPr>
                <w:rFonts w:eastAsia="Lucida Sans Unicode"/>
                <w:i/>
                <w:kern w:val="1"/>
                <w:lang w:bidi="lo-LA"/>
              </w:rPr>
            </w:pPr>
            <w:r w:rsidRPr="0050589B">
              <w:rPr>
                <w:rFonts w:eastAsia="Lucida Sans Unicode"/>
                <w:i/>
                <w:kern w:val="1"/>
                <w:lang w:bidi="lo-LA"/>
              </w:rPr>
              <w:t>nenumatomas</w:t>
            </w:r>
          </w:p>
        </w:tc>
      </w:tr>
      <w:tr w:rsidR="009A6388" w:rsidRPr="007D4B69" w14:paraId="7E550041" w14:textId="77777777" w:rsidTr="004106B4">
        <w:tc>
          <w:tcPr>
            <w:tcW w:w="3118" w:type="dxa"/>
            <w:tcBorders>
              <w:top w:val="single" w:sz="4" w:space="0" w:color="000000"/>
              <w:left w:val="single" w:sz="4" w:space="0" w:color="000000"/>
              <w:bottom w:val="single" w:sz="4" w:space="0" w:color="000000"/>
              <w:right w:val="single" w:sz="4" w:space="0" w:color="000000"/>
            </w:tcBorders>
          </w:tcPr>
          <w:p w14:paraId="79F41C9F" w14:textId="77777777" w:rsidR="009A6388" w:rsidRPr="007D4B69" w:rsidRDefault="009A6388" w:rsidP="004106B4">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24FAF6C0" w14:textId="77777777" w:rsidR="009A6388" w:rsidRPr="007D4B69" w:rsidRDefault="009A6388" w:rsidP="004106B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4AD8E84F" w14:textId="77777777" w:rsidR="009A6388" w:rsidRPr="007D4B69" w:rsidRDefault="0050589B" w:rsidP="004106B4">
            <w:pPr>
              <w:widowControl w:val="0"/>
              <w:rPr>
                <w:rFonts w:eastAsia="Lucida Sans Unicode"/>
                <w:i/>
                <w:kern w:val="1"/>
                <w:lang w:bidi="lo-LA"/>
              </w:rPr>
            </w:pPr>
            <w:r w:rsidRPr="0050589B">
              <w:rPr>
                <w:rFonts w:eastAsia="Lucida Sans Unicode"/>
                <w:i/>
                <w:kern w:val="1"/>
                <w:lang w:bidi="lo-LA"/>
              </w:rPr>
              <w:t>nenumatomas</w:t>
            </w:r>
          </w:p>
        </w:tc>
      </w:tr>
      <w:tr w:rsidR="009A6388" w:rsidRPr="007D4B69" w14:paraId="52EFCE42" w14:textId="77777777" w:rsidTr="004106B4">
        <w:tc>
          <w:tcPr>
            <w:tcW w:w="3118" w:type="dxa"/>
            <w:tcBorders>
              <w:top w:val="single" w:sz="4" w:space="0" w:color="000000"/>
              <w:left w:val="single" w:sz="4" w:space="0" w:color="000000"/>
              <w:bottom w:val="single" w:sz="4" w:space="0" w:color="000000"/>
              <w:right w:val="single" w:sz="4" w:space="0" w:color="000000"/>
            </w:tcBorders>
          </w:tcPr>
          <w:p w14:paraId="1DF7AA7D" w14:textId="77777777" w:rsidR="009A6388" w:rsidRPr="007D4B69" w:rsidRDefault="009A6388" w:rsidP="004106B4">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41542E0A" w14:textId="77777777" w:rsidR="009A6388" w:rsidRPr="007D4B69" w:rsidRDefault="009A6388" w:rsidP="004106B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55770B0D" w14:textId="77777777" w:rsidR="009A6388" w:rsidRPr="007D4B69" w:rsidRDefault="0050589B" w:rsidP="004106B4">
            <w:pPr>
              <w:widowControl w:val="0"/>
              <w:rPr>
                <w:rFonts w:eastAsia="Lucida Sans Unicode"/>
                <w:i/>
                <w:kern w:val="1"/>
                <w:lang w:bidi="lo-LA"/>
              </w:rPr>
            </w:pPr>
            <w:r w:rsidRPr="0050589B">
              <w:rPr>
                <w:rFonts w:eastAsia="Lucida Sans Unicode"/>
                <w:i/>
                <w:kern w:val="1"/>
                <w:lang w:bidi="lo-LA"/>
              </w:rPr>
              <w:t>nenumatomas</w:t>
            </w:r>
          </w:p>
        </w:tc>
      </w:tr>
      <w:tr w:rsidR="009A6388" w:rsidRPr="007D4B69" w14:paraId="799EB88A" w14:textId="77777777" w:rsidTr="004106B4">
        <w:tc>
          <w:tcPr>
            <w:tcW w:w="3118" w:type="dxa"/>
            <w:tcBorders>
              <w:top w:val="single" w:sz="4" w:space="0" w:color="000000"/>
              <w:left w:val="single" w:sz="4" w:space="0" w:color="000000"/>
              <w:bottom w:val="single" w:sz="4" w:space="0" w:color="000000"/>
              <w:right w:val="single" w:sz="4" w:space="0" w:color="000000"/>
            </w:tcBorders>
          </w:tcPr>
          <w:p w14:paraId="54C8A054" w14:textId="77777777" w:rsidR="009A6388" w:rsidRPr="007D4B69" w:rsidRDefault="009A6388" w:rsidP="004106B4">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14:paraId="2FBB9500" w14:textId="77777777" w:rsidR="009A6388" w:rsidRPr="007D4B69" w:rsidRDefault="009A6388" w:rsidP="004106B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4A4FFCB6" w14:textId="77777777" w:rsidR="009A6388" w:rsidRPr="007D4B69" w:rsidRDefault="0050589B" w:rsidP="004106B4">
            <w:pPr>
              <w:widowControl w:val="0"/>
              <w:rPr>
                <w:rFonts w:eastAsia="Lucida Sans Unicode"/>
                <w:i/>
                <w:kern w:val="1"/>
                <w:lang w:bidi="lo-LA"/>
              </w:rPr>
            </w:pPr>
            <w:r w:rsidRPr="0050589B">
              <w:rPr>
                <w:rFonts w:eastAsia="Lucida Sans Unicode"/>
                <w:i/>
                <w:kern w:val="1"/>
                <w:lang w:bidi="lo-LA"/>
              </w:rPr>
              <w:t>nenumatomas</w:t>
            </w:r>
          </w:p>
        </w:tc>
      </w:tr>
      <w:tr w:rsidR="009A6388" w:rsidRPr="007D4B69" w14:paraId="69486EA3" w14:textId="77777777" w:rsidTr="004106B4">
        <w:tc>
          <w:tcPr>
            <w:tcW w:w="3118" w:type="dxa"/>
            <w:tcBorders>
              <w:top w:val="single" w:sz="4" w:space="0" w:color="000000"/>
              <w:left w:val="single" w:sz="4" w:space="0" w:color="000000"/>
              <w:bottom w:val="single" w:sz="4" w:space="0" w:color="000000"/>
              <w:right w:val="single" w:sz="4" w:space="0" w:color="000000"/>
            </w:tcBorders>
          </w:tcPr>
          <w:p w14:paraId="591A91F3" w14:textId="77777777" w:rsidR="009A6388" w:rsidRPr="007D4B69" w:rsidRDefault="009A6388" w:rsidP="004106B4">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6B5DEF04" w14:textId="77777777" w:rsidR="009A6388" w:rsidRPr="007D4B69" w:rsidRDefault="009A6388" w:rsidP="004106B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0DA76132" w14:textId="77777777" w:rsidR="009A6388" w:rsidRPr="007D4B69" w:rsidRDefault="0050589B" w:rsidP="004106B4">
            <w:pPr>
              <w:widowControl w:val="0"/>
              <w:rPr>
                <w:rFonts w:eastAsia="Lucida Sans Unicode"/>
                <w:i/>
                <w:kern w:val="1"/>
                <w:lang w:bidi="lo-LA"/>
              </w:rPr>
            </w:pPr>
            <w:r w:rsidRPr="0050589B">
              <w:rPr>
                <w:rFonts w:eastAsia="Lucida Sans Unicode"/>
                <w:i/>
                <w:kern w:val="1"/>
                <w:lang w:bidi="lo-LA"/>
              </w:rPr>
              <w:t>nenumatomas</w:t>
            </w:r>
          </w:p>
        </w:tc>
      </w:tr>
      <w:tr w:rsidR="009A6388" w:rsidRPr="007D4B69" w14:paraId="3F7A9E97" w14:textId="77777777" w:rsidTr="004106B4">
        <w:tc>
          <w:tcPr>
            <w:tcW w:w="3118" w:type="dxa"/>
            <w:tcBorders>
              <w:top w:val="single" w:sz="4" w:space="0" w:color="000000"/>
              <w:left w:val="single" w:sz="4" w:space="0" w:color="000000"/>
              <w:bottom w:val="single" w:sz="4" w:space="0" w:color="000000"/>
              <w:right w:val="single" w:sz="4" w:space="0" w:color="000000"/>
            </w:tcBorders>
          </w:tcPr>
          <w:p w14:paraId="1AC95B41" w14:textId="77777777" w:rsidR="009A6388" w:rsidRPr="007D4B69" w:rsidRDefault="009A6388" w:rsidP="004106B4">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39BE7FA4" w14:textId="77777777" w:rsidR="009A6388" w:rsidRPr="007D4B69" w:rsidRDefault="009A6388" w:rsidP="004106B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5C3384CD" w14:textId="77777777" w:rsidR="009A6388" w:rsidRPr="007D4B69" w:rsidRDefault="0050589B" w:rsidP="004106B4">
            <w:pPr>
              <w:widowControl w:val="0"/>
              <w:rPr>
                <w:rFonts w:eastAsia="Lucida Sans Unicode"/>
                <w:i/>
                <w:kern w:val="1"/>
                <w:lang w:bidi="lo-LA"/>
              </w:rPr>
            </w:pPr>
            <w:r w:rsidRPr="0050589B">
              <w:rPr>
                <w:rFonts w:eastAsia="Lucida Sans Unicode"/>
                <w:i/>
                <w:kern w:val="1"/>
                <w:lang w:bidi="lo-LA"/>
              </w:rPr>
              <w:t>nenumatomas</w:t>
            </w:r>
          </w:p>
        </w:tc>
      </w:tr>
      <w:tr w:rsidR="009A6388" w:rsidRPr="007D4B69" w14:paraId="14F6B991" w14:textId="77777777" w:rsidTr="004106B4">
        <w:tc>
          <w:tcPr>
            <w:tcW w:w="3118" w:type="dxa"/>
            <w:tcBorders>
              <w:top w:val="single" w:sz="4" w:space="0" w:color="000000"/>
              <w:left w:val="single" w:sz="4" w:space="0" w:color="000000"/>
              <w:bottom w:val="single" w:sz="4" w:space="0" w:color="000000"/>
              <w:right w:val="single" w:sz="4" w:space="0" w:color="000000"/>
            </w:tcBorders>
          </w:tcPr>
          <w:p w14:paraId="5E22D2D5" w14:textId="77777777" w:rsidR="009A6388" w:rsidRPr="007D4B69" w:rsidRDefault="009A6388" w:rsidP="004106B4">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78FF1642" w14:textId="77777777" w:rsidR="009A6388" w:rsidRPr="007D4B69" w:rsidRDefault="009A6388" w:rsidP="004106B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6D05DCDB" w14:textId="77777777" w:rsidR="009A6388" w:rsidRPr="007D4B69" w:rsidRDefault="0050589B" w:rsidP="004106B4">
            <w:pPr>
              <w:widowControl w:val="0"/>
              <w:rPr>
                <w:rFonts w:eastAsia="Lucida Sans Unicode"/>
                <w:i/>
                <w:kern w:val="1"/>
                <w:lang w:bidi="lo-LA"/>
              </w:rPr>
            </w:pPr>
            <w:r w:rsidRPr="0050589B">
              <w:rPr>
                <w:rFonts w:eastAsia="Lucida Sans Unicode"/>
                <w:i/>
                <w:kern w:val="1"/>
                <w:lang w:bidi="lo-LA"/>
              </w:rPr>
              <w:t>nenumatomas</w:t>
            </w:r>
          </w:p>
        </w:tc>
      </w:tr>
    </w:tbl>
    <w:p w14:paraId="5839BAD4" w14:textId="77777777" w:rsidR="009A6388" w:rsidRDefault="009A6388" w:rsidP="009A6388">
      <w:pPr>
        <w:widowControl w:val="0"/>
        <w:jc w:val="both"/>
        <w:rPr>
          <w:rFonts w:eastAsia="Lucida Sans Unicode"/>
          <w:kern w:val="1"/>
          <w:lang w:bidi="lo-LA"/>
        </w:rPr>
      </w:pPr>
    </w:p>
    <w:p w14:paraId="39C137F9" w14:textId="77777777" w:rsidR="009A6388" w:rsidRDefault="009A6388" w:rsidP="009A6388">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448D26F2" w14:textId="77777777" w:rsidR="009A6388" w:rsidRDefault="009A6388" w:rsidP="009A6388">
      <w:pPr>
        <w:widowControl w:val="0"/>
        <w:jc w:val="both"/>
        <w:rPr>
          <w:rFonts w:eastAsia="Lucida Sans Unicode"/>
          <w:kern w:val="2"/>
        </w:rPr>
      </w:pPr>
    </w:p>
    <w:p w14:paraId="62E6B7BB" w14:textId="257B30C4" w:rsidR="009A6388" w:rsidRPr="002352CB" w:rsidRDefault="002352CB" w:rsidP="002352CB">
      <w:pPr>
        <w:widowControl w:val="0"/>
        <w:jc w:val="both"/>
        <w:rPr>
          <w:rFonts w:eastAsia="Lucida Sans Unicode"/>
          <w:kern w:val="2"/>
          <w:lang w:eastAsia="ar-SA"/>
        </w:rPr>
      </w:pPr>
      <w:r>
        <w:rPr>
          <w:rFonts w:eastAsia="Lucida Sans Unicode"/>
          <w:kern w:val="2"/>
        </w:rPr>
        <w:t xml:space="preserve">Rengėja </w:t>
      </w:r>
      <w:r w:rsidR="007F488D">
        <w:rPr>
          <w:rFonts w:eastAsia="Lucida Sans Unicode" w:cs="Tahoma"/>
          <w:bCs/>
        </w:rPr>
        <w:t>Strateginio planavimo ir investicijų skyriaus vedėja</w:t>
      </w:r>
      <w:r>
        <w:rPr>
          <w:rFonts w:eastAsia="Lucida Sans Unicode" w:cs="Tahoma"/>
          <w:bCs/>
        </w:rPr>
        <w:t xml:space="preserve">                                </w:t>
      </w:r>
      <w:r w:rsidR="007F488D">
        <w:rPr>
          <w:rFonts w:eastAsia="Lucida Sans Unicode" w:cs="Tahoma"/>
          <w:bCs/>
        </w:rPr>
        <w:t>Žaneta Vaitkuvienė</w:t>
      </w:r>
    </w:p>
    <w:sectPr w:rsidR="009A6388" w:rsidRPr="002352CB" w:rsidSect="005F312C">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TimesLT">
    <w:altName w:val="Times New Roman"/>
    <w:panose1 w:val="00000000000000000000"/>
    <w:charset w:val="BA"/>
    <w:family w:val="roman"/>
    <w:notTrueType/>
    <w:pitch w:val="variable"/>
    <w:sig w:usb0="00000007" w:usb1="00000000" w:usb2="00000000" w:usb3="00000000" w:csb0="0000008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E80699"/>
    <w:multiLevelType w:val="hybridMultilevel"/>
    <w:tmpl w:val="C290AF72"/>
    <w:lvl w:ilvl="0" w:tplc="46D82A94">
      <w:start w:val="2"/>
      <w:numFmt w:val="bullet"/>
      <w:lvlText w:val="-"/>
      <w:lvlJc w:val="left"/>
      <w:pPr>
        <w:ind w:left="360" w:hanging="360"/>
      </w:pPr>
      <w:rPr>
        <w:rFonts w:ascii="Times New Roman" w:eastAsia="SimSun" w:hAnsi="Times New Roman" w:cs="Times New Roman" w:hint="default"/>
      </w:rPr>
    </w:lvl>
    <w:lvl w:ilvl="1" w:tplc="04270003" w:tentative="1">
      <w:start w:val="1"/>
      <w:numFmt w:val="bullet"/>
      <w:lvlText w:val="o"/>
      <w:lvlJc w:val="left"/>
      <w:pPr>
        <w:ind w:left="1500" w:hanging="360"/>
      </w:pPr>
      <w:rPr>
        <w:rFonts w:ascii="Courier New" w:hAnsi="Courier New" w:cs="Courier New" w:hint="default"/>
      </w:rPr>
    </w:lvl>
    <w:lvl w:ilvl="2" w:tplc="04270005" w:tentative="1">
      <w:start w:val="1"/>
      <w:numFmt w:val="bullet"/>
      <w:lvlText w:val=""/>
      <w:lvlJc w:val="left"/>
      <w:pPr>
        <w:ind w:left="2220" w:hanging="360"/>
      </w:pPr>
      <w:rPr>
        <w:rFonts w:ascii="Wingdings" w:hAnsi="Wingdings" w:hint="default"/>
      </w:rPr>
    </w:lvl>
    <w:lvl w:ilvl="3" w:tplc="04270001" w:tentative="1">
      <w:start w:val="1"/>
      <w:numFmt w:val="bullet"/>
      <w:lvlText w:val=""/>
      <w:lvlJc w:val="left"/>
      <w:pPr>
        <w:ind w:left="2940" w:hanging="360"/>
      </w:pPr>
      <w:rPr>
        <w:rFonts w:ascii="Symbol" w:hAnsi="Symbol" w:hint="default"/>
      </w:rPr>
    </w:lvl>
    <w:lvl w:ilvl="4" w:tplc="04270003" w:tentative="1">
      <w:start w:val="1"/>
      <w:numFmt w:val="bullet"/>
      <w:lvlText w:val="o"/>
      <w:lvlJc w:val="left"/>
      <w:pPr>
        <w:ind w:left="3660" w:hanging="360"/>
      </w:pPr>
      <w:rPr>
        <w:rFonts w:ascii="Courier New" w:hAnsi="Courier New" w:cs="Courier New" w:hint="default"/>
      </w:rPr>
    </w:lvl>
    <w:lvl w:ilvl="5" w:tplc="04270005" w:tentative="1">
      <w:start w:val="1"/>
      <w:numFmt w:val="bullet"/>
      <w:lvlText w:val=""/>
      <w:lvlJc w:val="left"/>
      <w:pPr>
        <w:ind w:left="4380" w:hanging="360"/>
      </w:pPr>
      <w:rPr>
        <w:rFonts w:ascii="Wingdings" w:hAnsi="Wingdings" w:hint="default"/>
      </w:rPr>
    </w:lvl>
    <w:lvl w:ilvl="6" w:tplc="04270001" w:tentative="1">
      <w:start w:val="1"/>
      <w:numFmt w:val="bullet"/>
      <w:lvlText w:val=""/>
      <w:lvlJc w:val="left"/>
      <w:pPr>
        <w:ind w:left="5100" w:hanging="360"/>
      </w:pPr>
      <w:rPr>
        <w:rFonts w:ascii="Symbol" w:hAnsi="Symbol" w:hint="default"/>
      </w:rPr>
    </w:lvl>
    <w:lvl w:ilvl="7" w:tplc="04270003" w:tentative="1">
      <w:start w:val="1"/>
      <w:numFmt w:val="bullet"/>
      <w:lvlText w:val="o"/>
      <w:lvlJc w:val="left"/>
      <w:pPr>
        <w:ind w:left="5820" w:hanging="360"/>
      </w:pPr>
      <w:rPr>
        <w:rFonts w:ascii="Courier New" w:hAnsi="Courier New" w:cs="Courier New" w:hint="default"/>
      </w:rPr>
    </w:lvl>
    <w:lvl w:ilvl="8" w:tplc="04270005" w:tentative="1">
      <w:start w:val="1"/>
      <w:numFmt w:val="bullet"/>
      <w:lvlText w:val=""/>
      <w:lvlJc w:val="left"/>
      <w:pPr>
        <w:ind w:left="6540" w:hanging="360"/>
      </w:pPr>
      <w:rPr>
        <w:rFonts w:ascii="Wingdings" w:hAnsi="Wingdings" w:hint="default"/>
      </w:rPr>
    </w:lvl>
  </w:abstractNum>
  <w:abstractNum w:abstractNumId="1">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2">
    <w:nsid w:val="374C105B"/>
    <w:multiLevelType w:val="hybridMultilevel"/>
    <w:tmpl w:val="E9CE44F8"/>
    <w:lvl w:ilvl="0" w:tplc="08782BB6">
      <w:start w:val="1"/>
      <w:numFmt w:val="decimal"/>
      <w:lvlText w:val="%1."/>
      <w:lvlJc w:val="left"/>
      <w:pPr>
        <w:tabs>
          <w:tab w:val="num" w:pos="1650"/>
        </w:tabs>
        <w:ind w:left="1650" w:hanging="360"/>
      </w:pPr>
      <w:rPr>
        <w:rFonts w:hint="default"/>
        <w:b/>
      </w:rPr>
    </w:lvl>
    <w:lvl w:ilvl="1" w:tplc="04270019" w:tentative="1">
      <w:start w:val="1"/>
      <w:numFmt w:val="lowerLetter"/>
      <w:lvlText w:val="%2."/>
      <w:lvlJc w:val="left"/>
      <w:pPr>
        <w:tabs>
          <w:tab w:val="num" w:pos="2370"/>
        </w:tabs>
        <w:ind w:left="2370" w:hanging="360"/>
      </w:pPr>
    </w:lvl>
    <w:lvl w:ilvl="2" w:tplc="0427001B" w:tentative="1">
      <w:start w:val="1"/>
      <w:numFmt w:val="lowerRoman"/>
      <w:lvlText w:val="%3."/>
      <w:lvlJc w:val="right"/>
      <w:pPr>
        <w:tabs>
          <w:tab w:val="num" w:pos="3090"/>
        </w:tabs>
        <w:ind w:left="3090" w:hanging="180"/>
      </w:pPr>
    </w:lvl>
    <w:lvl w:ilvl="3" w:tplc="0427000F" w:tentative="1">
      <w:start w:val="1"/>
      <w:numFmt w:val="decimal"/>
      <w:lvlText w:val="%4."/>
      <w:lvlJc w:val="left"/>
      <w:pPr>
        <w:tabs>
          <w:tab w:val="num" w:pos="3810"/>
        </w:tabs>
        <w:ind w:left="3810" w:hanging="360"/>
      </w:pPr>
    </w:lvl>
    <w:lvl w:ilvl="4" w:tplc="04270019" w:tentative="1">
      <w:start w:val="1"/>
      <w:numFmt w:val="lowerLetter"/>
      <w:lvlText w:val="%5."/>
      <w:lvlJc w:val="left"/>
      <w:pPr>
        <w:tabs>
          <w:tab w:val="num" w:pos="4530"/>
        </w:tabs>
        <w:ind w:left="4530" w:hanging="360"/>
      </w:pPr>
    </w:lvl>
    <w:lvl w:ilvl="5" w:tplc="0427001B" w:tentative="1">
      <w:start w:val="1"/>
      <w:numFmt w:val="lowerRoman"/>
      <w:lvlText w:val="%6."/>
      <w:lvlJc w:val="right"/>
      <w:pPr>
        <w:tabs>
          <w:tab w:val="num" w:pos="5250"/>
        </w:tabs>
        <w:ind w:left="5250" w:hanging="180"/>
      </w:pPr>
    </w:lvl>
    <w:lvl w:ilvl="6" w:tplc="0427000F" w:tentative="1">
      <w:start w:val="1"/>
      <w:numFmt w:val="decimal"/>
      <w:lvlText w:val="%7."/>
      <w:lvlJc w:val="left"/>
      <w:pPr>
        <w:tabs>
          <w:tab w:val="num" w:pos="5970"/>
        </w:tabs>
        <w:ind w:left="5970" w:hanging="360"/>
      </w:pPr>
    </w:lvl>
    <w:lvl w:ilvl="7" w:tplc="04270019" w:tentative="1">
      <w:start w:val="1"/>
      <w:numFmt w:val="lowerLetter"/>
      <w:lvlText w:val="%8."/>
      <w:lvlJc w:val="left"/>
      <w:pPr>
        <w:tabs>
          <w:tab w:val="num" w:pos="6690"/>
        </w:tabs>
        <w:ind w:left="6690" w:hanging="360"/>
      </w:pPr>
    </w:lvl>
    <w:lvl w:ilvl="8" w:tplc="0427001B" w:tentative="1">
      <w:start w:val="1"/>
      <w:numFmt w:val="lowerRoman"/>
      <w:lvlText w:val="%9."/>
      <w:lvlJc w:val="right"/>
      <w:pPr>
        <w:tabs>
          <w:tab w:val="num" w:pos="7410"/>
        </w:tabs>
        <w:ind w:left="7410" w:hanging="180"/>
      </w:pPr>
    </w:lvl>
  </w:abstractNum>
  <w:abstractNum w:abstractNumId="3">
    <w:nsid w:val="7E386D45"/>
    <w:multiLevelType w:val="hybridMultilevel"/>
    <w:tmpl w:val="0786E09C"/>
    <w:lvl w:ilvl="0" w:tplc="41D619B8">
      <w:start w:val="9"/>
      <w:numFmt w:val="bullet"/>
      <w:lvlText w:val="-"/>
      <w:lvlJc w:val="left"/>
      <w:pPr>
        <w:ind w:left="360" w:hanging="360"/>
      </w:pPr>
      <w:rPr>
        <w:rFonts w:ascii="Times New Roman" w:eastAsia="SimSun" w:hAnsi="Times New Roman" w:cs="Times New Roman" w:hint="default"/>
      </w:rPr>
    </w:lvl>
    <w:lvl w:ilvl="1" w:tplc="04270003" w:tentative="1">
      <w:start w:val="1"/>
      <w:numFmt w:val="bullet"/>
      <w:lvlText w:val="o"/>
      <w:lvlJc w:val="left"/>
      <w:pPr>
        <w:ind w:left="2370" w:hanging="360"/>
      </w:pPr>
      <w:rPr>
        <w:rFonts w:ascii="Courier New" w:hAnsi="Courier New" w:cs="Courier New" w:hint="default"/>
      </w:rPr>
    </w:lvl>
    <w:lvl w:ilvl="2" w:tplc="04270005" w:tentative="1">
      <w:start w:val="1"/>
      <w:numFmt w:val="bullet"/>
      <w:lvlText w:val=""/>
      <w:lvlJc w:val="left"/>
      <w:pPr>
        <w:ind w:left="3090" w:hanging="360"/>
      </w:pPr>
      <w:rPr>
        <w:rFonts w:ascii="Wingdings" w:hAnsi="Wingdings" w:hint="default"/>
      </w:rPr>
    </w:lvl>
    <w:lvl w:ilvl="3" w:tplc="04270001" w:tentative="1">
      <w:start w:val="1"/>
      <w:numFmt w:val="bullet"/>
      <w:lvlText w:val=""/>
      <w:lvlJc w:val="left"/>
      <w:pPr>
        <w:ind w:left="3810" w:hanging="360"/>
      </w:pPr>
      <w:rPr>
        <w:rFonts w:ascii="Symbol" w:hAnsi="Symbol" w:hint="default"/>
      </w:rPr>
    </w:lvl>
    <w:lvl w:ilvl="4" w:tplc="04270003" w:tentative="1">
      <w:start w:val="1"/>
      <w:numFmt w:val="bullet"/>
      <w:lvlText w:val="o"/>
      <w:lvlJc w:val="left"/>
      <w:pPr>
        <w:ind w:left="4530" w:hanging="360"/>
      </w:pPr>
      <w:rPr>
        <w:rFonts w:ascii="Courier New" w:hAnsi="Courier New" w:cs="Courier New" w:hint="default"/>
      </w:rPr>
    </w:lvl>
    <w:lvl w:ilvl="5" w:tplc="04270005" w:tentative="1">
      <w:start w:val="1"/>
      <w:numFmt w:val="bullet"/>
      <w:lvlText w:val=""/>
      <w:lvlJc w:val="left"/>
      <w:pPr>
        <w:ind w:left="5250" w:hanging="360"/>
      </w:pPr>
      <w:rPr>
        <w:rFonts w:ascii="Wingdings" w:hAnsi="Wingdings" w:hint="default"/>
      </w:rPr>
    </w:lvl>
    <w:lvl w:ilvl="6" w:tplc="04270001" w:tentative="1">
      <w:start w:val="1"/>
      <w:numFmt w:val="bullet"/>
      <w:lvlText w:val=""/>
      <w:lvlJc w:val="left"/>
      <w:pPr>
        <w:ind w:left="5970" w:hanging="360"/>
      </w:pPr>
      <w:rPr>
        <w:rFonts w:ascii="Symbol" w:hAnsi="Symbol" w:hint="default"/>
      </w:rPr>
    </w:lvl>
    <w:lvl w:ilvl="7" w:tplc="04270003" w:tentative="1">
      <w:start w:val="1"/>
      <w:numFmt w:val="bullet"/>
      <w:lvlText w:val="o"/>
      <w:lvlJc w:val="left"/>
      <w:pPr>
        <w:ind w:left="6690" w:hanging="360"/>
      </w:pPr>
      <w:rPr>
        <w:rFonts w:ascii="Courier New" w:hAnsi="Courier New" w:cs="Courier New" w:hint="default"/>
      </w:rPr>
    </w:lvl>
    <w:lvl w:ilvl="8" w:tplc="04270005" w:tentative="1">
      <w:start w:val="1"/>
      <w:numFmt w:val="bullet"/>
      <w:lvlText w:val=""/>
      <w:lvlJc w:val="left"/>
      <w:pPr>
        <w:ind w:left="741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DE3"/>
    <w:rsid w:val="00011D07"/>
    <w:rsid w:val="0004572A"/>
    <w:rsid w:val="0005740E"/>
    <w:rsid w:val="00072080"/>
    <w:rsid w:val="000814A4"/>
    <w:rsid w:val="00095E47"/>
    <w:rsid w:val="000C20B3"/>
    <w:rsid w:val="000D029E"/>
    <w:rsid w:val="000D0B1B"/>
    <w:rsid w:val="001117FC"/>
    <w:rsid w:val="00137B83"/>
    <w:rsid w:val="00153EB6"/>
    <w:rsid w:val="00161FDA"/>
    <w:rsid w:val="00165706"/>
    <w:rsid w:val="001767B0"/>
    <w:rsid w:val="00183169"/>
    <w:rsid w:val="001A1BB5"/>
    <w:rsid w:val="001E7AD8"/>
    <w:rsid w:val="00211B48"/>
    <w:rsid w:val="002352CB"/>
    <w:rsid w:val="002467B6"/>
    <w:rsid w:val="00267763"/>
    <w:rsid w:val="002C1B60"/>
    <w:rsid w:val="002E25C0"/>
    <w:rsid w:val="002E5472"/>
    <w:rsid w:val="002F003F"/>
    <w:rsid w:val="002F3083"/>
    <w:rsid w:val="00333CB8"/>
    <w:rsid w:val="0034371F"/>
    <w:rsid w:val="00343C4B"/>
    <w:rsid w:val="003541FC"/>
    <w:rsid w:val="00365337"/>
    <w:rsid w:val="003729E8"/>
    <w:rsid w:val="0038115E"/>
    <w:rsid w:val="00395865"/>
    <w:rsid w:val="003D0DCB"/>
    <w:rsid w:val="003E7C8E"/>
    <w:rsid w:val="004106B4"/>
    <w:rsid w:val="00465554"/>
    <w:rsid w:val="004743F1"/>
    <w:rsid w:val="00485CB2"/>
    <w:rsid w:val="00500E3E"/>
    <w:rsid w:val="0050589B"/>
    <w:rsid w:val="005104B8"/>
    <w:rsid w:val="00571061"/>
    <w:rsid w:val="00577823"/>
    <w:rsid w:val="00587932"/>
    <w:rsid w:val="00594FDA"/>
    <w:rsid w:val="005D5D75"/>
    <w:rsid w:val="005E1008"/>
    <w:rsid w:val="005E33AE"/>
    <w:rsid w:val="005F0A7A"/>
    <w:rsid w:val="005F312C"/>
    <w:rsid w:val="005F6F73"/>
    <w:rsid w:val="00613DE3"/>
    <w:rsid w:val="006336B8"/>
    <w:rsid w:val="00664279"/>
    <w:rsid w:val="006A3755"/>
    <w:rsid w:val="006C04E9"/>
    <w:rsid w:val="006F0881"/>
    <w:rsid w:val="006F5609"/>
    <w:rsid w:val="00740B8D"/>
    <w:rsid w:val="0074495F"/>
    <w:rsid w:val="00747AB4"/>
    <w:rsid w:val="007D46EC"/>
    <w:rsid w:val="007F488D"/>
    <w:rsid w:val="007F6E84"/>
    <w:rsid w:val="008B45BA"/>
    <w:rsid w:val="008D5B63"/>
    <w:rsid w:val="009027B9"/>
    <w:rsid w:val="00903C30"/>
    <w:rsid w:val="00922B6E"/>
    <w:rsid w:val="00951E5A"/>
    <w:rsid w:val="00964408"/>
    <w:rsid w:val="009A319E"/>
    <w:rsid w:val="009A6388"/>
    <w:rsid w:val="009E0DAB"/>
    <w:rsid w:val="00A23E3A"/>
    <w:rsid w:val="00A37879"/>
    <w:rsid w:val="00A40338"/>
    <w:rsid w:val="00A4245B"/>
    <w:rsid w:val="00A571A0"/>
    <w:rsid w:val="00A6498E"/>
    <w:rsid w:val="00A71E71"/>
    <w:rsid w:val="00AA5B7C"/>
    <w:rsid w:val="00AC3DD1"/>
    <w:rsid w:val="00AC792F"/>
    <w:rsid w:val="00AD4AA2"/>
    <w:rsid w:val="00B01DB2"/>
    <w:rsid w:val="00B023D0"/>
    <w:rsid w:val="00B24D61"/>
    <w:rsid w:val="00B267BB"/>
    <w:rsid w:val="00B360F8"/>
    <w:rsid w:val="00B545DE"/>
    <w:rsid w:val="00B7774F"/>
    <w:rsid w:val="00B8713C"/>
    <w:rsid w:val="00B91AEC"/>
    <w:rsid w:val="00B91BC4"/>
    <w:rsid w:val="00B96C31"/>
    <w:rsid w:val="00BC4A4B"/>
    <w:rsid w:val="00BD41FA"/>
    <w:rsid w:val="00BF44BF"/>
    <w:rsid w:val="00C00BB4"/>
    <w:rsid w:val="00C069E9"/>
    <w:rsid w:val="00C10BEE"/>
    <w:rsid w:val="00C55B00"/>
    <w:rsid w:val="00C6697B"/>
    <w:rsid w:val="00CB00D1"/>
    <w:rsid w:val="00D06F5E"/>
    <w:rsid w:val="00D33742"/>
    <w:rsid w:val="00D377E2"/>
    <w:rsid w:val="00D56554"/>
    <w:rsid w:val="00DB09EC"/>
    <w:rsid w:val="00DE2EB2"/>
    <w:rsid w:val="00DE6703"/>
    <w:rsid w:val="00E11ADE"/>
    <w:rsid w:val="00E128B2"/>
    <w:rsid w:val="00E534C8"/>
    <w:rsid w:val="00E61579"/>
    <w:rsid w:val="00E6710A"/>
    <w:rsid w:val="00E725B7"/>
    <w:rsid w:val="00E935BF"/>
    <w:rsid w:val="00EB2B9B"/>
    <w:rsid w:val="00EB36AF"/>
    <w:rsid w:val="00EE3626"/>
    <w:rsid w:val="00EE6951"/>
    <w:rsid w:val="00EE7D41"/>
    <w:rsid w:val="00F01168"/>
    <w:rsid w:val="00F108FF"/>
    <w:rsid w:val="00F149A2"/>
    <w:rsid w:val="00F2151A"/>
    <w:rsid w:val="00F24279"/>
    <w:rsid w:val="00F31162"/>
    <w:rsid w:val="00F4030E"/>
    <w:rsid w:val="00F51D7F"/>
    <w:rsid w:val="00F8733A"/>
    <w:rsid w:val="00FA16C0"/>
    <w:rsid w:val="00FC2FE8"/>
    <w:rsid w:val="00FE1F6A"/>
    <w:rsid w:val="00FF6C8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7A4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Table Web 2" w:semiHidden="0" w:unhideWhenUsed="0"/>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 w:type="character" w:styleId="Hipersaitas">
    <w:name w:val="Hyperlink"/>
    <w:uiPriority w:val="99"/>
    <w:unhideWhenUsed/>
    <w:rsid w:val="00B01DB2"/>
    <w:rPr>
      <w:color w:val="0000FF"/>
      <w:u w:val="single"/>
    </w:rPr>
  </w:style>
  <w:style w:type="paragraph" w:styleId="Pataisymai">
    <w:name w:val="Revision"/>
    <w:hidden/>
    <w:uiPriority w:val="99"/>
    <w:semiHidden/>
    <w:rsid w:val="00011D07"/>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Table Web 2" w:semiHidden="0" w:unhideWhenUsed="0"/>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 w:type="character" w:styleId="Hipersaitas">
    <w:name w:val="Hyperlink"/>
    <w:uiPriority w:val="99"/>
    <w:unhideWhenUsed/>
    <w:rsid w:val="00B01DB2"/>
    <w:rPr>
      <w:color w:val="0000FF"/>
      <w:u w:val="single"/>
    </w:rPr>
  </w:style>
  <w:style w:type="paragraph" w:styleId="Pataisymai">
    <w:name w:val="Revision"/>
    <w:hidden/>
    <w:uiPriority w:val="99"/>
    <w:semiHidden/>
    <w:rsid w:val="00011D0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plunge.l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5F7645-ED66-435E-AE9D-7E8A98433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3DF92DBA</Template>
  <TotalTime>6</TotalTime>
  <Pages>3</Pages>
  <Words>3103</Words>
  <Characters>1769</Characters>
  <Application>Microsoft Office Word</Application>
  <DocSecurity>0</DocSecurity>
  <Lines>14</Lines>
  <Paragraphs>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4863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Jovita Šumskienė</dc:creator>
  <cp:lastModifiedBy>Jovita Šumskienė</cp:lastModifiedBy>
  <cp:revision>4</cp:revision>
  <cp:lastPrinted>2004-11-10T12:39:00Z</cp:lastPrinted>
  <dcterms:created xsi:type="dcterms:W3CDTF">2022-02-24T14:14:00Z</dcterms:created>
  <dcterms:modified xsi:type="dcterms:W3CDTF">2022-03-17T12:54:00Z</dcterms:modified>
</cp:coreProperties>
</file>