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2307CB" w14:textId="55EEBA1B" w:rsidR="00AF316C" w:rsidRDefault="00AF316C"/>
    <w:p w14:paraId="14DC3DD7" w14:textId="77777777" w:rsidR="00AB1303" w:rsidRDefault="001C6918" w:rsidP="00AB1303">
      <w:pPr>
        <w:ind w:left="9072" w:firstLine="1296"/>
      </w:pPr>
      <w:r>
        <w:t>PATVIRTINTA</w:t>
      </w:r>
    </w:p>
    <w:p w14:paraId="16F73235" w14:textId="77777777" w:rsidR="00AB1303" w:rsidRDefault="001C6918" w:rsidP="00AB1303">
      <w:pPr>
        <w:ind w:left="9072" w:firstLine="1296"/>
      </w:pPr>
      <w:r>
        <w:t>Plungės rajono savivaldybės</w:t>
      </w:r>
    </w:p>
    <w:p w14:paraId="15D73727" w14:textId="77777777" w:rsidR="00AB1303" w:rsidRDefault="001C6918" w:rsidP="00AB1303">
      <w:pPr>
        <w:ind w:left="9072" w:firstLine="1296"/>
      </w:pPr>
      <w:r>
        <w:t>tarybos 2021 m. spalio 28 d.</w:t>
      </w:r>
    </w:p>
    <w:p w14:paraId="599FF6F7" w14:textId="77777777" w:rsidR="00AB1303" w:rsidRDefault="001C6918" w:rsidP="00AB1303">
      <w:pPr>
        <w:ind w:left="9072" w:firstLine="1296"/>
      </w:pPr>
      <w:r>
        <w:t>sprendimu Nr. T1-272</w:t>
      </w:r>
    </w:p>
    <w:p w14:paraId="59CDB6AD" w14:textId="77777777" w:rsidR="00AB1303" w:rsidRDefault="00AB1303" w:rsidP="00AB1303">
      <w:pPr>
        <w:ind w:left="9072" w:firstLine="1296"/>
      </w:pPr>
      <w:r>
        <w:t>(pakeista 2021 m. lapkričio</w:t>
      </w:r>
    </w:p>
    <w:p w14:paraId="110BA585" w14:textId="7E68BE2B" w:rsidR="001C6918" w:rsidRDefault="001C6918" w:rsidP="00AB1303">
      <w:pPr>
        <w:ind w:left="9072" w:firstLine="1296"/>
      </w:pPr>
      <w:r>
        <w:t>25 d. sprendimu Nr. T1-</w:t>
      </w:r>
      <w:r w:rsidR="00B04403">
        <w:t>300</w:t>
      </w:r>
      <w:r>
        <w:t>)</w:t>
      </w:r>
    </w:p>
    <w:p w14:paraId="5742BB76" w14:textId="0972364A" w:rsidR="001C6918" w:rsidRPr="001C6918" w:rsidRDefault="001C6918" w:rsidP="00AF316C">
      <w:pPr>
        <w:jc w:val="right"/>
      </w:pPr>
      <w:r>
        <w:t xml:space="preserve">  </w:t>
      </w:r>
    </w:p>
    <w:tbl>
      <w:tblPr>
        <w:tblW w:w="0" w:type="auto"/>
        <w:jc w:val="right"/>
        <w:tblCellMar>
          <w:left w:w="10" w:type="dxa"/>
          <w:right w:w="10" w:type="dxa"/>
        </w:tblCellMar>
        <w:tblLook w:val="04A0" w:firstRow="1" w:lastRow="0" w:firstColumn="1" w:lastColumn="0" w:noHBand="0" w:noVBand="1"/>
      </w:tblPr>
      <w:tblGrid>
        <w:gridCol w:w="9627"/>
      </w:tblGrid>
      <w:tr w:rsidR="00AA6E0B" w14:paraId="2EE32592" w14:textId="77777777" w:rsidTr="00517F39">
        <w:trPr>
          <w:trHeight w:val="561"/>
          <w:jc w:val="right"/>
        </w:trPr>
        <w:tc>
          <w:tcPr>
            <w:tcW w:w="9627" w:type="dxa"/>
            <w:shd w:val="clear" w:color="000000" w:fill="FFFFFF"/>
            <w:tcMar>
              <w:left w:w="108" w:type="dxa"/>
              <w:right w:w="108" w:type="dxa"/>
            </w:tcMar>
          </w:tcPr>
          <w:p w14:paraId="3DDDE717" w14:textId="77777777" w:rsidR="00AA6E0B" w:rsidRDefault="00AA6E0B" w:rsidP="00517F39">
            <w:pPr>
              <w:jc w:val="right"/>
            </w:pPr>
            <w:r>
              <w:t xml:space="preserve">Plungės rajono savivaldybės vietinės rinkliavos </w:t>
            </w:r>
          </w:p>
          <w:p w14:paraId="04F736E6" w14:textId="77777777" w:rsidR="00AA6E0B" w:rsidRDefault="00AA6E0B" w:rsidP="00517F39">
            <w:pPr>
              <w:jc w:val="right"/>
            </w:pPr>
            <w:r>
              <w:t xml:space="preserve">už komunalinių atliekų surinkimą iš </w:t>
            </w:r>
          </w:p>
          <w:p w14:paraId="1B01CB5B" w14:textId="77777777" w:rsidR="00AA6E0B" w:rsidRDefault="00AA6E0B" w:rsidP="00517F39">
            <w:pPr>
              <w:jc w:val="right"/>
            </w:pPr>
            <w:r>
              <w:t xml:space="preserve">atliekų turėtojų ir atliekų tvarkymą nuostatų </w:t>
            </w:r>
          </w:p>
        </w:tc>
      </w:tr>
      <w:tr w:rsidR="00AA6E0B" w14:paraId="3A1A1F0B" w14:textId="77777777" w:rsidTr="00517F39">
        <w:trPr>
          <w:trHeight w:val="1"/>
          <w:jc w:val="right"/>
        </w:trPr>
        <w:tc>
          <w:tcPr>
            <w:tcW w:w="9627" w:type="dxa"/>
            <w:shd w:val="clear" w:color="000000" w:fill="FFFFFF"/>
            <w:tcMar>
              <w:left w:w="108" w:type="dxa"/>
              <w:right w:w="108" w:type="dxa"/>
            </w:tcMar>
          </w:tcPr>
          <w:p w14:paraId="5B251EC4" w14:textId="77777777" w:rsidR="00AA6E0B" w:rsidRDefault="00AA6E0B" w:rsidP="00517F39">
            <w:pPr>
              <w:jc w:val="right"/>
            </w:pPr>
            <w:r>
              <w:t>priedas</w:t>
            </w:r>
          </w:p>
        </w:tc>
      </w:tr>
    </w:tbl>
    <w:p w14:paraId="1725BAAC" w14:textId="77777777" w:rsidR="00AA6E0B" w:rsidRDefault="00AA6E0B" w:rsidP="00AA6E0B">
      <w:pPr>
        <w:ind w:firstLine="0"/>
        <w:rPr>
          <w:b/>
          <w:color w:val="000000"/>
        </w:rPr>
      </w:pPr>
    </w:p>
    <w:p w14:paraId="1D770B83" w14:textId="77777777" w:rsidR="00AA6E0B" w:rsidRPr="00A419BB" w:rsidRDefault="00AA6E0B" w:rsidP="00AA6E0B">
      <w:pPr>
        <w:jc w:val="center"/>
        <w:rPr>
          <w:b/>
          <w:color w:val="000000"/>
        </w:rPr>
      </w:pPr>
      <w:r>
        <w:rPr>
          <w:b/>
          <w:color w:val="000000"/>
        </w:rPr>
        <w:t>VIETINĖS RINKLIAVOS UŽ KOMUNALINIŲ ATLIEKŲ SURINKIMĄ IŠ ATLIEKŲ TURĖTOJŲ IR ATLIEKŲ TVARKYMĄ DYDŽIAI</w:t>
      </w:r>
    </w:p>
    <w:tbl>
      <w:tblPr>
        <w:tblW w:w="14781" w:type="dxa"/>
        <w:tblInd w:w="98" w:type="dxa"/>
        <w:tblLayout w:type="fixed"/>
        <w:tblCellMar>
          <w:left w:w="10" w:type="dxa"/>
          <w:right w:w="10" w:type="dxa"/>
        </w:tblCellMar>
        <w:tblLook w:val="04A0" w:firstRow="1" w:lastRow="0" w:firstColumn="1" w:lastColumn="0" w:noHBand="0" w:noVBand="1"/>
      </w:tblPr>
      <w:tblGrid>
        <w:gridCol w:w="580"/>
        <w:gridCol w:w="3712"/>
        <w:gridCol w:w="1842"/>
        <w:gridCol w:w="1701"/>
        <w:gridCol w:w="1843"/>
        <w:gridCol w:w="1985"/>
        <w:gridCol w:w="1559"/>
        <w:gridCol w:w="1559"/>
      </w:tblGrid>
      <w:tr w:rsidR="00AA6E0B" w14:paraId="073E4B40" w14:textId="77777777" w:rsidTr="004A3840">
        <w:trPr>
          <w:trHeight w:val="1104"/>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016ED0" w14:textId="77777777" w:rsidR="00AA6E0B" w:rsidRPr="003C6738" w:rsidRDefault="00AA6E0B" w:rsidP="00517F39">
            <w:pPr>
              <w:ind w:firstLine="0"/>
              <w:jc w:val="center"/>
              <w:rPr>
                <w:szCs w:val="24"/>
              </w:rPr>
            </w:pPr>
            <w:r w:rsidRPr="003C6738">
              <w:rPr>
                <w:szCs w:val="24"/>
              </w:rPr>
              <w:t>Eil. Nr.</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0513AF" w14:textId="77777777" w:rsidR="00AA6E0B" w:rsidRPr="003C6738" w:rsidRDefault="00AA6E0B" w:rsidP="00517F39">
            <w:pPr>
              <w:ind w:firstLine="0"/>
              <w:jc w:val="center"/>
              <w:rPr>
                <w:szCs w:val="24"/>
              </w:rPr>
            </w:pPr>
            <w:r w:rsidRPr="003C6738">
              <w:rPr>
                <w:szCs w:val="24"/>
              </w:rPr>
              <w:t>Nekilnojamojo turto objektų kategorija</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D0C644" w14:textId="77777777" w:rsidR="00AA6E0B" w:rsidRPr="003C6738" w:rsidRDefault="00AA6E0B" w:rsidP="00517F39">
            <w:pPr>
              <w:ind w:firstLine="0"/>
              <w:jc w:val="center"/>
              <w:rPr>
                <w:szCs w:val="24"/>
              </w:rPr>
            </w:pPr>
            <w:r w:rsidRPr="003C6738">
              <w:rPr>
                <w:szCs w:val="24"/>
              </w:rPr>
              <w:t>Pastovus administravimo parametras</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6F93A9" w14:textId="4D61CBCF" w:rsidR="00AA6E0B" w:rsidRPr="003C6738" w:rsidRDefault="00AA6E0B" w:rsidP="004A3840">
            <w:pPr>
              <w:ind w:firstLine="0"/>
              <w:jc w:val="center"/>
              <w:rPr>
                <w:szCs w:val="24"/>
              </w:rPr>
            </w:pPr>
            <w:r w:rsidRPr="003C6738">
              <w:rPr>
                <w:szCs w:val="24"/>
              </w:rPr>
              <w:t xml:space="preserve">Pastovus įmokos dydis, </w:t>
            </w:r>
            <w:proofErr w:type="spellStart"/>
            <w:r w:rsidRPr="003C6738">
              <w:rPr>
                <w:szCs w:val="24"/>
              </w:rPr>
              <w:t>Eur</w:t>
            </w:r>
            <w:proofErr w:type="spellEnd"/>
            <w:r w:rsidRPr="003C6738">
              <w:rPr>
                <w:szCs w:val="24"/>
              </w:rPr>
              <w:t>/vnt./metus</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80AEE9" w14:textId="77777777" w:rsidR="00AA6E0B" w:rsidRPr="003C6738" w:rsidRDefault="00AA6E0B" w:rsidP="00517F39">
            <w:pPr>
              <w:ind w:firstLine="0"/>
              <w:jc w:val="center"/>
              <w:rPr>
                <w:szCs w:val="24"/>
              </w:rPr>
            </w:pPr>
            <w:r w:rsidRPr="003C6738">
              <w:rPr>
                <w:szCs w:val="24"/>
              </w:rPr>
              <w:t>Kintamas administravimo parametras</w:t>
            </w:r>
            <w:r w:rsidRPr="003C6738">
              <w:rPr>
                <w:szCs w:val="24"/>
                <w:vertAlign w:val="superscript"/>
              </w:rPr>
              <w:t>1</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C2E56F" w14:textId="77777777" w:rsidR="00AA6E0B" w:rsidRPr="003C6738" w:rsidRDefault="00AA6E0B" w:rsidP="00517F39">
            <w:pPr>
              <w:ind w:firstLine="0"/>
              <w:jc w:val="center"/>
              <w:rPr>
                <w:szCs w:val="24"/>
              </w:rPr>
            </w:pPr>
            <w:r w:rsidRPr="003C6738">
              <w:rPr>
                <w:szCs w:val="24"/>
              </w:rPr>
              <w:t>Kintamas įmokos dydis</w:t>
            </w:r>
            <w:r w:rsidRPr="003C6738">
              <w:rPr>
                <w:szCs w:val="24"/>
                <w:vertAlign w:val="superscript"/>
              </w:rPr>
              <w:t>1</w:t>
            </w:r>
            <w:r w:rsidRPr="003C6738">
              <w:rPr>
                <w:szCs w:val="24"/>
              </w:rPr>
              <w:t xml:space="preserve">, </w:t>
            </w:r>
            <w:proofErr w:type="spellStart"/>
            <w:r w:rsidRPr="003C6738">
              <w:rPr>
                <w:szCs w:val="24"/>
              </w:rPr>
              <w:t>Eur</w:t>
            </w:r>
            <w:proofErr w:type="spellEnd"/>
            <w:r w:rsidRPr="003C6738">
              <w:rPr>
                <w:szCs w:val="24"/>
              </w:rPr>
              <w:t>/vnt./metus</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5E87D0F" w14:textId="77777777" w:rsidR="00AA6E0B" w:rsidRPr="003C6738" w:rsidRDefault="00AA6E0B" w:rsidP="00517F39">
            <w:pPr>
              <w:ind w:firstLine="0"/>
              <w:jc w:val="center"/>
              <w:rPr>
                <w:szCs w:val="24"/>
              </w:rPr>
            </w:pPr>
            <w:r w:rsidRPr="003C6738">
              <w:rPr>
                <w:szCs w:val="24"/>
              </w:rPr>
              <w:t>Kintamas administravimo parametras</w:t>
            </w:r>
            <w:r w:rsidRPr="003C6738">
              <w:rPr>
                <w:szCs w:val="24"/>
                <w:vertAlign w:val="superscript"/>
              </w:rPr>
              <w:t>2</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31288F5" w14:textId="77777777" w:rsidR="00AA6E0B" w:rsidRPr="003C6738" w:rsidRDefault="00AA6E0B" w:rsidP="00517F39">
            <w:pPr>
              <w:ind w:firstLine="0"/>
              <w:jc w:val="center"/>
              <w:rPr>
                <w:szCs w:val="24"/>
              </w:rPr>
            </w:pPr>
            <w:r w:rsidRPr="003C6738">
              <w:rPr>
                <w:szCs w:val="24"/>
              </w:rPr>
              <w:t>Kintamas įmokos dydis</w:t>
            </w:r>
            <w:r w:rsidRPr="003C6738">
              <w:rPr>
                <w:szCs w:val="24"/>
                <w:vertAlign w:val="superscript"/>
              </w:rPr>
              <w:t>2</w:t>
            </w:r>
          </w:p>
          <w:p w14:paraId="191CF70C" w14:textId="77777777" w:rsidR="00AA6E0B" w:rsidRPr="003C6738" w:rsidRDefault="00AA6E0B" w:rsidP="00517F39">
            <w:pPr>
              <w:ind w:firstLine="0"/>
              <w:jc w:val="center"/>
              <w:rPr>
                <w:szCs w:val="24"/>
              </w:rPr>
            </w:pPr>
            <w:proofErr w:type="spellStart"/>
            <w:r w:rsidRPr="003C6738">
              <w:rPr>
                <w:szCs w:val="24"/>
              </w:rPr>
              <w:t>Eur</w:t>
            </w:r>
            <w:proofErr w:type="spellEnd"/>
          </w:p>
        </w:tc>
      </w:tr>
      <w:tr w:rsidR="00AA6E0B" w14:paraId="0C92DF89" w14:textId="77777777" w:rsidTr="00517F39">
        <w:trPr>
          <w:trHeight w:val="241"/>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D97917" w14:textId="77777777" w:rsidR="00AA6E0B" w:rsidRPr="003C6738" w:rsidRDefault="00AA6E0B" w:rsidP="00517F39">
            <w:pPr>
              <w:ind w:firstLine="0"/>
              <w:jc w:val="center"/>
              <w:rPr>
                <w:szCs w:val="24"/>
              </w:rPr>
            </w:pPr>
            <w:r w:rsidRPr="003C6738">
              <w:rPr>
                <w:szCs w:val="24"/>
              </w:rPr>
              <w:t>1.</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0752F3" w14:textId="77777777" w:rsidR="00AA6E0B" w:rsidRPr="003C6738" w:rsidRDefault="00AA6E0B" w:rsidP="00517F39">
            <w:pPr>
              <w:ind w:firstLine="0"/>
              <w:jc w:val="center"/>
              <w:rPr>
                <w:szCs w:val="24"/>
              </w:rPr>
            </w:pPr>
            <w:r w:rsidRPr="003C6738">
              <w:rPr>
                <w:szCs w:val="24"/>
              </w:rPr>
              <w:t>Gyvenamosios paskirties butai daugiabučiuose namuose</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062E2F" w14:textId="77777777" w:rsidR="00AA6E0B" w:rsidRPr="003C6738" w:rsidRDefault="00AA6E0B" w:rsidP="00517F39">
            <w:pPr>
              <w:ind w:firstLine="0"/>
              <w:jc w:val="center"/>
              <w:rPr>
                <w:szCs w:val="24"/>
              </w:rPr>
            </w:pPr>
            <w:r w:rsidRPr="003C6738">
              <w:rPr>
                <w:szCs w:val="24"/>
              </w:rPr>
              <w:t>Nekilnojamojo turto paskirtis ir objektų skaičius</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26AF39" w14:textId="77777777" w:rsidR="00AA6E0B" w:rsidRPr="003C6738" w:rsidRDefault="00AA6E0B" w:rsidP="00517F39">
            <w:pPr>
              <w:ind w:firstLine="0"/>
              <w:jc w:val="center"/>
              <w:rPr>
                <w:szCs w:val="24"/>
              </w:rPr>
            </w:pPr>
            <w:r w:rsidRPr="003C6738">
              <w:rPr>
                <w:szCs w:val="24"/>
              </w:rPr>
              <w:t>30,00</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1CD1C9" w14:textId="77777777" w:rsidR="00AA6E0B" w:rsidRPr="003C6738" w:rsidRDefault="00AA6E0B" w:rsidP="00517F39">
            <w:pPr>
              <w:ind w:firstLine="0"/>
              <w:jc w:val="center"/>
              <w:rPr>
                <w:szCs w:val="24"/>
              </w:rPr>
            </w:pPr>
            <w:r w:rsidRPr="003C6738">
              <w:rPr>
                <w:szCs w:val="24"/>
              </w:rPr>
              <w:t>Gyventojų skaičius</w:t>
            </w:r>
            <w:r w:rsidRPr="003C6738">
              <w:rPr>
                <w:szCs w:val="24"/>
                <w:vertAlign w:val="superscript"/>
              </w:rPr>
              <w:t>3</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A8C8B6" w14:textId="77777777" w:rsidR="00AA6E0B" w:rsidRPr="003C6738" w:rsidRDefault="00AA6E0B" w:rsidP="00517F39">
            <w:pPr>
              <w:ind w:firstLine="0"/>
              <w:jc w:val="center"/>
              <w:rPr>
                <w:szCs w:val="24"/>
              </w:rPr>
            </w:pPr>
            <w:r>
              <w:rPr>
                <w:szCs w:val="24"/>
              </w:rPr>
              <w:t>12,00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6A28CCE6" w14:textId="77777777" w:rsidR="00AA6E0B" w:rsidRDefault="00AA6E0B" w:rsidP="00517F39">
            <w:pPr>
              <w:ind w:firstLine="0"/>
              <w:jc w:val="center"/>
              <w:rPr>
                <w:szCs w:val="24"/>
              </w:rPr>
            </w:pPr>
            <w:r w:rsidRPr="003C6738">
              <w:rPr>
                <w:szCs w:val="24"/>
              </w:rPr>
              <w:t>Konteinerių skaičius, tūris ir ištuštinimo dažnis</w:t>
            </w:r>
          </w:p>
          <w:p w14:paraId="3A498B24" w14:textId="77777777" w:rsidR="00AA6E0B" w:rsidRPr="003C6738" w:rsidRDefault="00AA6E0B" w:rsidP="00517F39">
            <w:pPr>
              <w:ind w:firstLine="0"/>
              <w:jc w:val="center"/>
              <w:rPr>
                <w:szCs w:val="24"/>
              </w:rPr>
            </w:pP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326BBA06" w14:textId="77777777" w:rsidR="00AA6E0B" w:rsidRDefault="00AA6E0B" w:rsidP="00517F39">
            <w:pPr>
              <w:ind w:firstLine="0"/>
              <w:jc w:val="center"/>
              <w:rPr>
                <w:szCs w:val="24"/>
              </w:rPr>
            </w:pPr>
          </w:p>
          <w:p w14:paraId="69CC38C4" w14:textId="77777777" w:rsidR="00AA6E0B" w:rsidRDefault="00AA6E0B" w:rsidP="00517F39">
            <w:pPr>
              <w:ind w:firstLine="0"/>
              <w:jc w:val="center"/>
            </w:pPr>
            <w:r>
              <w:t xml:space="preserve">2 </w:t>
            </w:r>
            <w:proofErr w:type="spellStart"/>
            <w:r>
              <w:t>Eur</w:t>
            </w:r>
            <w:proofErr w:type="spellEnd"/>
            <w:r>
              <w:t xml:space="preserve"> už 0,12 m</w:t>
            </w:r>
            <w:r>
              <w:rPr>
                <w:vertAlign w:val="superscript"/>
              </w:rPr>
              <w:t>3</w:t>
            </w:r>
            <w:r>
              <w:t xml:space="preserve"> konteinerio ištuštinimą;</w:t>
            </w:r>
          </w:p>
          <w:p w14:paraId="5AAAA712" w14:textId="77777777" w:rsidR="00AA6E0B" w:rsidRDefault="00AA6E0B" w:rsidP="00517F39">
            <w:pPr>
              <w:ind w:firstLine="0"/>
              <w:jc w:val="center"/>
            </w:pPr>
          </w:p>
          <w:p w14:paraId="5FD83EA5" w14:textId="77777777" w:rsidR="00AA6E0B" w:rsidRDefault="00AA6E0B" w:rsidP="00517F39">
            <w:pPr>
              <w:ind w:firstLine="0"/>
              <w:jc w:val="center"/>
            </w:pPr>
            <w:r>
              <w:t xml:space="preserve">3 </w:t>
            </w:r>
            <w:proofErr w:type="spellStart"/>
            <w:r>
              <w:t>Eur</w:t>
            </w:r>
            <w:proofErr w:type="spellEnd"/>
            <w:r>
              <w:t xml:space="preserve"> už 0,24 m</w:t>
            </w:r>
            <w:r>
              <w:rPr>
                <w:vertAlign w:val="superscript"/>
              </w:rPr>
              <w:t>3</w:t>
            </w:r>
            <w:r>
              <w:t xml:space="preserve"> konteinerio ištuštinimą;</w:t>
            </w:r>
          </w:p>
          <w:p w14:paraId="05E8295F" w14:textId="77777777" w:rsidR="00AA6E0B" w:rsidRDefault="00AA6E0B" w:rsidP="00517F39">
            <w:pPr>
              <w:ind w:firstLine="0"/>
              <w:jc w:val="center"/>
            </w:pPr>
          </w:p>
          <w:p w14:paraId="3687C46E" w14:textId="77777777" w:rsidR="00AA6E0B" w:rsidRDefault="00AA6E0B" w:rsidP="00517F39">
            <w:pPr>
              <w:ind w:firstLine="0"/>
              <w:jc w:val="center"/>
            </w:pPr>
            <w:r>
              <w:t xml:space="preserve">14 </w:t>
            </w:r>
            <w:proofErr w:type="spellStart"/>
            <w:r>
              <w:t>Eur</w:t>
            </w:r>
            <w:proofErr w:type="spellEnd"/>
            <w:r>
              <w:t xml:space="preserve"> už 1,1 m</w:t>
            </w:r>
            <w:r>
              <w:rPr>
                <w:vertAlign w:val="superscript"/>
              </w:rPr>
              <w:t xml:space="preserve">3 </w:t>
            </w:r>
            <w:r>
              <w:t>konteinerio ištuštinimą;</w:t>
            </w:r>
          </w:p>
          <w:p w14:paraId="11877C2B" w14:textId="77777777" w:rsidR="00AA6E0B" w:rsidRDefault="00AA6E0B" w:rsidP="00517F39">
            <w:pPr>
              <w:ind w:firstLine="0"/>
              <w:jc w:val="center"/>
              <w:rPr>
                <w:szCs w:val="24"/>
              </w:rPr>
            </w:pPr>
          </w:p>
          <w:p w14:paraId="15B326AF" w14:textId="77777777" w:rsidR="00AA6E0B" w:rsidRDefault="00AA6E0B" w:rsidP="00517F39">
            <w:pPr>
              <w:jc w:val="center"/>
              <w:rPr>
                <w:szCs w:val="24"/>
              </w:rPr>
            </w:pPr>
          </w:p>
          <w:p w14:paraId="14DFCFBC" w14:textId="77777777" w:rsidR="00AA6E0B" w:rsidRDefault="00AA6E0B" w:rsidP="00517F39">
            <w:pPr>
              <w:ind w:firstLine="0"/>
              <w:jc w:val="center"/>
              <w:rPr>
                <w:szCs w:val="24"/>
              </w:rPr>
            </w:pPr>
          </w:p>
          <w:p w14:paraId="69310FB3" w14:textId="77777777" w:rsidR="00AA6E0B" w:rsidRDefault="00AA6E0B" w:rsidP="00517F39">
            <w:pPr>
              <w:ind w:firstLine="0"/>
              <w:jc w:val="center"/>
            </w:pPr>
          </w:p>
          <w:p w14:paraId="1A342CE8" w14:textId="77777777" w:rsidR="00AA6E0B" w:rsidRDefault="00AA6E0B" w:rsidP="00517F39">
            <w:pPr>
              <w:ind w:firstLine="0"/>
              <w:jc w:val="center"/>
            </w:pPr>
          </w:p>
          <w:p w14:paraId="5EAB82D1" w14:textId="77777777" w:rsidR="00AA6E0B" w:rsidRDefault="00AA6E0B" w:rsidP="00517F39">
            <w:pPr>
              <w:ind w:firstLine="0"/>
              <w:jc w:val="center"/>
            </w:pPr>
          </w:p>
          <w:p w14:paraId="74C67127" w14:textId="77777777" w:rsidR="00AA6E0B" w:rsidRDefault="00AA6E0B" w:rsidP="00517F39">
            <w:pPr>
              <w:jc w:val="center"/>
              <w:rPr>
                <w:szCs w:val="24"/>
              </w:rPr>
            </w:pPr>
          </w:p>
          <w:p w14:paraId="7BEFCE37" w14:textId="77777777" w:rsidR="00AA6E0B" w:rsidRDefault="00AA6E0B" w:rsidP="00517F39">
            <w:pPr>
              <w:ind w:firstLine="0"/>
              <w:jc w:val="center"/>
              <w:rPr>
                <w:szCs w:val="24"/>
              </w:rPr>
            </w:pPr>
          </w:p>
          <w:p w14:paraId="39C7074C" w14:textId="77777777" w:rsidR="00AA6E0B" w:rsidRDefault="00AA6E0B" w:rsidP="00517F39">
            <w:pPr>
              <w:jc w:val="center"/>
              <w:rPr>
                <w:szCs w:val="24"/>
              </w:rPr>
            </w:pPr>
          </w:p>
          <w:p w14:paraId="236FB711" w14:textId="77777777" w:rsidR="00AA6E0B" w:rsidRDefault="00AA6E0B" w:rsidP="00517F39">
            <w:pPr>
              <w:ind w:firstLine="0"/>
              <w:jc w:val="center"/>
            </w:pPr>
          </w:p>
          <w:p w14:paraId="0FCED375" w14:textId="77777777" w:rsidR="00AA6E0B" w:rsidRPr="00B75DE4" w:rsidRDefault="00AA6E0B" w:rsidP="00517F39">
            <w:pPr>
              <w:jc w:val="center"/>
              <w:rPr>
                <w:szCs w:val="24"/>
              </w:rPr>
            </w:pPr>
          </w:p>
        </w:tc>
      </w:tr>
      <w:tr w:rsidR="00AA6E0B" w14:paraId="723B33AB" w14:textId="77777777" w:rsidTr="00517F39">
        <w:trPr>
          <w:trHeight w:val="208"/>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964ECD" w14:textId="77777777" w:rsidR="00AA6E0B" w:rsidRPr="003C6738" w:rsidRDefault="00AA6E0B" w:rsidP="00517F39">
            <w:pPr>
              <w:ind w:firstLine="0"/>
              <w:jc w:val="center"/>
              <w:rPr>
                <w:szCs w:val="24"/>
              </w:rPr>
            </w:pPr>
            <w:r w:rsidRPr="003C6738">
              <w:rPr>
                <w:szCs w:val="24"/>
              </w:rPr>
              <w:t>2.</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5A0BFB" w14:textId="77777777" w:rsidR="00AA6E0B" w:rsidRPr="003C6738" w:rsidRDefault="00AA6E0B" w:rsidP="00517F39">
            <w:pPr>
              <w:ind w:firstLine="0"/>
              <w:jc w:val="center"/>
              <w:rPr>
                <w:szCs w:val="24"/>
              </w:rPr>
            </w:pPr>
            <w:r w:rsidRPr="003C6738">
              <w:rPr>
                <w:szCs w:val="24"/>
              </w:rPr>
              <w:t>Gyvenamosios paskirties individualūs namai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8A5941"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8EC784" w14:textId="77777777" w:rsidR="00AA6E0B" w:rsidRPr="003C6738" w:rsidRDefault="00AA6E0B" w:rsidP="00517F39">
            <w:pPr>
              <w:ind w:firstLine="0"/>
              <w:jc w:val="center"/>
              <w:rPr>
                <w:szCs w:val="24"/>
              </w:rPr>
            </w:pPr>
            <w:r>
              <w:rPr>
                <w:szCs w:val="24"/>
              </w:rPr>
              <w:t>24,00</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88CF92" w14:textId="77777777" w:rsidR="00AA6E0B" w:rsidRPr="003C6738" w:rsidRDefault="00AA6E0B" w:rsidP="00517F39">
            <w:pPr>
              <w:ind w:firstLine="0"/>
              <w:jc w:val="center"/>
              <w:rPr>
                <w:szCs w:val="24"/>
              </w:rPr>
            </w:pPr>
            <w:r w:rsidRPr="003C6738">
              <w:rPr>
                <w:szCs w:val="24"/>
              </w:rPr>
              <w:t>Nekilnojamojo turto paskirtis ir objektų skaičius</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8FEBDC" w14:textId="77777777" w:rsidR="00AA6E0B" w:rsidRPr="003C6738" w:rsidRDefault="00AA6E0B" w:rsidP="00517F39">
            <w:pPr>
              <w:ind w:firstLine="0"/>
              <w:jc w:val="center"/>
              <w:rPr>
                <w:szCs w:val="24"/>
              </w:rPr>
            </w:pPr>
            <w:r w:rsidRPr="003C6738">
              <w:rPr>
                <w:szCs w:val="24"/>
              </w:rPr>
              <w:t>30,0</w:t>
            </w:r>
            <w:bookmarkStart w:id="0" w:name="_GoBack"/>
            <w:bookmarkEnd w:id="0"/>
            <w:r w:rsidRPr="003C6738">
              <w:rPr>
                <w:szCs w:val="24"/>
              </w:rPr>
              <w:t>0</w:t>
            </w:r>
          </w:p>
        </w:tc>
        <w:tc>
          <w:tcPr>
            <w:tcW w:w="1559" w:type="dxa"/>
            <w:vMerge/>
            <w:tcBorders>
              <w:left w:val="single" w:sz="4" w:space="0" w:color="000000"/>
              <w:right w:val="single" w:sz="4" w:space="0" w:color="000000"/>
            </w:tcBorders>
            <w:shd w:val="clear" w:color="000000" w:fill="FFFFFF"/>
            <w:vAlign w:val="center"/>
          </w:tcPr>
          <w:p w14:paraId="705805E6"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BE7447C" w14:textId="77777777" w:rsidR="00AA6E0B" w:rsidRPr="003C6738" w:rsidRDefault="00AA6E0B" w:rsidP="00517F39">
            <w:pPr>
              <w:jc w:val="center"/>
              <w:rPr>
                <w:szCs w:val="24"/>
              </w:rPr>
            </w:pPr>
          </w:p>
        </w:tc>
      </w:tr>
      <w:tr w:rsidR="00AA6E0B" w14:paraId="4F877688" w14:textId="77777777" w:rsidTr="00517F39">
        <w:trPr>
          <w:trHeight w:val="146"/>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3A133E" w14:textId="77777777" w:rsidR="00AA6E0B" w:rsidRPr="003C6738" w:rsidRDefault="00AA6E0B" w:rsidP="00517F39">
            <w:pPr>
              <w:ind w:firstLine="0"/>
              <w:jc w:val="center"/>
              <w:rPr>
                <w:szCs w:val="24"/>
              </w:rPr>
            </w:pPr>
            <w:r w:rsidRPr="003C6738">
              <w:rPr>
                <w:szCs w:val="24"/>
              </w:rPr>
              <w:t>3.</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010F8F" w14:textId="77777777" w:rsidR="00AA6E0B" w:rsidRPr="003C6738" w:rsidRDefault="00AA6E0B" w:rsidP="00517F39">
            <w:pPr>
              <w:ind w:firstLine="0"/>
              <w:jc w:val="center"/>
              <w:rPr>
                <w:szCs w:val="24"/>
              </w:rPr>
            </w:pPr>
            <w:r w:rsidRPr="003C6738">
              <w:rPr>
                <w:szCs w:val="24"/>
              </w:rPr>
              <w:t>Gyvenamosios paskirties įvairių socialinių grupių asmenims</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BEB936"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D44BC6"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6BA7D9"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12FD29"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2486E9C2"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66C2857A" w14:textId="77777777" w:rsidR="00AA6E0B" w:rsidRPr="003C6738" w:rsidRDefault="00AA6E0B" w:rsidP="00517F39">
            <w:pPr>
              <w:jc w:val="center"/>
              <w:rPr>
                <w:szCs w:val="24"/>
              </w:rPr>
            </w:pPr>
          </w:p>
        </w:tc>
      </w:tr>
      <w:tr w:rsidR="00AA6E0B" w14:paraId="2FC7D917"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DB17C0" w14:textId="77777777" w:rsidR="00AA6E0B" w:rsidRPr="003C6738" w:rsidRDefault="00AA6E0B" w:rsidP="00517F39">
            <w:pPr>
              <w:ind w:firstLine="0"/>
              <w:jc w:val="center"/>
              <w:rPr>
                <w:szCs w:val="24"/>
              </w:rPr>
            </w:pPr>
            <w:r w:rsidRPr="003C6738">
              <w:rPr>
                <w:szCs w:val="24"/>
              </w:rPr>
              <w:t>4.</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2ADA25" w14:textId="77777777" w:rsidR="00AA6E0B" w:rsidRPr="003C6738" w:rsidRDefault="00AA6E0B" w:rsidP="00517F39">
            <w:pPr>
              <w:ind w:firstLine="0"/>
              <w:jc w:val="center"/>
              <w:rPr>
                <w:szCs w:val="24"/>
              </w:rPr>
            </w:pPr>
            <w:r w:rsidRPr="003C6738">
              <w:rPr>
                <w:szCs w:val="24"/>
              </w:rPr>
              <w:t>Viešbučių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FF9C87"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24ADC7"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2B70C0"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915E34"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03D7AC50"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03FA2E1E" w14:textId="77777777" w:rsidR="00AA6E0B" w:rsidRPr="003C6738" w:rsidRDefault="00AA6E0B" w:rsidP="00517F39">
            <w:pPr>
              <w:jc w:val="center"/>
              <w:rPr>
                <w:szCs w:val="24"/>
              </w:rPr>
            </w:pPr>
          </w:p>
        </w:tc>
      </w:tr>
      <w:tr w:rsidR="00AA6E0B" w14:paraId="45ACDA91"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E016EE" w14:textId="77777777" w:rsidR="00AA6E0B" w:rsidRPr="003C6738" w:rsidRDefault="00AA6E0B" w:rsidP="00517F39">
            <w:pPr>
              <w:ind w:firstLine="0"/>
              <w:jc w:val="center"/>
              <w:rPr>
                <w:szCs w:val="24"/>
              </w:rPr>
            </w:pPr>
            <w:r w:rsidRPr="003C6738">
              <w:rPr>
                <w:szCs w:val="24"/>
              </w:rPr>
              <w:t>5.</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DC7E8E" w14:textId="77777777" w:rsidR="00AA6E0B" w:rsidRPr="003C6738" w:rsidRDefault="00AA6E0B" w:rsidP="005D4348">
            <w:pPr>
              <w:ind w:firstLine="0"/>
              <w:jc w:val="center"/>
              <w:rPr>
                <w:szCs w:val="24"/>
              </w:rPr>
            </w:pPr>
            <w:r w:rsidRPr="003C6738">
              <w:rPr>
                <w:szCs w:val="24"/>
              </w:rPr>
              <w:t>Administracinės paskirties objektai</w:t>
            </w:r>
            <w:r w:rsidR="007F3C70">
              <w:rPr>
                <w:szCs w:val="24"/>
              </w:rPr>
              <w:t>*</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EFDC1C"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DC05CD"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D744F8"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7D9A1C"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358E10F8"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262DCA0B" w14:textId="77777777" w:rsidR="00AA6E0B" w:rsidRPr="003C6738" w:rsidRDefault="00AA6E0B" w:rsidP="00517F39">
            <w:pPr>
              <w:jc w:val="center"/>
              <w:rPr>
                <w:szCs w:val="24"/>
              </w:rPr>
            </w:pPr>
          </w:p>
        </w:tc>
      </w:tr>
      <w:tr w:rsidR="00AA6E0B" w14:paraId="7E09300D"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49CCF6" w14:textId="77777777" w:rsidR="00AA6E0B" w:rsidRPr="003C6738" w:rsidRDefault="00AA6E0B" w:rsidP="00517F39">
            <w:pPr>
              <w:ind w:firstLine="0"/>
              <w:jc w:val="center"/>
              <w:rPr>
                <w:szCs w:val="24"/>
              </w:rPr>
            </w:pPr>
            <w:r w:rsidRPr="003C6738">
              <w:rPr>
                <w:szCs w:val="24"/>
              </w:rPr>
              <w:t>6.</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48BC82" w14:textId="77777777" w:rsidR="00AA6E0B" w:rsidRPr="003C6738" w:rsidRDefault="00AA6E0B" w:rsidP="00517F39">
            <w:pPr>
              <w:ind w:firstLine="0"/>
              <w:jc w:val="center"/>
              <w:rPr>
                <w:szCs w:val="24"/>
              </w:rPr>
            </w:pPr>
            <w:r w:rsidRPr="003C6738">
              <w:rPr>
                <w:szCs w:val="24"/>
              </w:rPr>
              <w:t>Prekybos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74711D"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242D9E"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F6D633"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84272A"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2ADF386C"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084499F" w14:textId="77777777" w:rsidR="00AA6E0B" w:rsidRPr="003C6738" w:rsidRDefault="00AA6E0B" w:rsidP="00517F39">
            <w:pPr>
              <w:jc w:val="center"/>
              <w:rPr>
                <w:szCs w:val="24"/>
              </w:rPr>
            </w:pPr>
          </w:p>
        </w:tc>
      </w:tr>
      <w:tr w:rsidR="00AA6E0B" w14:paraId="5C35293A"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855404" w14:textId="77777777" w:rsidR="00AA6E0B" w:rsidRPr="003C6738" w:rsidRDefault="00AA6E0B" w:rsidP="00517F39">
            <w:pPr>
              <w:ind w:firstLine="0"/>
              <w:jc w:val="center"/>
              <w:rPr>
                <w:szCs w:val="24"/>
              </w:rPr>
            </w:pPr>
            <w:r w:rsidRPr="003C6738">
              <w:rPr>
                <w:szCs w:val="24"/>
              </w:rPr>
              <w:t>7.</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F4E982" w14:textId="77777777" w:rsidR="00AA6E0B" w:rsidRPr="003C6738" w:rsidRDefault="00AA6E0B" w:rsidP="00517F39">
            <w:pPr>
              <w:ind w:firstLine="0"/>
              <w:jc w:val="center"/>
              <w:rPr>
                <w:szCs w:val="24"/>
              </w:rPr>
            </w:pPr>
            <w:r w:rsidRPr="003C6738">
              <w:rPr>
                <w:szCs w:val="24"/>
              </w:rPr>
              <w:t>Paslaugų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AEE1B6"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15F9E0"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2002D5"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1973E8" w14:textId="77777777" w:rsidR="00AA6E0B" w:rsidRPr="003C6738" w:rsidRDefault="00AA6E0B"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74804C8A"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9055259" w14:textId="77777777" w:rsidR="00AA6E0B" w:rsidRPr="003C6738" w:rsidRDefault="00AA6E0B" w:rsidP="00517F39">
            <w:pPr>
              <w:jc w:val="center"/>
              <w:rPr>
                <w:szCs w:val="24"/>
              </w:rPr>
            </w:pPr>
          </w:p>
        </w:tc>
      </w:tr>
      <w:tr w:rsidR="00AA6E0B" w14:paraId="5E6EED07"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7B6A83" w14:textId="77777777" w:rsidR="00AA6E0B" w:rsidRPr="003C6738" w:rsidRDefault="00AA6E0B" w:rsidP="00517F39">
            <w:pPr>
              <w:ind w:firstLine="0"/>
              <w:jc w:val="center"/>
              <w:rPr>
                <w:szCs w:val="24"/>
              </w:rPr>
            </w:pPr>
            <w:r w:rsidRPr="003C6738">
              <w:rPr>
                <w:szCs w:val="24"/>
              </w:rPr>
              <w:t>8.</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B218A0" w14:textId="77777777" w:rsidR="00AA6E0B" w:rsidRPr="003C6738" w:rsidRDefault="00AA6E0B" w:rsidP="00517F39">
            <w:pPr>
              <w:ind w:firstLine="0"/>
              <w:jc w:val="center"/>
              <w:rPr>
                <w:szCs w:val="24"/>
              </w:rPr>
            </w:pPr>
            <w:r w:rsidRPr="003C6738">
              <w:rPr>
                <w:szCs w:val="24"/>
              </w:rPr>
              <w:t>Maitinimo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67A7D6"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9EA44A"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11AC22"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057AED"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1049C97E"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9C38FC2" w14:textId="77777777" w:rsidR="00AA6E0B" w:rsidRPr="003C6738" w:rsidRDefault="00AA6E0B" w:rsidP="00517F39">
            <w:pPr>
              <w:jc w:val="center"/>
              <w:rPr>
                <w:szCs w:val="24"/>
              </w:rPr>
            </w:pPr>
          </w:p>
        </w:tc>
      </w:tr>
      <w:tr w:rsidR="00AA6E0B" w14:paraId="0FED6DD3"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880094" w14:textId="77777777" w:rsidR="00AA6E0B" w:rsidRPr="003C6738" w:rsidRDefault="00AA6E0B" w:rsidP="00517F39">
            <w:pPr>
              <w:ind w:firstLine="0"/>
              <w:jc w:val="center"/>
              <w:rPr>
                <w:szCs w:val="24"/>
              </w:rPr>
            </w:pPr>
            <w:r w:rsidRPr="003C6738">
              <w:rPr>
                <w:szCs w:val="24"/>
              </w:rPr>
              <w:t>9.</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8B2234" w14:textId="77777777" w:rsidR="00AA6E0B" w:rsidRPr="003C6738" w:rsidRDefault="00AA6E0B" w:rsidP="00517F39">
            <w:pPr>
              <w:ind w:firstLine="0"/>
              <w:jc w:val="center"/>
              <w:rPr>
                <w:szCs w:val="24"/>
              </w:rPr>
            </w:pPr>
            <w:r w:rsidRPr="003C6738">
              <w:rPr>
                <w:szCs w:val="24"/>
              </w:rPr>
              <w:t>Transporto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AC0911"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E4CBC2"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69B19C"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CF893D" w14:textId="77777777" w:rsidR="00AA6E0B" w:rsidRPr="003C6738" w:rsidRDefault="00AA6E0B" w:rsidP="00517F39">
            <w:pPr>
              <w:ind w:firstLine="0"/>
              <w:jc w:val="center"/>
              <w:rPr>
                <w:szCs w:val="24"/>
              </w:rPr>
            </w:pPr>
            <w:r>
              <w:rPr>
                <w:szCs w:val="24"/>
              </w:rPr>
              <w:t>48,00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0FD09B4A"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0E22D37" w14:textId="77777777" w:rsidR="00AA6E0B" w:rsidRPr="003C6738" w:rsidRDefault="00AA6E0B" w:rsidP="00517F39">
            <w:pPr>
              <w:jc w:val="center"/>
              <w:rPr>
                <w:szCs w:val="24"/>
              </w:rPr>
            </w:pPr>
          </w:p>
        </w:tc>
      </w:tr>
      <w:tr w:rsidR="00AA6E0B" w14:paraId="14D9FF92"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9AFF23" w14:textId="77777777" w:rsidR="00AA6E0B" w:rsidRPr="00685688" w:rsidRDefault="00AA6E0B" w:rsidP="00517F39">
            <w:pPr>
              <w:ind w:firstLine="0"/>
              <w:jc w:val="center"/>
              <w:rPr>
                <w:szCs w:val="24"/>
              </w:rPr>
            </w:pPr>
            <w:r w:rsidRPr="00685688">
              <w:rPr>
                <w:szCs w:val="24"/>
              </w:rPr>
              <w:t>10.</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3AA022" w14:textId="77777777" w:rsidR="00AA6E0B" w:rsidRPr="00685688" w:rsidRDefault="00AA6E0B" w:rsidP="00517F39">
            <w:pPr>
              <w:ind w:firstLine="0"/>
              <w:jc w:val="center"/>
              <w:rPr>
                <w:szCs w:val="24"/>
              </w:rPr>
            </w:pPr>
            <w:r w:rsidRPr="00685688">
              <w:rPr>
                <w:szCs w:val="24"/>
              </w:rPr>
              <w:t>Garažų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1DF797" w14:textId="77777777" w:rsidR="00AA6E0B" w:rsidRPr="0068568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B04162" w14:textId="77777777" w:rsidR="00AA6E0B" w:rsidRPr="00685688" w:rsidRDefault="00FD3C08" w:rsidP="00517F39">
            <w:pPr>
              <w:ind w:firstLine="0"/>
              <w:jc w:val="center"/>
              <w:rPr>
                <w:szCs w:val="24"/>
              </w:rPr>
            </w:pPr>
            <w:r>
              <w:rPr>
                <w:szCs w:val="24"/>
              </w:rPr>
              <w:t>4,</w:t>
            </w:r>
            <w:r w:rsidR="00AA6E0B" w:rsidRPr="00685688">
              <w:rPr>
                <w:szCs w:val="24"/>
              </w:rPr>
              <w:t>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C92B3D" w14:textId="77777777" w:rsidR="00AA6E0B" w:rsidRPr="0068568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8C8672" w14:textId="77777777" w:rsidR="00AA6E0B" w:rsidRPr="00685688" w:rsidRDefault="00AA6E0B" w:rsidP="00517F39">
            <w:pPr>
              <w:ind w:firstLine="0"/>
              <w:jc w:val="center"/>
              <w:rPr>
                <w:szCs w:val="24"/>
              </w:rPr>
            </w:pPr>
            <w:r w:rsidRPr="00685688">
              <w:rPr>
                <w:szCs w:val="24"/>
              </w:rPr>
              <w:t>3,00</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D0EA19A" w14:textId="77777777" w:rsidR="00AA6E0B" w:rsidRPr="003C6738" w:rsidRDefault="00AA6E0B" w:rsidP="00517F39">
            <w:pPr>
              <w:ind w:firstLine="0"/>
              <w:jc w:val="center"/>
              <w:rPr>
                <w:szCs w:val="24"/>
              </w:rPr>
            </w:pPr>
            <w:r w:rsidRPr="003C6738">
              <w:rPr>
                <w:szCs w:val="24"/>
              </w:rPr>
              <w:t>Netaikomas</w:t>
            </w:r>
          </w:p>
        </w:tc>
        <w:tc>
          <w:tcPr>
            <w:tcW w:w="1559" w:type="dxa"/>
            <w:vMerge/>
            <w:tcBorders>
              <w:left w:val="single" w:sz="4" w:space="0" w:color="000000"/>
              <w:right w:val="single" w:sz="4" w:space="0" w:color="000000"/>
            </w:tcBorders>
            <w:shd w:val="clear" w:color="000000" w:fill="FFFFFF"/>
            <w:vAlign w:val="center"/>
          </w:tcPr>
          <w:p w14:paraId="255A50C9" w14:textId="77777777" w:rsidR="00AA6E0B" w:rsidRPr="003C6738" w:rsidRDefault="00AA6E0B" w:rsidP="00517F39">
            <w:pPr>
              <w:jc w:val="center"/>
              <w:rPr>
                <w:szCs w:val="24"/>
              </w:rPr>
            </w:pPr>
          </w:p>
        </w:tc>
      </w:tr>
      <w:tr w:rsidR="00AA6E0B" w14:paraId="75D43D25"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2E41A2" w14:textId="77777777" w:rsidR="00AA6E0B" w:rsidRPr="003C6738" w:rsidRDefault="00AA6E0B" w:rsidP="00517F39">
            <w:pPr>
              <w:ind w:firstLine="0"/>
              <w:jc w:val="center"/>
              <w:rPr>
                <w:szCs w:val="24"/>
              </w:rPr>
            </w:pPr>
            <w:r w:rsidRPr="003C6738">
              <w:rPr>
                <w:szCs w:val="24"/>
              </w:rPr>
              <w:t>11.</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98A32B" w14:textId="77777777" w:rsidR="00AA6E0B" w:rsidRPr="003C6738" w:rsidRDefault="00AA6E0B" w:rsidP="00517F39">
            <w:pPr>
              <w:ind w:firstLine="0"/>
              <w:jc w:val="center"/>
              <w:rPr>
                <w:szCs w:val="24"/>
              </w:rPr>
            </w:pPr>
            <w:r w:rsidRPr="003C6738">
              <w:rPr>
                <w:szCs w:val="24"/>
              </w:rPr>
              <w:t>Gamybos, pramonės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B86EC2"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7DBC8D"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B75048"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8F9294" w14:textId="77777777" w:rsidR="00AA6E0B" w:rsidRPr="003C6738" w:rsidRDefault="00AA6E0B" w:rsidP="00517F39">
            <w:pPr>
              <w:ind w:firstLine="0"/>
              <w:jc w:val="center"/>
              <w:rPr>
                <w:szCs w:val="24"/>
              </w:rPr>
            </w:pPr>
            <w:r>
              <w:rPr>
                <w:szCs w:val="24"/>
              </w:rPr>
              <w:t>364,00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26F708FD" w14:textId="77777777" w:rsidR="00AA6E0B" w:rsidRPr="003C6738" w:rsidRDefault="00AA6E0B" w:rsidP="00517F39">
            <w:pPr>
              <w:ind w:firstLine="0"/>
              <w:jc w:val="center"/>
              <w:rPr>
                <w:szCs w:val="24"/>
              </w:rPr>
            </w:pPr>
            <w:r w:rsidRPr="003C6738">
              <w:rPr>
                <w:szCs w:val="24"/>
              </w:rPr>
              <w:t>Konteinerių skaičius, tūris ir ištuštinimo dažnis</w:t>
            </w:r>
          </w:p>
        </w:tc>
        <w:tc>
          <w:tcPr>
            <w:tcW w:w="1559" w:type="dxa"/>
            <w:vMerge/>
            <w:tcBorders>
              <w:left w:val="single" w:sz="4" w:space="0" w:color="000000"/>
              <w:right w:val="single" w:sz="4" w:space="0" w:color="000000"/>
            </w:tcBorders>
            <w:shd w:val="clear" w:color="000000" w:fill="FFFFFF"/>
            <w:vAlign w:val="center"/>
          </w:tcPr>
          <w:p w14:paraId="6E20A7DA" w14:textId="77777777" w:rsidR="00AA6E0B" w:rsidRPr="00B75DE4" w:rsidRDefault="00AA6E0B" w:rsidP="00517F39">
            <w:pPr>
              <w:jc w:val="center"/>
              <w:rPr>
                <w:szCs w:val="24"/>
              </w:rPr>
            </w:pPr>
          </w:p>
        </w:tc>
      </w:tr>
      <w:tr w:rsidR="00AA6E0B" w14:paraId="4A722088"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3AA475" w14:textId="77777777" w:rsidR="00AA6E0B" w:rsidRPr="003C6738" w:rsidRDefault="00AA6E0B" w:rsidP="00517F39">
            <w:pPr>
              <w:ind w:firstLine="0"/>
              <w:jc w:val="center"/>
              <w:rPr>
                <w:szCs w:val="24"/>
              </w:rPr>
            </w:pPr>
            <w:r w:rsidRPr="003C6738">
              <w:rPr>
                <w:szCs w:val="24"/>
              </w:rPr>
              <w:t>12.</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C40B9F" w14:textId="77777777" w:rsidR="00AA6E0B" w:rsidRPr="003C6738" w:rsidRDefault="00AA6E0B" w:rsidP="00517F39">
            <w:pPr>
              <w:ind w:firstLine="0"/>
              <w:jc w:val="center"/>
              <w:rPr>
                <w:szCs w:val="24"/>
              </w:rPr>
            </w:pPr>
            <w:r w:rsidRPr="003C6738">
              <w:rPr>
                <w:szCs w:val="24"/>
              </w:rPr>
              <w:t>Sandėliavimo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FEBAEA"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5568EB"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A6C4E8"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DCC155"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02F1DDE8"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13DAC2DC" w14:textId="77777777" w:rsidR="00AA6E0B" w:rsidRPr="003C6738" w:rsidRDefault="00AA6E0B" w:rsidP="00517F39">
            <w:pPr>
              <w:jc w:val="center"/>
              <w:rPr>
                <w:szCs w:val="24"/>
              </w:rPr>
            </w:pPr>
          </w:p>
        </w:tc>
      </w:tr>
      <w:tr w:rsidR="00AA6E0B" w14:paraId="3C84017A"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56CB23" w14:textId="77777777" w:rsidR="00AA6E0B" w:rsidRPr="003C6738" w:rsidRDefault="00AA6E0B" w:rsidP="00517F39">
            <w:pPr>
              <w:ind w:firstLine="0"/>
              <w:jc w:val="center"/>
              <w:rPr>
                <w:szCs w:val="24"/>
              </w:rPr>
            </w:pPr>
            <w:r w:rsidRPr="003C6738">
              <w:rPr>
                <w:szCs w:val="24"/>
              </w:rPr>
              <w:t>13.</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BBCD5C" w14:textId="77777777" w:rsidR="00AA6E0B" w:rsidRPr="003C6738" w:rsidRDefault="00AA6E0B" w:rsidP="00517F39">
            <w:pPr>
              <w:ind w:firstLine="0"/>
              <w:jc w:val="center"/>
              <w:rPr>
                <w:szCs w:val="24"/>
              </w:rPr>
            </w:pPr>
            <w:r w:rsidRPr="003C6738">
              <w:rPr>
                <w:szCs w:val="24"/>
              </w:rPr>
              <w:t>Kultūros paskirties objektai</w:t>
            </w:r>
            <w:r w:rsidR="00085956">
              <w:rPr>
                <w:szCs w:val="24"/>
              </w:rPr>
              <w:t>*</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C245D8"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FE6064"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C4859C"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46B518"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379E4AA3"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4EA21ECA" w14:textId="77777777" w:rsidR="00AA6E0B" w:rsidRPr="003C6738" w:rsidRDefault="00AA6E0B" w:rsidP="00517F39">
            <w:pPr>
              <w:jc w:val="center"/>
              <w:rPr>
                <w:szCs w:val="24"/>
              </w:rPr>
            </w:pPr>
          </w:p>
        </w:tc>
      </w:tr>
      <w:tr w:rsidR="00AA6E0B" w14:paraId="7BE0F14E"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3973D9" w14:textId="77777777" w:rsidR="00AA6E0B" w:rsidRPr="003C6738" w:rsidRDefault="00AA6E0B" w:rsidP="00517F39">
            <w:pPr>
              <w:ind w:firstLine="0"/>
              <w:jc w:val="center"/>
              <w:rPr>
                <w:szCs w:val="24"/>
              </w:rPr>
            </w:pPr>
            <w:r w:rsidRPr="003C6738">
              <w:rPr>
                <w:szCs w:val="24"/>
              </w:rPr>
              <w:lastRenderedPageBreak/>
              <w:t>14.</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1E0D18" w14:textId="77777777" w:rsidR="00AA6E0B" w:rsidRPr="003C6738" w:rsidRDefault="00AA6E0B" w:rsidP="00517F39">
            <w:pPr>
              <w:ind w:firstLine="0"/>
              <w:jc w:val="center"/>
              <w:rPr>
                <w:szCs w:val="24"/>
              </w:rPr>
            </w:pPr>
            <w:r w:rsidRPr="003C6738">
              <w:rPr>
                <w:szCs w:val="24"/>
              </w:rPr>
              <w:t>Mokslo paskirties objektai</w:t>
            </w:r>
            <w:r w:rsidR="00085956">
              <w:rPr>
                <w:szCs w:val="24"/>
              </w:rPr>
              <w:t>*</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E93392"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6C70C8"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2F9587"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883308" w14:textId="77777777" w:rsidR="00AA6E0B" w:rsidRPr="003C6738" w:rsidRDefault="005D4348" w:rsidP="00517F39">
            <w:pPr>
              <w:ind w:firstLine="0"/>
              <w:jc w:val="center"/>
              <w:rPr>
                <w:szCs w:val="24"/>
              </w:rPr>
            </w:pPr>
            <w:r>
              <w:rPr>
                <w:szCs w:val="24"/>
              </w:rPr>
              <w:t>364,00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111AB5B1"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48B8FD79" w14:textId="77777777" w:rsidR="00AA6E0B" w:rsidRPr="003C6738" w:rsidRDefault="00AA6E0B" w:rsidP="00517F39">
            <w:pPr>
              <w:jc w:val="center"/>
              <w:rPr>
                <w:szCs w:val="24"/>
              </w:rPr>
            </w:pPr>
          </w:p>
        </w:tc>
      </w:tr>
      <w:tr w:rsidR="00AA6E0B" w14:paraId="3711FCC2"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96422E" w14:textId="77777777" w:rsidR="00AA6E0B" w:rsidRPr="003C6738" w:rsidRDefault="00AA6E0B" w:rsidP="00517F39">
            <w:pPr>
              <w:ind w:firstLine="0"/>
              <w:jc w:val="center"/>
              <w:rPr>
                <w:szCs w:val="24"/>
              </w:rPr>
            </w:pPr>
            <w:r w:rsidRPr="003C6738">
              <w:rPr>
                <w:szCs w:val="24"/>
              </w:rPr>
              <w:lastRenderedPageBreak/>
              <w:t>15.</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75E0DD" w14:textId="77777777" w:rsidR="00AA6E0B" w:rsidRPr="003C6738" w:rsidRDefault="00AA6E0B" w:rsidP="00517F39">
            <w:pPr>
              <w:ind w:firstLine="0"/>
              <w:jc w:val="center"/>
              <w:rPr>
                <w:szCs w:val="24"/>
              </w:rPr>
            </w:pPr>
            <w:r w:rsidRPr="003C6738">
              <w:rPr>
                <w:szCs w:val="24"/>
              </w:rPr>
              <w:t>Gydymo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404564"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B2F5A1"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85F556"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21A189" w14:textId="77777777" w:rsidR="00AA6E0B" w:rsidRPr="003C6738" w:rsidRDefault="00AA6E0B" w:rsidP="00517F39">
            <w:pPr>
              <w:ind w:firstLine="0"/>
              <w:jc w:val="center"/>
              <w:rPr>
                <w:szCs w:val="24"/>
              </w:rPr>
            </w:pPr>
            <w:r>
              <w:rPr>
                <w:szCs w:val="24"/>
              </w:rPr>
              <w:t>364,00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423ECE93"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E87B404" w14:textId="77777777" w:rsidR="00AA6E0B" w:rsidRPr="003C6738" w:rsidRDefault="00AA6E0B" w:rsidP="00517F39">
            <w:pPr>
              <w:jc w:val="center"/>
              <w:rPr>
                <w:szCs w:val="24"/>
              </w:rPr>
            </w:pPr>
          </w:p>
        </w:tc>
      </w:tr>
      <w:tr w:rsidR="00AA6E0B" w14:paraId="36CA3FCD"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1A6954" w14:textId="77777777" w:rsidR="00AA6E0B" w:rsidRPr="003C6738" w:rsidRDefault="00AA6E0B" w:rsidP="00517F39">
            <w:pPr>
              <w:ind w:firstLine="0"/>
              <w:jc w:val="center"/>
              <w:rPr>
                <w:szCs w:val="24"/>
              </w:rPr>
            </w:pPr>
            <w:r w:rsidRPr="003C6738">
              <w:rPr>
                <w:szCs w:val="24"/>
              </w:rPr>
              <w:t>16.</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47A6F7" w14:textId="77777777" w:rsidR="00AA6E0B" w:rsidRPr="003C6738" w:rsidRDefault="00AA6E0B" w:rsidP="00517F39">
            <w:pPr>
              <w:ind w:firstLine="0"/>
              <w:jc w:val="center"/>
              <w:rPr>
                <w:szCs w:val="24"/>
              </w:rPr>
            </w:pPr>
            <w:r w:rsidRPr="003C6738">
              <w:rPr>
                <w:szCs w:val="24"/>
              </w:rPr>
              <w:t>Poilsio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DD1757"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D534A1"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50DE07"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628EB4"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1E097944"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6C7DF26D" w14:textId="77777777" w:rsidR="00AA6E0B" w:rsidRPr="003C6738" w:rsidRDefault="00AA6E0B" w:rsidP="00517F39">
            <w:pPr>
              <w:jc w:val="center"/>
              <w:rPr>
                <w:szCs w:val="24"/>
              </w:rPr>
            </w:pPr>
          </w:p>
        </w:tc>
      </w:tr>
      <w:tr w:rsidR="00AA6E0B" w14:paraId="59AD1992"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FE6D39" w14:textId="77777777" w:rsidR="00AA6E0B" w:rsidRPr="003C6738" w:rsidRDefault="00AA6E0B" w:rsidP="00517F39">
            <w:pPr>
              <w:ind w:firstLine="0"/>
              <w:jc w:val="center"/>
              <w:rPr>
                <w:szCs w:val="24"/>
              </w:rPr>
            </w:pPr>
            <w:r w:rsidRPr="003C6738">
              <w:rPr>
                <w:szCs w:val="24"/>
              </w:rPr>
              <w:t>17.</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B0DDB4" w14:textId="77777777" w:rsidR="00AA6E0B" w:rsidRPr="003C6738" w:rsidRDefault="00AA6E0B" w:rsidP="00517F39">
            <w:pPr>
              <w:ind w:firstLine="0"/>
              <w:jc w:val="center"/>
              <w:rPr>
                <w:szCs w:val="24"/>
              </w:rPr>
            </w:pPr>
            <w:r w:rsidRPr="003C6738">
              <w:rPr>
                <w:szCs w:val="24"/>
              </w:rPr>
              <w:t>Sporto paskirties objektai</w:t>
            </w:r>
            <w:r w:rsidR="00085956">
              <w:rPr>
                <w:szCs w:val="24"/>
              </w:rPr>
              <w:t>*</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360C80"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8A3043"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6A692A"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51162C"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78CC6C60"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5668946" w14:textId="77777777" w:rsidR="00AA6E0B" w:rsidRPr="003C6738" w:rsidRDefault="00AA6E0B" w:rsidP="00517F39">
            <w:pPr>
              <w:jc w:val="center"/>
              <w:rPr>
                <w:szCs w:val="24"/>
              </w:rPr>
            </w:pPr>
          </w:p>
        </w:tc>
      </w:tr>
      <w:tr w:rsidR="00AA6E0B" w14:paraId="7D3C5940"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BAD964" w14:textId="77777777" w:rsidR="00AA6E0B" w:rsidRPr="003C6738" w:rsidRDefault="00AA6E0B" w:rsidP="00517F39">
            <w:pPr>
              <w:ind w:firstLine="0"/>
              <w:jc w:val="center"/>
              <w:rPr>
                <w:szCs w:val="24"/>
              </w:rPr>
            </w:pPr>
            <w:r w:rsidRPr="003C6738">
              <w:rPr>
                <w:szCs w:val="24"/>
              </w:rPr>
              <w:t>18.</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32CBFC" w14:textId="38DE5291" w:rsidR="00AA6E0B" w:rsidRPr="003C6738" w:rsidRDefault="00AA6E0B" w:rsidP="00517F39">
            <w:pPr>
              <w:ind w:firstLine="0"/>
              <w:jc w:val="center"/>
              <w:rPr>
                <w:szCs w:val="24"/>
              </w:rPr>
            </w:pPr>
            <w:r w:rsidRPr="003C6738">
              <w:rPr>
                <w:szCs w:val="24"/>
              </w:rPr>
              <w:t>Religinės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C869A5"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89DCBF" w14:textId="0CB732A6" w:rsidR="00AA6E0B" w:rsidRPr="008B4BC7" w:rsidRDefault="0009012C" w:rsidP="00517F39">
            <w:pPr>
              <w:ind w:firstLine="0"/>
              <w:jc w:val="center"/>
              <w:rPr>
                <w:szCs w:val="24"/>
              </w:rPr>
            </w:pPr>
            <w:r w:rsidRPr="008B4BC7">
              <w:rPr>
                <w:szCs w:val="24"/>
              </w:rPr>
              <w:t>18,00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E66441" w14:textId="77777777" w:rsidR="00AA6E0B" w:rsidRPr="008B4BC7"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A0D56C" w14:textId="77777777" w:rsidR="00AA6E0B" w:rsidRPr="008B4BC7" w:rsidRDefault="005D4348" w:rsidP="00517F39">
            <w:pPr>
              <w:ind w:firstLine="0"/>
              <w:jc w:val="center"/>
              <w:rPr>
                <w:szCs w:val="24"/>
              </w:rPr>
            </w:pPr>
            <w:r w:rsidRPr="008B4BC7">
              <w:rPr>
                <w:szCs w:val="24"/>
              </w:rPr>
              <w:t>48,00</w:t>
            </w:r>
          </w:p>
        </w:tc>
        <w:tc>
          <w:tcPr>
            <w:tcW w:w="1559" w:type="dxa"/>
            <w:vMerge/>
            <w:tcBorders>
              <w:left w:val="single" w:sz="4" w:space="0" w:color="000000"/>
              <w:right w:val="single" w:sz="4" w:space="0" w:color="000000"/>
            </w:tcBorders>
            <w:shd w:val="clear" w:color="000000" w:fill="FFFFFF"/>
            <w:vAlign w:val="center"/>
          </w:tcPr>
          <w:p w14:paraId="422878D6"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25B07319" w14:textId="77777777" w:rsidR="00AA6E0B" w:rsidRPr="003C6738" w:rsidRDefault="00AA6E0B" w:rsidP="00517F39">
            <w:pPr>
              <w:jc w:val="center"/>
              <w:rPr>
                <w:szCs w:val="24"/>
              </w:rPr>
            </w:pPr>
          </w:p>
        </w:tc>
      </w:tr>
      <w:tr w:rsidR="00AA6E0B" w14:paraId="23F7B8E5"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38DDEB" w14:textId="77777777" w:rsidR="00AA6E0B" w:rsidRPr="003C6738" w:rsidRDefault="00AA6E0B" w:rsidP="00517F39">
            <w:pPr>
              <w:ind w:firstLine="0"/>
              <w:jc w:val="center"/>
              <w:rPr>
                <w:szCs w:val="24"/>
              </w:rPr>
            </w:pPr>
            <w:r w:rsidRPr="003C6738">
              <w:rPr>
                <w:szCs w:val="24"/>
              </w:rPr>
              <w:t>19.</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A648FB" w14:textId="77777777" w:rsidR="00AA6E0B" w:rsidRPr="003C6738" w:rsidRDefault="00AA6E0B" w:rsidP="00517F39">
            <w:pPr>
              <w:ind w:firstLine="0"/>
              <w:jc w:val="center"/>
              <w:rPr>
                <w:szCs w:val="24"/>
              </w:rPr>
            </w:pPr>
            <w:r w:rsidRPr="003C6738">
              <w:rPr>
                <w:szCs w:val="24"/>
              </w:rPr>
              <w:t>Specialiosios paskirties objektai</w:t>
            </w:r>
            <w:r w:rsidR="00085956">
              <w:rPr>
                <w:szCs w:val="24"/>
              </w:rPr>
              <w:t>*</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4A7908"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121C6B"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D92019"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B10FCA"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21B76E69"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15136433" w14:textId="77777777" w:rsidR="00AA6E0B" w:rsidRPr="003C6738" w:rsidRDefault="00AA6E0B" w:rsidP="00517F39">
            <w:pPr>
              <w:jc w:val="center"/>
              <w:rPr>
                <w:szCs w:val="24"/>
              </w:rPr>
            </w:pPr>
          </w:p>
        </w:tc>
      </w:tr>
      <w:tr w:rsidR="00AA6E0B" w14:paraId="7CBB0B16"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7CDDCA" w14:textId="77777777" w:rsidR="00AA6E0B" w:rsidRPr="003C6738" w:rsidRDefault="00AA6E0B" w:rsidP="00517F39">
            <w:pPr>
              <w:ind w:firstLine="0"/>
              <w:jc w:val="center"/>
              <w:rPr>
                <w:szCs w:val="24"/>
              </w:rPr>
            </w:pPr>
            <w:r w:rsidRPr="003C6738">
              <w:rPr>
                <w:szCs w:val="24"/>
              </w:rPr>
              <w:t>20.</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557BDA" w14:textId="77777777" w:rsidR="00AA6E0B" w:rsidRPr="003C6738" w:rsidRDefault="00AA6E0B" w:rsidP="00517F39">
            <w:pPr>
              <w:ind w:firstLine="0"/>
              <w:jc w:val="center"/>
              <w:rPr>
                <w:szCs w:val="24"/>
              </w:rPr>
            </w:pPr>
            <w:r w:rsidRPr="003C6738">
              <w:rPr>
                <w:szCs w:val="24"/>
              </w:rPr>
              <w:t>Sodų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7D4293"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6FB5DA" w14:textId="77777777" w:rsidR="00AA6E0B" w:rsidRPr="003C6738" w:rsidRDefault="00AA6E0B" w:rsidP="00517F39">
            <w:pPr>
              <w:ind w:firstLine="0"/>
              <w:jc w:val="center"/>
              <w:rPr>
                <w:szCs w:val="24"/>
              </w:rPr>
            </w:pPr>
            <w:r w:rsidRPr="003C6738">
              <w:rPr>
                <w:szCs w:val="24"/>
              </w:rPr>
              <w:t>8,00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A04BBB"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860F1D" w14:textId="77777777" w:rsidR="00AA6E0B" w:rsidRPr="003C6738" w:rsidRDefault="00AA6E0B" w:rsidP="00517F39">
            <w:pPr>
              <w:ind w:firstLine="0"/>
              <w:jc w:val="center"/>
              <w:rPr>
                <w:szCs w:val="24"/>
              </w:rPr>
            </w:pPr>
            <w:r w:rsidRPr="003C6738">
              <w:rPr>
                <w:szCs w:val="24"/>
              </w:rPr>
              <w:t>8,00</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9FE9EA1" w14:textId="77777777" w:rsidR="00AA6E0B" w:rsidRPr="003C6738" w:rsidRDefault="00AA6E0B" w:rsidP="00517F39">
            <w:pPr>
              <w:ind w:firstLine="0"/>
              <w:jc w:val="center"/>
              <w:rPr>
                <w:szCs w:val="24"/>
              </w:rPr>
            </w:pPr>
            <w:r w:rsidRPr="003C6738">
              <w:rPr>
                <w:szCs w:val="24"/>
              </w:rPr>
              <w:t>Netaikomas</w:t>
            </w:r>
          </w:p>
        </w:tc>
        <w:tc>
          <w:tcPr>
            <w:tcW w:w="1559" w:type="dxa"/>
            <w:vMerge/>
            <w:tcBorders>
              <w:left w:val="single" w:sz="4" w:space="0" w:color="000000"/>
              <w:right w:val="single" w:sz="4" w:space="0" w:color="000000"/>
            </w:tcBorders>
            <w:shd w:val="clear" w:color="000000" w:fill="FFFFFF"/>
            <w:vAlign w:val="center"/>
          </w:tcPr>
          <w:p w14:paraId="18187130" w14:textId="77777777" w:rsidR="00AA6E0B" w:rsidRPr="003C6738" w:rsidRDefault="00AA6E0B" w:rsidP="00517F39">
            <w:pPr>
              <w:jc w:val="center"/>
              <w:rPr>
                <w:szCs w:val="24"/>
              </w:rPr>
            </w:pPr>
          </w:p>
        </w:tc>
      </w:tr>
      <w:tr w:rsidR="00AA6E0B" w14:paraId="1EBA2BA4"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A5443A" w14:textId="77777777" w:rsidR="00AA6E0B" w:rsidRPr="003C6738" w:rsidRDefault="00AA6E0B" w:rsidP="00517F39">
            <w:pPr>
              <w:ind w:firstLine="0"/>
              <w:jc w:val="center"/>
              <w:rPr>
                <w:szCs w:val="24"/>
              </w:rPr>
            </w:pPr>
            <w:r w:rsidRPr="003C6738">
              <w:rPr>
                <w:szCs w:val="24"/>
              </w:rPr>
              <w:t>21.</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373B04" w14:textId="77777777" w:rsidR="00AA6E0B" w:rsidRPr="003C6738" w:rsidRDefault="00AA6E0B" w:rsidP="00517F39">
            <w:pPr>
              <w:ind w:firstLine="0"/>
              <w:jc w:val="center"/>
              <w:rPr>
                <w:szCs w:val="24"/>
              </w:rPr>
            </w:pPr>
            <w:r w:rsidRPr="003C6738">
              <w:rPr>
                <w:szCs w:val="24"/>
              </w:rPr>
              <w:t>Kiti objektai</w:t>
            </w:r>
            <w:r w:rsidR="00085956">
              <w:rPr>
                <w:szCs w:val="24"/>
              </w:rPr>
              <w:t>*</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DFC90C"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307480"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F2339D"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B2C1BB" w14:textId="77777777" w:rsidR="00AA6E0B" w:rsidRPr="003C6738" w:rsidRDefault="005D4348" w:rsidP="00517F39">
            <w:pPr>
              <w:ind w:firstLine="0"/>
              <w:jc w:val="center"/>
              <w:rPr>
                <w:szCs w:val="24"/>
              </w:rPr>
            </w:pPr>
            <w:r>
              <w:rPr>
                <w:szCs w:val="24"/>
              </w:rPr>
              <w:t>364,00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4DBF2FE0" w14:textId="77777777" w:rsidR="00AA6E0B" w:rsidRPr="003C6738" w:rsidRDefault="00AA6E0B" w:rsidP="00517F39">
            <w:pPr>
              <w:ind w:firstLine="0"/>
              <w:jc w:val="center"/>
              <w:rPr>
                <w:szCs w:val="24"/>
              </w:rPr>
            </w:pPr>
            <w:r w:rsidRPr="003C6738">
              <w:rPr>
                <w:szCs w:val="24"/>
              </w:rPr>
              <w:t>Konteinerių skaičius, tūris ir ištuštinimo dažnis</w:t>
            </w:r>
          </w:p>
        </w:tc>
        <w:tc>
          <w:tcPr>
            <w:tcW w:w="1559" w:type="dxa"/>
            <w:vMerge/>
            <w:tcBorders>
              <w:left w:val="single" w:sz="4" w:space="0" w:color="000000"/>
              <w:right w:val="single" w:sz="4" w:space="0" w:color="000000"/>
            </w:tcBorders>
            <w:shd w:val="clear" w:color="000000" w:fill="FFFFFF"/>
            <w:vAlign w:val="center"/>
          </w:tcPr>
          <w:p w14:paraId="3A9C717A" w14:textId="77777777" w:rsidR="00AA6E0B" w:rsidRPr="00B75DE4" w:rsidRDefault="00AA6E0B" w:rsidP="00517F39">
            <w:pPr>
              <w:ind w:firstLine="0"/>
              <w:jc w:val="center"/>
              <w:rPr>
                <w:szCs w:val="24"/>
              </w:rPr>
            </w:pPr>
          </w:p>
        </w:tc>
      </w:tr>
      <w:tr w:rsidR="00AA6E0B" w14:paraId="2C30295A"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28EFA5" w14:textId="77777777" w:rsidR="00AA6E0B" w:rsidRPr="003C6738" w:rsidRDefault="00AA6E0B" w:rsidP="00517F39">
            <w:pPr>
              <w:ind w:firstLine="0"/>
              <w:jc w:val="center"/>
              <w:rPr>
                <w:szCs w:val="24"/>
              </w:rPr>
            </w:pPr>
            <w:r>
              <w:rPr>
                <w:szCs w:val="24"/>
              </w:rPr>
              <w:t>22.</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7E6835" w14:textId="15B8F0FC" w:rsidR="00AA6E0B" w:rsidRPr="00A62FEF" w:rsidRDefault="00AA6E0B" w:rsidP="00517F39">
            <w:pPr>
              <w:ind w:firstLine="0"/>
              <w:jc w:val="center"/>
              <w:rPr>
                <w:szCs w:val="24"/>
              </w:rPr>
            </w:pPr>
            <w:r w:rsidRPr="00A62FEF">
              <w:rPr>
                <w:szCs w:val="24"/>
              </w:rPr>
              <w:t>Kitos (fermų) paskirties pastatai</w:t>
            </w:r>
            <w:r w:rsidR="00B7193F" w:rsidRPr="00A62FEF">
              <w:rPr>
                <w:szCs w:val="24"/>
              </w:rPr>
              <w:t>**</w:t>
            </w:r>
          </w:p>
        </w:tc>
        <w:tc>
          <w:tcPr>
            <w:tcW w:w="1842"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147075E0"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66C3D4" w14:textId="77777777" w:rsidR="00AA6E0B" w:rsidRPr="003C6738" w:rsidRDefault="00AA6E0B" w:rsidP="00517F39">
            <w:pPr>
              <w:ind w:firstLine="0"/>
              <w:jc w:val="center"/>
              <w:rPr>
                <w:szCs w:val="24"/>
              </w:rPr>
            </w:pPr>
            <w:r>
              <w:rPr>
                <w:szCs w:val="24"/>
              </w:rPr>
              <w:t>84,00</w:t>
            </w:r>
          </w:p>
        </w:tc>
        <w:tc>
          <w:tcPr>
            <w:tcW w:w="1843"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3673715C"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D0ABFE"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3162F362"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3C1FD4B6" w14:textId="77777777" w:rsidR="00AA6E0B" w:rsidRPr="003C6738" w:rsidRDefault="00AA6E0B" w:rsidP="00517F39">
            <w:pPr>
              <w:ind w:firstLine="0"/>
              <w:jc w:val="center"/>
              <w:rPr>
                <w:szCs w:val="24"/>
              </w:rPr>
            </w:pPr>
          </w:p>
        </w:tc>
      </w:tr>
      <w:tr w:rsidR="00AA6E0B" w14:paraId="7D11DD88"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AF365D" w14:textId="77777777" w:rsidR="00AA6E0B" w:rsidRPr="003C6738" w:rsidRDefault="00AA6E0B" w:rsidP="00517F39">
            <w:pPr>
              <w:ind w:firstLine="0"/>
              <w:jc w:val="center"/>
              <w:rPr>
                <w:szCs w:val="24"/>
              </w:rPr>
            </w:pPr>
            <w:r>
              <w:rPr>
                <w:szCs w:val="24"/>
              </w:rPr>
              <w:t>23.</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C5715E" w14:textId="7301B1F6" w:rsidR="00AA6E0B" w:rsidRPr="00A62FEF" w:rsidRDefault="00AA6E0B" w:rsidP="00517F39">
            <w:pPr>
              <w:ind w:firstLine="0"/>
              <w:jc w:val="center"/>
              <w:rPr>
                <w:szCs w:val="24"/>
              </w:rPr>
            </w:pPr>
            <w:r w:rsidRPr="00A62FEF">
              <w:rPr>
                <w:szCs w:val="24"/>
              </w:rPr>
              <w:t>Kitos (ūkio) paskirties pastatai</w:t>
            </w:r>
            <w:r w:rsidR="00B7193F" w:rsidRPr="00A62FEF">
              <w:rPr>
                <w:szCs w:val="24"/>
              </w:rPr>
              <w:t>**</w:t>
            </w:r>
          </w:p>
        </w:tc>
        <w:tc>
          <w:tcPr>
            <w:tcW w:w="1842" w:type="dxa"/>
            <w:vMerge/>
            <w:tcBorders>
              <w:left w:val="single" w:sz="4" w:space="0" w:color="000000"/>
              <w:right w:val="single" w:sz="4" w:space="0" w:color="000000"/>
            </w:tcBorders>
            <w:shd w:val="clear" w:color="000000" w:fill="FFFFFF"/>
            <w:tcMar>
              <w:left w:w="108" w:type="dxa"/>
              <w:right w:w="108" w:type="dxa"/>
            </w:tcMar>
            <w:vAlign w:val="center"/>
          </w:tcPr>
          <w:p w14:paraId="5B9AE5FC"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75CF49" w14:textId="77777777" w:rsidR="00AA6E0B" w:rsidRPr="003C6738" w:rsidRDefault="00AA6E0B" w:rsidP="00517F39">
            <w:pPr>
              <w:ind w:firstLine="0"/>
              <w:jc w:val="center"/>
              <w:rPr>
                <w:szCs w:val="24"/>
              </w:rPr>
            </w:pPr>
            <w:r>
              <w:rPr>
                <w:szCs w:val="24"/>
              </w:rPr>
              <w:t>84,00</w:t>
            </w:r>
          </w:p>
        </w:tc>
        <w:tc>
          <w:tcPr>
            <w:tcW w:w="1843" w:type="dxa"/>
            <w:vMerge/>
            <w:tcBorders>
              <w:left w:val="single" w:sz="4" w:space="0" w:color="000000"/>
              <w:right w:val="single" w:sz="4" w:space="0" w:color="000000"/>
            </w:tcBorders>
            <w:shd w:val="clear" w:color="000000" w:fill="FFFFFF"/>
            <w:tcMar>
              <w:left w:w="108" w:type="dxa"/>
              <w:right w:w="108" w:type="dxa"/>
            </w:tcMar>
            <w:vAlign w:val="center"/>
          </w:tcPr>
          <w:p w14:paraId="229DFC16"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DCA64B"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28E45DF8"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BF5BAF3" w14:textId="77777777" w:rsidR="00AA6E0B" w:rsidRPr="003C6738" w:rsidRDefault="00AA6E0B" w:rsidP="00517F39">
            <w:pPr>
              <w:ind w:firstLine="0"/>
              <w:jc w:val="center"/>
              <w:rPr>
                <w:szCs w:val="24"/>
              </w:rPr>
            </w:pPr>
          </w:p>
        </w:tc>
      </w:tr>
      <w:tr w:rsidR="00AA6E0B" w14:paraId="77CF714F"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6CA1C5" w14:textId="77777777" w:rsidR="00AA6E0B" w:rsidRPr="003C6738" w:rsidRDefault="00AA6E0B" w:rsidP="00517F39">
            <w:pPr>
              <w:ind w:firstLine="0"/>
              <w:jc w:val="center"/>
              <w:rPr>
                <w:szCs w:val="24"/>
              </w:rPr>
            </w:pPr>
            <w:r>
              <w:rPr>
                <w:szCs w:val="24"/>
              </w:rPr>
              <w:t>24.</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86C3AE" w14:textId="77777777" w:rsidR="00AA6E0B" w:rsidRPr="003C6738" w:rsidRDefault="00AA6E0B" w:rsidP="00517F39">
            <w:pPr>
              <w:ind w:firstLine="0"/>
              <w:jc w:val="center"/>
              <w:rPr>
                <w:szCs w:val="24"/>
              </w:rPr>
            </w:pPr>
            <w:r>
              <w:rPr>
                <w:szCs w:val="24"/>
              </w:rPr>
              <w:t>Kiti poilsio objektai</w:t>
            </w:r>
          </w:p>
        </w:tc>
        <w:tc>
          <w:tcPr>
            <w:tcW w:w="1842" w:type="dxa"/>
            <w:vMerge/>
            <w:tcBorders>
              <w:left w:val="single" w:sz="4" w:space="0" w:color="000000"/>
              <w:right w:val="single" w:sz="4" w:space="0" w:color="000000"/>
            </w:tcBorders>
            <w:shd w:val="clear" w:color="000000" w:fill="FFFFFF"/>
            <w:tcMar>
              <w:left w:w="108" w:type="dxa"/>
              <w:right w:w="108" w:type="dxa"/>
            </w:tcMar>
            <w:vAlign w:val="center"/>
          </w:tcPr>
          <w:p w14:paraId="600DBE21"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43E29D" w14:textId="77777777" w:rsidR="00AA6E0B" w:rsidRPr="003C6738" w:rsidRDefault="00AA6E0B" w:rsidP="00517F39">
            <w:pPr>
              <w:ind w:firstLine="0"/>
              <w:jc w:val="center"/>
              <w:rPr>
                <w:szCs w:val="24"/>
              </w:rPr>
            </w:pPr>
            <w:r>
              <w:rPr>
                <w:szCs w:val="24"/>
              </w:rPr>
              <w:t>84,00</w:t>
            </w:r>
          </w:p>
        </w:tc>
        <w:tc>
          <w:tcPr>
            <w:tcW w:w="1843" w:type="dxa"/>
            <w:vMerge/>
            <w:tcBorders>
              <w:left w:val="single" w:sz="4" w:space="0" w:color="000000"/>
              <w:right w:val="single" w:sz="4" w:space="0" w:color="000000"/>
            </w:tcBorders>
            <w:shd w:val="clear" w:color="000000" w:fill="FFFFFF"/>
            <w:tcMar>
              <w:left w:w="108" w:type="dxa"/>
              <w:right w:w="108" w:type="dxa"/>
            </w:tcMar>
            <w:vAlign w:val="center"/>
          </w:tcPr>
          <w:p w14:paraId="695966B7"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C677D6"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49F02229"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1C5B5B6F" w14:textId="77777777" w:rsidR="00AA6E0B" w:rsidRPr="003C6738" w:rsidRDefault="00AA6E0B" w:rsidP="00517F39">
            <w:pPr>
              <w:ind w:firstLine="0"/>
              <w:jc w:val="center"/>
              <w:rPr>
                <w:szCs w:val="24"/>
              </w:rPr>
            </w:pPr>
          </w:p>
        </w:tc>
      </w:tr>
      <w:tr w:rsidR="00AA6E0B" w:rsidRPr="003C6738" w14:paraId="1054F51E"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3AE88B" w14:textId="77777777" w:rsidR="00AA6E0B" w:rsidRPr="003C6738" w:rsidRDefault="00AA6E0B" w:rsidP="00517F39">
            <w:pPr>
              <w:ind w:firstLine="0"/>
              <w:jc w:val="center"/>
              <w:rPr>
                <w:szCs w:val="24"/>
              </w:rPr>
            </w:pPr>
            <w:r>
              <w:rPr>
                <w:szCs w:val="24"/>
              </w:rPr>
              <w:t>25.</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F81EA6" w14:textId="77777777" w:rsidR="00AA6E0B" w:rsidRPr="003C6738" w:rsidRDefault="00AA6E0B" w:rsidP="00517F39">
            <w:pPr>
              <w:ind w:firstLine="0"/>
              <w:jc w:val="center"/>
              <w:rPr>
                <w:szCs w:val="24"/>
              </w:rPr>
            </w:pPr>
            <w:r>
              <w:rPr>
                <w:szCs w:val="24"/>
              </w:rPr>
              <w:t>Įvairios paskirties objektai įrengti butuose</w:t>
            </w:r>
          </w:p>
        </w:tc>
        <w:tc>
          <w:tcPr>
            <w:tcW w:w="1842"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BC8D6A"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89DD71" w14:textId="77777777" w:rsidR="00AA6E0B" w:rsidRPr="003C6738" w:rsidRDefault="00AA6E0B" w:rsidP="00517F39">
            <w:pPr>
              <w:ind w:firstLine="0"/>
              <w:jc w:val="center"/>
              <w:rPr>
                <w:szCs w:val="24"/>
              </w:rPr>
            </w:pPr>
            <w:r>
              <w:rPr>
                <w:szCs w:val="24"/>
              </w:rPr>
              <w:t>84,00</w:t>
            </w:r>
          </w:p>
        </w:tc>
        <w:tc>
          <w:tcPr>
            <w:tcW w:w="1843"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013242"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F1F1A1" w14:textId="77777777" w:rsidR="00AA6E0B" w:rsidRPr="003C6738" w:rsidRDefault="00AA6E0B" w:rsidP="00517F39">
            <w:pPr>
              <w:ind w:firstLine="0"/>
              <w:jc w:val="center"/>
              <w:rPr>
                <w:szCs w:val="24"/>
              </w:rPr>
            </w:pPr>
            <w:r>
              <w:rPr>
                <w:szCs w:val="24"/>
              </w:rPr>
              <w:t>48,00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2FCF9DA8" w14:textId="77777777" w:rsidR="00AA6E0B" w:rsidRPr="003C6738" w:rsidRDefault="00AA6E0B" w:rsidP="00517F39">
            <w:pPr>
              <w:ind w:firstLine="0"/>
              <w:jc w:val="center"/>
              <w:rPr>
                <w:szCs w:val="24"/>
              </w:rPr>
            </w:pPr>
          </w:p>
        </w:tc>
        <w:tc>
          <w:tcPr>
            <w:tcW w:w="1559" w:type="dxa"/>
            <w:vMerge/>
            <w:tcBorders>
              <w:left w:val="single" w:sz="4" w:space="0" w:color="000000"/>
              <w:bottom w:val="single" w:sz="4" w:space="0" w:color="000000"/>
              <w:right w:val="single" w:sz="4" w:space="0" w:color="000000"/>
            </w:tcBorders>
            <w:shd w:val="clear" w:color="000000" w:fill="FFFFFF"/>
            <w:vAlign w:val="center"/>
          </w:tcPr>
          <w:p w14:paraId="4AE00CB9" w14:textId="77777777" w:rsidR="00AA6E0B" w:rsidRPr="003C6738" w:rsidRDefault="00AA6E0B" w:rsidP="00517F39">
            <w:pPr>
              <w:ind w:firstLine="0"/>
              <w:jc w:val="center"/>
              <w:rPr>
                <w:szCs w:val="24"/>
              </w:rPr>
            </w:pPr>
          </w:p>
        </w:tc>
      </w:tr>
    </w:tbl>
    <w:p w14:paraId="264C468F" w14:textId="77777777" w:rsidR="00AA6E0B" w:rsidRDefault="00AA6E0B" w:rsidP="00AA6E0B">
      <w:pPr>
        <w:ind w:firstLine="0"/>
      </w:pPr>
    </w:p>
    <w:p w14:paraId="573B9A70" w14:textId="77777777" w:rsidR="00AA6E0B" w:rsidRDefault="00AA6E0B" w:rsidP="00976D95">
      <w:r>
        <w:t>Atliekų turėtojai, kurie nėra susieti su konkrečiu nekilnojamojo turto objektu, bet naudojasi komunalinių atliekų tvarkymo sistema, už 1 m</w:t>
      </w:r>
      <w:r>
        <w:rPr>
          <w:vertAlign w:val="superscript"/>
        </w:rPr>
        <w:t>3</w:t>
      </w:r>
      <w:r>
        <w:t xml:space="preserve"> atliekų sutvarkymą moka 25,00 </w:t>
      </w:r>
      <w:proofErr w:type="spellStart"/>
      <w:r>
        <w:t>Eur</w:t>
      </w:r>
      <w:proofErr w:type="spellEnd"/>
      <w:r>
        <w:t>.</w:t>
      </w:r>
    </w:p>
    <w:p w14:paraId="24A0A743" w14:textId="77777777" w:rsidR="00AA6E0B" w:rsidRPr="008B0CBA" w:rsidRDefault="00AA6E0B" w:rsidP="00976D95">
      <w:pPr>
        <w:rPr>
          <w:szCs w:val="24"/>
        </w:rPr>
      </w:pPr>
      <w:r w:rsidRPr="00707945">
        <w:rPr>
          <w:sz w:val="20"/>
          <w:vertAlign w:val="superscript"/>
        </w:rPr>
        <w:t xml:space="preserve">1 </w:t>
      </w:r>
      <w:r w:rsidRPr="008B0CBA">
        <w:rPr>
          <w:szCs w:val="24"/>
        </w:rPr>
        <w:t>Parametras naudojamas, kai NT objektui neįmanoma priskirti konkrečios tik tam nekilnojamojo turto objektui naudoti skirtos konteinerių aikštelės ar individualaus konteinerio.</w:t>
      </w:r>
    </w:p>
    <w:p w14:paraId="423D7062" w14:textId="77777777" w:rsidR="00AA6E0B" w:rsidRPr="008B0CBA" w:rsidRDefault="00AA6E0B" w:rsidP="00976D95">
      <w:pPr>
        <w:rPr>
          <w:szCs w:val="24"/>
        </w:rPr>
      </w:pPr>
      <w:r w:rsidRPr="008B0CBA">
        <w:rPr>
          <w:szCs w:val="24"/>
          <w:vertAlign w:val="superscript"/>
        </w:rPr>
        <w:t>2</w:t>
      </w:r>
      <w:r w:rsidRPr="008B0CBA">
        <w:rPr>
          <w:szCs w:val="24"/>
        </w:rPr>
        <w:t>Parametras naudojamas, kai NT objektui įmanoma priskirti konkrečią tik tam nekilnojamojo turto objektui naudoti skirtą konteinerių aikštelę ar individualų konteinerį.</w:t>
      </w:r>
    </w:p>
    <w:p w14:paraId="4A0D3E89" w14:textId="77777777" w:rsidR="00AA6E0B" w:rsidRDefault="00AA6E0B" w:rsidP="00976D95">
      <w:pPr>
        <w:rPr>
          <w:szCs w:val="24"/>
        </w:rPr>
      </w:pPr>
      <w:r w:rsidRPr="008B0CBA">
        <w:rPr>
          <w:szCs w:val="24"/>
          <w:vertAlign w:val="superscript"/>
        </w:rPr>
        <w:t>3</w:t>
      </w:r>
      <w:r w:rsidRPr="008B0CBA">
        <w:rPr>
          <w:szCs w:val="24"/>
        </w:rPr>
        <w:t>Maksimali kintamo administravimo parametro reikšmė - 4 gyventojai, t. y. iki keturių bute gyvenančių asmenų įmoka skaičiuojama už tiek asmenų, kiek bute gyvena; jeigu bute gyvena daugiau nei 4 asmenys, įmoka skaičiuojama tik už 4 asmenis.</w:t>
      </w:r>
    </w:p>
    <w:p w14:paraId="7924ECED" w14:textId="60CB5577" w:rsidR="00964EB5" w:rsidRPr="00A62FEF" w:rsidRDefault="007F3C70" w:rsidP="00976D95">
      <w:pPr>
        <w:rPr>
          <w:szCs w:val="24"/>
        </w:rPr>
      </w:pPr>
      <w:r>
        <w:rPr>
          <w:szCs w:val="24"/>
        </w:rPr>
        <w:t>*</w:t>
      </w:r>
      <w:r w:rsidR="00964EB5">
        <w:rPr>
          <w:szCs w:val="24"/>
        </w:rPr>
        <w:t xml:space="preserve">Juridiniams pelno </w:t>
      </w:r>
      <w:r w:rsidR="001C6918">
        <w:rPr>
          <w:szCs w:val="24"/>
        </w:rPr>
        <w:t>ne</w:t>
      </w:r>
      <w:r w:rsidR="00964EB5">
        <w:rPr>
          <w:szCs w:val="24"/>
        </w:rPr>
        <w:t xml:space="preserve">siekiantiems asmenims, teikiantiems paslaugas </w:t>
      </w:r>
      <w:r w:rsidR="00964EB5" w:rsidRPr="00976D95">
        <w:rPr>
          <w:szCs w:val="24"/>
        </w:rPr>
        <w:t>gyven</w:t>
      </w:r>
      <w:r w:rsidRPr="00976D95">
        <w:rPr>
          <w:szCs w:val="24"/>
        </w:rPr>
        <w:t>tojams</w:t>
      </w:r>
      <w:r w:rsidR="00893F14" w:rsidRPr="00976D95">
        <w:rPr>
          <w:szCs w:val="24"/>
        </w:rPr>
        <w:t xml:space="preserve"> (arba vykdantiems veiklą)</w:t>
      </w:r>
      <w:r w:rsidRPr="00976D95">
        <w:rPr>
          <w:szCs w:val="24"/>
        </w:rPr>
        <w:t xml:space="preserve"> ne </w:t>
      </w:r>
      <w:r>
        <w:rPr>
          <w:szCs w:val="24"/>
        </w:rPr>
        <w:t xml:space="preserve">komerciniais tikslais, </w:t>
      </w:r>
      <w:r w:rsidR="00272426" w:rsidRPr="00A62FEF">
        <w:rPr>
          <w:szCs w:val="24"/>
        </w:rPr>
        <w:t xml:space="preserve">priskiriamiems </w:t>
      </w:r>
      <w:r w:rsidR="00964EB5" w:rsidRPr="00A62FEF">
        <w:t xml:space="preserve">nekilnojamojo turto objektų kategorijoms Eil. Nr. </w:t>
      </w:r>
      <w:r w:rsidR="008C24C0">
        <w:t>5, 13, 14, 17</w:t>
      </w:r>
      <w:r w:rsidRPr="00A62FEF">
        <w:t>, 19 ir 21,</w:t>
      </w:r>
      <w:r w:rsidR="00964EB5" w:rsidRPr="00A62FEF">
        <w:t xml:space="preserve"> nustatomas toks vietinės rinkliavos pastovusis ir </w:t>
      </w:r>
      <w:r w:rsidR="00964EB5" w:rsidRPr="00A62FEF">
        <w:rPr>
          <w:szCs w:val="24"/>
        </w:rPr>
        <w:t>kintamasis įmokos dydis</w:t>
      </w:r>
      <w:r w:rsidR="001C6918" w:rsidRPr="00A62FEF">
        <w:rPr>
          <w:szCs w:val="24"/>
        </w:rPr>
        <w:t>,</w:t>
      </w:r>
      <w:r w:rsidR="00964EB5" w:rsidRPr="00A62FEF">
        <w:rPr>
          <w:szCs w:val="24"/>
        </w:rPr>
        <w:t xml:space="preserve"> kaip ir gyvenamosios paskirties individualių namų objekt</w:t>
      </w:r>
      <w:r w:rsidR="001C6918" w:rsidRPr="00A62FEF">
        <w:rPr>
          <w:szCs w:val="24"/>
        </w:rPr>
        <w:t>ų</w:t>
      </w:r>
      <w:r w:rsidR="00964EB5" w:rsidRPr="00A62FEF">
        <w:rPr>
          <w:szCs w:val="24"/>
        </w:rPr>
        <w:t xml:space="preserve"> kategorijai</w:t>
      </w:r>
      <w:r w:rsidR="00B7193F" w:rsidRPr="00A62FEF">
        <w:rPr>
          <w:szCs w:val="24"/>
        </w:rPr>
        <w:t xml:space="preserve"> (Pastovus</w:t>
      </w:r>
      <w:r w:rsidR="005B5019" w:rsidRPr="00A62FEF">
        <w:rPr>
          <w:szCs w:val="24"/>
        </w:rPr>
        <w:t>is</w:t>
      </w:r>
      <w:r w:rsidR="00B7193F" w:rsidRPr="00A62FEF">
        <w:rPr>
          <w:szCs w:val="24"/>
        </w:rPr>
        <w:t xml:space="preserve"> įmokos dydis – 24,00 </w:t>
      </w:r>
      <w:proofErr w:type="spellStart"/>
      <w:r w:rsidR="00B7193F" w:rsidRPr="00A62FEF">
        <w:rPr>
          <w:szCs w:val="24"/>
        </w:rPr>
        <w:t>Eur</w:t>
      </w:r>
      <w:proofErr w:type="spellEnd"/>
      <w:r w:rsidR="00B7193F" w:rsidRPr="00A62FEF">
        <w:rPr>
          <w:szCs w:val="24"/>
        </w:rPr>
        <w:t xml:space="preserve"> per metus, </w:t>
      </w:r>
      <w:r w:rsidR="005B5019" w:rsidRPr="00A62FEF">
        <w:rPr>
          <w:szCs w:val="24"/>
        </w:rPr>
        <w:t>k</w:t>
      </w:r>
      <w:r w:rsidR="00B7193F" w:rsidRPr="00A62FEF">
        <w:rPr>
          <w:szCs w:val="24"/>
        </w:rPr>
        <w:t xml:space="preserve">intamasis įmokos dydis – 30,00 </w:t>
      </w:r>
      <w:proofErr w:type="spellStart"/>
      <w:r w:rsidR="00B7193F" w:rsidRPr="00A62FEF">
        <w:rPr>
          <w:szCs w:val="24"/>
        </w:rPr>
        <w:t>Eur</w:t>
      </w:r>
      <w:proofErr w:type="spellEnd"/>
      <w:r w:rsidR="00B7193F" w:rsidRPr="00A62FEF">
        <w:rPr>
          <w:szCs w:val="24"/>
        </w:rPr>
        <w:t xml:space="preserve"> per metus (taikomas kintamas administravimo parametras – </w:t>
      </w:r>
      <w:r w:rsidR="005B5019" w:rsidRPr="00A62FEF">
        <w:rPr>
          <w:szCs w:val="24"/>
        </w:rPr>
        <w:t>k</w:t>
      </w:r>
      <w:r w:rsidR="00B7193F" w:rsidRPr="00A62FEF">
        <w:rPr>
          <w:szCs w:val="24"/>
        </w:rPr>
        <w:t>onteinerių skaičius, tūris ir ištuštinimo dažnis).</w:t>
      </w:r>
    </w:p>
    <w:p w14:paraId="496B1219" w14:textId="73310452" w:rsidR="00976D95" w:rsidRPr="00A62FEF" w:rsidRDefault="00B7193F" w:rsidP="00543D9C">
      <w:pPr>
        <w:pStyle w:val="Paprastasistekstas"/>
        <w:ind w:firstLine="720"/>
        <w:jc w:val="both"/>
        <w:rPr>
          <w:rFonts w:ascii="Times New Roman" w:hAnsi="Times New Roman" w:cs="Times New Roman"/>
          <w:sz w:val="24"/>
          <w:szCs w:val="24"/>
        </w:rPr>
      </w:pPr>
      <w:r w:rsidRPr="00A62FEF">
        <w:rPr>
          <w:rFonts w:ascii="Times New Roman" w:hAnsi="Times New Roman" w:cs="Times New Roman"/>
          <w:sz w:val="24"/>
          <w:szCs w:val="24"/>
        </w:rPr>
        <w:t>**</w:t>
      </w:r>
      <w:r w:rsidR="00976D95" w:rsidRPr="00A62FEF">
        <w:rPr>
          <w:rFonts w:ascii="Times New Roman" w:hAnsi="Times New Roman" w:cs="Times New Roman"/>
          <w:sz w:val="24"/>
          <w:szCs w:val="24"/>
        </w:rPr>
        <w:t>Rinkliavos mokėtojai, besiribojančiuose sklypuose turintys pastatus</w:t>
      </w:r>
      <w:r w:rsidR="005B5019" w:rsidRPr="00A62FEF">
        <w:rPr>
          <w:rFonts w:ascii="Times New Roman" w:hAnsi="Times New Roman" w:cs="Times New Roman"/>
          <w:sz w:val="24"/>
          <w:szCs w:val="24"/>
        </w:rPr>
        <w:t>,</w:t>
      </w:r>
      <w:r w:rsidR="00976D95" w:rsidRPr="00A62FEF">
        <w:rPr>
          <w:rFonts w:ascii="Times New Roman" w:hAnsi="Times New Roman" w:cs="Times New Roman"/>
          <w:sz w:val="24"/>
          <w:szCs w:val="24"/>
        </w:rPr>
        <w:t xml:space="preserve"> kurių paskirtis </w:t>
      </w:r>
      <w:r w:rsidR="005B5019" w:rsidRPr="00A62FEF">
        <w:rPr>
          <w:rFonts w:ascii="Times New Roman" w:hAnsi="Times New Roman" w:cs="Times New Roman"/>
          <w:sz w:val="24"/>
          <w:szCs w:val="24"/>
        </w:rPr>
        <w:t xml:space="preserve">- </w:t>
      </w:r>
      <w:r w:rsidR="00976D95" w:rsidRPr="00A62FEF">
        <w:rPr>
          <w:rFonts w:ascii="Times New Roman" w:hAnsi="Times New Roman" w:cs="Times New Roman"/>
          <w:sz w:val="24"/>
          <w:szCs w:val="24"/>
        </w:rPr>
        <w:t xml:space="preserve"> kitos (fermų) paskirties pastatai ir kitos (ūkio) paskirties pastatai, turi teisę kreiptis į Administratorių su prašymu taikyti vieną Vietinės rinkliavos mokestį už besiribojančiuose sklypuose esančius pastatus, kurie priklauso vienam ir tam pačiam savininkui. Administratorius, įvertinęs galimybę aptarnauti šiuos pastatus kaip vieną rinkliavos mokėtoją, priima sprendimą dėl šių pastatų, kaip atskirų objektų, išbraukimo iš </w:t>
      </w:r>
      <w:r w:rsidR="005B5019" w:rsidRPr="00A62FEF">
        <w:rPr>
          <w:rFonts w:ascii="Times New Roman" w:hAnsi="Times New Roman" w:cs="Times New Roman"/>
          <w:sz w:val="24"/>
          <w:szCs w:val="24"/>
        </w:rPr>
        <w:t>R</w:t>
      </w:r>
      <w:r w:rsidR="00976D95" w:rsidRPr="00A62FEF">
        <w:rPr>
          <w:rFonts w:ascii="Times New Roman" w:hAnsi="Times New Roman" w:cs="Times New Roman"/>
          <w:sz w:val="24"/>
          <w:szCs w:val="24"/>
        </w:rPr>
        <w:t>inkliavos mokėtojų registro arba motyvuotu raštu pateikia neigiamą atsakymą.</w:t>
      </w:r>
    </w:p>
    <w:p w14:paraId="23151DA1" w14:textId="7C1E631B" w:rsidR="00B7193F" w:rsidRPr="008B0CBA" w:rsidRDefault="00B7193F" w:rsidP="00AA6E0B">
      <w:pPr>
        <w:rPr>
          <w:szCs w:val="24"/>
        </w:rPr>
      </w:pPr>
    </w:p>
    <w:p w14:paraId="21B7F0AC" w14:textId="619C89DD" w:rsidR="00737D56" w:rsidRDefault="00AA6E0B" w:rsidP="004A3840">
      <w:pPr>
        <w:jc w:val="center"/>
      </w:pPr>
      <w:r>
        <w:rPr>
          <w:sz w:val="20"/>
        </w:rPr>
        <w:t>___________________________________________________________</w:t>
      </w:r>
    </w:p>
    <w:sectPr w:rsidR="00737D56" w:rsidSect="00C6218B">
      <w:pgSz w:w="16838" w:h="11906" w:orient="landscape"/>
      <w:pgMar w:top="709" w:right="1701"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E0B"/>
    <w:rsid w:val="00085956"/>
    <w:rsid w:val="0009012C"/>
    <w:rsid w:val="001C6918"/>
    <w:rsid w:val="00272426"/>
    <w:rsid w:val="0031069B"/>
    <w:rsid w:val="003A1E6E"/>
    <w:rsid w:val="004A3840"/>
    <w:rsid w:val="00543D9C"/>
    <w:rsid w:val="005B5019"/>
    <w:rsid w:val="005D4348"/>
    <w:rsid w:val="005F1841"/>
    <w:rsid w:val="00697F16"/>
    <w:rsid w:val="00737D56"/>
    <w:rsid w:val="007F3C70"/>
    <w:rsid w:val="00880640"/>
    <w:rsid w:val="00893F14"/>
    <w:rsid w:val="008B4BC7"/>
    <w:rsid w:val="008C24C0"/>
    <w:rsid w:val="008F3EDE"/>
    <w:rsid w:val="00964EB5"/>
    <w:rsid w:val="00976D95"/>
    <w:rsid w:val="00A02CF0"/>
    <w:rsid w:val="00A62FEF"/>
    <w:rsid w:val="00AA6E0B"/>
    <w:rsid w:val="00AB1303"/>
    <w:rsid w:val="00AF316C"/>
    <w:rsid w:val="00B04403"/>
    <w:rsid w:val="00B7193F"/>
    <w:rsid w:val="00C6218B"/>
    <w:rsid w:val="00E14E15"/>
    <w:rsid w:val="00FD3C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4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A6E0B"/>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5D434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D4348"/>
    <w:rPr>
      <w:rFonts w:ascii="Tahoma" w:eastAsia="Times New Roman" w:hAnsi="Tahoma" w:cs="Tahoma"/>
      <w:sz w:val="16"/>
      <w:szCs w:val="16"/>
    </w:rPr>
  </w:style>
  <w:style w:type="paragraph" w:styleId="Sraopastraipa">
    <w:name w:val="List Paragraph"/>
    <w:basedOn w:val="prastasis"/>
    <w:uiPriority w:val="34"/>
    <w:qFormat/>
    <w:rsid w:val="00964EB5"/>
    <w:pPr>
      <w:ind w:left="720"/>
      <w:contextualSpacing/>
    </w:pPr>
  </w:style>
  <w:style w:type="paragraph" w:styleId="Paprastasistekstas">
    <w:name w:val="Plain Text"/>
    <w:basedOn w:val="prastasis"/>
    <w:link w:val="PaprastasistekstasDiagrama"/>
    <w:uiPriority w:val="99"/>
    <w:semiHidden/>
    <w:unhideWhenUsed/>
    <w:rsid w:val="00976D95"/>
    <w:pPr>
      <w:ind w:firstLine="0"/>
      <w:jc w:val="left"/>
    </w:pPr>
    <w:rPr>
      <w:rFonts w:ascii="Calibri" w:eastAsiaTheme="minorHAnsi" w:hAnsi="Calibri" w:cstheme="minorBidi"/>
      <w:sz w:val="22"/>
      <w:szCs w:val="21"/>
    </w:rPr>
  </w:style>
  <w:style w:type="character" w:customStyle="1" w:styleId="PaprastasistekstasDiagrama">
    <w:name w:val="Paprastasis tekstas Diagrama"/>
    <w:basedOn w:val="Numatytasispastraiposriftas"/>
    <w:link w:val="Paprastasistekstas"/>
    <w:uiPriority w:val="99"/>
    <w:semiHidden/>
    <w:rsid w:val="00976D95"/>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A6E0B"/>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5D434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D4348"/>
    <w:rPr>
      <w:rFonts w:ascii="Tahoma" w:eastAsia="Times New Roman" w:hAnsi="Tahoma" w:cs="Tahoma"/>
      <w:sz w:val="16"/>
      <w:szCs w:val="16"/>
    </w:rPr>
  </w:style>
  <w:style w:type="paragraph" w:styleId="Sraopastraipa">
    <w:name w:val="List Paragraph"/>
    <w:basedOn w:val="prastasis"/>
    <w:uiPriority w:val="34"/>
    <w:qFormat/>
    <w:rsid w:val="00964EB5"/>
    <w:pPr>
      <w:ind w:left="720"/>
      <w:contextualSpacing/>
    </w:pPr>
  </w:style>
  <w:style w:type="paragraph" w:styleId="Paprastasistekstas">
    <w:name w:val="Plain Text"/>
    <w:basedOn w:val="prastasis"/>
    <w:link w:val="PaprastasistekstasDiagrama"/>
    <w:uiPriority w:val="99"/>
    <w:semiHidden/>
    <w:unhideWhenUsed/>
    <w:rsid w:val="00976D95"/>
    <w:pPr>
      <w:ind w:firstLine="0"/>
      <w:jc w:val="left"/>
    </w:pPr>
    <w:rPr>
      <w:rFonts w:ascii="Calibri" w:eastAsiaTheme="minorHAnsi" w:hAnsi="Calibri" w:cstheme="minorBidi"/>
      <w:sz w:val="22"/>
      <w:szCs w:val="21"/>
    </w:rPr>
  </w:style>
  <w:style w:type="character" w:customStyle="1" w:styleId="PaprastasistekstasDiagrama">
    <w:name w:val="Paprastasis tekstas Diagrama"/>
    <w:basedOn w:val="Numatytasispastraiposriftas"/>
    <w:link w:val="Paprastasistekstas"/>
    <w:uiPriority w:val="99"/>
    <w:semiHidden/>
    <w:rsid w:val="00976D95"/>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11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CFBDD-D994-4DED-88AF-F03FF021F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DC1CFFB8</Template>
  <TotalTime>29</TotalTime>
  <Pages>2</Pages>
  <Words>2803</Words>
  <Characters>1599</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Jakumienė</dc:creator>
  <cp:lastModifiedBy>Jovita Šumskienė</cp:lastModifiedBy>
  <cp:revision>10</cp:revision>
  <dcterms:created xsi:type="dcterms:W3CDTF">2021-11-11T08:30:00Z</dcterms:created>
  <dcterms:modified xsi:type="dcterms:W3CDTF">2021-11-25T15:25:00Z</dcterms:modified>
</cp:coreProperties>
</file>