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574" w:rsidRDefault="00530574" w:rsidP="00530574">
      <w:pPr>
        <w:jc w:val="center"/>
        <w:rPr>
          <w:b/>
          <w:sz w:val="28"/>
          <w:szCs w:val="28"/>
          <w:lang w:eastAsia="lt-LT"/>
        </w:rPr>
      </w:pPr>
      <w:bookmarkStart w:id="0" w:name="_Hlk57659561"/>
      <w:r>
        <w:rPr>
          <w:b/>
          <w:noProof/>
          <w:lang w:eastAsia="lt-LT"/>
        </w:rPr>
        <w:drawing>
          <wp:anchor distT="0" distB="180340" distL="114300" distR="114300" simplePos="0" relativeHeight="251658240" behindDoc="1" locked="0" layoutInCell="0" allowOverlap="1" wp14:editId="3BBF7C2A">
            <wp:simplePos x="0" y="0"/>
            <wp:positionH relativeFrom="column">
              <wp:posOffset>2800350</wp:posOffset>
            </wp:positionH>
            <wp:positionV relativeFrom="paragraph">
              <wp:posOffset>-337820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455A" w:rsidRPr="007143EF">
        <w:rPr>
          <w:b/>
          <w:bCs/>
          <w:sz w:val="28"/>
          <w:szCs w:val="28"/>
          <w:lang w:eastAsia="lt-LT"/>
        </w:rPr>
        <w:t>PLUNGĖS RAJONO</w:t>
      </w:r>
      <w:r w:rsidR="004F455A" w:rsidRPr="007143EF">
        <w:rPr>
          <w:bCs/>
          <w:sz w:val="28"/>
          <w:szCs w:val="28"/>
          <w:lang w:eastAsia="lt-LT"/>
        </w:rPr>
        <w:t xml:space="preserve"> </w:t>
      </w:r>
      <w:r w:rsidR="008B6F43" w:rsidRPr="007143EF">
        <w:rPr>
          <w:b/>
          <w:sz w:val="28"/>
          <w:szCs w:val="28"/>
          <w:lang w:eastAsia="lt-LT"/>
        </w:rPr>
        <w:t>SAVIVALDYBĖS</w:t>
      </w:r>
    </w:p>
    <w:p w:rsidR="000F7B66" w:rsidRPr="007143EF" w:rsidRDefault="008B6F43" w:rsidP="009309B5">
      <w:pPr>
        <w:jc w:val="center"/>
        <w:rPr>
          <w:b/>
          <w:sz w:val="28"/>
          <w:szCs w:val="28"/>
          <w:lang w:eastAsia="lt-LT"/>
        </w:rPr>
      </w:pPr>
      <w:r w:rsidRPr="007143EF">
        <w:rPr>
          <w:b/>
          <w:sz w:val="28"/>
          <w:szCs w:val="28"/>
          <w:lang w:eastAsia="lt-LT"/>
        </w:rPr>
        <w:t>TARYBA</w:t>
      </w:r>
    </w:p>
    <w:bookmarkEnd w:id="0"/>
    <w:p w:rsidR="000F7B66" w:rsidRPr="007143EF" w:rsidRDefault="000F7B66" w:rsidP="00901204">
      <w:pPr>
        <w:jc w:val="center"/>
        <w:rPr>
          <w:b/>
          <w:sz w:val="28"/>
          <w:szCs w:val="28"/>
          <w:lang w:eastAsia="lt-LT"/>
        </w:rPr>
      </w:pPr>
    </w:p>
    <w:p w:rsidR="00D73E92" w:rsidRPr="007143EF" w:rsidRDefault="00D73E92" w:rsidP="00901204">
      <w:pPr>
        <w:tabs>
          <w:tab w:val="center" w:pos="4153"/>
          <w:tab w:val="right" w:pos="8306"/>
        </w:tabs>
        <w:jc w:val="center"/>
        <w:rPr>
          <w:b/>
          <w:sz w:val="28"/>
          <w:szCs w:val="28"/>
          <w:lang w:eastAsia="lt-LT"/>
        </w:rPr>
      </w:pPr>
      <w:r w:rsidRPr="007143EF">
        <w:rPr>
          <w:b/>
          <w:sz w:val="28"/>
          <w:szCs w:val="28"/>
          <w:lang w:eastAsia="lt-LT"/>
        </w:rPr>
        <w:t>SPRENDIMAS</w:t>
      </w:r>
    </w:p>
    <w:p w:rsidR="009D1A08" w:rsidRDefault="001D6973" w:rsidP="00901204">
      <w:pPr>
        <w:jc w:val="center"/>
        <w:rPr>
          <w:b/>
          <w:caps/>
          <w:sz w:val="28"/>
          <w:szCs w:val="28"/>
          <w:lang w:eastAsia="lt-LT"/>
        </w:rPr>
      </w:pPr>
      <w:r w:rsidRPr="001D6973">
        <w:rPr>
          <w:b/>
          <w:caps/>
          <w:sz w:val="28"/>
          <w:szCs w:val="28"/>
          <w:lang w:eastAsia="lt-LT"/>
        </w:rPr>
        <w:t xml:space="preserve">DĖL PLUNGĖS RAJONO SAVIVALDYBĖS TARYBOS 2020 M. GRUODŽIO 22 D. SPRENDIMO NR. T1-308 „DĖL SAVIVALDYBĖS INFRASTRUKTŪROS PLĖTROS ĮMOKOS TARIFO (TARIFŲ) PATVIRTINIMO“ </w:t>
      </w:r>
      <w:r w:rsidR="009D1A08">
        <w:rPr>
          <w:b/>
          <w:caps/>
          <w:sz w:val="28"/>
          <w:szCs w:val="28"/>
          <w:lang w:eastAsia="lt-LT"/>
        </w:rPr>
        <w:t>IR JĮ KEITUSI</w:t>
      </w:r>
      <w:r w:rsidR="00DF4D93">
        <w:rPr>
          <w:b/>
          <w:caps/>
          <w:sz w:val="28"/>
          <w:szCs w:val="28"/>
          <w:lang w:eastAsia="lt-LT"/>
        </w:rPr>
        <w:t>Ų</w:t>
      </w:r>
      <w:r w:rsidR="009D1A08">
        <w:rPr>
          <w:b/>
          <w:caps/>
          <w:sz w:val="28"/>
          <w:szCs w:val="28"/>
          <w:lang w:eastAsia="lt-LT"/>
        </w:rPr>
        <w:t xml:space="preserve"> SPRENDIM</w:t>
      </w:r>
      <w:r w:rsidR="00DF4D93">
        <w:rPr>
          <w:b/>
          <w:caps/>
          <w:sz w:val="28"/>
          <w:szCs w:val="28"/>
          <w:lang w:eastAsia="lt-LT"/>
        </w:rPr>
        <w:t>Ų</w:t>
      </w:r>
      <w:r w:rsidR="009D1A08">
        <w:rPr>
          <w:b/>
          <w:caps/>
          <w:sz w:val="28"/>
          <w:szCs w:val="28"/>
          <w:lang w:eastAsia="lt-LT"/>
        </w:rPr>
        <w:t xml:space="preserve"> </w:t>
      </w:r>
      <w:r w:rsidRPr="001D6973">
        <w:rPr>
          <w:b/>
          <w:caps/>
          <w:sz w:val="28"/>
          <w:szCs w:val="28"/>
          <w:lang w:eastAsia="lt-LT"/>
        </w:rPr>
        <w:t>PAKEITIMO</w:t>
      </w:r>
      <w:r w:rsidR="00101EAF">
        <w:rPr>
          <w:b/>
          <w:caps/>
          <w:sz w:val="28"/>
          <w:szCs w:val="28"/>
          <w:lang w:eastAsia="lt-LT"/>
        </w:rPr>
        <w:t xml:space="preserve"> </w:t>
      </w:r>
    </w:p>
    <w:p w:rsidR="000F7B66" w:rsidRPr="007143EF" w:rsidRDefault="000F7B66" w:rsidP="00901204">
      <w:pPr>
        <w:jc w:val="center"/>
        <w:rPr>
          <w:b/>
          <w:sz w:val="28"/>
          <w:szCs w:val="28"/>
          <w:lang w:eastAsia="lt-LT"/>
        </w:rPr>
      </w:pPr>
    </w:p>
    <w:p w:rsidR="000F7B66" w:rsidRPr="009E3A3F" w:rsidRDefault="008B6F43" w:rsidP="00901204">
      <w:pPr>
        <w:jc w:val="center"/>
        <w:rPr>
          <w:szCs w:val="24"/>
          <w:lang w:eastAsia="lt-LT"/>
        </w:rPr>
      </w:pPr>
      <w:r w:rsidRPr="009E3A3F">
        <w:rPr>
          <w:szCs w:val="24"/>
          <w:lang w:eastAsia="lt-LT"/>
        </w:rPr>
        <w:t>202</w:t>
      </w:r>
      <w:r w:rsidR="00101EAF">
        <w:rPr>
          <w:szCs w:val="24"/>
          <w:lang w:eastAsia="lt-LT"/>
        </w:rPr>
        <w:t>1</w:t>
      </w:r>
      <w:r w:rsidRPr="009E3A3F">
        <w:rPr>
          <w:szCs w:val="24"/>
          <w:lang w:eastAsia="lt-LT"/>
        </w:rPr>
        <w:t xml:space="preserve"> m. </w:t>
      </w:r>
      <w:r w:rsidR="005C1155">
        <w:rPr>
          <w:szCs w:val="24"/>
          <w:lang w:eastAsia="lt-LT"/>
        </w:rPr>
        <w:t>rugsėjo</w:t>
      </w:r>
      <w:r w:rsidR="001D6973">
        <w:rPr>
          <w:szCs w:val="24"/>
          <w:lang w:eastAsia="lt-LT"/>
        </w:rPr>
        <w:t xml:space="preserve"> 2</w:t>
      </w:r>
      <w:r w:rsidR="005C1155">
        <w:rPr>
          <w:szCs w:val="24"/>
          <w:lang w:eastAsia="lt-LT"/>
        </w:rPr>
        <w:t>9</w:t>
      </w:r>
      <w:r w:rsidR="004F455A">
        <w:rPr>
          <w:szCs w:val="24"/>
          <w:lang w:eastAsia="lt-LT"/>
        </w:rPr>
        <w:t xml:space="preserve"> d. Nr. T1</w:t>
      </w:r>
      <w:r w:rsidRPr="009E3A3F">
        <w:rPr>
          <w:szCs w:val="24"/>
          <w:lang w:eastAsia="lt-LT"/>
        </w:rPr>
        <w:t>-</w:t>
      </w:r>
      <w:r w:rsidR="002717D0">
        <w:rPr>
          <w:szCs w:val="24"/>
          <w:lang w:eastAsia="lt-LT"/>
        </w:rPr>
        <w:t>247</w:t>
      </w:r>
      <w:r w:rsidR="00101EAF">
        <w:rPr>
          <w:szCs w:val="24"/>
          <w:lang w:eastAsia="lt-LT"/>
        </w:rPr>
        <w:t xml:space="preserve"> </w:t>
      </w:r>
    </w:p>
    <w:p w:rsidR="000F7B66" w:rsidRPr="009E3A3F" w:rsidRDefault="004F455A" w:rsidP="00901204">
      <w:pPr>
        <w:tabs>
          <w:tab w:val="left" w:pos="1260"/>
        </w:tabs>
        <w:jc w:val="center"/>
        <w:rPr>
          <w:szCs w:val="24"/>
          <w:lang w:eastAsia="lt-LT"/>
        </w:rPr>
      </w:pPr>
      <w:r>
        <w:rPr>
          <w:szCs w:val="24"/>
          <w:lang w:eastAsia="lt-LT"/>
        </w:rPr>
        <w:t>Plungė</w:t>
      </w:r>
    </w:p>
    <w:p w:rsidR="000F7B66" w:rsidRPr="009E3A3F" w:rsidRDefault="000F7B66" w:rsidP="002B1588">
      <w:pPr>
        <w:tabs>
          <w:tab w:val="left" w:pos="1260"/>
        </w:tabs>
        <w:ind w:firstLine="720"/>
        <w:jc w:val="center"/>
        <w:rPr>
          <w:szCs w:val="24"/>
          <w:lang w:eastAsia="lt-LT"/>
        </w:rPr>
      </w:pPr>
    </w:p>
    <w:p w:rsidR="00101EAF" w:rsidRDefault="00BE6518" w:rsidP="002B1588">
      <w:pPr>
        <w:tabs>
          <w:tab w:val="left" w:pos="900"/>
        </w:tabs>
        <w:ind w:firstLine="720"/>
        <w:jc w:val="both"/>
        <w:rPr>
          <w:szCs w:val="24"/>
          <w:lang w:eastAsia="lt-LT"/>
        </w:rPr>
      </w:pPr>
      <w:bookmarkStart w:id="1" w:name="_Hlk57672220"/>
      <w:r>
        <w:rPr>
          <w:bCs/>
          <w:szCs w:val="24"/>
          <w:lang w:eastAsia="lt-LT"/>
        </w:rPr>
        <w:t xml:space="preserve">Plungės </w:t>
      </w:r>
      <w:r w:rsidR="00101EAF">
        <w:rPr>
          <w:bCs/>
          <w:szCs w:val="24"/>
          <w:lang w:eastAsia="lt-LT"/>
        </w:rPr>
        <w:t xml:space="preserve">rajono </w:t>
      </w:r>
      <w:r w:rsidR="00D73E92">
        <w:rPr>
          <w:bCs/>
          <w:szCs w:val="24"/>
          <w:lang w:eastAsia="lt-LT"/>
        </w:rPr>
        <w:t xml:space="preserve">savivaldybės </w:t>
      </w:r>
      <w:r w:rsidR="00D73E92">
        <w:rPr>
          <w:szCs w:val="24"/>
          <w:lang w:eastAsia="lt-LT"/>
        </w:rPr>
        <w:t>taryba  n u s p r e n d ž i a:</w:t>
      </w:r>
    </w:p>
    <w:p w:rsidR="00101EAF" w:rsidRDefault="00101EAF" w:rsidP="002B1588">
      <w:pPr>
        <w:pStyle w:val="Sraopastraipa"/>
        <w:tabs>
          <w:tab w:val="left" w:pos="900"/>
        </w:tabs>
        <w:ind w:left="0" w:firstLine="720"/>
        <w:jc w:val="both"/>
        <w:rPr>
          <w:szCs w:val="24"/>
        </w:rPr>
      </w:pPr>
      <w:r>
        <w:rPr>
          <w:szCs w:val="24"/>
        </w:rPr>
        <w:t>Pakeisti</w:t>
      </w:r>
      <w:r w:rsidR="00BE6518">
        <w:rPr>
          <w:szCs w:val="24"/>
        </w:rPr>
        <w:t xml:space="preserve"> </w:t>
      </w:r>
      <w:r>
        <w:rPr>
          <w:color w:val="000000"/>
        </w:rPr>
        <w:t xml:space="preserve">Plungės </w:t>
      </w:r>
      <w:r w:rsidR="001D6973">
        <w:rPr>
          <w:color w:val="000000"/>
        </w:rPr>
        <w:t>rajono savivaldybės tarybos 202</w:t>
      </w:r>
      <w:r w:rsidR="00877C8B">
        <w:rPr>
          <w:color w:val="000000"/>
        </w:rPr>
        <w:t>0</w:t>
      </w:r>
      <w:r>
        <w:rPr>
          <w:color w:val="000000"/>
        </w:rPr>
        <w:t xml:space="preserve"> m. </w:t>
      </w:r>
      <w:r w:rsidR="00877C8B">
        <w:rPr>
          <w:color w:val="000000"/>
        </w:rPr>
        <w:t>gruodžio</w:t>
      </w:r>
      <w:r>
        <w:rPr>
          <w:color w:val="000000"/>
        </w:rPr>
        <w:t xml:space="preserve"> 2</w:t>
      </w:r>
      <w:r w:rsidR="00877C8B">
        <w:rPr>
          <w:color w:val="000000"/>
        </w:rPr>
        <w:t>2</w:t>
      </w:r>
      <w:r>
        <w:rPr>
          <w:color w:val="000000"/>
        </w:rPr>
        <w:t xml:space="preserve"> d. sprendim</w:t>
      </w:r>
      <w:r w:rsidR="00877C8B">
        <w:rPr>
          <w:color w:val="000000"/>
        </w:rPr>
        <w:t>o</w:t>
      </w:r>
      <w:r>
        <w:rPr>
          <w:color w:val="000000"/>
        </w:rPr>
        <w:t xml:space="preserve"> Nr. T1-</w:t>
      </w:r>
      <w:r w:rsidR="00877C8B">
        <w:rPr>
          <w:color w:val="000000"/>
        </w:rPr>
        <w:t>308</w:t>
      </w:r>
      <w:r>
        <w:rPr>
          <w:color w:val="000000"/>
        </w:rPr>
        <w:t xml:space="preserve"> </w:t>
      </w:r>
      <w:r w:rsidR="00877C8B">
        <w:rPr>
          <w:color w:val="000000"/>
        </w:rPr>
        <w:t>„D</w:t>
      </w:r>
      <w:r w:rsidR="009D1A08">
        <w:rPr>
          <w:color w:val="000000"/>
        </w:rPr>
        <w:t>ėl S</w:t>
      </w:r>
      <w:r w:rsidR="00877C8B" w:rsidRPr="001D6973">
        <w:rPr>
          <w:color w:val="000000"/>
        </w:rPr>
        <w:t>avivaldybės infrastruktūros plėtros įmokos tarifo (tarifų) patvirtinimo“</w:t>
      </w:r>
      <w:r w:rsidR="00877C8B" w:rsidRPr="00101EAF">
        <w:rPr>
          <w:color w:val="000000"/>
        </w:rPr>
        <w:t xml:space="preserve"> </w:t>
      </w:r>
      <w:r w:rsidR="00877C8B">
        <w:rPr>
          <w:color w:val="000000"/>
        </w:rPr>
        <w:t>(kartu su 2021 m. kovo 25 d. sprendimu N</w:t>
      </w:r>
      <w:r w:rsidR="009D1A08">
        <w:rPr>
          <w:color w:val="000000"/>
        </w:rPr>
        <w:t>r</w:t>
      </w:r>
      <w:r w:rsidR="00877C8B">
        <w:rPr>
          <w:color w:val="000000"/>
        </w:rPr>
        <w:t>. T1-92</w:t>
      </w:r>
      <w:r w:rsidR="005C1155">
        <w:rPr>
          <w:color w:val="000000"/>
        </w:rPr>
        <w:t xml:space="preserve"> ir su 2021 m. birželio 23 d. sprendimu Nr. T1-186</w:t>
      </w:r>
      <w:r w:rsidR="00E63C46">
        <w:rPr>
          <w:color w:val="000000"/>
        </w:rPr>
        <w:t xml:space="preserve">) </w:t>
      </w:r>
      <w:r w:rsidR="009D1A08">
        <w:rPr>
          <w:color w:val="000000"/>
        </w:rPr>
        <w:t xml:space="preserve">1 punktą </w:t>
      </w:r>
      <w:r w:rsidR="009E0405">
        <w:rPr>
          <w:color w:val="000000"/>
        </w:rPr>
        <w:t xml:space="preserve">ir </w:t>
      </w:r>
      <w:r w:rsidRPr="00101EAF">
        <w:rPr>
          <w:color w:val="000000"/>
        </w:rPr>
        <w:t>išdėstyti</w:t>
      </w:r>
      <w:r>
        <w:rPr>
          <w:color w:val="000000"/>
        </w:rPr>
        <w:t xml:space="preserve"> </w:t>
      </w:r>
      <w:r w:rsidR="009E0405">
        <w:rPr>
          <w:color w:val="000000"/>
        </w:rPr>
        <w:t xml:space="preserve">jį </w:t>
      </w:r>
      <w:r>
        <w:rPr>
          <w:color w:val="000000"/>
        </w:rPr>
        <w:t>taip:</w:t>
      </w:r>
    </w:p>
    <w:p w:rsidR="00D73E92" w:rsidRDefault="009E0405" w:rsidP="002B1588">
      <w:pPr>
        <w:pStyle w:val="Sraopastraipa"/>
        <w:tabs>
          <w:tab w:val="left" w:pos="993"/>
        </w:tabs>
        <w:ind w:left="0" w:firstLine="720"/>
        <w:jc w:val="both"/>
        <w:rPr>
          <w:szCs w:val="24"/>
        </w:rPr>
      </w:pPr>
      <w:r>
        <w:rPr>
          <w:szCs w:val="24"/>
        </w:rPr>
        <w:t xml:space="preserve">„1. </w:t>
      </w:r>
      <w:r w:rsidR="00D73E92">
        <w:rPr>
          <w:szCs w:val="24"/>
        </w:rPr>
        <w:t>Plungės rajono savivaldybės terit</w:t>
      </w:r>
      <w:r w:rsidR="00840600">
        <w:rPr>
          <w:szCs w:val="24"/>
        </w:rPr>
        <w:t>orijoje S</w:t>
      </w:r>
      <w:r w:rsidR="00D73E92">
        <w:rPr>
          <w:szCs w:val="24"/>
        </w:rPr>
        <w:t>avivaldybės infrastruktūros plėtros įmokos tarifą nustatyti 0 Eur/m</w:t>
      </w:r>
      <w:r w:rsidR="00D73E92">
        <w:rPr>
          <w:szCs w:val="24"/>
          <w:vertAlign w:val="superscript"/>
        </w:rPr>
        <w:t>2</w:t>
      </w:r>
      <w:r w:rsidR="00D73E92">
        <w:rPr>
          <w:szCs w:val="24"/>
        </w:rPr>
        <w:t xml:space="preserve"> </w:t>
      </w:r>
      <w:r w:rsidR="005C1155">
        <w:t>dvylikos</w:t>
      </w:r>
      <w:r w:rsidR="00D73E92">
        <w:t xml:space="preserve"> mėnesių laikotarpiu</w:t>
      </w:r>
      <w:r w:rsidR="007A0536">
        <w:t>i:</w:t>
      </w:r>
      <w:r w:rsidR="00D73E92">
        <w:t xml:space="preserve"> nuo 2021 m. sausio 1 d. iki 2021 m. </w:t>
      </w:r>
      <w:r w:rsidR="005C1155">
        <w:t>gruodžio</w:t>
      </w:r>
      <w:r w:rsidR="001D6973">
        <w:t xml:space="preserve"> 3</w:t>
      </w:r>
      <w:r w:rsidR="005C1155">
        <w:t>1</w:t>
      </w:r>
      <w:r w:rsidR="00D73E92">
        <w:t xml:space="preserve"> d.</w:t>
      </w:r>
      <w:r>
        <w:t>“</w:t>
      </w:r>
    </w:p>
    <w:bookmarkEnd w:id="1"/>
    <w:p w:rsidR="000F7B66" w:rsidRPr="009E3A3F" w:rsidRDefault="000F7B66" w:rsidP="00BE6518">
      <w:pPr>
        <w:tabs>
          <w:tab w:val="center" w:pos="4153"/>
          <w:tab w:val="right" w:pos="8306"/>
        </w:tabs>
        <w:ind w:firstLine="902"/>
        <w:jc w:val="both"/>
        <w:rPr>
          <w:szCs w:val="24"/>
          <w:lang w:eastAsia="lt-LT"/>
        </w:rPr>
      </w:pPr>
    </w:p>
    <w:p w:rsidR="00BE6518" w:rsidRDefault="00BE6518" w:rsidP="00BE6518">
      <w:pPr>
        <w:tabs>
          <w:tab w:val="center" w:pos="4153"/>
          <w:tab w:val="left" w:pos="6390"/>
          <w:tab w:val="right" w:pos="9072"/>
        </w:tabs>
        <w:jc w:val="both"/>
        <w:rPr>
          <w:szCs w:val="24"/>
          <w:lang w:eastAsia="lt-LT"/>
        </w:rPr>
      </w:pPr>
    </w:p>
    <w:p w:rsidR="004F455A" w:rsidRDefault="008B6F43" w:rsidP="00901204">
      <w:pPr>
        <w:tabs>
          <w:tab w:val="center" w:pos="4153"/>
          <w:tab w:val="left" w:pos="6390"/>
          <w:tab w:val="left" w:pos="7938"/>
          <w:tab w:val="right" w:pos="9072"/>
        </w:tabs>
        <w:jc w:val="both"/>
        <w:rPr>
          <w:szCs w:val="24"/>
          <w:lang w:eastAsia="lt-LT"/>
        </w:rPr>
      </w:pPr>
      <w:r w:rsidRPr="009E3A3F">
        <w:rPr>
          <w:szCs w:val="24"/>
          <w:lang w:eastAsia="lt-LT"/>
        </w:rPr>
        <w:t>Savivaldybės meras</w:t>
      </w:r>
      <w:r w:rsidR="00901204">
        <w:rPr>
          <w:szCs w:val="24"/>
          <w:lang w:eastAsia="lt-LT"/>
        </w:rPr>
        <w:t xml:space="preserve"> </w:t>
      </w:r>
      <w:r w:rsidR="00530574">
        <w:rPr>
          <w:szCs w:val="24"/>
          <w:lang w:eastAsia="lt-LT"/>
        </w:rPr>
        <w:tab/>
      </w:r>
      <w:r w:rsidR="00530574">
        <w:rPr>
          <w:szCs w:val="24"/>
          <w:lang w:eastAsia="lt-LT"/>
        </w:rPr>
        <w:tab/>
      </w:r>
      <w:r w:rsidR="00530574">
        <w:rPr>
          <w:szCs w:val="24"/>
          <w:lang w:eastAsia="lt-LT"/>
        </w:rPr>
        <w:tab/>
        <w:t>Audrius Klišonis</w:t>
      </w:r>
      <w:r w:rsidR="009E3A3F">
        <w:rPr>
          <w:szCs w:val="24"/>
          <w:lang w:eastAsia="lt-LT"/>
        </w:rPr>
        <w:t xml:space="preserve"> </w:t>
      </w:r>
    </w:p>
    <w:p w:rsidR="004F455A" w:rsidRDefault="004F455A" w:rsidP="00BE6518">
      <w:pPr>
        <w:tabs>
          <w:tab w:val="center" w:pos="4153"/>
          <w:tab w:val="left" w:pos="6390"/>
          <w:tab w:val="right" w:pos="9072"/>
        </w:tabs>
        <w:ind w:firstLine="902"/>
        <w:jc w:val="both"/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  <w:bookmarkStart w:id="2" w:name="_GoBack"/>
      <w:bookmarkEnd w:id="2"/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p w:rsidR="0035188E" w:rsidRDefault="0035188E" w:rsidP="0035188E">
      <w:pPr>
        <w:rPr>
          <w:szCs w:val="24"/>
          <w:lang w:eastAsia="lt-LT"/>
        </w:rPr>
      </w:pPr>
    </w:p>
    <w:sectPr w:rsidR="0035188E" w:rsidSect="00BE65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134" w:right="567" w:bottom="1134" w:left="1701" w:header="567" w:footer="567" w:gutter="0"/>
      <w:cols w:space="1296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B71" w:rsidRDefault="008C6B71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separator/>
      </w:r>
    </w:p>
  </w:endnote>
  <w:endnote w:type="continuationSeparator" w:id="0">
    <w:p w:rsidR="008C6B71" w:rsidRDefault="008C6B71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B71" w:rsidRDefault="008C6B71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separator/>
      </w:r>
    </w:p>
  </w:footnote>
  <w:footnote w:type="continuationSeparator" w:id="0">
    <w:p w:rsidR="008C6B71" w:rsidRDefault="008C6B71">
      <w:pPr>
        <w:rPr>
          <w:rFonts w:ascii="TimesLT" w:hAnsi="TimesLT"/>
          <w:sz w:val="26"/>
          <w:lang w:eastAsia="lt-LT"/>
        </w:rPr>
      </w:pPr>
      <w:r>
        <w:rPr>
          <w:rFonts w:ascii="TimesLT" w:hAnsi="TimesLT"/>
          <w:sz w:val="26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8B6F43">
    <w:pPr>
      <w:framePr w:wrap="auto" w:vAnchor="text" w:hAnchor="margin" w:xAlign="center" w:y="1"/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  <w:r>
      <w:rPr>
        <w:rFonts w:ascii="TimesLT" w:hAnsi="TimesLT"/>
        <w:sz w:val="26"/>
        <w:lang w:eastAsia="lt-LT"/>
      </w:rPr>
      <w:fldChar w:fldCharType="begin"/>
    </w:r>
    <w:r>
      <w:rPr>
        <w:rFonts w:ascii="TimesLT" w:hAnsi="TimesLT"/>
        <w:sz w:val="26"/>
        <w:lang w:eastAsia="lt-LT"/>
      </w:rPr>
      <w:instrText xml:space="preserve">PAGE  </w:instrText>
    </w:r>
    <w:r>
      <w:rPr>
        <w:rFonts w:ascii="TimesLT" w:hAnsi="TimesLT"/>
        <w:sz w:val="26"/>
        <w:lang w:eastAsia="lt-LT"/>
      </w:rPr>
      <w:fldChar w:fldCharType="separate"/>
    </w:r>
    <w:r>
      <w:rPr>
        <w:rFonts w:ascii="TimesLT" w:hAnsi="TimesLT"/>
        <w:sz w:val="26"/>
        <w:lang w:eastAsia="lt-LT"/>
      </w:rPr>
      <w:t>1</w:t>
    </w:r>
    <w:r>
      <w:rPr>
        <w:rFonts w:ascii="TimesLT" w:hAnsi="TimesLT"/>
        <w:sz w:val="26"/>
        <w:lang w:eastAsia="lt-LT"/>
      </w:rPr>
      <w:fldChar w:fldCharType="end"/>
    </w:r>
  </w:p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jc w:val="center"/>
      <w:rPr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  <w:lang w:eastAsia="lt-L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0A80"/>
    <w:multiLevelType w:val="hybridMultilevel"/>
    <w:tmpl w:val="FAAE6DC4"/>
    <w:lvl w:ilvl="0" w:tplc="FBF206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E781D"/>
    <w:multiLevelType w:val="hybridMultilevel"/>
    <w:tmpl w:val="A184C294"/>
    <w:lvl w:ilvl="0" w:tplc="C128C8B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6614DC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15240A3"/>
    <w:multiLevelType w:val="multilevel"/>
    <w:tmpl w:val="BD7846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59"/>
    <w:rsid w:val="00013605"/>
    <w:rsid w:val="00015C23"/>
    <w:rsid w:val="00017B6F"/>
    <w:rsid w:val="000312A5"/>
    <w:rsid w:val="00084FA5"/>
    <w:rsid w:val="000B2E33"/>
    <w:rsid w:val="000D7A32"/>
    <w:rsid w:val="000E4E45"/>
    <w:rsid w:val="000F0222"/>
    <w:rsid w:val="000F4EDC"/>
    <w:rsid w:val="000F6EEC"/>
    <w:rsid w:val="000F7B66"/>
    <w:rsid w:val="00101EAF"/>
    <w:rsid w:val="00113385"/>
    <w:rsid w:val="00114D29"/>
    <w:rsid w:val="001505F4"/>
    <w:rsid w:val="00151BAE"/>
    <w:rsid w:val="0015251F"/>
    <w:rsid w:val="001D6973"/>
    <w:rsid w:val="001E5914"/>
    <w:rsid w:val="001F2B3E"/>
    <w:rsid w:val="002717D0"/>
    <w:rsid w:val="002B1588"/>
    <w:rsid w:val="00312BAB"/>
    <w:rsid w:val="00327127"/>
    <w:rsid w:val="00327148"/>
    <w:rsid w:val="00336F4D"/>
    <w:rsid w:val="0035188E"/>
    <w:rsid w:val="00367C81"/>
    <w:rsid w:val="00375EB5"/>
    <w:rsid w:val="0038013C"/>
    <w:rsid w:val="0039618D"/>
    <w:rsid w:val="003A217A"/>
    <w:rsid w:val="003C5487"/>
    <w:rsid w:val="003C6C28"/>
    <w:rsid w:val="003E0C5B"/>
    <w:rsid w:val="004107DE"/>
    <w:rsid w:val="004143E8"/>
    <w:rsid w:val="00425562"/>
    <w:rsid w:val="00442464"/>
    <w:rsid w:val="00467690"/>
    <w:rsid w:val="00475B3C"/>
    <w:rsid w:val="004974BB"/>
    <w:rsid w:val="004A286E"/>
    <w:rsid w:val="004B0F54"/>
    <w:rsid w:val="004B1B18"/>
    <w:rsid w:val="004C05BF"/>
    <w:rsid w:val="004D75E9"/>
    <w:rsid w:val="004D7701"/>
    <w:rsid w:val="004E31B2"/>
    <w:rsid w:val="004F455A"/>
    <w:rsid w:val="00530574"/>
    <w:rsid w:val="00531E52"/>
    <w:rsid w:val="00535143"/>
    <w:rsid w:val="00537F2A"/>
    <w:rsid w:val="005B5DC0"/>
    <w:rsid w:val="005C1155"/>
    <w:rsid w:val="005D2210"/>
    <w:rsid w:val="005E3552"/>
    <w:rsid w:val="005E72D3"/>
    <w:rsid w:val="005F0A2F"/>
    <w:rsid w:val="0062245D"/>
    <w:rsid w:val="0063495F"/>
    <w:rsid w:val="00677F35"/>
    <w:rsid w:val="00682873"/>
    <w:rsid w:val="00694EE4"/>
    <w:rsid w:val="006E3981"/>
    <w:rsid w:val="006E5559"/>
    <w:rsid w:val="00706DAD"/>
    <w:rsid w:val="007143EF"/>
    <w:rsid w:val="00761290"/>
    <w:rsid w:val="00775959"/>
    <w:rsid w:val="00776B98"/>
    <w:rsid w:val="0078072A"/>
    <w:rsid w:val="007A0536"/>
    <w:rsid w:val="007B233D"/>
    <w:rsid w:val="007D6566"/>
    <w:rsid w:val="007F54FC"/>
    <w:rsid w:val="00813F4E"/>
    <w:rsid w:val="0081642F"/>
    <w:rsid w:val="00822A4B"/>
    <w:rsid w:val="008327D9"/>
    <w:rsid w:val="00840600"/>
    <w:rsid w:val="00877C8B"/>
    <w:rsid w:val="008871CF"/>
    <w:rsid w:val="008A2ADF"/>
    <w:rsid w:val="008A4E6C"/>
    <w:rsid w:val="008B6F43"/>
    <w:rsid w:val="008C6B71"/>
    <w:rsid w:val="008C6DC2"/>
    <w:rsid w:val="008D45BE"/>
    <w:rsid w:val="008D6F66"/>
    <w:rsid w:val="00901204"/>
    <w:rsid w:val="00902228"/>
    <w:rsid w:val="0092291A"/>
    <w:rsid w:val="00922E16"/>
    <w:rsid w:val="009309B5"/>
    <w:rsid w:val="009731A5"/>
    <w:rsid w:val="0097552A"/>
    <w:rsid w:val="009D1A08"/>
    <w:rsid w:val="009E0405"/>
    <w:rsid w:val="009E08B6"/>
    <w:rsid w:val="009E3A3F"/>
    <w:rsid w:val="009F14B9"/>
    <w:rsid w:val="00A053F2"/>
    <w:rsid w:val="00A2737B"/>
    <w:rsid w:val="00A34CAD"/>
    <w:rsid w:val="00A3610D"/>
    <w:rsid w:val="00A473A8"/>
    <w:rsid w:val="00A6383A"/>
    <w:rsid w:val="00A6407F"/>
    <w:rsid w:val="00A641CF"/>
    <w:rsid w:val="00A8487C"/>
    <w:rsid w:val="00A84E3E"/>
    <w:rsid w:val="00A92CF1"/>
    <w:rsid w:val="00B07347"/>
    <w:rsid w:val="00B461C6"/>
    <w:rsid w:val="00B552AF"/>
    <w:rsid w:val="00B67372"/>
    <w:rsid w:val="00B72F46"/>
    <w:rsid w:val="00B949D3"/>
    <w:rsid w:val="00BA2216"/>
    <w:rsid w:val="00BA4C96"/>
    <w:rsid w:val="00BB796B"/>
    <w:rsid w:val="00BC4EDB"/>
    <w:rsid w:val="00BE0A99"/>
    <w:rsid w:val="00BE6518"/>
    <w:rsid w:val="00C03191"/>
    <w:rsid w:val="00C03927"/>
    <w:rsid w:val="00C048FF"/>
    <w:rsid w:val="00C41B09"/>
    <w:rsid w:val="00C82B87"/>
    <w:rsid w:val="00CB2DFA"/>
    <w:rsid w:val="00CB7F3C"/>
    <w:rsid w:val="00CD249B"/>
    <w:rsid w:val="00CE26E6"/>
    <w:rsid w:val="00D00D18"/>
    <w:rsid w:val="00D14999"/>
    <w:rsid w:val="00D26FDC"/>
    <w:rsid w:val="00D63FAE"/>
    <w:rsid w:val="00D73E92"/>
    <w:rsid w:val="00D80153"/>
    <w:rsid w:val="00DB47B3"/>
    <w:rsid w:val="00DC3C28"/>
    <w:rsid w:val="00DF307F"/>
    <w:rsid w:val="00DF4D93"/>
    <w:rsid w:val="00E076FF"/>
    <w:rsid w:val="00E12F2C"/>
    <w:rsid w:val="00E17908"/>
    <w:rsid w:val="00E218F7"/>
    <w:rsid w:val="00E571D0"/>
    <w:rsid w:val="00E63C46"/>
    <w:rsid w:val="00E645E4"/>
    <w:rsid w:val="00E66A45"/>
    <w:rsid w:val="00E7571C"/>
    <w:rsid w:val="00E800A8"/>
    <w:rsid w:val="00E81458"/>
    <w:rsid w:val="00E96560"/>
    <w:rsid w:val="00ED472E"/>
    <w:rsid w:val="00ED6144"/>
    <w:rsid w:val="00EF3F01"/>
    <w:rsid w:val="00EF7C95"/>
    <w:rsid w:val="00F04705"/>
    <w:rsid w:val="00F653E9"/>
    <w:rsid w:val="00F92804"/>
    <w:rsid w:val="00FB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Balloon Text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prastasis">
    <w:name w:val="Normal"/>
    <w:qFormat/>
    <w:rsid w:val="004143E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F2B3E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rsid w:val="00531E52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E800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Balloon Text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prastasis">
    <w:name w:val="Normal"/>
    <w:qFormat/>
    <w:rsid w:val="004143E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F2B3E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rsid w:val="00531E52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E800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F750E-31C0-4ABE-BE40-425FA59D0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93568F4B</Template>
  <TotalTime>0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905</CharactersWithSpaces>
  <SharedDoc>false</SharedDoc>
  <HyperlinkBase/>
  <HLinks>
    <vt:vector size="6" baseType="variant">
      <vt:variant>
        <vt:i4>1638514</vt:i4>
      </vt:variant>
      <vt:variant>
        <vt:i4>0</vt:i4>
      </vt:variant>
      <vt:variant>
        <vt:i4>0</vt:i4>
      </vt:variant>
      <vt:variant>
        <vt:i4>5</vt:i4>
      </vt:variant>
      <vt:variant>
        <vt:lpwstr>mailto:milda.labasauskaite@krs.lt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2021-09-15T11:14:00Z</dcterms:created>
  <dcterms:modified xsi:type="dcterms:W3CDTF">2021-09-29T13:57:00Z</dcterms:modified>
</cp:coreProperties>
</file>