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2E25C0">
        <w:tc>
          <w:tcPr>
            <w:tcW w:w="9854" w:type="dxa"/>
            <w:shd w:val="clear" w:color="auto" w:fill="auto"/>
          </w:tcPr>
          <w:p w:rsidR="002369EF" w:rsidRDefault="002369EF" w:rsidP="002369E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</w:rPr>
              <w:drawing>
                <wp:anchor distT="0" distB="180340" distL="114300" distR="114300" simplePos="0" relativeHeight="251659264" behindDoc="1" locked="0" layoutInCell="0" allowOverlap="1" wp14:anchorId="758E6580" wp14:editId="72D8C600">
                  <wp:simplePos x="0" y="0"/>
                  <wp:positionH relativeFrom="column">
                    <wp:posOffset>2714625</wp:posOffset>
                  </wp:positionH>
                  <wp:positionV relativeFrom="paragraph">
                    <wp:posOffset>-433070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E25C0" w:rsidRPr="001060E9">
              <w:rPr>
                <w:b/>
                <w:sz w:val="28"/>
                <w:szCs w:val="28"/>
              </w:rPr>
              <w:t>PLUNGĖS RAJONO SAVIVALDYBĖS</w:t>
            </w:r>
          </w:p>
          <w:p w:rsidR="002E25C0" w:rsidRDefault="002E25C0" w:rsidP="002369EF">
            <w:pPr>
              <w:jc w:val="center"/>
              <w:rPr>
                <w:b/>
                <w:sz w:val="28"/>
                <w:szCs w:val="28"/>
              </w:rPr>
            </w:pPr>
            <w:r w:rsidRPr="001060E9">
              <w:rPr>
                <w:b/>
                <w:sz w:val="28"/>
                <w:szCs w:val="28"/>
              </w:rPr>
              <w:t>TARYBA</w:t>
            </w:r>
          </w:p>
          <w:p w:rsidR="002369EF" w:rsidRPr="001060E9" w:rsidRDefault="002369EF" w:rsidP="002369E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E25C0">
        <w:tc>
          <w:tcPr>
            <w:tcW w:w="9854" w:type="dxa"/>
            <w:shd w:val="clear" w:color="auto" w:fill="auto"/>
          </w:tcPr>
          <w:p w:rsidR="002E25C0" w:rsidRPr="001060E9" w:rsidRDefault="002E25C0" w:rsidP="009A0C4E">
            <w:pPr>
              <w:jc w:val="center"/>
              <w:rPr>
                <w:b/>
                <w:sz w:val="28"/>
                <w:szCs w:val="28"/>
              </w:rPr>
            </w:pPr>
            <w:r w:rsidRPr="001060E9">
              <w:rPr>
                <w:b/>
                <w:sz w:val="28"/>
                <w:szCs w:val="28"/>
              </w:rPr>
              <w:t>SPRENDIM</w:t>
            </w:r>
            <w:r w:rsidR="00267763" w:rsidRPr="001060E9">
              <w:rPr>
                <w:b/>
                <w:sz w:val="28"/>
                <w:szCs w:val="28"/>
              </w:rPr>
              <w:t>AS</w:t>
            </w:r>
          </w:p>
        </w:tc>
      </w:tr>
      <w:tr w:rsidR="002E25C0" w:rsidRPr="009A0C4E">
        <w:tc>
          <w:tcPr>
            <w:tcW w:w="9854" w:type="dxa"/>
            <w:shd w:val="clear" w:color="auto" w:fill="auto"/>
          </w:tcPr>
          <w:p w:rsidR="002E25C0" w:rsidRPr="001060E9" w:rsidRDefault="00594FDA" w:rsidP="009A0C4E">
            <w:pPr>
              <w:jc w:val="center"/>
              <w:rPr>
                <w:b/>
                <w:bCs/>
                <w:sz w:val="28"/>
                <w:szCs w:val="28"/>
              </w:rPr>
            </w:pPr>
            <w:r w:rsidRPr="001060E9">
              <w:rPr>
                <w:b/>
                <w:caps/>
                <w:sz w:val="28"/>
                <w:szCs w:val="28"/>
              </w:rPr>
              <w:t xml:space="preserve">DĖL </w:t>
            </w:r>
            <w:r w:rsidR="00170A23">
              <w:rPr>
                <w:b/>
                <w:bCs/>
                <w:sz w:val="28"/>
                <w:szCs w:val="28"/>
              </w:rPr>
              <w:t>PLUNGĖS RAJONO SAVIVALDYBĖS 202</w:t>
            </w:r>
            <w:r w:rsidR="00814A4E">
              <w:rPr>
                <w:b/>
                <w:bCs/>
                <w:sz w:val="28"/>
                <w:szCs w:val="28"/>
              </w:rPr>
              <w:t>2</w:t>
            </w:r>
            <w:r w:rsidR="00CE6DB0" w:rsidRPr="001060E9">
              <w:rPr>
                <w:b/>
                <w:bCs/>
                <w:sz w:val="28"/>
                <w:szCs w:val="28"/>
              </w:rPr>
              <w:t>-20</w:t>
            </w:r>
            <w:r w:rsidR="00505991">
              <w:rPr>
                <w:b/>
                <w:bCs/>
                <w:sz w:val="28"/>
                <w:szCs w:val="28"/>
              </w:rPr>
              <w:t>2</w:t>
            </w:r>
            <w:r w:rsidR="00814A4E">
              <w:rPr>
                <w:b/>
                <w:bCs/>
                <w:sz w:val="28"/>
                <w:szCs w:val="28"/>
              </w:rPr>
              <w:t>4</w:t>
            </w:r>
            <w:r w:rsidR="00242CD0" w:rsidRPr="001060E9">
              <w:rPr>
                <w:b/>
                <w:bCs/>
                <w:sz w:val="28"/>
                <w:szCs w:val="28"/>
              </w:rPr>
              <w:t xml:space="preserve"> METŲ STRATEGINIO VEIKLOS PLANO PATVIRTINIMO</w:t>
            </w:r>
          </w:p>
          <w:p w:rsidR="00F70849" w:rsidRPr="001060E9" w:rsidRDefault="00F70849" w:rsidP="009A0C4E">
            <w:pPr>
              <w:jc w:val="center"/>
              <w:rPr>
                <w:b/>
                <w:caps/>
                <w:sz w:val="28"/>
                <w:szCs w:val="28"/>
              </w:rPr>
            </w:pPr>
          </w:p>
        </w:tc>
      </w:tr>
      <w:tr w:rsidR="002E25C0">
        <w:tc>
          <w:tcPr>
            <w:tcW w:w="9854" w:type="dxa"/>
            <w:shd w:val="clear" w:color="auto" w:fill="auto"/>
          </w:tcPr>
          <w:p w:rsidR="002E25C0" w:rsidRPr="002E25C0" w:rsidRDefault="008C4B8C" w:rsidP="009A0C4E">
            <w:pPr>
              <w:jc w:val="center"/>
            </w:pPr>
            <w:r>
              <w:rPr>
                <w:rStyle w:val="Komentaronuoroda"/>
                <w:sz w:val="24"/>
                <w:lang w:val="en-US"/>
              </w:rPr>
              <w:t>20</w:t>
            </w:r>
            <w:r w:rsidR="00170A23">
              <w:rPr>
                <w:rStyle w:val="Komentaronuoroda"/>
                <w:sz w:val="24"/>
                <w:lang w:val="en-US"/>
              </w:rPr>
              <w:t>2</w:t>
            </w:r>
            <w:r w:rsidR="005422CB">
              <w:rPr>
                <w:rStyle w:val="Komentaronuoroda"/>
                <w:sz w:val="24"/>
                <w:lang w:val="en-US"/>
              </w:rPr>
              <w:t xml:space="preserve">2 </w:t>
            </w:r>
            <w:r w:rsidR="00242CD0" w:rsidRPr="009A0C4E">
              <w:rPr>
                <w:rStyle w:val="Komentaronuoroda"/>
                <w:sz w:val="24"/>
                <w:lang w:val="en-US"/>
              </w:rPr>
              <w:t xml:space="preserve">m. </w:t>
            </w:r>
            <w:r w:rsidR="00242CD0" w:rsidRPr="009A0C4E">
              <w:rPr>
                <w:rStyle w:val="Komentaronuoroda"/>
                <w:sz w:val="24"/>
              </w:rPr>
              <w:t>vasario</w:t>
            </w:r>
            <w:r w:rsidR="00242CD0" w:rsidRPr="009A0C4E">
              <w:rPr>
                <w:rStyle w:val="Komentaronuoroda"/>
                <w:sz w:val="24"/>
                <w:lang w:val="en-US"/>
              </w:rPr>
              <w:t xml:space="preserve"> </w:t>
            </w:r>
            <w:r w:rsidR="00170A23">
              <w:rPr>
                <w:rStyle w:val="Komentaronuoroda"/>
                <w:sz w:val="24"/>
                <w:lang w:val="en-US"/>
              </w:rPr>
              <w:t>1</w:t>
            </w:r>
            <w:r w:rsidR="005422CB">
              <w:rPr>
                <w:rStyle w:val="Komentaronuoroda"/>
                <w:sz w:val="24"/>
                <w:lang w:val="en-US"/>
              </w:rPr>
              <w:t xml:space="preserve">0 </w:t>
            </w:r>
            <w:r w:rsidR="00242CD0" w:rsidRPr="009A0C4E">
              <w:rPr>
                <w:rStyle w:val="Komentaronuoroda"/>
                <w:sz w:val="24"/>
                <w:lang w:val="en-US"/>
              </w:rPr>
              <w:t>d.</w:t>
            </w:r>
            <w:r w:rsidR="00242CD0" w:rsidRPr="009A0C4E">
              <w:rPr>
                <w:rStyle w:val="Komentaronuoroda"/>
                <w:sz w:val="18"/>
                <w:lang w:val="en-US"/>
              </w:rPr>
              <w:t xml:space="preserve"> </w:t>
            </w:r>
            <w:r w:rsidR="002E25C0" w:rsidRPr="002E25C0">
              <w:t>Nr</w:t>
            </w:r>
            <w:r w:rsidR="002E25C0">
              <w:t>.</w:t>
            </w:r>
            <w:r w:rsidR="00622562">
              <w:t xml:space="preserve"> </w:t>
            </w:r>
            <w:bookmarkStart w:id="0" w:name="_GoBack"/>
            <w:bookmarkEnd w:id="0"/>
            <w:r w:rsidR="00242CD0">
              <w:t>T1-</w:t>
            </w:r>
            <w:r w:rsidR="00C7086F">
              <w:t>2</w:t>
            </w:r>
          </w:p>
          <w:p w:rsidR="002E25C0" w:rsidRPr="002E25C0" w:rsidRDefault="002E25C0" w:rsidP="009A0C4E">
            <w:pPr>
              <w:jc w:val="center"/>
            </w:pPr>
            <w:r w:rsidRPr="002E25C0">
              <w:t>Plungė</w:t>
            </w:r>
          </w:p>
        </w:tc>
      </w:tr>
    </w:tbl>
    <w:p w:rsidR="002E25C0" w:rsidRDefault="002E25C0" w:rsidP="002E25C0">
      <w:pPr>
        <w:ind w:firstLine="737"/>
      </w:pPr>
    </w:p>
    <w:p w:rsidR="00F16A24" w:rsidRDefault="00DE2EB2" w:rsidP="00347EFF">
      <w:pPr>
        <w:ind w:firstLine="720"/>
        <w:jc w:val="both"/>
      </w:pPr>
      <w:r>
        <w:t xml:space="preserve">Vadovaudamasi Lietuvos Respublikos </w:t>
      </w:r>
      <w:r w:rsidR="00242CD0">
        <w:t>vietos savivaldos</w:t>
      </w:r>
      <w:r>
        <w:t xml:space="preserve"> įstatymo </w:t>
      </w:r>
      <w:r w:rsidR="00BF3FA3">
        <w:t>1</w:t>
      </w:r>
      <w:r w:rsidR="00242CD0">
        <w:t>6</w:t>
      </w:r>
      <w:r>
        <w:t xml:space="preserve"> straipsnio</w:t>
      </w:r>
      <w:r w:rsidR="00267763">
        <w:t xml:space="preserve"> </w:t>
      </w:r>
      <w:r w:rsidR="00BF3FA3">
        <w:t>2 dalies 40</w:t>
      </w:r>
      <w:r w:rsidR="00267763">
        <w:t xml:space="preserve"> punktu</w:t>
      </w:r>
      <w:r w:rsidR="005441AE">
        <w:t xml:space="preserve">, </w:t>
      </w:r>
      <w:r w:rsidR="00814A4E">
        <w:t xml:space="preserve">Plungės rajono savivaldybės strateginio planavimo organizavimo tvarkos aprašu, patvirtintu </w:t>
      </w:r>
      <w:r w:rsidR="00242CD0">
        <w:t>Plungės rajono savivaldybės tarybos 20</w:t>
      </w:r>
      <w:r w:rsidR="000F1330">
        <w:t>21</w:t>
      </w:r>
      <w:r w:rsidR="00242CD0">
        <w:t xml:space="preserve"> m. </w:t>
      </w:r>
      <w:r w:rsidR="000F1330">
        <w:t>gruodžio 27</w:t>
      </w:r>
      <w:r w:rsidR="00301B4C">
        <w:t xml:space="preserve"> d. sprendimu Nr. T1-</w:t>
      </w:r>
      <w:r w:rsidR="000F1330">
        <w:t>316</w:t>
      </w:r>
      <w:r w:rsidR="00242CD0">
        <w:t xml:space="preserve"> „Dėl Plungės rajono savivaldybės </w:t>
      </w:r>
      <w:r w:rsidR="00301B4C">
        <w:t>strateginio planavimo organizavimo tvarkos aprašo patvirtinimo“</w:t>
      </w:r>
      <w:r w:rsidR="00170A23">
        <w:t>,</w:t>
      </w:r>
      <w:r w:rsidR="005441AE">
        <w:t xml:space="preserve"> </w:t>
      </w: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F16A24" w:rsidRDefault="00242CD0" w:rsidP="00347EFF">
      <w:pPr>
        <w:ind w:firstLine="720"/>
        <w:jc w:val="both"/>
      </w:pPr>
      <w:r>
        <w:t xml:space="preserve">Patvirtinti Plungės rajono savivaldybės </w:t>
      </w:r>
      <w:r w:rsidR="00FF0340">
        <w:t>20</w:t>
      </w:r>
      <w:r w:rsidR="00170A23">
        <w:t>2</w:t>
      </w:r>
      <w:r w:rsidR="000F1330">
        <w:t>2</w:t>
      </w:r>
      <w:r w:rsidR="00347EFF">
        <w:t>-</w:t>
      </w:r>
      <w:r w:rsidR="00CE6DB0" w:rsidRPr="00F5540B">
        <w:t>20</w:t>
      </w:r>
      <w:r w:rsidR="000F1330">
        <w:t>24</w:t>
      </w:r>
      <w:r>
        <w:t xml:space="preserve"> metų strateginį veiklos planą (pridedama).</w:t>
      </w:r>
    </w:p>
    <w:p w:rsidR="00DE2EB2" w:rsidRDefault="00DE2EB2" w:rsidP="00594FDA">
      <w:pPr>
        <w:jc w:val="both"/>
      </w:pPr>
    </w:p>
    <w:p w:rsidR="002369EF" w:rsidRDefault="002369EF" w:rsidP="00594FDA">
      <w:pPr>
        <w:jc w:val="both"/>
      </w:pPr>
    </w:p>
    <w:p w:rsidR="00DE2EB2" w:rsidRDefault="00395865" w:rsidP="002369EF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2369EF">
        <w:t xml:space="preserve"> </w:t>
      </w:r>
      <w:r w:rsidR="002369EF">
        <w:tab/>
        <w:t>Audrius Klišonis</w:t>
      </w:r>
    </w:p>
    <w:p w:rsidR="00594FDA" w:rsidRDefault="00594FDA" w:rsidP="00594FDA">
      <w:pPr>
        <w:ind w:firstLine="737"/>
        <w:jc w:val="both"/>
      </w:pPr>
    </w:p>
    <w:p w:rsidR="009A069F" w:rsidRDefault="009A069F" w:rsidP="00252E4D">
      <w:pPr>
        <w:jc w:val="both"/>
      </w:pPr>
    </w:p>
    <w:p w:rsidR="002F34FA" w:rsidRDefault="002F34FA" w:rsidP="00252E4D">
      <w:pPr>
        <w:jc w:val="both"/>
      </w:pPr>
    </w:p>
    <w:p w:rsidR="002F34FA" w:rsidRDefault="002F34FA" w:rsidP="00252E4D">
      <w:pPr>
        <w:jc w:val="both"/>
      </w:pPr>
    </w:p>
    <w:p w:rsidR="002F34FA" w:rsidRDefault="002F34FA" w:rsidP="00252E4D">
      <w:pPr>
        <w:jc w:val="both"/>
      </w:pPr>
    </w:p>
    <w:p w:rsidR="009A069F" w:rsidRDefault="009A069F" w:rsidP="00594FDA">
      <w:pPr>
        <w:ind w:firstLine="737"/>
        <w:jc w:val="both"/>
      </w:pPr>
    </w:p>
    <w:sectPr w:rsidR="009A069F" w:rsidSect="00EC2A55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465" w:rsidRDefault="002F0465" w:rsidP="005658C1">
      <w:r>
        <w:separator/>
      </w:r>
    </w:p>
  </w:endnote>
  <w:endnote w:type="continuationSeparator" w:id="0">
    <w:p w:rsidR="002F0465" w:rsidRDefault="002F0465" w:rsidP="00565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465" w:rsidRDefault="002F0465" w:rsidP="005658C1">
      <w:r>
        <w:separator/>
      </w:r>
    </w:p>
  </w:footnote>
  <w:footnote w:type="continuationSeparator" w:id="0">
    <w:p w:rsidR="002F0465" w:rsidRDefault="002F0465" w:rsidP="005658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multilevel"/>
    <w:tmpl w:val="B5449C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937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5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3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1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9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3" w:hanging="1800"/>
      </w:pPr>
      <w:rPr>
        <w:rFonts w:hint="default"/>
      </w:r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54D07C74"/>
    <w:multiLevelType w:val="hybridMultilevel"/>
    <w:tmpl w:val="EF94C58C"/>
    <w:lvl w:ilvl="0" w:tplc="74DA44D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CD0"/>
    <w:rsid w:val="00040787"/>
    <w:rsid w:val="00043A14"/>
    <w:rsid w:val="00046320"/>
    <w:rsid w:val="00051982"/>
    <w:rsid w:val="000549BD"/>
    <w:rsid w:val="00072080"/>
    <w:rsid w:val="000D0B1B"/>
    <w:rsid w:val="000F1330"/>
    <w:rsid w:val="001060E9"/>
    <w:rsid w:val="00107C64"/>
    <w:rsid w:val="0012148A"/>
    <w:rsid w:val="001214DC"/>
    <w:rsid w:val="00127694"/>
    <w:rsid w:val="001356B9"/>
    <w:rsid w:val="00142393"/>
    <w:rsid w:val="00164D7E"/>
    <w:rsid w:val="00170A23"/>
    <w:rsid w:val="001767B0"/>
    <w:rsid w:val="00193024"/>
    <w:rsid w:val="00194F8D"/>
    <w:rsid w:val="001B7979"/>
    <w:rsid w:val="00203680"/>
    <w:rsid w:val="0022526D"/>
    <w:rsid w:val="002256F1"/>
    <w:rsid w:val="002369EF"/>
    <w:rsid w:val="00242CD0"/>
    <w:rsid w:val="00252E4D"/>
    <w:rsid w:val="002608E1"/>
    <w:rsid w:val="00267763"/>
    <w:rsid w:val="00290002"/>
    <w:rsid w:val="00296CB4"/>
    <w:rsid w:val="0029743B"/>
    <w:rsid w:val="002D66A6"/>
    <w:rsid w:val="002E25C0"/>
    <w:rsid w:val="002E5472"/>
    <w:rsid w:val="002F0465"/>
    <w:rsid w:val="002F34FA"/>
    <w:rsid w:val="002F7D33"/>
    <w:rsid w:val="00301B4C"/>
    <w:rsid w:val="00314857"/>
    <w:rsid w:val="00317A41"/>
    <w:rsid w:val="0032642F"/>
    <w:rsid w:val="00336381"/>
    <w:rsid w:val="0034018B"/>
    <w:rsid w:val="00347EFF"/>
    <w:rsid w:val="00363726"/>
    <w:rsid w:val="0037694C"/>
    <w:rsid w:val="00381C4E"/>
    <w:rsid w:val="00395865"/>
    <w:rsid w:val="003A0864"/>
    <w:rsid w:val="003A11FF"/>
    <w:rsid w:val="003C298E"/>
    <w:rsid w:val="003C3528"/>
    <w:rsid w:val="003F0702"/>
    <w:rsid w:val="004001C8"/>
    <w:rsid w:val="0040125C"/>
    <w:rsid w:val="00402EC1"/>
    <w:rsid w:val="0041522C"/>
    <w:rsid w:val="00420968"/>
    <w:rsid w:val="0043466F"/>
    <w:rsid w:val="004518DC"/>
    <w:rsid w:val="004666CD"/>
    <w:rsid w:val="004A5C25"/>
    <w:rsid w:val="004B0FD9"/>
    <w:rsid w:val="004B74E7"/>
    <w:rsid w:val="004E49E3"/>
    <w:rsid w:val="004E51AE"/>
    <w:rsid w:val="00505991"/>
    <w:rsid w:val="00513DA8"/>
    <w:rsid w:val="005422CB"/>
    <w:rsid w:val="005441AE"/>
    <w:rsid w:val="00554700"/>
    <w:rsid w:val="0055481C"/>
    <w:rsid w:val="005658C1"/>
    <w:rsid w:val="00565E2A"/>
    <w:rsid w:val="005672F5"/>
    <w:rsid w:val="005714FE"/>
    <w:rsid w:val="005722F2"/>
    <w:rsid w:val="00576DBC"/>
    <w:rsid w:val="00577823"/>
    <w:rsid w:val="005804DD"/>
    <w:rsid w:val="0059405D"/>
    <w:rsid w:val="00594FDA"/>
    <w:rsid w:val="005C1359"/>
    <w:rsid w:val="005C1B30"/>
    <w:rsid w:val="005E1008"/>
    <w:rsid w:val="005F012D"/>
    <w:rsid w:val="005F711B"/>
    <w:rsid w:val="00610D15"/>
    <w:rsid w:val="00622562"/>
    <w:rsid w:val="00632994"/>
    <w:rsid w:val="00642881"/>
    <w:rsid w:val="00652E7A"/>
    <w:rsid w:val="0069055A"/>
    <w:rsid w:val="006B4E78"/>
    <w:rsid w:val="006D37B1"/>
    <w:rsid w:val="006F5609"/>
    <w:rsid w:val="00721F33"/>
    <w:rsid w:val="00772D45"/>
    <w:rsid w:val="007812B9"/>
    <w:rsid w:val="007936F0"/>
    <w:rsid w:val="007937F7"/>
    <w:rsid w:val="007B56D0"/>
    <w:rsid w:val="007D46EC"/>
    <w:rsid w:val="007F4225"/>
    <w:rsid w:val="00814A4E"/>
    <w:rsid w:val="00820430"/>
    <w:rsid w:val="008357DB"/>
    <w:rsid w:val="00850303"/>
    <w:rsid w:val="008803AF"/>
    <w:rsid w:val="008A6DD7"/>
    <w:rsid w:val="008C344B"/>
    <w:rsid w:val="008C4B8C"/>
    <w:rsid w:val="008E45A2"/>
    <w:rsid w:val="008F2D3E"/>
    <w:rsid w:val="009027B9"/>
    <w:rsid w:val="00922011"/>
    <w:rsid w:val="00935BBA"/>
    <w:rsid w:val="0094382F"/>
    <w:rsid w:val="009500A0"/>
    <w:rsid w:val="0096508F"/>
    <w:rsid w:val="0098172A"/>
    <w:rsid w:val="0099291B"/>
    <w:rsid w:val="009A069F"/>
    <w:rsid w:val="009A0C4E"/>
    <w:rsid w:val="009A366C"/>
    <w:rsid w:val="009A761B"/>
    <w:rsid w:val="009B03A3"/>
    <w:rsid w:val="009C52BE"/>
    <w:rsid w:val="009F434F"/>
    <w:rsid w:val="00A3706E"/>
    <w:rsid w:val="00A4100C"/>
    <w:rsid w:val="00A57E7A"/>
    <w:rsid w:val="00AA03D6"/>
    <w:rsid w:val="00AB3A45"/>
    <w:rsid w:val="00AD66E0"/>
    <w:rsid w:val="00AF5840"/>
    <w:rsid w:val="00B00B09"/>
    <w:rsid w:val="00B52D68"/>
    <w:rsid w:val="00B576EB"/>
    <w:rsid w:val="00B720E2"/>
    <w:rsid w:val="00B7543F"/>
    <w:rsid w:val="00BD5BD0"/>
    <w:rsid w:val="00BF3FA3"/>
    <w:rsid w:val="00C00760"/>
    <w:rsid w:val="00C11ECC"/>
    <w:rsid w:val="00C411DD"/>
    <w:rsid w:val="00C47535"/>
    <w:rsid w:val="00C7086F"/>
    <w:rsid w:val="00C75C2B"/>
    <w:rsid w:val="00CA6C75"/>
    <w:rsid w:val="00CB00D1"/>
    <w:rsid w:val="00CC42B7"/>
    <w:rsid w:val="00CC76A1"/>
    <w:rsid w:val="00CE57BE"/>
    <w:rsid w:val="00CE6DB0"/>
    <w:rsid w:val="00CF4CC2"/>
    <w:rsid w:val="00D0457B"/>
    <w:rsid w:val="00D34F12"/>
    <w:rsid w:val="00D768BD"/>
    <w:rsid w:val="00DD5560"/>
    <w:rsid w:val="00DD7836"/>
    <w:rsid w:val="00DE2482"/>
    <w:rsid w:val="00DE2EB2"/>
    <w:rsid w:val="00DF446D"/>
    <w:rsid w:val="00E04757"/>
    <w:rsid w:val="00E11ADE"/>
    <w:rsid w:val="00E15D5F"/>
    <w:rsid w:val="00E34DF9"/>
    <w:rsid w:val="00E54A5A"/>
    <w:rsid w:val="00E61579"/>
    <w:rsid w:val="00E70ADD"/>
    <w:rsid w:val="00E725B7"/>
    <w:rsid w:val="00EC2A55"/>
    <w:rsid w:val="00EE09A7"/>
    <w:rsid w:val="00EE7611"/>
    <w:rsid w:val="00F01168"/>
    <w:rsid w:val="00F04AA6"/>
    <w:rsid w:val="00F07DEC"/>
    <w:rsid w:val="00F16A24"/>
    <w:rsid w:val="00F2121E"/>
    <w:rsid w:val="00F40DFF"/>
    <w:rsid w:val="00F5540B"/>
    <w:rsid w:val="00F564F0"/>
    <w:rsid w:val="00F62CAD"/>
    <w:rsid w:val="00F64E38"/>
    <w:rsid w:val="00F65D76"/>
    <w:rsid w:val="00F674BA"/>
    <w:rsid w:val="00F70849"/>
    <w:rsid w:val="00F73CFB"/>
    <w:rsid w:val="00FA03D4"/>
    <w:rsid w:val="00FD0BB8"/>
    <w:rsid w:val="00FE0145"/>
    <w:rsid w:val="00FE1F6A"/>
    <w:rsid w:val="00FE26CC"/>
    <w:rsid w:val="00FF0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1522C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CharCharChar1">
    <w:name w:val="Char Char Char1"/>
    <w:basedOn w:val="prastasis"/>
    <w:semiHidden/>
    <w:rsid w:val="00242CD0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rsid w:val="00242CD0"/>
    <w:rPr>
      <w:sz w:val="16"/>
    </w:rPr>
  </w:style>
  <w:style w:type="paragraph" w:styleId="prastasistinklapis">
    <w:name w:val="Normal (Web)"/>
    <w:basedOn w:val="prastasis"/>
    <w:rsid w:val="00576DBC"/>
    <w:pPr>
      <w:spacing w:before="100" w:beforeAutospacing="1" w:after="100" w:afterAutospacing="1"/>
    </w:pPr>
  </w:style>
  <w:style w:type="character" w:styleId="Grietas">
    <w:name w:val="Strong"/>
    <w:qFormat/>
    <w:rsid w:val="00576DBC"/>
    <w:rPr>
      <w:b/>
      <w:bCs/>
    </w:rPr>
  </w:style>
  <w:style w:type="paragraph" w:customStyle="1" w:styleId="DiagramaDiagrama1CharCharDiagramaDiagramaCharCharDiagramaDiagramaCharCharDiagramaDiagramaCharChar">
    <w:name w:val="Diagrama Diagrama1 Char Char Diagrama Diagrama Char Char Diagrama Diagrama Char Char Diagrama Diagrama Char Char"/>
    <w:basedOn w:val="prastasis"/>
    <w:semiHidden/>
    <w:rsid w:val="00576DB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DF446D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prastasis"/>
    <w:semiHidden/>
    <w:rsid w:val="00363726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Antrats">
    <w:name w:val="header"/>
    <w:aliases w:val="Char,Diagrama"/>
    <w:basedOn w:val="prastasis"/>
    <w:link w:val="AntratsDiagrama"/>
    <w:uiPriority w:val="99"/>
    <w:rsid w:val="005658C1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customStyle="1" w:styleId="AntratsDiagrama">
    <w:name w:val="Antraštės Diagrama"/>
    <w:aliases w:val="Char Diagrama,Diagrama Diagrama"/>
    <w:link w:val="Antrats"/>
    <w:uiPriority w:val="99"/>
    <w:rsid w:val="005658C1"/>
    <w:rPr>
      <w:sz w:val="24"/>
      <w:lang w:eastAsia="en-US"/>
    </w:rPr>
  </w:style>
  <w:style w:type="paragraph" w:styleId="Sraopastraipa">
    <w:name w:val="List Paragraph"/>
    <w:basedOn w:val="prastasis"/>
    <w:qFormat/>
    <w:rsid w:val="005658C1"/>
    <w:pPr>
      <w:ind w:left="720"/>
      <w:contextualSpacing/>
    </w:pPr>
    <w:rPr>
      <w:sz w:val="20"/>
      <w:szCs w:val="20"/>
      <w:lang w:eastAsia="en-US"/>
    </w:rPr>
  </w:style>
  <w:style w:type="paragraph" w:styleId="Puslapioinaostekstas">
    <w:name w:val="footnote text"/>
    <w:basedOn w:val="prastasis"/>
    <w:link w:val="PuslapioinaostekstasDiagrama"/>
    <w:rsid w:val="005658C1"/>
    <w:rPr>
      <w:sz w:val="20"/>
      <w:szCs w:val="20"/>
      <w:lang w:eastAsia="en-US"/>
    </w:rPr>
  </w:style>
  <w:style w:type="character" w:customStyle="1" w:styleId="PuslapioinaostekstasDiagrama">
    <w:name w:val="Puslapio išnašos tekstas Diagrama"/>
    <w:link w:val="Puslapioinaostekstas"/>
    <w:rsid w:val="005658C1"/>
    <w:rPr>
      <w:lang w:eastAsia="en-US"/>
    </w:rPr>
  </w:style>
  <w:style w:type="character" w:styleId="Puslapioinaosnuoroda">
    <w:name w:val="footnote reference"/>
    <w:rsid w:val="005658C1"/>
    <w:rPr>
      <w:rFonts w:cs="Times New Roman"/>
      <w:vertAlign w:val="superscript"/>
    </w:rPr>
  </w:style>
  <w:style w:type="paragraph" w:styleId="Pagrindinistekstas">
    <w:name w:val="Body Text"/>
    <w:basedOn w:val="prastasis"/>
    <w:link w:val="PagrindinistekstasDiagrama"/>
    <w:rsid w:val="009C52BE"/>
    <w:pPr>
      <w:jc w:val="both"/>
    </w:pPr>
    <w:rPr>
      <w:lang w:val="x-none" w:eastAsia="en-US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9C52BE"/>
    <w:rPr>
      <w:sz w:val="24"/>
      <w:szCs w:val="24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1522C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CharCharChar1">
    <w:name w:val="Char Char Char1"/>
    <w:basedOn w:val="prastasis"/>
    <w:semiHidden/>
    <w:rsid w:val="00242CD0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rsid w:val="00242CD0"/>
    <w:rPr>
      <w:sz w:val="16"/>
    </w:rPr>
  </w:style>
  <w:style w:type="paragraph" w:styleId="prastasistinklapis">
    <w:name w:val="Normal (Web)"/>
    <w:basedOn w:val="prastasis"/>
    <w:rsid w:val="00576DBC"/>
    <w:pPr>
      <w:spacing w:before="100" w:beforeAutospacing="1" w:after="100" w:afterAutospacing="1"/>
    </w:pPr>
  </w:style>
  <w:style w:type="character" w:styleId="Grietas">
    <w:name w:val="Strong"/>
    <w:qFormat/>
    <w:rsid w:val="00576DBC"/>
    <w:rPr>
      <w:b/>
      <w:bCs/>
    </w:rPr>
  </w:style>
  <w:style w:type="paragraph" w:customStyle="1" w:styleId="DiagramaDiagrama1CharCharDiagramaDiagramaCharCharDiagramaDiagramaCharCharDiagramaDiagramaCharChar">
    <w:name w:val="Diagrama Diagrama1 Char Char Diagrama Diagrama Char Char Diagrama Diagrama Char Char Diagrama Diagrama Char Char"/>
    <w:basedOn w:val="prastasis"/>
    <w:semiHidden/>
    <w:rsid w:val="00576DB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DF446D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prastasis"/>
    <w:semiHidden/>
    <w:rsid w:val="00363726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Antrats">
    <w:name w:val="header"/>
    <w:aliases w:val="Char,Diagrama"/>
    <w:basedOn w:val="prastasis"/>
    <w:link w:val="AntratsDiagrama"/>
    <w:uiPriority w:val="99"/>
    <w:rsid w:val="005658C1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customStyle="1" w:styleId="AntratsDiagrama">
    <w:name w:val="Antraštės Diagrama"/>
    <w:aliases w:val="Char Diagrama,Diagrama Diagrama"/>
    <w:link w:val="Antrats"/>
    <w:uiPriority w:val="99"/>
    <w:rsid w:val="005658C1"/>
    <w:rPr>
      <w:sz w:val="24"/>
      <w:lang w:eastAsia="en-US"/>
    </w:rPr>
  </w:style>
  <w:style w:type="paragraph" w:styleId="Sraopastraipa">
    <w:name w:val="List Paragraph"/>
    <w:basedOn w:val="prastasis"/>
    <w:qFormat/>
    <w:rsid w:val="005658C1"/>
    <w:pPr>
      <w:ind w:left="720"/>
      <w:contextualSpacing/>
    </w:pPr>
    <w:rPr>
      <w:sz w:val="20"/>
      <w:szCs w:val="20"/>
      <w:lang w:eastAsia="en-US"/>
    </w:rPr>
  </w:style>
  <w:style w:type="paragraph" w:styleId="Puslapioinaostekstas">
    <w:name w:val="footnote text"/>
    <w:basedOn w:val="prastasis"/>
    <w:link w:val="PuslapioinaostekstasDiagrama"/>
    <w:rsid w:val="005658C1"/>
    <w:rPr>
      <w:sz w:val="20"/>
      <w:szCs w:val="20"/>
      <w:lang w:eastAsia="en-US"/>
    </w:rPr>
  </w:style>
  <w:style w:type="character" w:customStyle="1" w:styleId="PuslapioinaostekstasDiagrama">
    <w:name w:val="Puslapio išnašos tekstas Diagrama"/>
    <w:link w:val="Puslapioinaostekstas"/>
    <w:rsid w:val="005658C1"/>
    <w:rPr>
      <w:lang w:eastAsia="en-US"/>
    </w:rPr>
  </w:style>
  <w:style w:type="character" w:styleId="Puslapioinaosnuoroda">
    <w:name w:val="footnote reference"/>
    <w:rsid w:val="005658C1"/>
    <w:rPr>
      <w:rFonts w:cs="Times New Roman"/>
      <w:vertAlign w:val="superscript"/>
    </w:rPr>
  </w:style>
  <w:style w:type="paragraph" w:styleId="Pagrindinistekstas">
    <w:name w:val="Body Text"/>
    <w:basedOn w:val="prastasis"/>
    <w:link w:val="PagrindinistekstasDiagrama"/>
    <w:rsid w:val="009C52BE"/>
    <w:pPr>
      <w:jc w:val="both"/>
    </w:pPr>
    <w:rPr>
      <w:lang w:val="x-none" w:eastAsia="en-US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9C52BE"/>
    <w:rPr>
      <w:sz w:val="24"/>
      <w:szCs w:val="24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3FD0FB8E</Template>
  <TotalTime>5</TotalTime>
  <Pages>1</Pages>
  <Words>464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Jovita Šumskienė</cp:lastModifiedBy>
  <cp:revision>7</cp:revision>
  <cp:lastPrinted>2021-02-10T12:47:00Z</cp:lastPrinted>
  <dcterms:created xsi:type="dcterms:W3CDTF">2022-01-26T06:54:00Z</dcterms:created>
  <dcterms:modified xsi:type="dcterms:W3CDTF">2022-02-11T05:03:00Z</dcterms:modified>
</cp:coreProperties>
</file>