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1BE" w:rsidRPr="001E4CC2" w:rsidRDefault="007B71BE" w:rsidP="001E4CC2">
      <w:pPr>
        <w:ind w:firstLine="0"/>
        <w:jc w:val="center"/>
        <w:rPr>
          <w:b/>
          <w:bCs/>
        </w:rPr>
      </w:pPr>
      <w:r>
        <w:rPr>
          <w:noProof/>
          <w:lang w:eastAsia="lt-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6" type="#_x0000_t75" alt="Herbas" style="position:absolute;left:0;text-align:left;margin-left:216.15pt;margin-top:.3pt;width:43.5pt;height:53.25pt;z-index:-251658240;visibility:visible;mso-wrap-distance-bottom:14.2pt" o:allowincell="f">
            <v:imagedata r:id="rId7" o:title=""/>
            <w10:wrap type="topAndBottom"/>
          </v:shape>
        </w:pict>
      </w:r>
      <w:r w:rsidRPr="001E4CC2">
        <w:rPr>
          <w:b/>
          <w:bCs/>
          <w:sz w:val="28"/>
          <w:szCs w:val="28"/>
        </w:rPr>
        <w:t xml:space="preserve">PLUNGĖS RAJONO SAVIVALDYBĖS </w:t>
      </w:r>
      <w:r w:rsidRPr="001E4CC2">
        <w:rPr>
          <w:b/>
          <w:bCs/>
          <w:sz w:val="28"/>
          <w:szCs w:val="28"/>
        </w:rPr>
        <w:br/>
        <w:t>TARYBA</w:t>
      </w:r>
    </w:p>
    <w:p w:rsidR="007B71BE" w:rsidRDefault="007B71BE" w:rsidP="001E4CC2">
      <w:pPr>
        <w:ind w:firstLine="0"/>
        <w:jc w:val="center"/>
        <w:rPr>
          <w:rStyle w:val="CommentReference"/>
          <w:b/>
          <w:bCs/>
          <w:sz w:val="28"/>
          <w:szCs w:val="28"/>
        </w:rPr>
      </w:pPr>
      <w:r>
        <w:rPr>
          <w:rStyle w:val="CommentReference"/>
          <w:b/>
          <w:bCs/>
          <w:sz w:val="28"/>
          <w:szCs w:val="28"/>
        </w:rPr>
        <w:t>SPRENDIMAS</w:t>
      </w:r>
    </w:p>
    <w:p w:rsidR="007B71BE" w:rsidRDefault="007B71BE" w:rsidP="001E4CC2">
      <w:pPr>
        <w:ind w:firstLine="0"/>
        <w:jc w:val="center"/>
        <w:rPr>
          <w:rStyle w:val="CommentReference"/>
          <w:b/>
          <w:bCs/>
          <w:sz w:val="28"/>
          <w:szCs w:val="28"/>
        </w:rPr>
      </w:pPr>
      <w:r w:rsidRPr="00490C4F">
        <w:rPr>
          <w:b/>
          <w:bCs/>
          <w:caps/>
          <w:sz w:val="28"/>
          <w:szCs w:val="28"/>
        </w:rPr>
        <w:t xml:space="preserve">DĖL BIUDŽETINĖS ĮSTAIGOS PLUNGĖS </w:t>
      </w:r>
      <w:r>
        <w:rPr>
          <w:b/>
          <w:bCs/>
          <w:caps/>
          <w:sz w:val="28"/>
          <w:szCs w:val="28"/>
        </w:rPr>
        <w:t>TRUMPALAIKĖS GLOBOS</w:t>
      </w:r>
      <w:r w:rsidRPr="00490C4F">
        <w:rPr>
          <w:b/>
          <w:bCs/>
          <w:caps/>
          <w:sz w:val="28"/>
          <w:szCs w:val="28"/>
        </w:rPr>
        <w:t xml:space="preserve"> CENTRO</w:t>
      </w:r>
      <w:r>
        <w:rPr>
          <w:b/>
          <w:bCs/>
          <w:caps/>
          <w:sz w:val="28"/>
          <w:szCs w:val="28"/>
        </w:rPr>
        <w:t xml:space="preserve"> PAVADINIMO PAKEITIMO IR pLUNGĖS KRIZIŲ CENTRO </w:t>
      </w:r>
      <w:r w:rsidRPr="00490C4F">
        <w:rPr>
          <w:b/>
          <w:bCs/>
          <w:caps/>
          <w:sz w:val="28"/>
          <w:szCs w:val="28"/>
        </w:rPr>
        <w:t>NUOSTATŲ PATVIRTINIMO</w:t>
      </w:r>
    </w:p>
    <w:p w:rsidR="007B71BE" w:rsidRDefault="007B71BE" w:rsidP="001E4CC2">
      <w:pPr>
        <w:ind w:firstLine="0"/>
        <w:jc w:val="center"/>
        <w:rPr>
          <w:rStyle w:val="CommentReference"/>
          <w:b/>
          <w:bCs/>
          <w:sz w:val="28"/>
          <w:szCs w:val="28"/>
        </w:rPr>
      </w:pPr>
    </w:p>
    <w:p w:rsidR="007B71BE" w:rsidRDefault="007B71BE" w:rsidP="001E4CC2">
      <w:pPr>
        <w:ind w:firstLine="0"/>
        <w:jc w:val="center"/>
        <w:rPr>
          <w:rStyle w:val="CommentReference"/>
          <w:b/>
          <w:bCs/>
          <w:sz w:val="28"/>
          <w:szCs w:val="28"/>
        </w:rPr>
      </w:pPr>
      <w:r w:rsidRPr="001A6F6F">
        <w:rPr>
          <w:rStyle w:val="CommentReference"/>
          <w:sz w:val="24"/>
          <w:szCs w:val="24"/>
        </w:rPr>
        <w:t>2015 m. kovo 26 d. Nr.T1-47</w:t>
      </w:r>
    </w:p>
    <w:p w:rsidR="007B71BE" w:rsidRDefault="007B71BE" w:rsidP="001E4CC2">
      <w:pPr>
        <w:ind w:firstLine="0"/>
        <w:jc w:val="center"/>
        <w:rPr>
          <w:rStyle w:val="CommentReference"/>
          <w:sz w:val="24"/>
          <w:szCs w:val="24"/>
        </w:rPr>
      </w:pPr>
      <w:r>
        <w:rPr>
          <w:rStyle w:val="CommentReference"/>
          <w:sz w:val="24"/>
          <w:szCs w:val="24"/>
        </w:rPr>
        <w:t>Plungė</w:t>
      </w:r>
    </w:p>
    <w:p w:rsidR="007B71BE" w:rsidRDefault="007B71BE" w:rsidP="001E4CC2">
      <w:pPr>
        <w:ind w:firstLine="0"/>
        <w:jc w:val="center"/>
        <w:rPr>
          <w:rStyle w:val="CommentReference"/>
          <w:sz w:val="24"/>
          <w:szCs w:val="24"/>
        </w:rPr>
      </w:pPr>
    </w:p>
    <w:p w:rsidR="007B71BE" w:rsidRDefault="007B71BE" w:rsidP="00CE495F">
      <w:r>
        <w:t xml:space="preserve">Vadovaudamasi Lietuvos Respublikos vietos savivaldos įstatymo 16 straipsnio 2 dalies 21 punktu, Lietuvos Respublikos biudžetinių įstaigų įstatymo 4 straipsnio 3 dalies 1 ir 3 punktais, </w:t>
      </w:r>
    </w:p>
    <w:p w:rsidR="007B71BE" w:rsidRDefault="007B71BE" w:rsidP="00CE495F">
      <w:r>
        <w:t>Plungės rajono savivaldybės taryba n u s p r e n d ž i a:</w:t>
      </w:r>
    </w:p>
    <w:p w:rsidR="007B71BE" w:rsidRDefault="007B71BE" w:rsidP="00CE495F">
      <w:pPr>
        <w:tabs>
          <w:tab w:val="left" w:pos="851"/>
          <w:tab w:val="left" w:pos="993"/>
        </w:tabs>
      </w:pPr>
      <w:r>
        <w:t>1.</w:t>
      </w:r>
      <w:r>
        <w:tab/>
        <w:t>Pakeisti Plungės trumpalaikės globos centro pavadinimą ir šią įstaigą pavadinti Plungės krizių centru.</w:t>
      </w:r>
    </w:p>
    <w:p w:rsidR="007B71BE" w:rsidRDefault="007B71BE" w:rsidP="00CE495F">
      <w:pPr>
        <w:tabs>
          <w:tab w:val="left" w:pos="851"/>
          <w:tab w:val="left" w:pos="993"/>
        </w:tabs>
      </w:pPr>
      <w:r>
        <w:t>2.</w:t>
      </w:r>
      <w:r>
        <w:tab/>
        <w:t>Patvirtinti Plungės krizių centro nuostatus (pridedama).</w:t>
      </w:r>
    </w:p>
    <w:p w:rsidR="007B71BE" w:rsidRDefault="007B71BE" w:rsidP="00CE495F">
      <w:pPr>
        <w:tabs>
          <w:tab w:val="left" w:pos="851"/>
          <w:tab w:val="left" w:pos="993"/>
        </w:tabs>
      </w:pPr>
      <w:r>
        <w:t>3.</w:t>
      </w:r>
      <w:r>
        <w:tab/>
        <w:t>Įgalioti Plungės krizių centro direktorių pasirašyti įstaigos Nuostatus ir nustatyta tvarka juos įregistruoti valstybės įmonės Registrų centro Telšių filiale.</w:t>
      </w:r>
    </w:p>
    <w:p w:rsidR="007B71BE" w:rsidRDefault="007B71BE" w:rsidP="00CE495F">
      <w:pPr>
        <w:tabs>
          <w:tab w:val="left" w:pos="851"/>
          <w:tab w:val="left" w:pos="993"/>
        </w:tabs>
      </w:pPr>
      <w:r>
        <w:t>4.</w:t>
      </w:r>
      <w:r>
        <w:tab/>
        <w:t>Skelbti šį sprendimą vietinėje spaudoje ir  Savivaldybės interneto svetainėje.</w:t>
      </w:r>
    </w:p>
    <w:p w:rsidR="007B71BE" w:rsidRDefault="007B71BE" w:rsidP="00CE495F">
      <w:pPr>
        <w:tabs>
          <w:tab w:val="left" w:pos="851"/>
          <w:tab w:val="left" w:pos="993"/>
        </w:tabs>
      </w:pPr>
      <w:r>
        <w:t>5.</w:t>
      </w:r>
      <w:r>
        <w:tab/>
        <w:t>Pripažinti netekusiu galios Plungės rajono savivaldybės tarybos 2011 m. vasario 24 d. sprendimą Nr. T1-43 „Dėl Plungės nakvynės namų pavadinimo pakeitimo ir Plungės trumpalaikės globos centro nuostatų patvirtinimo“.</w:t>
      </w:r>
    </w:p>
    <w:p w:rsidR="007B71BE" w:rsidRDefault="007B71BE" w:rsidP="00CE495F">
      <w:r>
        <w:t>Šis sprendimas gali būti skundžiamas Lietuvos Respublikos administracinių bylų teisenos įstatymo nustatyta tvarka.</w:t>
      </w:r>
    </w:p>
    <w:p w:rsidR="007B71BE" w:rsidRDefault="007B71BE" w:rsidP="00CE495F">
      <w:pPr>
        <w:ind w:firstLine="0"/>
      </w:pPr>
    </w:p>
    <w:p w:rsidR="007B71BE" w:rsidRDefault="007B71BE" w:rsidP="00CE495F">
      <w:pPr>
        <w:ind w:firstLine="0"/>
      </w:pPr>
    </w:p>
    <w:p w:rsidR="007B71BE" w:rsidRDefault="007B71BE" w:rsidP="00CE495F">
      <w:pPr>
        <w:ind w:firstLine="0"/>
      </w:pPr>
      <w:r>
        <w:t>Savivaldybės meras</w:t>
      </w:r>
      <w:r>
        <w:tab/>
      </w:r>
      <w:r>
        <w:tab/>
      </w:r>
      <w:r>
        <w:tab/>
      </w:r>
      <w:r>
        <w:tab/>
      </w:r>
      <w:r>
        <w:tab/>
        <w:t xml:space="preserve">   Audrius Klišonis</w:t>
      </w:r>
    </w:p>
    <w:p w:rsidR="007B71BE" w:rsidRDefault="007B71BE" w:rsidP="00CE495F">
      <w:pPr>
        <w:ind w:firstLine="0"/>
      </w:pPr>
    </w:p>
    <w:p w:rsidR="007B71BE" w:rsidRDefault="007B71BE" w:rsidP="00CE495F">
      <w:pPr>
        <w:ind w:firstLine="0"/>
      </w:pPr>
    </w:p>
    <w:p w:rsidR="007B71BE" w:rsidRDefault="007B71BE" w:rsidP="00CE495F">
      <w:pPr>
        <w:ind w:firstLine="0"/>
      </w:pPr>
    </w:p>
    <w:p w:rsidR="007B71BE" w:rsidRDefault="007B71BE" w:rsidP="00CE495F">
      <w:pPr>
        <w:ind w:firstLine="0"/>
      </w:pPr>
    </w:p>
    <w:p w:rsidR="007B71BE" w:rsidRDefault="007B71BE" w:rsidP="00CE495F">
      <w:pPr>
        <w:ind w:firstLine="0"/>
      </w:pPr>
    </w:p>
    <w:p w:rsidR="007B71BE" w:rsidRDefault="007B71BE" w:rsidP="00CE495F">
      <w:pPr>
        <w:ind w:firstLine="0"/>
      </w:pPr>
    </w:p>
    <w:p w:rsidR="007B71BE" w:rsidRDefault="007B71BE" w:rsidP="00CE495F">
      <w:pPr>
        <w:ind w:firstLine="0"/>
      </w:pPr>
    </w:p>
    <w:p w:rsidR="007B71BE" w:rsidRPr="00B7353D" w:rsidRDefault="007B71BE" w:rsidP="0087100F">
      <w:pPr>
        <w:ind w:firstLine="0"/>
        <w:jc w:val="left"/>
      </w:pPr>
      <w:r>
        <w:br w:type="page"/>
      </w:r>
      <w:r>
        <w:tab/>
      </w:r>
      <w:r>
        <w:tab/>
      </w:r>
      <w:r>
        <w:tab/>
      </w:r>
      <w:r>
        <w:tab/>
      </w:r>
      <w:r>
        <w:tab/>
      </w:r>
      <w:r w:rsidRPr="00B7353D">
        <w:t>PATVIRTINTA</w:t>
      </w:r>
      <w:r w:rsidRPr="00B7353D">
        <w:br/>
      </w:r>
      <w:r>
        <w:tab/>
      </w:r>
      <w:r>
        <w:tab/>
      </w:r>
      <w:r>
        <w:tab/>
      </w:r>
      <w:r>
        <w:tab/>
      </w:r>
      <w:r>
        <w:tab/>
      </w:r>
      <w:r w:rsidRPr="00B7353D">
        <w:t>Plungės rajono savivaldybės</w:t>
      </w:r>
      <w:r w:rsidRPr="00B7353D">
        <w:br/>
      </w:r>
      <w:r>
        <w:tab/>
      </w:r>
      <w:r>
        <w:tab/>
      </w:r>
      <w:r>
        <w:tab/>
      </w:r>
      <w:r>
        <w:tab/>
      </w:r>
      <w:r>
        <w:tab/>
      </w:r>
      <w:r w:rsidRPr="00B7353D">
        <w:t xml:space="preserve">tarybos 2015 m.  </w:t>
      </w:r>
      <w:r>
        <w:t>kovo</w:t>
      </w:r>
      <w:r w:rsidRPr="00B7353D">
        <w:t xml:space="preserve"> </w:t>
      </w:r>
      <w:r>
        <w:t>26</w:t>
      </w:r>
      <w:r w:rsidRPr="00B7353D">
        <w:t xml:space="preserve"> d.</w:t>
      </w:r>
      <w:r w:rsidRPr="00B7353D">
        <w:br/>
      </w:r>
      <w:r>
        <w:tab/>
      </w:r>
      <w:r>
        <w:tab/>
      </w:r>
      <w:r>
        <w:tab/>
      </w:r>
      <w:r>
        <w:tab/>
      </w:r>
      <w:r>
        <w:tab/>
      </w:r>
      <w:r w:rsidRPr="00B7353D">
        <w:t>sprendimu Nr.</w:t>
      </w:r>
      <w:r>
        <w:t>T1-47</w:t>
      </w:r>
      <w:r w:rsidRPr="00B7353D">
        <w:t xml:space="preserve"> </w:t>
      </w:r>
    </w:p>
    <w:p w:rsidR="007B71BE" w:rsidRPr="00B7353D" w:rsidRDefault="007B71BE" w:rsidP="00BE1972">
      <w:pPr>
        <w:ind w:firstLine="737"/>
        <w:jc w:val="left"/>
      </w:pPr>
    </w:p>
    <w:p w:rsidR="007B71BE" w:rsidRPr="00B7353D" w:rsidRDefault="007B71BE" w:rsidP="00525594">
      <w:pPr>
        <w:ind w:firstLine="0"/>
        <w:jc w:val="center"/>
        <w:rPr>
          <w:b/>
          <w:bCs/>
        </w:rPr>
      </w:pPr>
      <w:r w:rsidRPr="00B7353D">
        <w:rPr>
          <w:b/>
          <w:bCs/>
        </w:rPr>
        <w:t>PLUNG</w:t>
      </w:r>
      <w:r>
        <w:rPr>
          <w:b/>
          <w:bCs/>
        </w:rPr>
        <w:t>Ė</w:t>
      </w:r>
      <w:r w:rsidRPr="00B7353D">
        <w:rPr>
          <w:b/>
          <w:bCs/>
        </w:rPr>
        <w:t>S KRIZIŲ CENTRO NUOSTATAI</w:t>
      </w:r>
    </w:p>
    <w:p w:rsidR="007B71BE" w:rsidRDefault="007B71BE" w:rsidP="00BE1972">
      <w:pPr>
        <w:ind w:firstLine="737"/>
        <w:jc w:val="center"/>
        <w:rPr>
          <w:b/>
          <w:bCs/>
        </w:rPr>
      </w:pPr>
      <w:r w:rsidRPr="00B7353D">
        <w:br/>
      </w:r>
      <w:r w:rsidRPr="00B7353D">
        <w:rPr>
          <w:b/>
          <w:bCs/>
        </w:rPr>
        <w:t>I. BENDROSIOS NUOSTATOS</w:t>
      </w:r>
    </w:p>
    <w:p w:rsidR="007B71BE" w:rsidRPr="00B7353D" w:rsidRDefault="007B71BE" w:rsidP="00BE1972">
      <w:pPr>
        <w:ind w:firstLine="737"/>
        <w:jc w:val="center"/>
      </w:pPr>
    </w:p>
    <w:p w:rsidR="007B71BE" w:rsidRDefault="007B71BE" w:rsidP="00525594">
      <w:r w:rsidRPr="00B7353D">
        <w:t>1.  Plungės krizių centras (toliau – Įstaiga) yra Plungės rajono savivaldybės biudžetinė įstaiga, teikianti laikino apgyvendinimo ir krizių įveikimo pagalbos paslaugas</w:t>
      </w:r>
      <w:r>
        <w:t xml:space="preserve"> Plungės rajono savivaldybės  gyventojams.</w:t>
      </w:r>
    </w:p>
    <w:p w:rsidR="007B71BE" w:rsidRDefault="007B71BE" w:rsidP="00525594">
      <w:r w:rsidRPr="00B7353D">
        <w:t>2. Įstaigos savininkas – Plungės rajono savivaldybė (toliau – Savininkas), įstaigos teises ir pareigas įgyvendinanti institucija -  Plungės rajono savivaldybės taryba.</w:t>
      </w:r>
    </w:p>
    <w:p w:rsidR="007B71BE" w:rsidRDefault="007B71BE" w:rsidP="00525594">
      <w:r w:rsidRPr="00B7353D">
        <w:t>3. Įstaigos teisinė forma – biudžetine įstaiga.</w:t>
      </w:r>
    </w:p>
    <w:p w:rsidR="007B71BE" w:rsidRDefault="007B71BE" w:rsidP="00525594">
      <w:r w:rsidRPr="00B7353D">
        <w:t>4. Įstaiga yra ribotos civilinės atsakomybės viešasis juridinis asmuo, turintis ūkinį, finansinį, organizacinį ir teisinį savarankiškumą, savo antspaudą, sąskaitas banke.</w:t>
      </w:r>
    </w:p>
    <w:p w:rsidR="007B71BE" w:rsidRDefault="007B71BE" w:rsidP="00525594">
      <w:r w:rsidRPr="00B7353D">
        <w:t xml:space="preserve">5. Įstaigos veikla grindžiama </w:t>
      </w:r>
      <w:r>
        <w:t xml:space="preserve">Lietuvos </w:t>
      </w:r>
      <w:r w:rsidRPr="00B7353D">
        <w:t>Respublikos Konstitucija, Lietuvos Respublikos civiliniu kodeksu</w:t>
      </w:r>
      <w:r>
        <w:t>,</w:t>
      </w:r>
      <w:r w:rsidRPr="00B7353D">
        <w:t xml:space="preserve"> Lietuvos Respublikos biudžetinių įstaigų įstatymu, kitais Lietuvos Respublikos įstatymais ir norminiais teisės aktais, Įstaigos Savininko sprendimais, Savivaldybės administracijos direktoriaus</w:t>
      </w:r>
      <w:r>
        <w:t xml:space="preserve"> </w:t>
      </w:r>
      <w:r w:rsidRPr="00B7353D">
        <w:t>įsakymais ir šiais Nuostatais.</w:t>
      </w:r>
    </w:p>
    <w:p w:rsidR="007B71BE" w:rsidRDefault="007B71BE" w:rsidP="00525594">
      <w:r w:rsidRPr="00B7353D">
        <w:t>6. Įstaigos adresas: Dariaus ir Girėno g. 50 - 2, LT-09118 Plungė, kodas – 171697549.</w:t>
      </w:r>
    </w:p>
    <w:p w:rsidR="007B71BE" w:rsidRDefault="007B71BE" w:rsidP="00525594">
      <w:r w:rsidRPr="00B7353D">
        <w:t>7. Įstaiga yra paramos gavėj</w:t>
      </w:r>
      <w:r>
        <w:t>a</w:t>
      </w:r>
      <w:r w:rsidRPr="00B7353D">
        <w:t>.</w:t>
      </w:r>
    </w:p>
    <w:p w:rsidR="007B71BE" w:rsidRPr="00B7353D" w:rsidRDefault="007B71BE" w:rsidP="00525594"/>
    <w:p w:rsidR="007B71BE" w:rsidRDefault="007B71BE" w:rsidP="00525594">
      <w:pPr>
        <w:ind w:firstLine="0"/>
        <w:jc w:val="center"/>
        <w:rPr>
          <w:b/>
          <w:bCs/>
        </w:rPr>
      </w:pPr>
      <w:r w:rsidRPr="00B7353D">
        <w:rPr>
          <w:b/>
          <w:bCs/>
        </w:rPr>
        <w:t>II. ĮSTAIGOS SAVININKO TEISĖS IR PAREIGOS</w:t>
      </w:r>
    </w:p>
    <w:p w:rsidR="007B71BE" w:rsidRPr="00B7353D" w:rsidRDefault="007B71BE" w:rsidP="00525594"/>
    <w:p w:rsidR="007B71BE" w:rsidRDefault="007B71BE" w:rsidP="00525594">
      <w:r w:rsidRPr="00B7353D">
        <w:t>8. Įstaigos Savinink</w:t>
      </w:r>
      <w:r>
        <w:t>o</w:t>
      </w:r>
      <w:r w:rsidRPr="00B7353D">
        <w:t xml:space="preserve"> teises ir pareigas įgyvendinanti institucija yra Plungės rajono saviva</w:t>
      </w:r>
      <w:r>
        <w:t>ldybės taryba (toliau – Taryba).</w:t>
      </w:r>
    </w:p>
    <w:p w:rsidR="007B71BE" w:rsidRDefault="007B71BE" w:rsidP="00525594">
      <w:r>
        <w:t>9.  Taryba:</w:t>
      </w:r>
    </w:p>
    <w:p w:rsidR="007B71BE" w:rsidRDefault="007B71BE" w:rsidP="00525594">
      <w:r>
        <w:t xml:space="preserve">9.1. </w:t>
      </w:r>
      <w:r w:rsidRPr="00B7353D">
        <w:t>tvirtina Įstaigos nuostatus;</w:t>
      </w:r>
    </w:p>
    <w:p w:rsidR="007B71BE" w:rsidRDefault="007B71BE" w:rsidP="00525594">
      <w:r>
        <w:t>9</w:t>
      </w:r>
      <w:r w:rsidRPr="00B7353D">
        <w:t>.2. skiria Savivaldybės biudžeto lėšas Įstaigai išlaikyti;</w:t>
      </w:r>
    </w:p>
    <w:p w:rsidR="007B71BE" w:rsidRDefault="007B71BE" w:rsidP="00525594">
      <w:r>
        <w:t>9</w:t>
      </w:r>
      <w:r w:rsidRPr="00B7353D">
        <w:t>.3. kontroliuoja Įstaigos lėšų apskaitą bei panaudojimą;</w:t>
      </w:r>
    </w:p>
    <w:p w:rsidR="007B71BE" w:rsidRDefault="007B71BE" w:rsidP="00525594">
      <w:r>
        <w:t>9</w:t>
      </w:r>
      <w:r w:rsidRPr="00B7353D">
        <w:t>.</w:t>
      </w:r>
      <w:r>
        <w:t>4</w:t>
      </w:r>
      <w:r w:rsidRPr="00B7353D">
        <w:t>. priima sprendimą dėl Įstaigos buveinės pakeitimo;</w:t>
      </w:r>
    </w:p>
    <w:p w:rsidR="007B71BE" w:rsidRDefault="007B71BE" w:rsidP="00525594">
      <w:r>
        <w:t>9.5.</w:t>
      </w:r>
      <w:r w:rsidRPr="00B7353D">
        <w:t xml:space="preserve"> priima sprendimą dėl Įstaigos reorganizavimo ar likvidavimo;</w:t>
      </w:r>
    </w:p>
    <w:p w:rsidR="007B71BE" w:rsidRDefault="007B71BE" w:rsidP="00525594">
      <w:r>
        <w:t>9.6.</w:t>
      </w:r>
      <w:r w:rsidRPr="00B7353D">
        <w:t xml:space="preserve"> priima sprendimą dėl Įstaigos filialo steigimo ir jo veiklos nutraukimo;</w:t>
      </w:r>
    </w:p>
    <w:p w:rsidR="007B71BE" w:rsidRDefault="007B71BE" w:rsidP="00525594">
      <w:r>
        <w:t>9.7.</w:t>
      </w:r>
      <w:r w:rsidRPr="00B7353D">
        <w:t xml:space="preserve"> skiria ir atleidžia likvidatorių arba sudaro </w:t>
      </w:r>
      <w:r>
        <w:t>l</w:t>
      </w:r>
      <w:r w:rsidRPr="00B7353D">
        <w:t>ikvidacinę komisiją ir nutraukia</w:t>
      </w:r>
      <w:r>
        <w:t xml:space="preserve"> jos į</w:t>
      </w:r>
      <w:r w:rsidRPr="00B7353D">
        <w:t>galiojimus;</w:t>
      </w:r>
    </w:p>
    <w:p w:rsidR="007B71BE" w:rsidRDefault="007B71BE" w:rsidP="00525594">
      <w:r>
        <w:t>9.8. spr</w:t>
      </w:r>
      <w:r w:rsidRPr="00B7353D">
        <w:t xml:space="preserve">endžia </w:t>
      </w:r>
      <w:bookmarkStart w:id="0" w:name="_GoBack"/>
      <w:bookmarkEnd w:id="0"/>
      <w:r w:rsidRPr="00B7353D">
        <w:t xml:space="preserve">kitus Įstaigos </w:t>
      </w:r>
      <w:r>
        <w:t>N</w:t>
      </w:r>
      <w:r w:rsidRPr="00B7353D">
        <w:t xml:space="preserve">uostatuose ir kituose </w:t>
      </w:r>
      <w:r>
        <w:t>į</w:t>
      </w:r>
      <w:r w:rsidRPr="00B7353D">
        <w:t>statymuose jos kompetencijai priskirtus klausimus.</w:t>
      </w:r>
    </w:p>
    <w:p w:rsidR="007B71BE" w:rsidRPr="00B7353D" w:rsidRDefault="007B71BE" w:rsidP="00525594"/>
    <w:p w:rsidR="007B71BE" w:rsidRDefault="007B71BE" w:rsidP="00525594">
      <w:pPr>
        <w:ind w:firstLine="0"/>
        <w:jc w:val="center"/>
        <w:rPr>
          <w:b/>
          <w:bCs/>
        </w:rPr>
      </w:pPr>
      <w:r w:rsidRPr="00B7353D">
        <w:rPr>
          <w:b/>
          <w:bCs/>
        </w:rPr>
        <w:t xml:space="preserve">III. </w:t>
      </w:r>
      <w:r>
        <w:rPr>
          <w:b/>
          <w:bCs/>
        </w:rPr>
        <w:t>Į</w:t>
      </w:r>
      <w:r w:rsidRPr="00B7353D">
        <w:rPr>
          <w:b/>
          <w:bCs/>
        </w:rPr>
        <w:t>STAIGOS VEIKLOS TIKSLAS IR FUNKCIJOS</w:t>
      </w:r>
    </w:p>
    <w:p w:rsidR="007B71BE" w:rsidRPr="00B7353D" w:rsidRDefault="007B71BE" w:rsidP="00525594"/>
    <w:p w:rsidR="007B71BE" w:rsidRDefault="007B71BE" w:rsidP="00525594">
      <w:r>
        <w:t>1</w:t>
      </w:r>
      <w:r w:rsidRPr="00AD4654">
        <w:t>0. Įstaigos veiklos tikslas – organizuoti ir teikti  laikino apgyvendinimo ir krizių įveikimo pagalbos paslaugas suaugusiems  socialinės rizikos asmenims bei socialiai pažeidžiamiems asmenims, neturintiems gyvenamosios vietos ar laikinai negalintiems ja naudotis,  padėti atkurti socialinius ryšius su visuomene, išspręsti iškilusias  socialines problemas bei integruotis į visuomenę.</w:t>
      </w:r>
      <w:r w:rsidRPr="00AD4654">
        <w:br/>
        <w:t xml:space="preserve">      </w:t>
      </w:r>
      <w:r>
        <w:t xml:space="preserve">      </w:t>
      </w:r>
      <w:r w:rsidRPr="00AD4654">
        <w:t>11. Įstaigos funkcijos yra teikti:</w:t>
      </w:r>
    </w:p>
    <w:p w:rsidR="007B71BE" w:rsidRPr="00AD4654" w:rsidRDefault="007B71BE" w:rsidP="00525594">
      <w:r w:rsidRPr="00AD4654">
        <w:t xml:space="preserve">11.1. bendrąsias socialines paslaugas (informavimo, konsultavimo, tarpininkavimo ir atstovavimo, </w:t>
      </w:r>
      <w:r>
        <w:t xml:space="preserve">organizuoti </w:t>
      </w:r>
      <w:r w:rsidRPr="00AD4654">
        <w:t xml:space="preserve">asmens higienos ir priežiūros </w:t>
      </w:r>
      <w:r>
        <w:t>bei</w:t>
      </w:r>
      <w:r w:rsidRPr="00AD4654">
        <w:t xml:space="preserve"> kit</w:t>
      </w:r>
      <w:r>
        <w:t>a</w:t>
      </w:r>
      <w:r w:rsidRPr="00AD4654">
        <w:t>s bendr</w:t>
      </w:r>
      <w:r>
        <w:t xml:space="preserve">ąsias </w:t>
      </w:r>
      <w:r w:rsidRPr="00AD4654">
        <w:t xml:space="preserve"> socialin</w:t>
      </w:r>
      <w:r>
        <w:t>e</w:t>
      </w:r>
      <w:r w:rsidRPr="00AD4654">
        <w:t>s paslaug</w:t>
      </w:r>
      <w:r>
        <w:t>a</w:t>
      </w:r>
      <w:r w:rsidRPr="00AD4654">
        <w:t>s);</w:t>
      </w:r>
    </w:p>
    <w:p w:rsidR="007B71BE" w:rsidRDefault="007B71BE" w:rsidP="00525594">
      <w:r w:rsidRPr="00AD4654">
        <w:t xml:space="preserve">11.2. socialinės priežiūros </w:t>
      </w:r>
      <w:r w:rsidRPr="00B7353D">
        <w:t>paslaugas:</w:t>
      </w:r>
    </w:p>
    <w:p w:rsidR="007B71BE" w:rsidRDefault="007B71BE" w:rsidP="00525594">
      <w:r w:rsidRPr="00B7353D">
        <w:t>11.</w:t>
      </w:r>
      <w:r>
        <w:t>2.1.</w:t>
      </w:r>
      <w:r w:rsidRPr="00B7353D">
        <w:t xml:space="preserve"> laikiną apnakvindinimą;</w:t>
      </w:r>
    </w:p>
    <w:p w:rsidR="007B71BE" w:rsidRDefault="007B71BE" w:rsidP="00525594">
      <w:r w:rsidRPr="00B7353D">
        <w:t>11.</w:t>
      </w:r>
      <w:r>
        <w:t>2.2.</w:t>
      </w:r>
      <w:r w:rsidRPr="00B7353D">
        <w:t xml:space="preserve"> intensyvią krizių įveikimo pagalbą;</w:t>
      </w:r>
    </w:p>
    <w:p w:rsidR="007B71BE" w:rsidRDefault="007B71BE" w:rsidP="00525594">
      <w:r w:rsidRPr="00B7353D">
        <w:t>11.</w:t>
      </w:r>
      <w:r>
        <w:t>2.3.</w:t>
      </w:r>
      <w:r w:rsidRPr="00B7353D">
        <w:t xml:space="preserve"> laikiną apgyvendinimą</w:t>
      </w:r>
      <w:r>
        <w:t>;</w:t>
      </w:r>
    </w:p>
    <w:p w:rsidR="007B71BE" w:rsidRDefault="007B71BE" w:rsidP="00525594">
      <w:pPr>
        <w:pStyle w:val="BodyText"/>
        <w:tabs>
          <w:tab w:val="left" w:pos="993"/>
          <w:tab w:val="left" w:pos="1170"/>
          <w:tab w:val="left" w:pos="1276"/>
          <w:tab w:val="left" w:pos="1418"/>
          <w:tab w:val="left" w:pos="1620"/>
          <w:tab w:val="left" w:pos="2160"/>
        </w:tabs>
        <w:ind w:firstLine="720"/>
      </w:pPr>
      <w:r>
        <w:t xml:space="preserve">11.3. vykdyti Savivaldybės pavedimus socialinių paslaugų srityje. </w:t>
      </w:r>
    </w:p>
    <w:p w:rsidR="007B71BE" w:rsidRDefault="007B71BE" w:rsidP="00525594">
      <w:pPr>
        <w:pStyle w:val="BodyText"/>
        <w:tabs>
          <w:tab w:val="left" w:pos="993"/>
          <w:tab w:val="left" w:pos="1170"/>
          <w:tab w:val="left" w:pos="1276"/>
          <w:tab w:val="left" w:pos="1418"/>
          <w:tab w:val="left" w:pos="1620"/>
          <w:tab w:val="left" w:pos="2160"/>
        </w:tabs>
        <w:ind w:firstLine="720"/>
      </w:pPr>
      <w:r>
        <w:t>12</w:t>
      </w:r>
      <w:r w:rsidRPr="00B7353D">
        <w:t xml:space="preserve">. </w:t>
      </w:r>
      <w:r>
        <w:t>V</w:t>
      </w:r>
      <w:r w:rsidRPr="00B7353D">
        <w:t>eiklos pagal Ekonomin</w:t>
      </w:r>
      <w:r>
        <w:t>ė</w:t>
      </w:r>
      <w:r w:rsidRPr="00B7353D">
        <w:t>s veiklos rūšių klasifikatorių:</w:t>
      </w:r>
    </w:p>
    <w:p w:rsidR="007B71BE" w:rsidRDefault="007B71BE" w:rsidP="00525594">
      <w:pPr>
        <w:pStyle w:val="BodyText"/>
        <w:tabs>
          <w:tab w:val="left" w:pos="993"/>
          <w:tab w:val="left" w:pos="1170"/>
          <w:tab w:val="left" w:pos="1276"/>
          <w:tab w:val="left" w:pos="1418"/>
          <w:tab w:val="left" w:pos="1620"/>
          <w:tab w:val="left" w:pos="2160"/>
        </w:tabs>
        <w:ind w:firstLine="720"/>
      </w:pPr>
      <w:r>
        <w:t>12.1.</w:t>
      </w:r>
      <w:r w:rsidRPr="00B7353D">
        <w:t xml:space="preserve"> kita stacionarin</w:t>
      </w:r>
      <w:r>
        <w:t>ė</w:t>
      </w:r>
      <w:r w:rsidRPr="00B7353D">
        <w:t xml:space="preserve"> globos veikla – 87.90;</w:t>
      </w:r>
    </w:p>
    <w:p w:rsidR="007B71BE" w:rsidRDefault="007B71BE" w:rsidP="00525594">
      <w:pPr>
        <w:pStyle w:val="BodyText"/>
        <w:tabs>
          <w:tab w:val="left" w:pos="993"/>
          <w:tab w:val="left" w:pos="1170"/>
          <w:tab w:val="left" w:pos="1276"/>
          <w:tab w:val="left" w:pos="1418"/>
          <w:tab w:val="left" w:pos="1620"/>
          <w:tab w:val="left" w:pos="2160"/>
        </w:tabs>
        <w:ind w:firstLine="720"/>
      </w:pPr>
      <w:r>
        <w:t>12.2.</w:t>
      </w:r>
      <w:r w:rsidRPr="00B7353D">
        <w:t xml:space="preserve"> kita, niekur kitur nepriskirta, nesusijusi su apgyvendinimu socialinio darbo veikla – 88.99</w:t>
      </w:r>
      <w:r>
        <w:t>.</w:t>
      </w:r>
    </w:p>
    <w:p w:rsidR="007B71BE" w:rsidRDefault="007B71BE" w:rsidP="00525594">
      <w:pPr>
        <w:pStyle w:val="BodyText"/>
        <w:tabs>
          <w:tab w:val="left" w:pos="993"/>
          <w:tab w:val="left" w:pos="1170"/>
          <w:tab w:val="left" w:pos="1276"/>
          <w:tab w:val="left" w:pos="1418"/>
          <w:tab w:val="left" w:pos="1620"/>
          <w:tab w:val="left" w:pos="2160"/>
        </w:tabs>
        <w:ind w:firstLine="720"/>
      </w:pPr>
      <w:r>
        <w:t>13. Įstaiga turi du struktūrinius padalinius:</w:t>
      </w:r>
    </w:p>
    <w:p w:rsidR="007B71BE" w:rsidRDefault="007B71BE" w:rsidP="00525594">
      <w:pPr>
        <w:pStyle w:val="BodyText"/>
        <w:tabs>
          <w:tab w:val="left" w:pos="993"/>
          <w:tab w:val="left" w:pos="1170"/>
          <w:tab w:val="left" w:pos="1276"/>
          <w:tab w:val="left" w:pos="1418"/>
          <w:tab w:val="left" w:pos="1620"/>
          <w:tab w:val="left" w:pos="2160"/>
        </w:tabs>
        <w:ind w:firstLine="720"/>
      </w:pPr>
      <w:r>
        <w:t>13.1. Nakvynės namų skyrius;</w:t>
      </w:r>
    </w:p>
    <w:p w:rsidR="007B71BE" w:rsidRDefault="007B71BE" w:rsidP="00525594">
      <w:pPr>
        <w:pStyle w:val="BodyText"/>
        <w:tabs>
          <w:tab w:val="left" w:pos="993"/>
          <w:tab w:val="left" w:pos="1170"/>
          <w:tab w:val="left" w:pos="1276"/>
          <w:tab w:val="left" w:pos="1418"/>
          <w:tab w:val="left" w:pos="1620"/>
          <w:tab w:val="left" w:pos="2160"/>
        </w:tabs>
        <w:ind w:firstLine="720"/>
      </w:pPr>
      <w:r>
        <w:t>13.2. Moterų krizių skyrius.</w:t>
      </w:r>
    </w:p>
    <w:p w:rsidR="007B71BE" w:rsidRDefault="007B71BE" w:rsidP="00525594">
      <w:pPr>
        <w:pStyle w:val="BodyText"/>
        <w:tabs>
          <w:tab w:val="left" w:pos="993"/>
          <w:tab w:val="left" w:pos="1170"/>
          <w:tab w:val="left" w:pos="1276"/>
          <w:tab w:val="left" w:pos="1418"/>
          <w:tab w:val="left" w:pos="1620"/>
          <w:tab w:val="left" w:pos="2160"/>
        </w:tabs>
        <w:ind w:firstLine="720"/>
      </w:pPr>
      <w:r>
        <w:t>14</w:t>
      </w:r>
      <w:r w:rsidRPr="00B7353D">
        <w:t xml:space="preserve">. Socialinių paslaugų poreikis nustatomas, socialinės paslaugos skiriamos, teikiamos ir mokėjimo už jas tvarka nustatoma, vadovaujantis Lietuvos Respublikos ir </w:t>
      </w:r>
      <w:r>
        <w:t>Savivaldybės  teisės aktais.</w:t>
      </w:r>
    </w:p>
    <w:p w:rsidR="007B71BE" w:rsidRPr="00B7353D" w:rsidRDefault="007B71BE" w:rsidP="00525594"/>
    <w:p w:rsidR="007B71BE" w:rsidRDefault="007B71BE" w:rsidP="00525594">
      <w:pPr>
        <w:ind w:firstLine="0"/>
        <w:jc w:val="center"/>
        <w:rPr>
          <w:b/>
          <w:bCs/>
        </w:rPr>
      </w:pPr>
      <w:r w:rsidRPr="00B7353D">
        <w:rPr>
          <w:b/>
          <w:bCs/>
        </w:rPr>
        <w:t>IV. ĮSTAIGOS VALDYMAS</w:t>
      </w:r>
    </w:p>
    <w:p w:rsidR="007B71BE" w:rsidRPr="00B7353D" w:rsidRDefault="007B71BE" w:rsidP="00525594"/>
    <w:p w:rsidR="007B71BE" w:rsidRDefault="007B71BE" w:rsidP="00525594">
      <w:r w:rsidRPr="00B7353D">
        <w:t>1</w:t>
      </w:r>
      <w:r>
        <w:t>5</w:t>
      </w:r>
      <w:r w:rsidRPr="00B7353D">
        <w:t>. Įstaigai vadovauja direktorius, kur</w:t>
      </w:r>
      <w:r>
        <w:t>is</w:t>
      </w:r>
      <w:r w:rsidRPr="00B7353D">
        <w:t xml:space="preserve"> konkurso tvarka skiriamas į pareigas ir atleidžiamas teisės aktų nustatyta tvarka.</w:t>
      </w:r>
    </w:p>
    <w:p w:rsidR="007B71BE" w:rsidRDefault="007B71BE" w:rsidP="00525594">
      <w:r w:rsidRPr="00B7353D">
        <w:t>1</w:t>
      </w:r>
      <w:r>
        <w:t>6</w:t>
      </w:r>
      <w:r w:rsidRPr="00B7353D">
        <w:t>. Įstaigos vadovo atlyginimas nustatomas,  drausmin</w:t>
      </w:r>
      <w:r>
        <w:t>ė</w:t>
      </w:r>
      <w:r w:rsidRPr="00B7353D">
        <w:t>s nuobaudos ir skatinimas  skiriamas teisės aktų nustatyta tvarka.</w:t>
      </w:r>
    </w:p>
    <w:p w:rsidR="007B71BE" w:rsidRDefault="007B71BE" w:rsidP="00525594">
      <w:r w:rsidRPr="00B7353D">
        <w:t>1</w:t>
      </w:r>
      <w:r>
        <w:t>7</w:t>
      </w:r>
      <w:r w:rsidRPr="00B7353D">
        <w:t>. Direktorius:</w:t>
      </w:r>
    </w:p>
    <w:p w:rsidR="007B71BE" w:rsidRDefault="007B71BE" w:rsidP="00525594">
      <w:r w:rsidRPr="00B7353D">
        <w:t>1</w:t>
      </w:r>
      <w:r>
        <w:t>7</w:t>
      </w:r>
      <w:r w:rsidRPr="00B7353D">
        <w:t xml:space="preserve">.1. planuoja, organizuoja </w:t>
      </w:r>
      <w:r>
        <w:t>Į</w:t>
      </w:r>
      <w:r w:rsidRPr="00B7353D">
        <w:t xml:space="preserve">staigos veiklą, kontroliuoja </w:t>
      </w:r>
      <w:r>
        <w:t>Į</w:t>
      </w:r>
      <w:r w:rsidRPr="00B7353D">
        <w:t>staigos darbuotojų atliekamų užduočių vykdymą</w:t>
      </w:r>
      <w:r>
        <w:t>;</w:t>
      </w:r>
      <w:r w:rsidRPr="00B7353D">
        <w:t xml:space="preserve"> </w:t>
      </w:r>
    </w:p>
    <w:p w:rsidR="007B71BE" w:rsidRDefault="007B71BE" w:rsidP="00525594">
      <w:r w:rsidRPr="00B7353D">
        <w:t>1</w:t>
      </w:r>
      <w:r>
        <w:t>7</w:t>
      </w:r>
      <w:r w:rsidRPr="00B7353D">
        <w:t>.2. atsako už tinkamą finansinės, ūkinės ir socialinio darbo veiklos organizavimą ir ataskaitų</w:t>
      </w:r>
      <w:r>
        <w:t xml:space="preserve"> </w:t>
      </w:r>
      <w:r w:rsidRPr="00B7353D">
        <w:t>pateikimą;</w:t>
      </w:r>
    </w:p>
    <w:p w:rsidR="007B71BE" w:rsidRDefault="007B71BE" w:rsidP="00525594">
      <w:r w:rsidRPr="00B7353D">
        <w:t>1</w:t>
      </w:r>
      <w:r>
        <w:t>7</w:t>
      </w:r>
      <w:r w:rsidRPr="00B7353D">
        <w:t>.</w:t>
      </w:r>
      <w:r>
        <w:t>3</w:t>
      </w:r>
      <w:r w:rsidRPr="00B7353D">
        <w:t>. priima, perkelia, nušalina nuo darbo, atleidžia iš darbo ir laikinai paskiria eiti pareigas Įstaigos darbuotojus;</w:t>
      </w:r>
    </w:p>
    <w:p w:rsidR="007B71BE" w:rsidRDefault="007B71BE" w:rsidP="00525594">
      <w:r w:rsidRPr="00B7353D">
        <w:t>1</w:t>
      </w:r>
      <w:r>
        <w:t>7.4.</w:t>
      </w:r>
      <w:r w:rsidRPr="00B7353D">
        <w:t xml:space="preserve"> užtikrina, kad Įstaigoje būtų laikomasi įstatymų ir kitų teisės aktų;</w:t>
      </w:r>
    </w:p>
    <w:p w:rsidR="007B71BE" w:rsidRDefault="007B71BE" w:rsidP="00525594">
      <w:r>
        <w:t>17.5.</w:t>
      </w:r>
      <w:r w:rsidRPr="00B7353D">
        <w:t xml:space="preserve"> skatina Įstaigos darbuotojus ir taiko jiems drausmines nuobaudas;</w:t>
      </w:r>
    </w:p>
    <w:p w:rsidR="007B71BE" w:rsidRDefault="007B71BE" w:rsidP="00525594">
      <w:r w:rsidRPr="00B7353D">
        <w:t>1</w:t>
      </w:r>
      <w:r>
        <w:t>7.6.</w:t>
      </w:r>
      <w:r w:rsidRPr="00B7353D">
        <w:t xml:space="preserve"> tvirtina Įstaigos darbuotojų pareigybių aprašymus, nustatydamas pareigybės paskirtį, specialiuosius pareigybės reikalavimus, funkcijas bei pavaldumą;</w:t>
      </w:r>
    </w:p>
    <w:p w:rsidR="007B71BE" w:rsidRDefault="007B71BE" w:rsidP="00525594">
      <w:r>
        <w:t>17.7.</w:t>
      </w:r>
      <w:r w:rsidRPr="00B7353D">
        <w:t xml:space="preserve"> tvirtina Įstaigos struktūrą ir pareigybių sąrašą, neviršydamas nustatyto didžiausio leistino pareigybių skaičiaus;</w:t>
      </w:r>
    </w:p>
    <w:p w:rsidR="007B71BE" w:rsidRDefault="007B71BE" w:rsidP="00525594">
      <w:r>
        <w:t>17</w:t>
      </w:r>
      <w:r w:rsidRPr="00B7353D">
        <w:t>.</w:t>
      </w:r>
      <w:r>
        <w:t>8</w:t>
      </w:r>
      <w:r w:rsidRPr="00B7353D">
        <w:t>. tvirtina Įstaigos p</w:t>
      </w:r>
      <w:r>
        <w:t xml:space="preserve">rogramas ir ataskaitas, </w:t>
      </w:r>
      <w:r w:rsidRPr="00B7353D">
        <w:t>leidžia įsakymus, organizuoja jų vykdymo kontrolę;</w:t>
      </w:r>
    </w:p>
    <w:p w:rsidR="007B71BE" w:rsidRDefault="007B71BE" w:rsidP="00525594">
      <w:r w:rsidRPr="00B7353D">
        <w:t>1</w:t>
      </w:r>
      <w:r>
        <w:t>7</w:t>
      </w:r>
      <w:r w:rsidRPr="00B7353D">
        <w:t>.9. Įstaigos vardu sudaro sandorius ir atstovauja Įstaigai;</w:t>
      </w:r>
    </w:p>
    <w:p w:rsidR="007B71BE" w:rsidRDefault="007B71BE" w:rsidP="00525594">
      <w:r w:rsidRPr="00B7353D">
        <w:t>1</w:t>
      </w:r>
      <w:r>
        <w:t>7</w:t>
      </w:r>
      <w:r w:rsidRPr="00B7353D">
        <w:t>.10. užtikrina Įstaigos darbuotojų kvalifikacijos tobulinimą;</w:t>
      </w:r>
    </w:p>
    <w:p w:rsidR="007B71BE" w:rsidRDefault="007B71BE" w:rsidP="00525594">
      <w:r w:rsidRPr="00B7353D">
        <w:t>1</w:t>
      </w:r>
      <w:r>
        <w:t>7</w:t>
      </w:r>
      <w:r w:rsidRPr="00B7353D">
        <w:t>.11. užtikrina Įstaigos darbuotojų darbų saugą;</w:t>
      </w:r>
    </w:p>
    <w:p w:rsidR="007B71BE" w:rsidRDefault="007B71BE" w:rsidP="005E1358">
      <w:r w:rsidRPr="00B7353D">
        <w:t>1</w:t>
      </w:r>
      <w:r>
        <w:t>7</w:t>
      </w:r>
      <w:r w:rsidRPr="00B7353D">
        <w:t>.12. atsako už materialinių vertybių apsaugą, apskaitą ir naudojimą pagal paskirtį;</w:t>
      </w:r>
    </w:p>
    <w:p w:rsidR="007B71BE" w:rsidRDefault="007B71BE" w:rsidP="005E1358">
      <w:r w:rsidRPr="00B7353D">
        <w:t>1</w:t>
      </w:r>
      <w:r>
        <w:t>7</w:t>
      </w:r>
      <w:r w:rsidRPr="00B7353D">
        <w:t>.13. garantuoja, kad pagal Lietuvos Respublikos viešojo sektoriaus atskaitomybės</w:t>
      </w:r>
      <w:r>
        <w:t xml:space="preserve"> </w:t>
      </w:r>
      <w:r w:rsidRPr="00B7353D">
        <w:t>įstatymą teikiami ataskaitų rinkiniai ir statistinės ataskaitos būtų teisingi; </w:t>
      </w:r>
    </w:p>
    <w:p w:rsidR="007B71BE" w:rsidRDefault="007B71BE" w:rsidP="005E1358">
      <w:r w:rsidRPr="00B7353D">
        <w:t>1</w:t>
      </w:r>
      <w:r>
        <w:t>7</w:t>
      </w:r>
      <w:r w:rsidRPr="00B7353D">
        <w:t xml:space="preserve">.14. </w:t>
      </w:r>
      <w:r>
        <w:t>d</w:t>
      </w:r>
      <w:r w:rsidRPr="00B7353D">
        <w:t>irektorių atostogų leidžia Savivaldybės administracijos direktorius arba jo įgaliotas asmuo;</w:t>
      </w:r>
    </w:p>
    <w:p w:rsidR="007B71BE" w:rsidRDefault="007B71BE" w:rsidP="005E1358">
      <w:r w:rsidRPr="00B7353D">
        <w:t>1</w:t>
      </w:r>
      <w:r>
        <w:t>7</w:t>
      </w:r>
      <w:r w:rsidRPr="00B7353D">
        <w:t>.15. Įstaigos direktoriaus ligos, atostogų, komandiruo</w:t>
      </w:r>
      <w:r>
        <w:t>čių</w:t>
      </w:r>
      <w:r w:rsidRPr="00B7353D">
        <w:t xml:space="preserve"> metu direktoriaus pareigas teisės aktų numatyta tvarka laikinai eiti pavedama kitam Įstaigos darbuotojui;</w:t>
      </w:r>
    </w:p>
    <w:p w:rsidR="007B71BE" w:rsidRDefault="007B71BE" w:rsidP="00525594">
      <w:r w:rsidRPr="00B7353D">
        <w:t>1</w:t>
      </w:r>
      <w:r>
        <w:t>7</w:t>
      </w:r>
      <w:r w:rsidRPr="00B7353D">
        <w:t xml:space="preserve">.16. </w:t>
      </w:r>
      <w:r>
        <w:t>d</w:t>
      </w:r>
      <w:r w:rsidRPr="00B7353D">
        <w:t xml:space="preserve">irektorius darbe vadovaujasi Lietuvos Respublikos teises aktais, </w:t>
      </w:r>
      <w:r w:rsidRPr="00C3654B">
        <w:t xml:space="preserve">Tarybos  </w:t>
      </w:r>
      <w:r w:rsidRPr="00B7353D">
        <w:t>sprendimais ir pareigybės aprašymu;</w:t>
      </w:r>
    </w:p>
    <w:p w:rsidR="007B71BE" w:rsidRDefault="007B71BE" w:rsidP="00525594">
      <w:r w:rsidRPr="00B7353D">
        <w:t>1</w:t>
      </w:r>
      <w:r>
        <w:t>7</w:t>
      </w:r>
      <w:r w:rsidRPr="00B7353D">
        <w:t xml:space="preserve">.17. </w:t>
      </w:r>
      <w:r>
        <w:t>d</w:t>
      </w:r>
      <w:r w:rsidRPr="00B7353D">
        <w:t>irektoriaus išvykimas į komandiruotę daugiau kaip vienai dienai įforminamas Savivaldybės administracijos direktoriaus įsakymu;</w:t>
      </w:r>
    </w:p>
    <w:p w:rsidR="007B71BE" w:rsidRDefault="007B71BE" w:rsidP="00525594">
      <w:r w:rsidRPr="00B7353D">
        <w:t>1</w:t>
      </w:r>
      <w:r>
        <w:t>7</w:t>
      </w:r>
      <w:r w:rsidRPr="00B7353D">
        <w:t xml:space="preserve">.18. </w:t>
      </w:r>
      <w:r>
        <w:t>d</w:t>
      </w:r>
      <w:r w:rsidRPr="00B7353D">
        <w:t xml:space="preserve">irektorius su </w:t>
      </w:r>
      <w:r w:rsidRPr="00410390">
        <w:t>Taryba</w:t>
      </w:r>
      <w:r w:rsidRPr="00C3654B">
        <w:t xml:space="preserve"> </w:t>
      </w:r>
      <w:r w:rsidRPr="00B7353D">
        <w:t>derina ei</w:t>
      </w:r>
      <w:r>
        <w:t>namųjų metų biudžeto programų są</w:t>
      </w:r>
      <w:r w:rsidRPr="00B7353D">
        <w:t>matas, pareigybių ir etatų skaičių, nustatyta tvarka teikia tvirtinti veiklos ir finansines ataskaitas;</w:t>
      </w:r>
    </w:p>
    <w:p w:rsidR="007B71BE" w:rsidRDefault="007B71BE" w:rsidP="00525594">
      <w:r w:rsidRPr="00B7353D">
        <w:t>1</w:t>
      </w:r>
      <w:r>
        <w:t>7</w:t>
      </w:r>
      <w:r w:rsidRPr="00B7353D">
        <w:t xml:space="preserve">.19. priėmus sprendimą dėl </w:t>
      </w:r>
      <w:r>
        <w:t>d</w:t>
      </w:r>
      <w:r w:rsidRPr="00B7353D">
        <w:t>irektoriaus atleidimo iš pareigų, buvęs direktorius sprendime nurodytu laiku turi perduoti reikalus naujam direktoriui ar kitam įgaliotam asmeniui;</w:t>
      </w:r>
    </w:p>
    <w:p w:rsidR="007B71BE" w:rsidRDefault="007B71BE" w:rsidP="00525594">
      <w:r w:rsidRPr="00B7353D">
        <w:t>1</w:t>
      </w:r>
      <w:r>
        <w:t>7</w:t>
      </w:r>
      <w:r w:rsidRPr="00B7353D">
        <w:t>.20. perduodant reikalus, surašomas perdavimo ir priėmimo aktas. Akte turi būti pateikti svarbiausi duomenys, apib</w:t>
      </w:r>
      <w:r>
        <w:t>ū</w:t>
      </w:r>
      <w:r w:rsidRPr="00B7353D">
        <w:t xml:space="preserve">dinantys faktinę Įstaigos būklę, struktūrą, etatus, Įstaigos išlaidų sąmatos vykdymą, buhalterinės apskaitos ir atskaitomybės būklę, turto aprašus, Lietuvos Respublikos įstatymų, Vyriausybės nutarimų, tiesiogiai susijusių su Įstaigos kompetencija, </w:t>
      </w:r>
      <w:r>
        <w:t>Savivaldybės t</w:t>
      </w:r>
      <w:r w:rsidRPr="00B7353D">
        <w:t>arybos sprendimų ir Savivaldybės administracijos direktoriaus įsakymų vykdymą;</w:t>
      </w:r>
    </w:p>
    <w:p w:rsidR="007B71BE" w:rsidRDefault="007B71BE" w:rsidP="00525594">
      <w:r w:rsidRPr="00B7353D">
        <w:t>1</w:t>
      </w:r>
      <w:r>
        <w:t>7</w:t>
      </w:r>
      <w:r w:rsidRPr="00B7353D">
        <w:t>.21. reikal</w:t>
      </w:r>
      <w:r>
        <w:t>ų</w:t>
      </w:r>
      <w:r w:rsidRPr="00B7353D">
        <w:t xml:space="preserve"> perdavimo ir priėmimo aktą pasirašo reikalus perduodantis ir juos priimantis asm</w:t>
      </w:r>
      <w:r>
        <w:t>enys</w:t>
      </w:r>
      <w:r w:rsidRPr="00B7353D">
        <w:t>, reikalų perdavimo ir priėmimo komisijos pirmininkas bei nariai. Jei reikalus perduodantis arba priimantis asmuo nesutinka su kai kuriais akto skyriais (punktais), jis tai nurodo raštu, pasirašydamas akte;</w:t>
      </w:r>
    </w:p>
    <w:p w:rsidR="007B71BE" w:rsidRDefault="007B71BE" w:rsidP="00525594">
      <w:r w:rsidRPr="00B7353D">
        <w:t>1</w:t>
      </w:r>
      <w:r>
        <w:t>7</w:t>
      </w:r>
      <w:r w:rsidRPr="00B7353D">
        <w:t>.22. reikalų perdavimo ir priėmimo aktas surašomas dviem egzemplioriais. Vienas atiduodamas Savivaldybės administracijos direktoriui, kitas – reikalus priimančiam asmeniui. Buvęs Įstaigos direktorius turi teisę gauti akto kopiją.</w:t>
      </w:r>
    </w:p>
    <w:p w:rsidR="007B71BE" w:rsidRDefault="007B71BE" w:rsidP="005E1358">
      <w:pPr>
        <w:jc w:val="center"/>
        <w:rPr>
          <w:b/>
          <w:bCs/>
        </w:rPr>
      </w:pPr>
      <w:r w:rsidRPr="00B7353D">
        <w:br/>
      </w:r>
      <w:r w:rsidRPr="00B7353D">
        <w:rPr>
          <w:b/>
          <w:bCs/>
        </w:rPr>
        <w:t>V. ĮSTAIGOS TEISĖS IR PAREIGOS</w:t>
      </w:r>
    </w:p>
    <w:p w:rsidR="007B71BE" w:rsidRPr="00B7353D" w:rsidRDefault="007B71BE" w:rsidP="00525594"/>
    <w:p w:rsidR="007B71BE" w:rsidRDefault="007B71BE" w:rsidP="00525594">
      <w:r w:rsidRPr="00B7353D">
        <w:t>1</w:t>
      </w:r>
      <w:r>
        <w:t>8. Įstaiga turi šias teises:</w:t>
      </w:r>
    </w:p>
    <w:p w:rsidR="007B71BE" w:rsidRDefault="007B71BE" w:rsidP="00525594">
      <w:r>
        <w:t>18</w:t>
      </w:r>
      <w:r w:rsidRPr="00B7353D">
        <w:t xml:space="preserve">.1. naudoti įsigytą ir patikėjimo teise </w:t>
      </w:r>
      <w:r>
        <w:t xml:space="preserve">valdomą </w:t>
      </w:r>
      <w:r w:rsidRPr="00B7353D">
        <w:t xml:space="preserve">turtą Lietuvos Respublikos teisės aktų nustatyta </w:t>
      </w:r>
      <w:r>
        <w:t>tvarka;</w:t>
      </w:r>
    </w:p>
    <w:p w:rsidR="007B71BE" w:rsidRDefault="007B71BE" w:rsidP="00525594">
      <w:r>
        <w:t>18</w:t>
      </w:r>
      <w:r w:rsidRPr="00B7353D">
        <w:t>.2. pirkti ir kitaip įsigyti Įstaigos veiklai reikalingą turtą, juo disponuoti, sudary</w:t>
      </w:r>
      <w:r>
        <w:t>ti sandorius;</w:t>
      </w:r>
    </w:p>
    <w:p w:rsidR="007B71BE" w:rsidRDefault="007B71BE" w:rsidP="00525594">
      <w:r>
        <w:t>18</w:t>
      </w:r>
      <w:r w:rsidRPr="00B7353D">
        <w:t>.3. gauti paramą ir ją paskirstyti Į</w:t>
      </w:r>
      <w:r>
        <w:t>staigos klientams;</w:t>
      </w:r>
    </w:p>
    <w:p w:rsidR="007B71BE" w:rsidRDefault="007B71BE" w:rsidP="00525594">
      <w:r>
        <w:t>18</w:t>
      </w:r>
      <w:r w:rsidRPr="00B7353D">
        <w:t>.4</w:t>
      </w:r>
      <w:r>
        <w:t>.</w:t>
      </w:r>
      <w:r w:rsidRPr="00B7353D">
        <w:t xml:space="preserve"> organizuoti darbus pagal </w:t>
      </w:r>
      <w:r>
        <w:t>V</w:t>
      </w:r>
      <w:r w:rsidRPr="00B7353D">
        <w:t>iešųjų darbų programą</w:t>
      </w:r>
      <w:r>
        <w:t>;</w:t>
      </w:r>
    </w:p>
    <w:p w:rsidR="007B71BE" w:rsidRDefault="007B71BE" w:rsidP="00525594">
      <w:r>
        <w:t>18</w:t>
      </w:r>
      <w:r w:rsidRPr="00B7353D">
        <w:t xml:space="preserve">.5. </w:t>
      </w:r>
      <w:r>
        <w:t>organizuoti savanorių veiklą;</w:t>
      </w:r>
    </w:p>
    <w:p w:rsidR="007B71BE" w:rsidRDefault="007B71BE" w:rsidP="00525594">
      <w:r>
        <w:t>18</w:t>
      </w:r>
      <w:r w:rsidRPr="00B7353D">
        <w:t>.6. organizuoti studentų praktikos atlikimą Į</w:t>
      </w:r>
      <w:r>
        <w:t>staigoje;</w:t>
      </w:r>
    </w:p>
    <w:p w:rsidR="007B71BE" w:rsidRDefault="007B71BE" w:rsidP="00525594">
      <w:r>
        <w:t>18</w:t>
      </w:r>
      <w:r w:rsidRPr="00B7353D">
        <w:t>.7. vykdyti ir dalyvauti programose ir projektuose soc</w:t>
      </w:r>
      <w:r>
        <w:t>ialinių paslaugų srityje;</w:t>
      </w:r>
    </w:p>
    <w:p w:rsidR="007B71BE" w:rsidRDefault="007B71BE" w:rsidP="00525594">
      <w:r>
        <w:t>18</w:t>
      </w:r>
      <w:r w:rsidRPr="00B7353D">
        <w:t>.8. organizuoti Įstaigos darbuotojų mok</w:t>
      </w:r>
      <w:r>
        <w:t>ymą ir kvalifikacijos kėlimą;</w:t>
      </w:r>
    </w:p>
    <w:p w:rsidR="007B71BE" w:rsidRDefault="007B71BE" w:rsidP="00525594">
      <w:r>
        <w:t>18</w:t>
      </w:r>
      <w:r w:rsidRPr="00B7353D">
        <w:t xml:space="preserve">.9. teikti </w:t>
      </w:r>
      <w:r w:rsidRPr="00C3654B">
        <w:t xml:space="preserve">Tarybai </w:t>
      </w:r>
      <w:r w:rsidRPr="00B7353D">
        <w:t>pasiūlymus dėl socialinių paslaugų klientams organizavimo Įstaigoje, skleisti soc</w:t>
      </w:r>
      <w:r>
        <w:t>ialinio darbo gerąją patirtį;</w:t>
      </w:r>
    </w:p>
    <w:p w:rsidR="007B71BE" w:rsidRDefault="007B71BE" w:rsidP="00525594">
      <w:r>
        <w:t>18</w:t>
      </w:r>
      <w:r w:rsidRPr="00B7353D">
        <w:t>.10. teisės aktų nustatyta tvarka gauti reikalingus veiklai vykdy</w:t>
      </w:r>
      <w:r>
        <w:t>ti dokumentus ir informaciją;</w:t>
      </w:r>
    </w:p>
    <w:p w:rsidR="007B71BE" w:rsidRDefault="007B71BE" w:rsidP="00525594">
      <w:r>
        <w:t>18</w:t>
      </w:r>
      <w:r w:rsidRPr="00B7353D">
        <w:t>.11. bendradarbiauti su valstybinėmis, savivaldybių ir nevyriausybinėmis organizacijomis bei kitomis įstaigomis ir organizacijomis, teikiančiomis socialines paslaugas, par</w:t>
      </w:r>
      <w:r>
        <w:t>amą ar labdarą.</w:t>
      </w:r>
    </w:p>
    <w:p w:rsidR="007B71BE" w:rsidRDefault="007B71BE" w:rsidP="00525594">
      <w:r>
        <w:t>19</w:t>
      </w:r>
      <w:r w:rsidRPr="00B7353D">
        <w:t>. Įstaigos pareigos yra šios:</w:t>
      </w:r>
    </w:p>
    <w:p w:rsidR="007B71BE" w:rsidRDefault="007B71BE" w:rsidP="00525594">
      <w:r>
        <w:t>19</w:t>
      </w:r>
      <w:r w:rsidRPr="00B7353D">
        <w:t>.1. racionaliai naudoti biudžeto asignavimus pagal patvirtintą išlaidų sąmatą šiuose Nuostatuose num</w:t>
      </w:r>
      <w:r>
        <w:t>atytai veiklai vykdyti;</w:t>
      </w:r>
    </w:p>
    <w:p w:rsidR="007B71BE" w:rsidRDefault="007B71BE" w:rsidP="00525594">
      <w:r>
        <w:t>19</w:t>
      </w:r>
      <w:r w:rsidRPr="00B7353D">
        <w:t xml:space="preserve">.2. užtikrinti materialinio turto </w:t>
      </w:r>
      <w:r>
        <w:t>saugumą ir tinkamą priežiūrą;</w:t>
      </w:r>
    </w:p>
    <w:p w:rsidR="007B71BE" w:rsidRDefault="007B71BE" w:rsidP="00525594">
      <w:r>
        <w:t>19</w:t>
      </w:r>
      <w:r w:rsidRPr="00B7353D">
        <w:t>.3. užti</w:t>
      </w:r>
      <w:r>
        <w:t>krinti saugias darbuotojų darbo sąlygas;</w:t>
      </w:r>
    </w:p>
    <w:p w:rsidR="007B71BE" w:rsidRDefault="007B71BE" w:rsidP="00525594">
      <w:r>
        <w:t>19</w:t>
      </w:r>
      <w:r w:rsidRPr="00B7353D">
        <w:t>.4. užtikrinti teikiamų socialinių paslaugų kokybę</w:t>
      </w:r>
      <w:r>
        <w:t>;</w:t>
      </w:r>
    </w:p>
    <w:p w:rsidR="007B71BE" w:rsidRDefault="007B71BE" w:rsidP="00525594">
      <w:r>
        <w:t>19</w:t>
      </w:r>
      <w:r w:rsidRPr="00B7353D">
        <w:t>.5. nustatyta tvarka tei</w:t>
      </w:r>
      <w:r>
        <w:t>kti ataskaitas bei garantuoti jų</w:t>
      </w:r>
      <w:r w:rsidRPr="00B7353D">
        <w:t xml:space="preserve"> teisingumą.</w:t>
      </w:r>
    </w:p>
    <w:p w:rsidR="007B71BE" w:rsidRDefault="007B71BE" w:rsidP="00525594"/>
    <w:p w:rsidR="007B71BE" w:rsidRDefault="007B71BE" w:rsidP="00566A6D">
      <w:pPr>
        <w:pStyle w:val="BodyText"/>
        <w:jc w:val="center"/>
        <w:rPr>
          <w:b/>
          <w:bCs/>
          <w:caps/>
        </w:rPr>
      </w:pPr>
      <w:r w:rsidRPr="00B7353D">
        <w:rPr>
          <w:b/>
          <w:bCs/>
        </w:rPr>
        <w:t xml:space="preserve">VI. </w:t>
      </w:r>
      <w:r>
        <w:rPr>
          <w:b/>
          <w:bCs/>
          <w:caps/>
        </w:rPr>
        <w:t xml:space="preserve"> ĮSTAIGOS FINANSAVIMAS IR AUDITAS</w:t>
      </w:r>
    </w:p>
    <w:p w:rsidR="007B71BE" w:rsidRDefault="007B71BE" w:rsidP="00525594">
      <w:pPr>
        <w:rPr>
          <w:b/>
          <w:bCs/>
        </w:rPr>
      </w:pPr>
    </w:p>
    <w:p w:rsidR="007B71BE" w:rsidRDefault="007B71BE" w:rsidP="00525594">
      <w:r>
        <w:t>20</w:t>
      </w:r>
      <w:r w:rsidRPr="00B7353D">
        <w:t>. Įstai</w:t>
      </w:r>
      <w:r>
        <w:t>gos lėšų šaltiniai yra šie:</w:t>
      </w:r>
    </w:p>
    <w:p w:rsidR="007B71BE" w:rsidRDefault="007B71BE" w:rsidP="00525594">
      <w:r>
        <w:t>20</w:t>
      </w:r>
      <w:r w:rsidRPr="00B7353D">
        <w:t>.1. Savivaldy</w:t>
      </w:r>
      <w:r>
        <w:t>bės biudžeto skiriami asignavimai;</w:t>
      </w:r>
    </w:p>
    <w:p w:rsidR="007B71BE" w:rsidRDefault="007B71BE" w:rsidP="00525594">
      <w:r>
        <w:t>20</w:t>
      </w:r>
      <w:r w:rsidRPr="00B7353D">
        <w:t>.2. pajamos, gautos už teikia</w:t>
      </w:r>
      <w:r>
        <w:t>mas paslaugas;</w:t>
      </w:r>
    </w:p>
    <w:p w:rsidR="007B71BE" w:rsidRDefault="007B71BE" w:rsidP="00525594">
      <w:r>
        <w:t>20</w:t>
      </w:r>
      <w:r w:rsidRPr="00B7353D">
        <w:t>.3. paramos lėšos;</w:t>
      </w:r>
    </w:p>
    <w:p w:rsidR="007B71BE" w:rsidRDefault="007B71BE" w:rsidP="00525594">
      <w:r>
        <w:t>20</w:t>
      </w:r>
      <w:r w:rsidRPr="00B7353D">
        <w:t>.4. projektams ir programo</w:t>
      </w:r>
      <w:r>
        <w:t>ms įgyvendinti skirtos lėšos;</w:t>
      </w:r>
    </w:p>
    <w:p w:rsidR="007B71BE" w:rsidRDefault="007B71BE" w:rsidP="00525594">
      <w:r>
        <w:t>20</w:t>
      </w:r>
      <w:r w:rsidRPr="00B7353D">
        <w:t>.5. kitos teisėtai įgytos lėšos.</w:t>
      </w:r>
    </w:p>
    <w:p w:rsidR="007B71BE" w:rsidRDefault="007B71BE" w:rsidP="00525594">
      <w:r>
        <w:t>21</w:t>
      </w:r>
      <w:r w:rsidRPr="00B7353D">
        <w:t>. Įstaigos lėšos gaunamos ir naudojamos pagal asignavimų valdytojo patvirtintas išlaidų</w:t>
      </w:r>
      <w:r>
        <w:t xml:space="preserve"> </w:t>
      </w:r>
      <w:r w:rsidRPr="00B7353D">
        <w:t>sąmatas ir laikantis Lietuvos Respublikos teisės aktų nustatytos tvarkos.</w:t>
      </w:r>
    </w:p>
    <w:p w:rsidR="007B71BE" w:rsidRDefault="007B71BE" w:rsidP="00525594">
      <w:r w:rsidRPr="00B7353D">
        <w:t>2</w:t>
      </w:r>
      <w:r>
        <w:t>2</w:t>
      </w:r>
      <w:r w:rsidRPr="00B7353D">
        <w:t>. Įstaigos buhalterinė apskaita ir atskaitomybė tvarkoma Lietuvos Respublikos teisės aktų nustatyta tvarka.</w:t>
      </w:r>
    </w:p>
    <w:p w:rsidR="007B71BE" w:rsidRDefault="007B71BE" w:rsidP="00525594">
      <w:pPr>
        <w:pStyle w:val="BodyText"/>
        <w:tabs>
          <w:tab w:val="left" w:pos="851"/>
          <w:tab w:val="left" w:pos="993"/>
          <w:tab w:val="left" w:pos="1170"/>
          <w:tab w:val="left" w:pos="1260"/>
          <w:tab w:val="left" w:pos="1440"/>
          <w:tab w:val="left" w:pos="1620"/>
          <w:tab w:val="left" w:pos="2160"/>
        </w:tabs>
        <w:ind w:firstLine="720"/>
      </w:pPr>
      <w:r>
        <w:t xml:space="preserve">23.  Valstybės ir Savivaldybės kontrolės institucijos turi teisę įstatymų nustatyta tvarka tikrinti Įstaigos ūkinę, finansinę ir socialinio darbo veiklą. </w:t>
      </w:r>
    </w:p>
    <w:p w:rsidR="007B71BE" w:rsidRPr="00B7353D" w:rsidRDefault="007B71BE" w:rsidP="00525594"/>
    <w:p w:rsidR="007B71BE" w:rsidRDefault="007B71BE" w:rsidP="00566A6D">
      <w:pPr>
        <w:ind w:firstLine="0"/>
        <w:jc w:val="center"/>
        <w:rPr>
          <w:b/>
          <w:bCs/>
        </w:rPr>
      </w:pPr>
      <w:r w:rsidRPr="00B7353D">
        <w:rPr>
          <w:b/>
          <w:bCs/>
        </w:rPr>
        <w:t>VII. DARBO SANTYKIAI IR APMOKĖJIMAS</w:t>
      </w:r>
    </w:p>
    <w:p w:rsidR="007B71BE" w:rsidRPr="00B7353D" w:rsidRDefault="007B71BE" w:rsidP="00525594"/>
    <w:p w:rsidR="007B71BE" w:rsidRDefault="007B71BE" w:rsidP="00525594">
      <w:r w:rsidRPr="00B7353D">
        <w:t>2</w:t>
      </w:r>
      <w:r>
        <w:t>4</w:t>
      </w:r>
      <w:r w:rsidRPr="00B7353D">
        <w:t>. Įstaigos darbuotojų darbo santykius reglamentuoja Lietuvos Respublikos darbo kodeksas ir kiti teisės aktai.</w:t>
      </w:r>
    </w:p>
    <w:p w:rsidR="007B71BE" w:rsidRDefault="007B71BE" w:rsidP="00525594">
      <w:r w:rsidRPr="00B7353D">
        <w:t>2</w:t>
      </w:r>
      <w:r>
        <w:t>5</w:t>
      </w:r>
      <w:r w:rsidRPr="00B7353D">
        <w:t>. Įstaigos darbuotojų darbo užmokesčio dydį reglamentuoja Lietuvos Respublikos Vyriausybes nutarimai ir kiti teisės aktai.</w:t>
      </w:r>
    </w:p>
    <w:p w:rsidR="007B71BE" w:rsidRPr="00B7353D" w:rsidRDefault="007B71BE" w:rsidP="00525594"/>
    <w:p w:rsidR="007B71BE" w:rsidRDefault="007B71BE" w:rsidP="00566A6D">
      <w:pPr>
        <w:ind w:firstLine="0"/>
        <w:jc w:val="center"/>
        <w:rPr>
          <w:b/>
          <w:bCs/>
        </w:rPr>
      </w:pPr>
      <w:r w:rsidRPr="00B7353D">
        <w:rPr>
          <w:b/>
          <w:bCs/>
        </w:rPr>
        <w:t>VIII. ĮSTAIGOS VIEŠI PRANEŠIMAI</w:t>
      </w:r>
    </w:p>
    <w:p w:rsidR="007B71BE" w:rsidRDefault="007B71BE" w:rsidP="00525594">
      <w:pPr>
        <w:rPr>
          <w:b/>
          <w:bCs/>
        </w:rPr>
      </w:pPr>
    </w:p>
    <w:p w:rsidR="007B71BE" w:rsidRPr="00AD4654" w:rsidRDefault="007B71BE" w:rsidP="00525594">
      <w:pPr>
        <w:rPr>
          <w:b/>
          <w:bCs/>
        </w:rPr>
      </w:pPr>
      <w:r w:rsidRPr="00B7353D">
        <w:t>2</w:t>
      </w:r>
      <w:r>
        <w:t>6</w:t>
      </w:r>
      <w:r w:rsidRPr="00B7353D">
        <w:t>.</w:t>
      </w:r>
      <w:r>
        <w:t xml:space="preserve">  Įstaigos</w:t>
      </w:r>
      <w:r w:rsidRPr="00FB7571">
        <w:t xml:space="preserve"> vieši pranešimai skelbiami Savivaldybės  ir </w:t>
      </w:r>
      <w:r>
        <w:t>Įstaigos</w:t>
      </w:r>
      <w:r w:rsidRPr="00FB7571">
        <w:t xml:space="preserve"> interneto svetainėse.</w:t>
      </w:r>
    </w:p>
    <w:p w:rsidR="007B71BE" w:rsidRPr="00FB7571" w:rsidRDefault="007B71BE" w:rsidP="00525594"/>
    <w:p w:rsidR="007B71BE" w:rsidRDefault="007B71BE" w:rsidP="00566A6D">
      <w:pPr>
        <w:ind w:firstLine="0"/>
        <w:jc w:val="center"/>
        <w:rPr>
          <w:b/>
          <w:bCs/>
        </w:rPr>
      </w:pPr>
      <w:r>
        <w:rPr>
          <w:b/>
          <w:bCs/>
        </w:rPr>
        <w:t>I</w:t>
      </w:r>
      <w:r w:rsidRPr="00B7353D">
        <w:rPr>
          <w:b/>
          <w:bCs/>
        </w:rPr>
        <w:t>X. STEIGIMO DOKUMENTŲ KEITIMO TVARKA</w:t>
      </w:r>
    </w:p>
    <w:p w:rsidR="007B71BE" w:rsidRPr="00B7353D" w:rsidRDefault="007B71BE" w:rsidP="00525594"/>
    <w:p w:rsidR="007B71BE" w:rsidRDefault="007B71BE" w:rsidP="00525594">
      <w:r>
        <w:t>27</w:t>
      </w:r>
      <w:r w:rsidRPr="00B7353D">
        <w:t xml:space="preserve">. Teisę siūlyti keisti ar pildyti Įstaigos nuostatus turi </w:t>
      </w:r>
      <w:r w:rsidRPr="0099172E">
        <w:t>Taryba</w:t>
      </w:r>
      <w:r>
        <w:t xml:space="preserve"> </w:t>
      </w:r>
      <w:r w:rsidRPr="00B7353D">
        <w:t>ir Įstaigos direktorius.</w:t>
      </w:r>
    </w:p>
    <w:p w:rsidR="007B71BE" w:rsidRPr="00B7353D" w:rsidRDefault="007B71BE" w:rsidP="00525594"/>
    <w:p w:rsidR="007B71BE" w:rsidRDefault="007B71BE" w:rsidP="00566A6D">
      <w:pPr>
        <w:ind w:firstLine="0"/>
        <w:jc w:val="center"/>
        <w:rPr>
          <w:b/>
          <w:bCs/>
        </w:rPr>
      </w:pPr>
      <w:r w:rsidRPr="00B7353D">
        <w:rPr>
          <w:b/>
          <w:bCs/>
        </w:rPr>
        <w:t>X. REORGANIZAVIMAS, PERTVARKYMAS IR LIKVIDAVIMAS</w:t>
      </w:r>
    </w:p>
    <w:p w:rsidR="007B71BE" w:rsidRPr="00B7353D" w:rsidRDefault="007B71BE" w:rsidP="00525594"/>
    <w:p w:rsidR="007B71BE" w:rsidRDefault="007B71BE" w:rsidP="00525594">
      <w:r w:rsidRPr="00B7353D">
        <w:t>2</w:t>
      </w:r>
      <w:r>
        <w:t>8</w:t>
      </w:r>
      <w:r w:rsidRPr="00B7353D">
        <w:t xml:space="preserve">. Įstaiga reorganizuojama, pertvarkoma ir likviduojama </w:t>
      </w:r>
      <w:r w:rsidRPr="0099172E">
        <w:t>Tarybos</w:t>
      </w:r>
      <w:r w:rsidRPr="0099172E">
        <w:rPr>
          <w:color w:val="FF6600"/>
        </w:rPr>
        <w:t xml:space="preserve"> </w:t>
      </w:r>
      <w:r w:rsidRPr="00B7353D">
        <w:t>sprendimu ir kitų teis</w:t>
      </w:r>
      <w:r>
        <w:t>ė</w:t>
      </w:r>
      <w:r w:rsidRPr="00B7353D">
        <w:t>s aktų nustatyta tvarka.</w:t>
      </w:r>
    </w:p>
    <w:p w:rsidR="007B71BE" w:rsidRDefault="007B71BE" w:rsidP="00525594">
      <w:r w:rsidRPr="00B7353D">
        <w:t>2</w:t>
      </w:r>
      <w:r>
        <w:t>9</w:t>
      </w:r>
      <w:r w:rsidRPr="00B7353D">
        <w:t>. Likviduojant Įstaigą, jos turtas ir lėšos perduodamos Savivaldybės administracijai, o reorganizuojant – Įstaigos teisių perėmėjams.</w:t>
      </w:r>
    </w:p>
    <w:p w:rsidR="007B71BE" w:rsidRDefault="007B71BE" w:rsidP="00525594">
      <w:pPr>
        <w:ind w:firstLine="737"/>
        <w:jc w:val="center"/>
      </w:pPr>
      <w:r>
        <w:t>________________</w:t>
      </w:r>
    </w:p>
    <w:p w:rsidR="007B71BE" w:rsidRDefault="007B71BE" w:rsidP="00525594">
      <w:pPr>
        <w:ind w:firstLine="737"/>
        <w:jc w:val="left"/>
      </w:pPr>
      <w:r>
        <w:t xml:space="preserve">                                                  </w:t>
      </w:r>
    </w:p>
    <w:p w:rsidR="007B71BE" w:rsidRDefault="007B71BE" w:rsidP="00525594">
      <w:pPr>
        <w:ind w:firstLine="737"/>
        <w:jc w:val="left"/>
      </w:pPr>
    </w:p>
    <w:p w:rsidR="007B71BE" w:rsidRDefault="007B71BE" w:rsidP="00525594">
      <w:pPr>
        <w:ind w:firstLine="0"/>
      </w:pPr>
      <w:r>
        <w:t>Direktorius                                                                                                               Gintaras Armalis</w:t>
      </w:r>
    </w:p>
    <w:sectPr w:rsidR="007B71BE" w:rsidSect="00525594">
      <w:footerReference w:type="default" r:id="rId8"/>
      <w:pgSz w:w="11906" w:h="16838"/>
      <w:pgMar w:top="1134" w:right="567" w:bottom="1134"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1BE" w:rsidRDefault="007B71BE">
      <w:r>
        <w:separator/>
      </w:r>
    </w:p>
  </w:endnote>
  <w:endnote w:type="continuationSeparator" w:id="0">
    <w:p w:rsidR="007B71BE" w:rsidRDefault="007B71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1BE" w:rsidRDefault="007B71BE">
    <w:pPr>
      <w:pStyle w:val="Footer"/>
      <w:tabs>
        <w:tab w:val="clear" w:pos="4819"/>
      </w:tabs>
      <w:jc w:val="right"/>
      <w:rPr>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1BE" w:rsidRDefault="007B71BE">
      <w:r>
        <w:separator/>
      </w:r>
    </w:p>
  </w:footnote>
  <w:footnote w:type="continuationSeparator" w:id="0">
    <w:p w:rsidR="007B71BE" w:rsidRDefault="007B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B14076"/>
    <w:multiLevelType w:val="hybridMultilevel"/>
    <w:tmpl w:val="78CEDC38"/>
    <w:lvl w:ilvl="0" w:tplc="0427000F">
      <w:start w:val="1"/>
      <w:numFmt w:val="decimal"/>
      <w:lvlText w:val="%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495F"/>
    <w:rsid w:val="001A6F6F"/>
    <w:rsid w:val="001E4CC2"/>
    <w:rsid w:val="00410390"/>
    <w:rsid w:val="00490C4F"/>
    <w:rsid w:val="004C5C0D"/>
    <w:rsid w:val="004C6350"/>
    <w:rsid w:val="0050442B"/>
    <w:rsid w:val="00525594"/>
    <w:rsid w:val="00566A6D"/>
    <w:rsid w:val="005E1358"/>
    <w:rsid w:val="0064346C"/>
    <w:rsid w:val="007414DF"/>
    <w:rsid w:val="007B71BE"/>
    <w:rsid w:val="0087100F"/>
    <w:rsid w:val="0090331B"/>
    <w:rsid w:val="009210C8"/>
    <w:rsid w:val="0099172E"/>
    <w:rsid w:val="009F0CDA"/>
    <w:rsid w:val="00AC6161"/>
    <w:rsid w:val="00AD4654"/>
    <w:rsid w:val="00B7353D"/>
    <w:rsid w:val="00BE1972"/>
    <w:rsid w:val="00C3654B"/>
    <w:rsid w:val="00CE495F"/>
    <w:rsid w:val="00E02894"/>
    <w:rsid w:val="00EF3E8B"/>
    <w:rsid w:val="00F10F76"/>
    <w:rsid w:val="00FB7571"/>
    <w:rsid w:val="00FC30E0"/>
  </w:rsids>
  <m:mathPr>
    <m:mathFont m:val="Cambria Math"/>
    <m:brkBin m:val="before"/>
    <m:brkBinSub m:val="--"/>
    <m:smallFrac m:val="off"/>
    <m:dispDef/>
    <m:lMargin m:val="0"/>
    <m:rMargin m:val="0"/>
    <m:defJc m:val="centerGroup"/>
    <m:wrapIndent m:val="1440"/>
    <m:intLim m:val="subSup"/>
    <m:naryLim m:val="undOvr"/>
  </m:mathPr>
  <w:uiCompat97To2003/>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0E0"/>
    <w:pPr>
      <w:ind w:firstLine="720"/>
      <w:jc w:val="both"/>
    </w:pPr>
    <w:rPr>
      <w:sz w:val="24"/>
      <w:szCs w:val="24"/>
      <w:lang w:eastAsia="en-US"/>
    </w:rPr>
  </w:style>
  <w:style w:type="paragraph" w:styleId="Heading1">
    <w:name w:val="heading 1"/>
    <w:basedOn w:val="Normal"/>
    <w:next w:val="Normal"/>
    <w:link w:val="Heading1Char"/>
    <w:uiPriority w:val="99"/>
    <w:qFormat/>
    <w:rsid w:val="00FC30E0"/>
    <w:pPr>
      <w:keepNext/>
      <w:framePr w:hSpace="180" w:wrap="auto" w:vAnchor="page" w:hAnchor="margin" w:y="1315"/>
      <w:ind w:firstLine="0"/>
      <w:jc w:val="center"/>
      <w:outlineLvl w:val="0"/>
    </w:pPr>
    <w:rPr>
      <w:b/>
      <w:bCs/>
      <w:sz w:val="28"/>
      <w:szCs w:val="28"/>
    </w:rPr>
  </w:style>
  <w:style w:type="paragraph" w:styleId="Heading2">
    <w:name w:val="heading 2"/>
    <w:basedOn w:val="Normal"/>
    <w:next w:val="Normal"/>
    <w:link w:val="Heading2Char"/>
    <w:uiPriority w:val="99"/>
    <w:qFormat/>
    <w:rsid w:val="00FC30E0"/>
    <w:pPr>
      <w:keepNext/>
      <w:jc w:val="center"/>
      <w:outlineLvl w:val="1"/>
    </w:pPr>
    <w:rPr>
      <w:b/>
      <w:bCs/>
      <w:noProof/>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lang w:eastAsia="en-US"/>
    </w:rPr>
  </w:style>
  <w:style w:type="character" w:styleId="CommentReference">
    <w:name w:val="annotation reference"/>
    <w:basedOn w:val="DefaultParagraphFont"/>
    <w:uiPriority w:val="99"/>
    <w:semiHidden/>
    <w:rsid w:val="00FC30E0"/>
    <w:rPr>
      <w:sz w:val="16"/>
      <w:szCs w:val="16"/>
    </w:rPr>
  </w:style>
  <w:style w:type="table" w:styleId="TableGrid">
    <w:name w:val="Table Grid"/>
    <w:basedOn w:val="TableNormal"/>
    <w:uiPriority w:val="99"/>
    <w:rsid w:val="001E4CC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FC30E0"/>
    <w:pPr>
      <w:tabs>
        <w:tab w:val="center" w:pos="4819"/>
        <w:tab w:val="right" w:pos="9638"/>
      </w:tabs>
    </w:pPr>
  </w:style>
  <w:style w:type="character" w:customStyle="1" w:styleId="HeaderChar">
    <w:name w:val="Header Char"/>
    <w:basedOn w:val="DefaultParagraphFont"/>
    <w:link w:val="Header"/>
    <w:uiPriority w:val="99"/>
    <w:semiHidden/>
    <w:locked/>
    <w:rPr>
      <w:sz w:val="24"/>
      <w:szCs w:val="24"/>
      <w:lang w:eastAsia="en-US"/>
    </w:rPr>
  </w:style>
  <w:style w:type="paragraph" w:styleId="Footer">
    <w:name w:val="footer"/>
    <w:basedOn w:val="Normal"/>
    <w:link w:val="FooterChar"/>
    <w:uiPriority w:val="99"/>
    <w:semiHidden/>
    <w:rsid w:val="00FC30E0"/>
    <w:pPr>
      <w:tabs>
        <w:tab w:val="center" w:pos="4819"/>
        <w:tab w:val="right" w:pos="9638"/>
      </w:tabs>
    </w:pPr>
  </w:style>
  <w:style w:type="character" w:customStyle="1" w:styleId="FooterChar">
    <w:name w:val="Footer Char"/>
    <w:basedOn w:val="DefaultParagraphFont"/>
    <w:link w:val="Footer"/>
    <w:uiPriority w:val="99"/>
    <w:semiHidden/>
    <w:locked/>
    <w:rPr>
      <w:sz w:val="24"/>
      <w:szCs w:val="24"/>
      <w:lang w:eastAsia="en-US"/>
    </w:rPr>
  </w:style>
  <w:style w:type="paragraph" w:styleId="BodyText">
    <w:name w:val="Body Text"/>
    <w:basedOn w:val="Normal"/>
    <w:link w:val="BodyTextChar"/>
    <w:uiPriority w:val="99"/>
    <w:rsid w:val="0090331B"/>
    <w:pPr>
      <w:ind w:firstLine="0"/>
    </w:pPr>
  </w:style>
  <w:style w:type="character" w:customStyle="1" w:styleId="BodyTextChar">
    <w:name w:val="Body Text Char"/>
    <w:basedOn w:val="DefaultParagraphFont"/>
    <w:link w:val="BodyText"/>
    <w:uiPriority w:val="99"/>
    <w:locked/>
    <w:rsid w:val="0090331B"/>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5</Pages>
  <Words>7145</Words>
  <Characters>4074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Zina Plaipaitė</dc:creator>
  <cp:keywords/>
  <dc:description/>
  <cp:lastModifiedBy>rima</cp:lastModifiedBy>
  <cp:revision>4</cp:revision>
  <cp:lastPrinted>2015-04-07T05:18:00Z</cp:lastPrinted>
  <dcterms:created xsi:type="dcterms:W3CDTF">2015-03-27T11:14:00Z</dcterms:created>
  <dcterms:modified xsi:type="dcterms:W3CDTF">2015-04-07T05:20:00Z</dcterms:modified>
</cp:coreProperties>
</file>