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C7F" w:rsidRDefault="006E169C" w:rsidP="006E169C">
      <w:pPr>
        <w:ind w:firstLine="0"/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Cs w:val="24"/>
          <w:lang w:eastAsia="lt-LT"/>
        </w:rPr>
        <w:drawing>
          <wp:anchor distT="0" distB="180340" distL="114300" distR="114300" simplePos="0" relativeHeight="251658240" behindDoc="1" locked="0" layoutInCell="0" allowOverlap="1" wp14:anchorId="06A8301F" wp14:editId="7D4AD566">
            <wp:simplePos x="0" y="0"/>
            <wp:positionH relativeFrom="column">
              <wp:posOffset>2834640</wp:posOffset>
            </wp:positionH>
            <wp:positionV relativeFrom="paragraph">
              <wp:posOffset>-307975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4C7F" w:rsidRPr="00ED0359">
        <w:rPr>
          <w:b/>
          <w:color w:val="000000"/>
          <w:sz w:val="28"/>
          <w:szCs w:val="28"/>
        </w:rPr>
        <w:t>PLUNGĖS RAJONO SAVIVALDYBĖS</w:t>
      </w:r>
    </w:p>
    <w:p w:rsidR="00434C7F" w:rsidRDefault="00434C7F" w:rsidP="006E169C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TARYBA</w:t>
      </w:r>
    </w:p>
    <w:p w:rsidR="00434C7F" w:rsidRPr="00ED0359" w:rsidRDefault="00434C7F" w:rsidP="006E169C">
      <w:pPr>
        <w:ind w:firstLine="0"/>
        <w:jc w:val="center"/>
        <w:rPr>
          <w:b/>
          <w:color w:val="000000"/>
          <w:sz w:val="28"/>
          <w:szCs w:val="28"/>
        </w:rPr>
      </w:pPr>
    </w:p>
    <w:p w:rsidR="00434C7F" w:rsidRPr="00ED0359" w:rsidRDefault="00434C7F" w:rsidP="006E169C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SPRENDIMAS</w:t>
      </w:r>
    </w:p>
    <w:p w:rsidR="00434C7F" w:rsidRDefault="00434C7F" w:rsidP="006E169C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 xml:space="preserve">DĖL PLUNGĖS </w:t>
      </w:r>
      <w:r>
        <w:rPr>
          <w:b/>
          <w:color w:val="000000"/>
          <w:sz w:val="28"/>
          <w:szCs w:val="28"/>
        </w:rPr>
        <w:t>RAJONO SAVIVALDYBĖS TARYBOS 2016 M. VASARIO 11 D. SPRENDIMO NR. T1- 41</w:t>
      </w:r>
      <w:r w:rsidRPr="00ED0359">
        <w:rPr>
          <w:b/>
          <w:color w:val="000000"/>
          <w:sz w:val="28"/>
          <w:szCs w:val="28"/>
        </w:rPr>
        <w:t xml:space="preserve"> „DĖL PLUNGĖS</w:t>
      </w:r>
      <w:r>
        <w:rPr>
          <w:b/>
          <w:color w:val="000000"/>
          <w:sz w:val="28"/>
          <w:szCs w:val="28"/>
        </w:rPr>
        <w:t xml:space="preserve"> RAJONO SAVIVALDYBĖS 2016 METŲ </w:t>
      </w:r>
      <w:r w:rsidRPr="00ED0359">
        <w:rPr>
          <w:b/>
          <w:color w:val="000000"/>
          <w:sz w:val="28"/>
          <w:szCs w:val="28"/>
        </w:rPr>
        <w:t xml:space="preserve">BIUDŽETO PATVIRTINIMO“ </w:t>
      </w:r>
      <w:r>
        <w:rPr>
          <w:b/>
          <w:color w:val="000000"/>
          <w:sz w:val="28"/>
          <w:szCs w:val="28"/>
        </w:rPr>
        <w:t xml:space="preserve">IR JĮ KEITUSIŲ SPRENDIMŲ </w:t>
      </w:r>
      <w:r w:rsidRPr="00ED0359">
        <w:rPr>
          <w:b/>
          <w:color w:val="000000"/>
          <w:sz w:val="28"/>
          <w:szCs w:val="28"/>
        </w:rPr>
        <w:t>PAKEITIMO</w:t>
      </w:r>
    </w:p>
    <w:p w:rsidR="001B22A5" w:rsidRPr="00ED0359" w:rsidRDefault="001B22A5" w:rsidP="006E169C">
      <w:pPr>
        <w:ind w:firstLine="0"/>
        <w:jc w:val="center"/>
        <w:rPr>
          <w:b/>
          <w:color w:val="000000"/>
          <w:sz w:val="28"/>
          <w:szCs w:val="28"/>
        </w:rPr>
      </w:pPr>
    </w:p>
    <w:p w:rsidR="00434C7F" w:rsidRPr="006E169C" w:rsidRDefault="00434C7F" w:rsidP="006E169C">
      <w:pPr>
        <w:ind w:firstLine="0"/>
        <w:jc w:val="center"/>
        <w:rPr>
          <w:color w:val="000000"/>
          <w:szCs w:val="24"/>
        </w:rPr>
      </w:pPr>
      <w:r w:rsidRPr="006E169C">
        <w:rPr>
          <w:color w:val="000000"/>
          <w:szCs w:val="24"/>
        </w:rPr>
        <w:t xml:space="preserve">2016 m. </w:t>
      </w:r>
      <w:r w:rsidR="00B05333" w:rsidRPr="006E169C">
        <w:rPr>
          <w:color w:val="000000"/>
          <w:szCs w:val="24"/>
        </w:rPr>
        <w:t>spalio 27</w:t>
      </w:r>
      <w:r w:rsidRPr="006E169C">
        <w:rPr>
          <w:color w:val="000000"/>
          <w:szCs w:val="24"/>
        </w:rPr>
        <w:t xml:space="preserve"> d. Nr. T1-</w:t>
      </w:r>
      <w:r w:rsidR="00922A9A">
        <w:rPr>
          <w:color w:val="000000"/>
          <w:szCs w:val="24"/>
        </w:rPr>
        <w:t>269</w:t>
      </w:r>
    </w:p>
    <w:p w:rsidR="00434C7F" w:rsidRPr="006E169C" w:rsidRDefault="00434C7F" w:rsidP="006E169C">
      <w:pPr>
        <w:ind w:firstLine="0"/>
        <w:jc w:val="center"/>
        <w:rPr>
          <w:color w:val="000000"/>
          <w:szCs w:val="24"/>
        </w:rPr>
      </w:pPr>
      <w:r w:rsidRPr="006E169C">
        <w:rPr>
          <w:color w:val="000000"/>
          <w:szCs w:val="24"/>
        </w:rPr>
        <w:t>Plungė</w:t>
      </w:r>
    </w:p>
    <w:p w:rsidR="008A47BF" w:rsidRPr="006E169C" w:rsidRDefault="008A47BF" w:rsidP="00434C7F">
      <w:pPr>
        <w:rPr>
          <w:color w:val="000000"/>
          <w:szCs w:val="24"/>
        </w:rPr>
      </w:pPr>
    </w:p>
    <w:p w:rsidR="00434C7F" w:rsidRPr="006E169C" w:rsidRDefault="00434C7F" w:rsidP="00434C7F">
      <w:pPr>
        <w:rPr>
          <w:color w:val="000000"/>
          <w:spacing w:val="40"/>
          <w:szCs w:val="24"/>
        </w:rPr>
      </w:pPr>
      <w:r w:rsidRPr="006E169C">
        <w:rPr>
          <w:color w:val="000000"/>
          <w:szCs w:val="24"/>
        </w:rPr>
        <w:t xml:space="preserve">Plungės rajono savivaldybės taryba </w:t>
      </w:r>
      <w:r w:rsidRPr="006E169C">
        <w:rPr>
          <w:color w:val="000000"/>
          <w:spacing w:val="40"/>
          <w:szCs w:val="24"/>
        </w:rPr>
        <w:t>nusprendžia:</w:t>
      </w:r>
    </w:p>
    <w:p w:rsidR="00434C7F" w:rsidRPr="006E169C" w:rsidRDefault="00434C7F" w:rsidP="00434C7F">
      <w:pPr>
        <w:rPr>
          <w:color w:val="000000"/>
          <w:szCs w:val="24"/>
        </w:rPr>
      </w:pPr>
      <w:r w:rsidRPr="006E169C">
        <w:rPr>
          <w:color w:val="000000"/>
          <w:szCs w:val="24"/>
        </w:rPr>
        <w:t>Pakeisti Plungės rajono savivaldybės tarybos 2016 m. vasario 11 d. sprendimą Nr. T1- 41 „Dėl Plungės rajono savivaldybės 2016 metų  biudžeto patvirtinimo“ (kartu su 2016 m. kovo 31 d. sprendimu Nr.  T1-93, 2016 m. balandžio 28 d. sprendimu Nr. T1-110, 2016 m. gegužės 28 d. sprendimu Nr. T1-153</w:t>
      </w:r>
      <w:r w:rsidR="004A22B2" w:rsidRPr="006E169C">
        <w:rPr>
          <w:color w:val="000000"/>
          <w:szCs w:val="24"/>
        </w:rPr>
        <w:t>, 2016 m. biržel</w:t>
      </w:r>
      <w:r w:rsidR="00B05333" w:rsidRPr="006E169C">
        <w:rPr>
          <w:color w:val="000000"/>
          <w:szCs w:val="24"/>
        </w:rPr>
        <w:t>io 30 d. sprendimu Nr. T1-192,</w:t>
      </w:r>
      <w:r w:rsidR="004A22B2" w:rsidRPr="006E169C">
        <w:rPr>
          <w:color w:val="000000"/>
          <w:szCs w:val="24"/>
        </w:rPr>
        <w:t xml:space="preserve"> 2016 m. l</w:t>
      </w:r>
      <w:r w:rsidR="00B05333" w:rsidRPr="006E169C">
        <w:rPr>
          <w:color w:val="000000"/>
          <w:szCs w:val="24"/>
        </w:rPr>
        <w:t xml:space="preserve">iepos 28 d. sprendimu Nr. T1-199 ir 2016 m. rugsėjo 29 d. sprendimu Nr. T1-264 </w:t>
      </w:r>
      <w:r w:rsidRPr="006E169C">
        <w:rPr>
          <w:color w:val="000000"/>
          <w:szCs w:val="24"/>
        </w:rPr>
        <w:t>):</w:t>
      </w:r>
    </w:p>
    <w:p w:rsidR="00434C7F" w:rsidRPr="006E169C" w:rsidRDefault="00B05333" w:rsidP="00434C7F">
      <w:pPr>
        <w:rPr>
          <w:color w:val="000000"/>
          <w:szCs w:val="24"/>
        </w:rPr>
      </w:pPr>
      <w:r w:rsidRPr="006E169C">
        <w:rPr>
          <w:color w:val="000000"/>
          <w:szCs w:val="24"/>
        </w:rPr>
        <w:t>1. Sumažinti</w:t>
      </w:r>
      <w:r w:rsidR="00434C7F" w:rsidRPr="006E169C">
        <w:rPr>
          <w:color w:val="000000"/>
          <w:szCs w:val="24"/>
        </w:rPr>
        <w:t xml:space="preserve"> Plungės rajono savivaldybės biudžeto pajamas </w:t>
      </w:r>
      <w:r w:rsidRPr="006E169C">
        <w:rPr>
          <w:color w:val="000000"/>
          <w:szCs w:val="24"/>
        </w:rPr>
        <w:t>40,3</w:t>
      </w:r>
      <w:r w:rsidR="00434C7F" w:rsidRPr="006E169C">
        <w:rPr>
          <w:color w:val="000000"/>
          <w:szCs w:val="24"/>
        </w:rPr>
        <w:t xml:space="preserve"> tūkst. eurų  ir sprendimo 1.1 pu</w:t>
      </w:r>
      <w:r w:rsidRPr="006E169C">
        <w:rPr>
          <w:color w:val="000000"/>
          <w:szCs w:val="24"/>
        </w:rPr>
        <w:t>nkte vietoje skaičiaus „29 522,6</w:t>
      </w:r>
      <w:r w:rsidR="00434C7F" w:rsidRPr="006E169C">
        <w:rPr>
          <w:color w:val="000000"/>
          <w:szCs w:val="24"/>
        </w:rPr>
        <w:t>“ įrašyti skaičių „</w:t>
      </w:r>
      <w:r w:rsidRPr="006E169C">
        <w:rPr>
          <w:color w:val="000000"/>
          <w:szCs w:val="24"/>
        </w:rPr>
        <w:t>29 482,3</w:t>
      </w:r>
      <w:r w:rsidR="00434C7F" w:rsidRPr="006E169C">
        <w:rPr>
          <w:color w:val="000000"/>
          <w:szCs w:val="24"/>
        </w:rPr>
        <w:t>“</w:t>
      </w:r>
      <w:r w:rsidRPr="006E169C">
        <w:rPr>
          <w:color w:val="000000"/>
          <w:szCs w:val="24"/>
        </w:rPr>
        <w:t>, vietoje skaičiaus „796,1“ įrašyti skaičių „798</w:t>
      </w:r>
      <w:r w:rsidR="003358F9" w:rsidRPr="006E169C">
        <w:rPr>
          <w:color w:val="000000"/>
          <w:szCs w:val="24"/>
        </w:rPr>
        <w:t>,1</w:t>
      </w:r>
      <w:r w:rsidR="00434C7F" w:rsidRPr="006E169C">
        <w:rPr>
          <w:color w:val="000000"/>
          <w:szCs w:val="24"/>
        </w:rPr>
        <w:t>“  ir šį punktą išdėstyti taip:</w:t>
      </w:r>
    </w:p>
    <w:p w:rsidR="00434C7F" w:rsidRPr="006E169C" w:rsidRDefault="00434C7F" w:rsidP="00434C7F">
      <w:pPr>
        <w:rPr>
          <w:szCs w:val="24"/>
        </w:rPr>
      </w:pPr>
      <w:r w:rsidRPr="006E169C">
        <w:rPr>
          <w:szCs w:val="24"/>
        </w:rPr>
        <w:t xml:space="preserve">„1. 1. Plungės rajono savivaldybės 2016 metų biudžeto pajamas – </w:t>
      </w:r>
      <w:r w:rsidR="00B05333" w:rsidRPr="006E169C">
        <w:rPr>
          <w:szCs w:val="24"/>
        </w:rPr>
        <w:t>29 482,3</w:t>
      </w:r>
      <w:r w:rsidRPr="006E169C">
        <w:rPr>
          <w:szCs w:val="24"/>
        </w:rPr>
        <w:t xml:space="preserve"> tūkst. eurų (1 priedas), iš jų – 79</w:t>
      </w:r>
      <w:r w:rsidR="00B05333" w:rsidRPr="006E169C">
        <w:rPr>
          <w:szCs w:val="24"/>
        </w:rPr>
        <w:t>8</w:t>
      </w:r>
      <w:r w:rsidR="003358F9" w:rsidRPr="006E169C">
        <w:rPr>
          <w:szCs w:val="24"/>
        </w:rPr>
        <w:t>,1</w:t>
      </w:r>
      <w:r w:rsidRPr="006E169C">
        <w:rPr>
          <w:szCs w:val="24"/>
        </w:rPr>
        <w:t xml:space="preserve"> tūkst. eurų iš biudžetinių įstaigų pajamų už teikiamas paslaugas ir patalpų nuomą į Savivaldybės biudžetą (2 priedas)“.</w:t>
      </w:r>
    </w:p>
    <w:p w:rsidR="00434C7F" w:rsidRPr="006E169C" w:rsidRDefault="00B05333" w:rsidP="00434C7F">
      <w:pPr>
        <w:rPr>
          <w:color w:val="000000"/>
          <w:szCs w:val="24"/>
        </w:rPr>
      </w:pPr>
      <w:r w:rsidRPr="006E169C">
        <w:rPr>
          <w:color w:val="000000"/>
          <w:szCs w:val="24"/>
        </w:rPr>
        <w:t>2. Sumažinti</w:t>
      </w:r>
      <w:r w:rsidR="00434C7F" w:rsidRPr="006E169C">
        <w:rPr>
          <w:color w:val="000000"/>
          <w:szCs w:val="24"/>
        </w:rPr>
        <w:t xml:space="preserve"> Plungės rajono savivaldybės biudžeto asignavimus </w:t>
      </w:r>
      <w:r w:rsidRPr="006E169C">
        <w:rPr>
          <w:color w:val="000000"/>
          <w:szCs w:val="24"/>
        </w:rPr>
        <w:t>40,3</w:t>
      </w:r>
      <w:r w:rsidR="00434C7F" w:rsidRPr="006E169C">
        <w:rPr>
          <w:color w:val="000000"/>
          <w:szCs w:val="24"/>
        </w:rPr>
        <w:t xml:space="preserve"> tūkst. eurų ir sprendimo 1.2 pu</w:t>
      </w:r>
      <w:r w:rsidRPr="006E169C">
        <w:rPr>
          <w:color w:val="000000"/>
          <w:szCs w:val="24"/>
        </w:rPr>
        <w:t>nkte vietoje skaičiaus „29 939,3</w:t>
      </w:r>
      <w:r w:rsidR="00434C7F" w:rsidRPr="006E169C">
        <w:rPr>
          <w:color w:val="000000"/>
          <w:szCs w:val="24"/>
        </w:rPr>
        <w:t xml:space="preserve">“ </w:t>
      </w:r>
      <w:r w:rsidRPr="006E169C">
        <w:rPr>
          <w:color w:val="000000"/>
          <w:szCs w:val="24"/>
        </w:rPr>
        <w:t>įrašyti skaičių „29 899,0</w:t>
      </w:r>
      <w:r w:rsidR="00434C7F" w:rsidRPr="006E169C">
        <w:rPr>
          <w:color w:val="000000"/>
          <w:szCs w:val="24"/>
        </w:rPr>
        <w:t>“ ir šį punktą išdėstyti taip:</w:t>
      </w:r>
    </w:p>
    <w:p w:rsidR="00434C7F" w:rsidRPr="006E169C" w:rsidRDefault="00434C7F" w:rsidP="00434C7F">
      <w:pPr>
        <w:rPr>
          <w:szCs w:val="24"/>
        </w:rPr>
      </w:pPr>
      <w:r w:rsidRPr="006E169C">
        <w:rPr>
          <w:szCs w:val="24"/>
        </w:rPr>
        <w:t>„1. 2. Plungės rajono savivaldybės 2016 metų</w:t>
      </w:r>
      <w:r w:rsidR="00B05333" w:rsidRPr="006E169C">
        <w:rPr>
          <w:szCs w:val="24"/>
        </w:rPr>
        <w:t xml:space="preserve"> biudžeto asignavimus – 29 899,0</w:t>
      </w:r>
      <w:r w:rsidR="004E4817">
        <w:rPr>
          <w:szCs w:val="24"/>
        </w:rPr>
        <w:t xml:space="preserve"> tūkst. eurų ir</w:t>
      </w:r>
      <w:r w:rsidRPr="006E169C">
        <w:rPr>
          <w:szCs w:val="24"/>
        </w:rPr>
        <w:t xml:space="preserve"> 2 828,6 tūkst. eurų - paskoloms grąžinti; iš jų:“</w:t>
      </w:r>
    </w:p>
    <w:p w:rsidR="00434C7F" w:rsidRPr="006E169C" w:rsidRDefault="00B05333" w:rsidP="00434C7F">
      <w:pPr>
        <w:rPr>
          <w:color w:val="000000"/>
          <w:szCs w:val="24"/>
        </w:rPr>
      </w:pPr>
      <w:r w:rsidRPr="006E169C">
        <w:rPr>
          <w:color w:val="000000"/>
          <w:szCs w:val="24"/>
        </w:rPr>
        <w:t>3</w:t>
      </w:r>
      <w:r w:rsidR="00434C7F" w:rsidRPr="006E169C">
        <w:rPr>
          <w:color w:val="000000"/>
          <w:szCs w:val="24"/>
        </w:rPr>
        <w:t>. Sprendimo 1.2.2. punkte</w:t>
      </w:r>
      <w:r w:rsidRPr="006E169C">
        <w:rPr>
          <w:color w:val="000000"/>
          <w:szCs w:val="24"/>
        </w:rPr>
        <w:t xml:space="preserve"> vietoje skaičiaus „2 113,9</w:t>
      </w:r>
      <w:r w:rsidR="00434C7F" w:rsidRPr="006E169C">
        <w:rPr>
          <w:color w:val="000000"/>
          <w:szCs w:val="24"/>
        </w:rPr>
        <w:t>“ įrašyti skaičių „</w:t>
      </w:r>
      <w:r w:rsidRPr="006E169C">
        <w:rPr>
          <w:color w:val="000000"/>
          <w:szCs w:val="24"/>
        </w:rPr>
        <w:t>2 071,6</w:t>
      </w:r>
      <w:r w:rsidR="00434C7F" w:rsidRPr="006E169C">
        <w:rPr>
          <w:color w:val="000000"/>
          <w:szCs w:val="24"/>
        </w:rPr>
        <w:t>“ ir šį punktą išdėstyti taip:</w:t>
      </w:r>
    </w:p>
    <w:p w:rsidR="00434C7F" w:rsidRPr="006E169C" w:rsidRDefault="00B05333" w:rsidP="00434C7F">
      <w:pPr>
        <w:rPr>
          <w:color w:val="000000"/>
          <w:szCs w:val="24"/>
        </w:rPr>
      </w:pPr>
      <w:r w:rsidRPr="006E169C">
        <w:rPr>
          <w:color w:val="000000"/>
          <w:szCs w:val="24"/>
        </w:rPr>
        <w:t>„1.2.2. 2 071,6</w:t>
      </w:r>
      <w:r w:rsidR="00434C7F" w:rsidRPr="006E169C">
        <w:rPr>
          <w:color w:val="000000"/>
          <w:szCs w:val="24"/>
        </w:rPr>
        <w:t xml:space="preserve"> tūkst. eurų – valstybinėms (valstybės perduotoms savivaldybėms) funkcijoms vykdyti (4 priedas)“.</w:t>
      </w:r>
    </w:p>
    <w:p w:rsidR="00434C7F" w:rsidRPr="006E169C" w:rsidRDefault="00E77D07" w:rsidP="008F1640">
      <w:pPr>
        <w:rPr>
          <w:szCs w:val="24"/>
        </w:rPr>
      </w:pPr>
      <w:r w:rsidRPr="006E169C">
        <w:rPr>
          <w:color w:val="000000"/>
          <w:szCs w:val="24"/>
        </w:rPr>
        <w:t>4</w:t>
      </w:r>
      <w:r w:rsidR="00434C7F" w:rsidRPr="006E169C">
        <w:rPr>
          <w:color w:val="000000"/>
          <w:szCs w:val="24"/>
        </w:rPr>
        <w:t>. Sprendimo 1.2.4. p</w:t>
      </w:r>
      <w:r w:rsidRPr="006E169C">
        <w:rPr>
          <w:color w:val="000000"/>
          <w:szCs w:val="24"/>
        </w:rPr>
        <w:t xml:space="preserve">unktu </w:t>
      </w:r>
      <w:r w:rsidR="008F1640" w:rsidRPr="006E169C">
        <w:rPr>
          <w:color w:val="000000"/>
          <w:szCs w:val="24"/>
        </w:rPr>
        <w:t>patvirtintą kitų dotacijų paskirstymą</w:t>
      </w:r>
      <w:r w:rsidR="003358F9" w:rsidRPr="006E169C">
        <w:rPr>
          <w:color w:val="000000"/>
          <w:szCs w:val="24"/>
        </w:rPr>
        <w:t xml:space="preserve"> </w:t>
      </w:r>
      <w:r w:rsidR="008F1640" w:rsidRPr="006E169C">
        <w:rPr>
          <w:szCs w:val="24"/>
        </w:rPr>
        <w:t>(6 priedas)</w:t>
      </w:r>
      <w:r w:rsidR="00434C7F" w:rsidRPr="006E169C">
        <w:rPr>
          <w:szCs w:val="24"/>
        </w:rPr>
        <w:t>.</w:t>
      </w:r>
    </w:p>
    <w:p w:rsidR="00434C7F" w:rsidRPr="006E169C" w:rsidRDefault="008F1640" w:rsidP="00434C7F">
      <w:pPr>
        <w:rPr>
          <w:color w:val="000000"/>
          <w:szCs w:val="24"/>
        </w:rPr>
      </w:pPr>
      <w:r w:rsidRPr="006E169C">
        <w:rPr>
          <w:color w:val="000000"/>
          <w:szCs w:val="24"/>
        </w:rPr>
        <w:t>5</w:t>
      </w:r>
      <w:r w:rsidR="00434C7F" w:rsidRPr="006E169C">
        <w:rPr>
          <w:color w:val="000000"/>
          <w:szCs w:val="24"/>
        </w:rPr>
        <w:t>. Sprendimo 1.2.5. punkte vietoje skaičiaus „</w:t>
      </w:r>
      <w:r w:rsidR="003358F9" w:rsidRPr="006E169C">
        <w:rPr>
          <w:color w:val="000000"/>
          <w:szCs w:val="24"/>
        </w:rPr>
        <w:t>79</w:t>
      </w:r>
      <w:r w:rsidRPr="006E169C">
        <w:rPr>
          <w:color w:val="000000"/>
          <w:szCs w:val="24"/>
        </w:rPr>
        <w:t>6,1</w:t>
      </w:r>
      <w:r w:rsidR="00434C7F" w:rsidRPr="006E169C">
        <w:rPr>
          <w:color w:val="000000"/>
          <w:szCs w:val="24"/>
        </w:rPr>
        <w:t xml:space="preserve">“ </w:t>
      </w:r>
      <w:r w:rsidRPr="006E169C">
        <w:rPr>
          <w:color w:val="000000"/>
          <w:szCs w:val="24"/>
        </w:rPr>
        <w:t>įrašyti skaičių „798</w:t>
      </w:r>
      <w:r w:rsidR="003358F9" w:rsidRPr="006E169C">
        <w:rPr>
          <w:color w:val="000000"/>
          <w:szCs w:val="24"/>
        </w:rPr>
        <w:t>,1</w:t>
      </w:r>
      <w:r w:rsidR="00434C7F" w:rsidRPr="006E169C">
        <w:rPr>
          <w:color w:val="000000"/>
          <w:szCs w:val="24"/>
        </w:rPr>
        <w:t>“ ir šį punktą išdėstyti taip:</w:t>
      </w:r>
    </w:p>
    <w:p w:rsidR="00434C7F" w:rsidRPr="006E169C" w:rsidRDefault="004E4817" w:rsidP="00434C7F">
      <w:pPr>
        <w:rPr>
          <w:szCs w:val="24"/>
        </w:rPr>
      </w:pPr>
      <w:r>
        <w:rPr>
          <w:szCs w:val="24"/>
        </w:rPr>
        <w:t xml:space="preserve">„1.2.5. </w:t>
      </w:r>
      <w:r w:rsidR="008F1640" w:rsidRPr="006E169C">
        <w:rPr>
          <w:szCs w:val="24"/>
        </w:rPr>
        <w:t>798</w:t>
      </w:r>
      <w:r w:rsidR="003358F9" w:rsidRPr="006E169C">
        <w:rPr>
          <w:szCs w:val="24"/>
        </w:rPr>
        <w:t>,1</w:t>
      </w:r>
      <w:r w:rsidR="00434C7F" w:rsidRPr="006E169C">
        <w:rPr>
          <w:szCs w:val="24"/>
        </w:rPr>
        <w:t xml:space="preserve"> tūkst. eurų – biudžetinių įstaigų gaunamų lėšų ir pajamų už nuomą paskirstymą (7 priedas)“.</w:t>
      </w:r>
    </w:p>
    <w:p w:rsidR="00434C7F" w:rsidRPr="006E169C" w:rsidRDefault="008F1640" w:rsidP="00434C7F">
      <w:pPr>
        <w:tabs>
          <w:tab w:val="num" w:pos="-3261"/>
        </w:tabs>
        <w:rPr>
          <w:color w:val="000000"/>
          <w:szCs w:val="24"/>
        </w:rPr>
      </w:pPr>
      <w:r w:rsidRPr="006E169C">
        <w:rPr>
          <w:color w:val="000000"/>
          <w:szCs w:val="24"/>
        </w:rPr>
        <w:t>6</w:t>
      </w:r>
      <w:r w:rsidR="00434C7F" w:rsidRPr="006E169C">
        <w:rPr>
          <w:color w:val="000000"/>
          <w:szCs w:val="24"/>
        </w:rPr>
        <w:t xml:space="preserve">. Sprendimo 1.3. punktu patvirtintą Plungės rajono savivaldybės 2016 metų biudžeto asignavimų paskirstymą  pagal 2016-2018 metų strateginio veiklos plano programas (8 priedas). </w:t>
      </w:r>
    </w:p>
    <w:p w:rsidR="00434C7F" w:rsidRPr="006E169C" w:rsidRDefault="00434C7F" w:rsidP="00434C7F">
      <w:pPr>
        <w:tabs>
          <w:tab w:val="num" w:pos="-3261"/>
        </w:tabs>
        <w:rPr>
          <w:szCs w:val="24"/>
        </w:rPr>
      </w:pPr>
      <w:r w:rsidRPr="006E169C">
        <w:rPr>
          <w:color w:val="000000"/>
          <w:szCs w:val="24"/>
        </w:rPr>
        <w:t>Šis sprendimas gali būti skundžiamas Lietuvos Respublikos administracinių bylų teisenos įstatymo nustatyta tvarka.</w:t>
      </w:r>
    </w:p>
    <w:p w:rsidR="008A47BF" w:rsidRDefault="008A47BF" w:rsidP="00434C7F">
      <w:pPr>
        <w:ind w:firstLine="0"/>
        <w:rPr>
          <w:szCs w:val="24"/>
        </w:rPr>
      </w:pPr>
    </w:p>
    <w:p w:rsidR="006E169C" w:rsidRDefault="006E169C" w:rsidP="00434C7F">
      <w:pPr>
        <w:ind w:firstLine="0"/>
        <w:rPr>
          <w:szCs w:val="24"/>
        </w:rPr>
      </w:pPr>
    </w:p>
    <w:p w:rsidR="006E169C" w:rsidRPr="006E169C" w:rsidRDefault="006E169C" w:rsidP="006E169C">
      <w:pPr>
        <w:tabs>
          <w:tab w:val="left" w:pos="7938"/>
        </w:tabs>
        <w:ind w:firstLine="0"/>
        <w:rPr>
          <w:szCs w:val="24"/>
        </w:rPr>
      </w:pPr>
      <w:r>
        <w:rPr>
          <w:szCs w:val="24"/>
        </w:rPr>
        <w:t>Savivaldybės meras</w:t>
      </w:r>
      <w:r w:rsidR="003400FA">
        <w:rPr>
          <w:szCs w:val="24"/>
        </w:rPr>
        <w:tab/>
      </w:r>
      <w:bookmarkStart w:id="0" w:name="_GoBack"/>
      <w:bookmarkEnd w:id="0"/>
      <w:r>
        <w:rPr>
          <w:szCs w:val="24"/>
        </w:rPr>
        <w:t xml:space="preserve">Audrius Klišonis </w:t>
      </w:r>
    </w:p>
    <w:sectPr w:rsidR="006E169C" w:rsidRPr="006E169C" w:rsidSect="003400FA">
      <w:pgSz w:w="11907" w:h="16839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46F92"/>
    <w:multiLevelType w:val="hybridMultilevel"/>
    <w:tmpl w:val="0E58CCD0"/>
    <w:lvl w:ilvl="0" w:tplc="04270001">
      <w:start w:val="1"/>
      <w:numFmt w:val="bullet"/>
      <w:lvlText w:val=""/>
      <w:lvlJc w:val="left"/>
      <w:pPr>
        <w:ind w:left="1608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EE7"/>
    <w:rsid w:val="00021AC3"/>
    <w:rsid w:val="000D1124"/>
    <w:rsid w:val="001816EB"/>
    <w:rsid w:val="001B22A5"/>
    <w:rsid w:val="00214F00"/>
    <w:rsid w:val="0027001D"/>
    <w:rsid w:val="003358F9"/>
    <w:rsid w:val="003400FA"/>
    <w:rsid w:val="00381EE7"/>
    <w:rsid w:val="003F350A"/>
    <w:rsid w:val="00434C7F"/>
    <w:rsid w:val="004A22B2"/>
    <w:rsid w:val="004C66E4"/>
    <w:rsid w:val="004D0B44"/>
    <w:rsid w:val="004E4817"/>
    <w:rsid w:val="006E169C"/>
    <w:rsid w:val="007508C2"/>
    <w:rsid w:val="007F6DF9"/>
    <w:rsid w:val="00813EC4"/>
    <w:rsid w:val="008265F5"/>
    <w:rsid w:val="008A47BF"/>
    <w:rsid w:val="008F1640"/>
    <w:rsid w:val="008F4457"/>
    <w:rsid w:val="00922A9A"/>
    <w:rsid w:val="009F23A5"/>
    <w:rsid w:val="00A24988"/>
    <w:rsid w:val="00A30969"/>
    <w:rsid w:val="00A84412"/>
    <w:rsid w:val="00AB7C1C"/>
    <w:rsid w:val="00B05333"/>
    <w:rsid w:val="00B6302B"/>
    <w:rsid w:val="00B94BCE"/>
    <w:rsid w:val="00D21778"/>
    <w:rsid w:val="00DC23A7"/>
    <w:rsid w:val="00E67992"/>
    <w:rsid w:val="00E77D07"/>
    <w:rsid w:val="00FD3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34C7F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B22A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B22A5"/>
    <w:rPr>
      <w:rFonts w:ascii="Tahoma" w:hAnsi="Tahoma" w:cs="Tahoma"/>
      <w:sz w:val="16"/>
      <w:szCs w:val="16"/>
      <w:lang w:eastAsia="en-US"/>
    </w:rPr>
  </w:style>
  <w:style w:type="paragraph" w:styleId="Komentarotekstas">
    <w:name w:val="annotation text"/>
    <w:basedOn w:val="prastasis"/>
    <w:link w:val="KomentarotekstasDiagrama"/>
    <w:semiHidden/>
    <w:unhideWhenUsed/>
    <w:rsid w:val="00D21778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D21778"/>
    <w:rPr>
      <w:rFonts w:ascii="Arial" w:hAnsi="Arial"/>
      <w:spacing w:val="-5"/>
      <w:sz w:val="24"/>
      <w:lang w:eastAsia="en-US"/>
    </w:rPr>
  </w:style>
  <w:style w:type="character" w:styleId="Komentaronuoroda">
    <w:name w:val="annotation reference"/>
    <w:semiHidden/>
    <w:unhideWhenUsed/>
    <w:rsid w:val="00813EC4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34C7F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B22A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B22A5"/>
    <w:rPr>
      <w:rFonts w:ascii="Tahoma" w:hAnsi="Tahoma" w:cs="Tahoma"/>
      <w:sz w:val="16"/>
      <w:szCs w:val="16"/>
      <w:lang w:eastAsia="en-US"/>
    </w:rPr>
  </w:style>
  <w:style w:type="paragraph" w:styleId="Komentarotekstas">
    <w:name w:val="annotation text"/>
    <w:basedOn w:val="prastasis"/>
    <w:link w:val="KomentarotekstasDiagrama"/>
    <w:semiHidden/>
    <w:unhideWhenUsed/>
    <w:rsid w:val="00D21778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D21778"/>
    <w:rPr>
      <w:rFonts w:ascii="Arial" w:hAnsi="Arial"/>
      <w:spacing w:val="-5"/>
      <w:sz w:val="24"/>
      <w:lang w:eastAsia="en-US"/>
    </w:rPr>
  </w:style>
  <w:style w:type="character" w:styleId="Komentaronuoroda">
    <w:name w:val="annotation reference"/>
    <w:semiHidden/>
    <w:unhideWhenUsed/>
    <w:rsid w:val="00813EC4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7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7786EBCB</Template>
  <TotalTime>9</TotalTime>
  <Pages>1</Pages>
  <Words>346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Jovita Griguolienė</dc:creator>
  <cp:lastModifiedBy>Jovita Šumskienė</cp:lastModifiedBy>
  <cp:revision>10</cp:revision>
  <cp:lastPrinted>2016-10-18T07:18:00Z</cp:lastPrinted>
  <dcterms:created xsi:type="dcterms:W3CDTF">2016-10-13T05:37:00Z</dcterms:created>
  <dcterms:modified xsi:type="dcterms:W3CDTF">2016-10-28T04:39:00Z</dcterms:modified>
</cp:coreProperties>
</file>