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544" w:rsidRPr="00BA4544" w:rsidRDefault="00BA4544" w:rsidP="00BA454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2796540</wp:posOffset>
            </wp:positionH>
            <wp:positionV relativeFrom="paragraph">
              <wp:posOffset>-116205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4544">
        <w:rPr>
          <w:b/>
          <w:sz w:val="28"/>
          <w:szCs w:val="28"/>
        </w:rPr>
        <w:t>PLUNGĖS RAJONO SAVIVALDYBĖS</w:t>
      </w:r>
    </w:p>
    <w:p w:rsidR="00BA4544" w:rsidRPr="00BA4544" w:rsidRDefault="00BA4544" w:rsidP="00BA4544">
      <w:pPr>
        <w:jc w:val="center"/>
        <w:rPr>
          <w:b/>
          <w:sz w:val="28"/>
          <w:szCs w:val="28"/>
        </w:rPr>
      </w:pPr>
      <w:r w:rsidRPr="00BA4544">
        <w:rPr>
          <w:b/>
          <w:sz w:val="28"/>
          <w:szCs w:val="28"/>
        </w:rPr>
        <w:t>TARYBA</w:t>
      </w:r>
    </w:p>
    <w:p w:rsidR="00BA4544" w:rsidRPr="00BA4544" w:rsidRDefault="00BA4544" w:rsidP="00BA4544">
      <w:pPr>
        <w:jc w:val="center"/>
        <w:rPr>
          <w:b/>
          <w:sz w:val="28"/>
          <w:szCs w:val="28"/>
        </w:rPr>
      </w:pPr>
    </w:p>
    <w:p w:rsidR="00BA4544" w:rsidRPr="00BA4544" w:rsidRDefault="00BA4544" w:rsidP="00BA4544">
      <w:pPr>
        <w:jc w:val="center"/>
        <w:rPr>
          <w:b/>
          <w:sz w:val="28"/>
          <w:szCs w:val="28"/>
        </w:rPr>
      </w:pPr>
      <w:r w:rsidRPr="00BA4544">
        <w:rPr>
          <w:b/>
          <w:sz w:val="28"/>
          <w:szCs w:val="28"/>
        </w:rPr>
        <w:t>SPRENDIMAS</w:t>
      </w:r>
    </w:p>
    <w:p w:rsidR="00BA4544" w:rsidRPr="00BA4544" w:rsidRDefault="00BA4544" w:rsidP="00BA4544">
      <w:pPr>
        <w:jc w:val="center"/>
        <w:rPr>
          <w:b/>
          <w:sz w:val="28"/>
          <w:szCs w:val="28"/>
        </w:rPr>
      </w:pPr>
      <w:r w:rsidRPr="00BA4544">
        <w:rPr>
          <w:b/>
          <w:sz w:val="28"/>
          <w:szCs w:val="28"/>
        </w:rPr>
        <w:t>DĖL KOMANDIRUOTĖS Į KRASNOGORSKĄ</w:t>
      </w:r>
    </w:p>
    <w:p w:rsidR="00BA4544" w:rsidRDefault="00BA4544" w:rsidP="00BA4544">
      <w:pPr>
        <w:jc w:val="center"/>
      </w:pPr>
    </w:p>
    <w:p w:rsidR="00BA4544" w:rsidRDefault="00BA4544" w:rsidP="00BA4544">
      <w:pPr>
        <w:jc w:val="center"/>
      </w:pPr>
      <w:r>
        <w:t>2016 m. rugsėjo 29 d. Nr. T1-</w:t>
      </w:r>
      <w:r w:rsidR="00183449">
        <w:t>267</w:t>
      </w:r>
    </w:p>
    <w:p w:rsidR="005A105F" w:rsidRDefault="00BA4544" w:rsidP="00BA4544">
      <w:pPr>
        <w:jc w:val="center"/>
      </w:pPr>
      <w:r>
        <w:t>Plungė</w:t>
      </w:r>
    </w:p>
    <w:p w:rsidR="00BA4544" w:rsidRDefault="00BA4544" w:rsidP="00BA4544">
      <w:pPr>
        <w:ind w:firstLine="737"/>
        <w:jc w:val="center"/>
      </w:pPr>
    </w:p>
    <w:p w:rsidR="005A105F" w:rsidRDefault="005A105F" w:rsidP="00BA4544">
      <w:pPr>
        <w:ind w:firstLine="720"/>
        <w:jc w:val="both"/>
      </w:pPr>
      <w:r>
        <w:t xml:space="preserve">Vadovaudamasi Plungės rajono savivaldybės tarybos veiklos reglamento, patvirtinto Plungės rajono savivaldybės tarybos 2015 m. kovo 26 d. sprendimu Nr. T1 - 44, 200 punktu, ir atsižvelgdama į </w:t>
      </w:r>
      <w:proofErr w:type="spellStart"/>
      <w:r>
        <w:t>Krasnogorsko</w:t>
      </w:r>
      <w:proofErr w:type="spellEnd"/>
      <w:r>
        <w:t xml:space="preserve"> rajono savivaldybės kvietimą bei Komisijos ryšiams su užsieniu 2016 m. rugsėjo 15 d. posėdžio protokol</w:t>
      </w:r>
      <w:r w:rsidR="00D17B46">
        <w:t>ą</w:t>
      </w:r>
      <w:r>
        <w:t xml:space="preserve"> Nr. TK - 49,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5A105F" w:rsidRDefault="005A105F" w:rsidP="00BA4544">
      <w:pPr>
        <w:ind w:firstLine="720"/>
        <w:jc w:val="both"/>
      </w:pPr>
      <w:r>
        <w:t xml:space="preserve">1. Komandiruoti Plungės rajono savivaldybės mero pavaduotoją Mindaugą Jurčių ir Savivaldybės tarybos narį Audrių Šapalą 2016 m. lapkričio 17 - 20 dienomis į </w:t>
      </w:r>
      <w:proofErr w:type="spellStart"/>
      <w:r>
        <w:t>Krasnogorsko</w:t>
      </w:r>
      <w:proofErr w:type="spellEnd"/>
      <w:r>
        <w:t xml:space="preserve"> rajono savivaldybę (Rusijos Federacija) pasidalyti darbo patirtimi bei dalyvauti </w:t>
      </w:r>
      <w:proofErr w:type="spellStart"/>
      <w:r>
        <w:t>Krasnogorsko</w:t>
      </w:r>
      <w:proofErr w:type="spellEnd"/>
      <w:r>
        <w:t xml:space="preserve"> miesto šventės renginiuose.</w:t>
      </w:r>
    </w:p>
    <w:p w:rsidR="005A105F" w:rsidRDefault="005A105F" w:rsidP="00BA4544">
      <w:pPr>
        <w:ind w:firstLine="720"/>
        <w:jc w:val="both"/>
      </w:pPr>
      <w:r>
        <w:t xml:space="preserve">2. Pavesti Plungės rajono savivaldybės administracijai apmokėti Mindaugui Jurčiui ir Audriui Šapalui jų kelionės į </w:t>
      </w:r>
      <w:proofErr w:type="spellStart"/>
      <w:r>
        <w:t>Krasnogorską</w:t>
      </w:r>
      <w:proofErr w:type="spellEnd"/>
      <w:r>
        <w:t xml:space="preserve"> išlaidas (už kelionės bilietus). </w:t>
      </w:r>
    </w:p>
    <w:p w:rsidR="005A105F" w:rsidRDefault="005A105F" w:rsidP="009F7B82">
      <w:pPr>
        <w:ind w:firstLine="720"/>
        <w:jc w:val="both"/>
      </w:pPr>
    </w:p>
    <w:p w:rsidR="005A105F" w:rsidRDefault="005A105F" w:rsidP="005A105F">
      <w:pPr>
        <w:jc w:val="both"/>
      </w:pPr>
    </w:p>
    <w:p w:rsidR="005A105F" w:rsidRDefault="005A105F" w:rsidP="005A105F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 w:rsidR="00BA4544">
        <w:tab/>
        <w:t xml:space="preserve">   </w:t>
      </w:r>
      <w:bookmarkStart w:id="0" w:name="_GoBack"/>
      <w:bookmarkEnd w:id="0"/>
      <w:r w:rsidR="00BA4544">
        <w:t>Audrius Klišonis</w:t>
      </w:r>
    </w:p>
    <w:p w:rsidR="005A105F" w:rsidRDefault="005A105F" w:rsidP="005A105F">
      <w:pPr>
        <w:ind w:firstLine="737"/>
        <w:jc w:val="both"/>
      </w:pPr>
    </w:p>
    <w:p w:rsidR="005A105F" w:rsidRDefault="005A105F" w:rsidP="005A105F">
      <w:pPr>
        <w:jc w:val="both"/>
      </w:pPr>
    </w:p>
    <w:p w:rsidR="005A105F" w:rsidRDefault="005A105F" w:rsidP="005A105F">
      <w:pPr>
        <w:jc w:val="both"/>
      </w:pPr>
    </w:p>
    <w:p w:rsidR="00F97FB4" w:rsidRDefault="00F97FB4" w:rsidP="00F97FB4">
      <w:pPr>
        <w:jc w:val="both"/>
      </w:pPr>
      <w:bookmarkStart w:id="1" w:name="Text15"/>
    </w:p>
    <w:p w:rsidR="00F97FB4" w:rsidRDefault="00F97FB4" w:rsidP="00F97FB4">
      <w:pPr>
        <w:jc w:val="both"/>
      </w:pPr>
    </w:p>
    <w:p w:rsidR="00F97FB4" w:rsidRDefault="00F97FB4" w:rsidP="00F97FB4">
      <w:pPr>
        <w:jc w:val="both"/>
      </w:pPr>
    </w:p>
    <w:p w:rsidR="00F97FB4" w:rsidRDefault="00F97FB4" w:rsidP="00F97FB4">
      <w:pPr>
        <w:jc w:val="both"/>
      </w:pPr>
    </w:p>
    <w:p w:rsidR="00F97FB4" w:rsidRDefault="00F97FB4" w:rsidP="00F97FB4">
      <w:pPr>
        <w:jc w:val="both"/>
      </w:pPr>
    </w:p>
    <w:p w:rsidR="00F97FB4" w:rsidRDefault="00F97FB4" w:rsidP="00F97FB4">
      <w:pPr>
        <w:jc w:val="both"/>
      </w:pPr>
    </w:p>
    <w:p w:rsidR="00F97FB4" w:rsidRDefault="00F97FB4" w:rsidP="00F97FB4">
      <w:pPr>
        <w:jc w:val="both"/>
      </w:pPr>
    </w:p>
    <w:p w:rsidR="00F97FB4" w:rsidRDefault="00F97FB4" w:rsidP="00F97FB4">
      <w:pPr>
        <w:jc w:val="both"/>
      </w:pPr>
    </w:p>
    <w:bookmarkEnd w:id="1"/>
    <w:sectPr w:rsidR="00F97FB4" w:rsidSect="003D66C7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05F"/>
    <w:rsid w:val="00183449"/>
    <w:rsid w:val="002E2AC2"/>
    <w:rsid w:val="004A1DC5"/>
    <w:rsid w:val="004E7A9D"/>
    <w:rsid w:val="005A105F"/>
    <w:rsid w:val="009F7B82"/>
    <w:rsid w:val="00BA4544"/>
    <w:rsid w:val="00D17B46"/>
    <w:rsid w:val="00EC5DF7"/>
    <w:rsid w:val="00F9479D"/>
    <w:rsid w:val="00F9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A1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5A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1CharCharChar">
    <w:name w:val="Diagrama Diagrama Char Char Diagrama Diagrama1 Char Char Char"/>
    <w:basedOn w:val="prastasis"/>
    <w:semiHidden/>
    <w:rsid w:val="005A105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A1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5A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1CharCharChar">
    <w:name w:val="Diagrama Diagrama Char Char Diagrama Diagrama1 Char Char Char"/>
    <w:basedOn w:val="prastasis"/>
    <w:semiHidden/>
    <w:rsid w:val="005A105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CF7731D9</Template>
  <TotalTime>19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Arlauskienė</dc:creator>
  <cp:lastModifiedBy>Jovita Šumskienė</cp:lastModifiedBy>
  <cp:revision>7</cp:revision>
  <dcterms:created xsi:type="dcterms:W3CDTF">2016-09-20T08:29:00Z</dcterms:created>
  <dcterms:modified xsi:type="dcterms:W3CDTF">2016-09-29T14:03:00Z</dcterms:modified>
</cp:coreProperties>
</file>