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BD" w:rsidRPr="009278BD" w:rsidRDefault="009278BD" w:rsidP="009278B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2779395</wp:posOffset>
            </wp:positionH>
            <wp:positionV relativeFrom="paragraph">
              <wp:posOffset>-301625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78BD">
        <w:rPr>
          <w:b/>
          <w:sz w:val="28"/>
          <w:szCs w:val="28"/>
        </w:rPr>
        <w:t>PLUNGĖS RAJONO SAVIVALDYBĖS</w:t>
      </w:r>
    </w:p>
    <w:p w:rsidR="009278BD" w:rsidRPr="009278BD" w:rsidRDefault="009278BD" w:rsidP="009278BD">
      <w:pPr>
        <w:jc w:val="center"/>
        <w:rPr>
          <w:b/>
          <w:sz w:val="28"/>
          <w:szCs w:val="28"/>
        </w:rPr>
      </w:pPr>
      <w:r w:rsidRPr="009278BD">
        <w:rPr>
          <w:b/>
          <w:sz w:val="28"/>
          <w:szCs w:val="28"/>
        </w:rPr>
        <w:t>TARYBA</w:t>
      </w:r>
    </w:p>
    <w:p w:rsidR="009278BD" w:rsidRPr="009278BD" w:rsidRDefault="009278BD" w:rsidP="009278BD">
      <w:pPr>
        <w:jc w:val="center"/>
        <w:rPr>
          <w:b/>
          <w:sz w:val="28"/>
          <w:szCs w:val="28"/>
        </w:rPr>
      </w:pPr>
    </w:p>
    <w:p w:rsidR="009278BD" w:rsidRPr="009278BD" w:rsidRDefault="009278BD" w:rsidP="009278BD">
      <w:pPr>
        <w:jc w:val="center"/>
        <w:rPr>
          <w:b/>
          <w:sz w:val="28"/>
          <w:szCs w:val="28"/>
        </w:rPr>
      </w:pPr>
      <w:r w:rsidRPr="009278BD">
        <w:rPr>
          <w:b/>
          <w:sz w:val="28"/>
          <w:szCs w:val="28"/>
        </w:rPr>
        <w:t>SPRENDIMAS</w:t>
      </w:r>
    </w:p>
    <w:p w:rsidR="009278BD" w:rsidRPr="009278BD" w:rsidRDefault="009278BD" w:rsidP="009278BD">
      <w:pPr>
        <w:jc w:val="center"/>
        <w:rPr>
          <w:b/>
          <w:sz w:val="28"/>
          <w:szCs w:val="28"/>
        </w:rPr>
      </w:pPr>
      <w:r w:rsidRPr="009278BD">
        <w:rPr>
          <w:b/>
          <w:sz w:val="28"/>
          <w:szCs w:val="28"/>
        </w:rPr>
        <w:t>DĖL ATSTOVO DELEGAVIMO Į PLUNGĖS RAJONO SAVIVALDYBĖS ŠATEIKIŲ KULTŪROS CENTRO TARYBĄ</w:t>
      </w:r>
    </w:p>
    <w:p w:rsidR="009278BD" w:rsidRDefault="009278BD" w:rsidP="009278BD">
      <w:pPr>
        <w:jc w:val="center"/>
      </w:pPr>
    </w:p>
    <w:p w:rsidR="009278BD" w:rsidRDefault="009278BD" w:rsidP="009278BD">
      <w:pPr>
        <w:jc w:val="center"/>
      </w:pPr>
      <w:r>
        <w:t>2021 m. kovo 25 d. Nr. T1-</w:t>
      </w:r>
      <w:r w:rsidR="00CD4F39">
        <w:t>67</w:t>
      </w:r>
      <w:bookmarkStart w:id="0" w:name="_GoBack"/>
      <w:bookmarkEnd w:id="0"/>
    </w:p>
    <w:p w:rsidR="00C3516A" w:rsidRDefault="009278BD" w:rsidP="009278BD">
      <w:pPr>
        <w:jc w:val="center"/>
      </w:pPr>
      <w:r>
        <w:t>Plungė</w:t>
      </w:r>
    </w:p>
    <w:p w:rsidR="009278BD" w:rsidRDefault="009278BD" w:rsidP="009278BD">
      <w:pPr>
        <w:ind w:firstLine="720"/>
      </w:pPr>
    </w:p>
    <w:p w:rsidR="00C3516A" w:rsidRDefault="00085E5C" w:rsidP="00591045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Vadovaudamasi Lietuvos Respublikos vietos savivaldos įstatymo 16 straipsnio 4 dalimi</w:t>
      </w:r>
      <w:r>
        <w:rPr>
          <w:szCs w:val="24"/>
        </w:rPr>
        <w:t xml:space="preserve">, </w:t>
      </w:r>
      <w:r w:rsidR="00B324C5">
        <w:rPr>
          <w:szCs w:val="24"/>
        </w:rPr>
        <w:t xml:space="preserve">Lietuvos Respublikos kultūros centrų įstatymo </w:t>
      </w:r>
      <w:r w:rsidR="00B324C5" w:rsidRPr="0027480C">
        <w:rPr>
          <w:szCs w:val="24"/>
        </w:rPr>
        <w:t>7 straipsniu</w:t>
      </w:r>
      <w:r w:rsidR="00A70493">
        <w:rPr>
          <w:szCs w:val="24"/>
        </w:rPr>
        <w:t xml:space="preserve">, </w:t>
      </w:r>
      <w:r w:rsidR="00C3516A" w:rsidRPr="00DE2911">
        <w:rPr>
          <w:rFonts w:eastAsia="Batang"/>
        </w:rPr>
        <w:t>Plungės rajono savivaldybės taryba</w:t>
      </w:r>
      <w:r w:rsidR="0027480C">
        <w:rPr>
          <w:rFonts w:eastAsia="Batang"/>
        </w:rPr>
        <w:t xml:space="preserve">     </w:t>
      </w:r>
      <w:r w:rsidR="00C3516A" w:rsidRPr="00DE2911">
        <w:rPr>
          <w:rFonts w:eastAsia="Batang"/>
        </w:rPr>
        <w:t xml:space="preserve"> n u s p r e n d ž i a:  </w:t>
      </w:r>
    </w:p>
    <w:p w:rsidR="00085E5C" w:rsidRPr="00085E5C" w:rsidRDefault="00085E5C" w:rsidP="00591045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Deleguoti</w:t>
      </w:r>
      <w:r w:rsidR="00ED0D7C">
        <w:rPr>
          <w:szCs w:val="24"/>
        </w:rPr>
        <w:t xml:space="preserve"> </w:t>
      </w:r>
      <w:r w:rsidR="00C16271">
        <w:rPr>
          <w:szCs w:val="24"/>
        </w:rPr>
        <w:t>Plungės rajono savivaldybės tarybos narį Joną Mockūną</w:t>
      </w:r>
      <w:r w:rsidR="00F27C89">
        <w:rPr>
          <w:szCs w:val="24"/>
        </w:rPr>
        <w:t xml:space="preserve"> </w:t>
      </w:r>
      <w:r>
        <w:rPr>
          <w:szCs w:val="24"/>
        </w:rPr>
        <w:t xml:space="preserve">į </w:t>
      </w:r>
      <w:r w:rsidR="00D2126A">
        <w:rPr>
          <w:szCs w:val="24"/>
        </w:rPr>
        <w:t xml:space="preserve">Plungės rajono savivaldybės </w:t>
      </w:r>
      <w:proofErr w:type="spellStart"/>
      <w:r w:rsidR="00B324C5">
        <w:rPr>
          <w:szCs w:val="24"/>
        </w:rPr>
        <w:t>Šateikių</w:t>
      </w:r>
      <w:proofErr w:type="spellEnd"/>
      <w:r w:rsidR="00B324C5">
        <w:rPr>
          <w:szCs w:val="24"/>
        </w:rPr>
        <w:t xml:space="preserve"> </w:t>
      </w:r>
      <w:r w:rsidRPr="0050453B">
        <w:rPr>
          <w:szCs w:val="24"/>
        </w:rPr>
        <w:t xml:space="preserve">kultūros </w:t>
      </w:r>
      <w:r w:rsidR="00D2126A">
        <w:rPr>
          <w:szCs w:val="24"/>
        </w:rPr>
        <w:t xml:space="preserve">centro </w:t>
      </w:r>
      <w:r w:rsidRPr="0050453B">
        <w:rPr>
          <w:szCs w:val="24"/>
        </w:rPr>
        <w:t>tarybą.</w:t>
      </w:r>
    </w:p>
    <w:p w:rsidR="00085E5C" w:rsidRDefault="00085E5C" w:rsidP="00591045">
      <w:pPr>
        <w:ind w:firstLine="720"/>
      </w:pPr>
    </w:p>
    <w:p w:rsidR="00ED0D7C" w:rsidRDefault="00ED0D7C" w:rsidP="00591045">
      <w:pPr>
        <w:ind w:firstLine="720"/>
      </w:pPr>
    </w:p>
    <w:p w:rsidR="00C3516A" w:rsidRDefault="00C3516A" w:rsidP="009278BD">
      <w:pPr>
        <w:tabs>
          <w:tab w:val="left" w:pos="7938"/>
        </w:tabs>
      </w:pPr>
      <w:r>
        <w:t>Savivaldybės meras</w:t>
      </w:r>
      <w:r w:rsidR="009278BD">
        <w:t xml:space="preserve"> </w:t>
      </w:r>
      <w:r w:rsidR="009278BD">
        <w:tab/>
        <w:t>Audrius Klišonis</w:t>
      </w:r>
      <w:r>
        <w:t xml:space="preserve">  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Default="00B324C5" w:rsidP="00C3516A">
      <w:pPr>
        <w:jc w:val="both"/>
      </w:pPr>
    </w:p>
    <w:p w:rsidR="00B324C5" w:rsidRPr="00E158AC" w:rsidRDefault="00B324C5" w:rsidP="00B324C5">
      <w:pPr>
        <w:rPr>
          <w:szCs w:val="24"/>
        </w:rPr>
      </w:pPr>
    </w:p>
    <w:sectPr w:rsidR="00B324C5" w:rsidRPr="00E158AC" w:rsidSect="009278BD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E07" w:rsidRDefault="00F27E07" w:rsidP="00BF41C5">
      <w:r>
        <w:separator/>
      </w:r>
    </w:p>
  </w:endnote>
  <w:endnote w:type="continuationSeparator" w:id="0">
    <w:p w:rsidR="00F27E07" w:rsidRDefault="00F27E07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CD4F39">
      <w:rPr>
        <w:noProof/>
      </w:rPr>
      <w:t>1</w:t>
    </w:r>
    <w:r>
      <w:rPr>
        <w:noProof/>
      </w:rPr>
      <w:fldChar w:fldCharType="end"/>
    </w:r>
  </w:p>
  <w:p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E07" w:rsidRDefault="00F27E07" w:rsidP="00BF41C5">
      <w:r>
        <w:separator/>
      </w:r>
    </w:p>
  </w:footnote>
  <w:footnote w:type="continuationSeparator" w:id="0">
    <w:p w:rsidR="00F27E07" w:rsidRDefault="00F27E07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85E5C"/>
    <w:rsid w:val="00097A10"/>
    <w:rsid w:val="00097BD4"/>
    <w:rsid w:val="000B3A17"/>
    <w:rsid w:val="000B761E"/>
    <w:rsid w:val="000D313D"/>
    <w:rsid w:val="000F12B3"/>
    <w:rsid w:val="000F5DF1"/>
    <w:rsid w:val="00120C82"/>
    <w:rsid w:val="001570BC"/>
    <w:rsid w:val="0016725B"/>
    <w:rsid w:val="0017453C"/>
    <w:rsid w:val="001A6A9E"/>
    <w:rsid w:val="001C2240"/>
    <w:rsid w:val="001C72C3"/>
    <w:rsid w:val="001E56F8"/>
    <w:rsid w:val="0020056A"/>
    <w:rsid w:val="00212B32"/>
    <w:rsid w:val="00234B2B"/>
    <w:rsid w:val="002368F7"/>
    <w:rsid w:val="00260E62"/>
    <w:rsid w:val="00263082"/>
    <w:rsid w:val="00271EB4"/>
    <w:rsid w:val="0027480C"/>
    <w:rsid w:val="00282D0A"/>
    <w:rsid w:val="002A1D4A"/>
    <w:rsid w:val="002A4414"/>
    <w:rsid w:val="002B256A"/>
    <w:rsid w:val="002D06B2"/>
    <w:rsid w:val="00326DF3"/>
    <w:rsid w:val="00333946"/>
    <w:rsid w:val="00333D73"/>
    <w:rsid w:val="00340D31"/>
    <w:rsid w:val="00344B45"/>
    <w:rsid w:val="00370317"/>
    <w:rsid w:val="003724E9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E1560"/>
    <w:rsid w:val="004F7CD1"/>
    <w:rsid w:val="00503DED"/>
    <w:rsid w:val="00515A7F"/>
    <w:rsid w:val="00540BC3"/>
    <w:rsid w:val="005513C1"/>
    <w:rsid w:val="00560EA3"/>
    <w:rsid w:val="00574E92"/>
    <w:rsid w:val="005774AB"/>
    <w:rsid w:val="00584482"/>
    <w:rsid w:val="00591045"/>
    <w:rsid w:val="005A63FB"/>
    <w:rsid w:val="005D44D4"/>
    <w:rsid w:val="005D53CC"/>
    <w:rsid w:val="005E3044"/>
    <w:rsid w:val="005E4871"/>
    <w:rsid w:val="005F4FA8"/>
    <w:rsid w:val="00612DA8"/>
    <w:rsid w:val="00613258"/>
    <w:rsid w:val="00615B96"/>
    <w:rsid w:val="006279D1"/>
    <w:rsid w:val="00637D6D"/>
    <w:rsid w:val="00640913"/>
    <w:rsid w:val="00662B2A"/>
    <w:rsid w:val="00664791"/>
    <w:rsid w:val="006703A5"/>
    <w:rsid w:val="006A2311"/>
    <w:rsid w:val="006A24A4"/>
    <w:rsid w:val="006A2DAC"/>
    <w:rsid w:val="006B5AC8"/>
    <w:rsid w:val="006F2B1F"/>
    <w:rsid w:val="0070064D"/>
    <w:rsid w:val="00705610"/>
    <w:rsid w:val="007136E4"/>
    <w:rsid w:val="00725BDA"/>
    <w:rsid w:val="00735707"/>
    <w:rsid w:val="007438C2"/>
    <w:rsid w:val="00751EC7"/>
    <w:rsid w:val="00782C7B"/>
    <w:rsid w:val="007B3C7B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C6B23"/>
    <w:rsid w:val="008D598D"/>
    <w:rsid w:val="00900BA7"/>
    <w:rsid w:val="009278BD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5636D"/>
    <w:rsid w:val="00A575C1"/>
    <w:rsid w:val="00A649C7"/>
    <w:rsid w:val="00A70493"/>
    <w:rsid w:val="00A77473"/>
    <w:rsid w:val="00A83797"/>
    <w:rsid w:val="00AA0E91"/>
    <w:rsid w:val="00AB0369"/>
    <w:rsid w:val="00AC74F0"/>
    <w:rsid w:val="00AD1340"/>
    <w:rsid w:val="00AE28C0"/>
    <w:rsid w:val="00AE38EB"/>
    <w:rsid w:val="00B1124E"/>
    <w:rsid w:val="00B128AC"/>
    <w:rsid w:val="00B324C5"/>
    <w:rsid w:val="00B62BF4"/>
    <w:rsid w:val="00B87142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16271"/>
    <w:rsid w:val="00C17289"/>
    <w:rsid w:val="00C3516A"/>
    <w:rsid w:val="00C4070B"/>
    <w:rsid w:val="00C43F75"/>
    <w:rsid w:val="00C603AE"/>
    <w:rsid w:val="00C63813"/>
    <w:rsid w:val="00C736A5"/>
    <w:rsid w:val="00C91CA1"/>
    <w:rsid w:val="00CA553E"/>
    <w:rsid w:val="00CD4F39"/>
    <w:rsid w:val="00CD7570"/>
    <w:rsid w:val="00CE0FD4"/>
    <w:rsid w:val="00CE21C4"/>
    <w:rsid w:val="00CE62E9"/>
    <w:rsid w:val="00CF1E5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99C"/>
    <w:rsid w:val="00ED0D7C"/>
    <w:rsid w:val="00ED1307"/>
    <w:rsid w:val="00ED2F2D"/>
    <w:rsid w:val="00F2104E"/>
    <w:rsid w:val="00F26214"/>
    <w:rsid w:val="00F27C89"/>
    <w:rsid w:val="00F27E07"/>
    <w:rsid w:val="00F324DA"/>
    <w:rsid w:val="00F42D69"/>
    <w:rsid w:val="00F52EE2"/>
    <w:rsid w:val="00FA7215"/>
    <w:rsid w:val="00FC3709"/>
    <w:rsid w:val="00FD70C6"/>
    <w:rsid w:val="00FD7490"/>
    <w:rsid w:val="00FE4A86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F3DAA2B5</Template>
  <TotalTime>4</TotalTime>
  <Pages>1</Pages>
  <Words>76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5</cp:revision>
  <cp:lastPrinted>2017-03-10T08:05:00Z</cp:lastPrinted>
  <dcterms:created xsi:type="dcterms:W3CDTF">2021-03-15T15:03:00Z</dcterms:created>
  <dcterms:modified xsi:type="dcterms:W3CDTF">2021-03-26T05:55:00Z</dcterms:modified>
</cp:coreProperties>
</file>