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C3" w:rsidRPr="002719C3" w:rsidRDefault="002719C3" w:rsidP="002719C3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5E816188" wp14:editId="24877BB2">
            <wp:simplePos x="0" y="0"/>
            <wp:positionH relativeFrom="column">
              <wp:posOffset>2781300</wp:posOffset>
            </wp:positionH>
            <wp:positionV relativeFrom="paragraph">
              <wp:posOffset>-213995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19C3">
        <w:rPr>
          <w:b/>
          <w:sz w:val="28"/>
          <w:szCs w:val="28"/>
        </w:rPr>
        <w:t>PLUNGĖS RAJONO SAVIVALDYBĖS</w:t>
      </w:r>
    </w:p>
    <w:p w:rsidR="002719C3" w:rsidRPr="002719C3" w:rsidRDefault="002719C3" w:rsidP="002719C3">
      <w:pPr>
        <w:jc w:val="center"/>
        <w:rPr>
          <w:b/>
          <w:sz w:val="28"/>
          <w:szCs w:val="28"/>
        </w:rPr>
      </w:pPr>
      <w:r w:rsidRPr="002719C3">
        <w:rPr>
          <w:b/>
          <w:sz w:val="28"/>
          <w:szCs w:val="28"/>
        </w:rPr>
        <w:t>TARYBA</w:t>
      </w:r>
    </w:p>
    <w:p w:rsidR="002719C3" w:rsidRPr="002719C3" w:rsidRDefault="002719C3" w:rsidP="002719C3">
      <w:pPr>
        <w:jc w:val="center"/>
        <w:rPr>
          <w:b/>
          <w:sz w:val="28"/>
          <w:szCs w:val="28"/>
        </w:rPr>
      </w:pPr>
    </w:p>
    <w:p w:rsidR="002719C3" w:rsidRPr="002719C3" w:rsidRDefault="002719C3" w:rsidP="002719C3">
      <w:pPr>
        <w:jc w:val="center"/>
        <w:rPr>
          <w:b/>
          <w:sz w:val="28"/>
          <w:szCs w:val="28"/>
        </w:rPr>
      </w:pPr>
      <w:r w:rsidRPr="002719C3">
        <w:rPr>
          <w:b/>
          <w:sz w:val="28"/>
          <w:szCs w:val="28"/>
        </w:rPr>
        <w:t>SPRENDIMAS</w:t>
      </w:r>
    </w:p>
    <w:p w:rsidR="002719C3" w:rsidRPr="002719C3" w:rsidRDefault="002719C3" w:rsidP="002719C3">
      <w:pPr>
        <w:jc w:val="center"/>
        <w:rPr>
          <w:b/>
          <w:sz w:val="28"/>
          <w:szCs w:val="28"/>
        </w:rPr>
      </w:pPr>
      <w:r w:rsidRPr="002719C3">
        <w:rPr>
          <w:b/>
          <w:sz w:val="28"/>
          <w:szCs w:val="28"/>
        </w:rPr>
        <w:t>DĖL PLUNGĖS RAJONO SAVIVALDYBĖS 2021-2023 METŲ STRATEGINIO VEIKLOS PLANO PATVIRTINIMO</w:t>
      </w:r>
    </w:p>
    <w:p w:rsidR="002719C3" w:rsidRDefault="002719C3" w:rsidP="002719C3">
      <w:pPr>
        <w:jc w:val="center"/>
      </w:pPr>
    </w:p>
    <w:p w:rsidR="002719C3" w:rsidRDefault="002719C3" w:rsidP="002719C3">
      <w:pPr>
        <w:jc w:val="center"/>
      </w:pPr>
      <w:r>
        <w:t>2021 m. vasario 18 d. Nr. T1-</w:t>
      </w:r>
      <w:r w:rsidR="00463B9F">
        <w:t>49</w:t>
      </w:r>
      <w:bookmarkStart w:id="0" w:name="_GoBack"/>
      <w:bookmarkEnd w:id="0"/>
    </w:p>
    <w:p w:rsidR="00594FDA" w:rsidRDefault="002719C3" w:rsidP="002719C3">
      <w:pPr>
        <w:jc w:val="center"/>
      </w:pPr>
      <w:r>
        <w:t>Plungė</w:t>
      </w:r>
    </w:p>
    <w:p w:rsidR="002719C3" w:rsidRDefault="002719C3" w:rsidP="002719C3"/>
    <w:p w:rsidR="00F16A24" w:rsidRDefault="00DE2EB2" w:rsidP="00170A23">
      <w:pPr>
        <w:ind w:firstLine="737"/>
        <w:jc w:val="both"/>
      </w:pPr>
      <w:r>
        <w:t xml:space="preserve">Vadovaudamasi Lietuvos Respublikos </w:t>
      </w:r>
      <w:r w:rsidR="00242CD0">
        <w:t>vietos savivaldos</w:t>
      </w:r>
      <w:r>
        <w:t xml:space="preserve"> įstatymo </w:t>
      </w:r>
      <w:r w:rsidR="00BF3FA3">
        <w:t>1</w:t>
      </w:r>
      <w:r w:rsidR="00242CD0">
        <w:t>6</w:t>
      </w:r>
      <w:r>
        <w:t xml:space="preserve"> straipsnio</w:t>
      </w:r>
      <w:r w:rsidR="00267763">
        <w:t xml:space="preserve"> </w:t>
      </w:r>
      <w:r w:rsidR="00BF3FA3">
        <w:t>2 dalies 40</w:t>
      </w:r>
      <w:r w:rsidR="00267763">
        <w:t xml:space="preserve"> punktu</w:t>
      </w:r>
      <w:r w:rsidR="005441AE">
        <w:t xml:space="preserve">, </w:t>
      </w:r>
      <w:r w:rsidR="00242CD0">
        <w:t xml:space="preserve"> Plungės rajono savivaldybės tarybos 20</w:t>
      </w:r>
      <w:r w:rsidR="00301B4C">
        <w:t>15</w:t>
      </w:r>
      <w:r w:rsidR="00242CD0">
        <w:t xml:space="preserve"> m. </w:t>
      </w:r>
      <w:r w:rsidR="00301B4C">
        <w:t>rugsėjo 24 d. sprendimu Nr. T1-230</w:t>
      </w:r>
      <w:r w:rsidR="00242CD0">
        <w:t xml:space="preserve"> „Dėl Plungės rajono savivaldybės </w:t>
      </w:r>
      <w:r w:rsidR="00301B4C">
        <w:t>strateginio planavimo organizavimo tvarkos aprašo patvirtinimo“</w:t>
      </w:r>
      <w:r w:rsidR="00170A23" w:rsidRPr="00170A23">
        <w:t xml:space="preserve"> </w:t>
      </w:r>
      <w:r w:rsidR="00170A23">
        <w:t>(kartu su 2016 m. liepos 28 d. sprendimu Nr.</w:t>
      </w:r>
      <w:r w:rsidR="00901733">
        <w:t xml:space="preserve"> </w:t>
      </w:r>
      <w:r w:rsidR="00170A23">
        <w:t>T1-198),</w:t>
      </w:r>
      <w:r w:rsidR="005441AE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F16A24" w:rsidRDefault="00242CD0" w:rsidP="00F16A24">
      <w:pPr>
        <w:ind w:firstLine="737"/>
        <w:jc w:val="both"/>
      </w:pPr>
      <w:r>
        <w:t xml:space="preserve">Patvirtinti Plungės rajono savivaldybės </w:t>
      </w:r>
      <w:r w:rsidR="00FF0340">
        <w:t>20</w:t>
      </w:r>
      <w:r w:rsidR="00901733">
        <w:t>21-</w:t>
      </w:r>
      <w:r w:rsidR="00CE6DB0" w:rsidRPr="00F5540B">
        <w:t>20</w:t>
      </w:r>
      <w:r w:rsidR="00FF0340">
        <w:t>2</w:t>
      </w:r>
      <w:r w:rsidR="00901733">
        <w:t>3</w:t>
      </w:r>
      <w:r>
        <w:t xml:space="preserve"> metų strateginį veiklos planą (pridedama).</w:t>
      </w:r>
    </w:p>
    <w:p w:rsidR="00DE2EB2" w:rsidRDefault="00DE2EB2" w:rsidP="00594FDA">
      <w:pPr>
        <w:jc w:val="both"/>
      </w:pPr>
    </w:p>
    <w:p w:rsidR="00EC0212" w:rsidRDefault="00EC0212" w:rsidP="00594FDA">
      <w:pPr>
        <w:jc w:val="both"/>
      </w:pPr>
    </w:p>
    <w:p w:rsidR="00395865" w:rsidRDefault="00395865" w:rsidP="002719C3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2719C3">
        <w:t xml:space="preserve"> </w:t>
      </w:r>
      <w:r w:rsidR="002719C3">
        <w:tab/>
        <w:t>Audrius Klišonis</w:t>
      </w:r>
    </w:p>
    <w:p w:rsidR="009A069F" w:rsidRDefault="009A069F" w:rsidP="00594FDA">
      <w:pPr>
        <w:ind w:firstLine="737"/>
        <w:jc w:val="both"/>
      </w:pPr>
    </w:p>
    <w:sectPr w:rsidR="009A069F" w:rsidSect="008803A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C82" w:rsidRDefault="008C1C82" w:rsidP="005658C1">
      <w:r>
        <w:separator/>
      </w:r>
    </w:p>
  </w:endnote>
  <w:endnote w:type="continuationSeparator" w:id="0">
    <w:p w:rsidR="008C1C82" w:rsidRDefault="008C1C82" w:rsidP="0056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C82" w:rsidRDefault="008C1C82" w:rsidP="005658C1">
      <w:r>
        <w:separator/>
      </w:r>
    </w:p>
  </w:footnote>
  <w:footnote w:type="continuationSeparator" w:id="0">
    <w:p w:rsidR="008C1C82" w:rsidRDefault="008C1C82" w:rsidP="0056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multilevel"/>
    <w:tmpl w:val="B5449C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3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1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3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54D07C74"/>
    <w:multiLevelType w:val="hybridMultilevel"/>
    <w:tmpl w:val="EF94C58C"/>
    <w:lvl w:ilvl="0" w:tplc="74DA44D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D0"/>
    <w:rsid w:val="00040787"/>
    <w:rsid w:val="00043A14"/>
    <w:rsid w:val="00046320"/>
    <w:rsid w:val="00051982"/>
    <w:rsid w:val="000549BD"/>
    <w:rsid w:val="00072080"/>
    <w:rsid w:val="000D0B1B"/>
    <w:rsid w:val="001060E9"/>
    <w:rsid w:val="00107C64"/>
    <w:rsid w:val="0012148A"/>
    <w:rsid w:val="001214DC"/>
    <w:rsid w:val="00127694"/>
    <w:rsid w:val="00142393"/>
    <w:rsid w:val="00170A23"/>
    <w:rsid w:val="001767B0"/>
    <w:rsid w:val="00193024"/>
    <w:rsid w:val="00194F8D"/>
    <w:rsid w:val="001B7979"/>
    <w:rsid w:val="00203680"/>
    <w:rsid w:val="0022526D"/>
    <w:rsid w:val="002256F1"/>
    <w:rsid w:val="00242CD0"/>
    <w:rsid w:val="00252E4D"/>
    <w:rsid w:val="002608E1"/>
    <w:rsid w:val="00267763"/>
    <w:rsid w:val="002719C3"/>
    <w:rsid w:val="00290002"/>
    <w:rsid w:val="0029743B"/>
    <w:rsid w:val="002D66A6"/>
    <w:rsid w:val="002E25C0"/>
    <w:rsid w:val="002E5472"/>
    <w:rsid w:val="002F7D33"/>
    <w:rsid w:val="00301B4C"/>
    <w:rsid w:val="00314857"/>
    <w:rsid w:val="00317A41"/>
    <w:rsid w:val="00336381"/>
    <w:rsid w:val="0034018B"/>
    <w:rsid w:val="00363726"/>
    <w:rsid w:val="00381C4E"/>
    <w:rsid w:val="00395865"/>
    <w:rsid w:val="003A0864"/>
    <w:rsid w:val="003A11FF"/>
    <w:rsid w:val="003C298E"/>
    <w:rsid w:val="003C3528"/>
    <w:rsid w:val="003C7B5A"/>
    <w:rsid w:val="004001C8"/>
    <w:rsid w:val="0040125C"/>
    <w:rsid w:val="00420968"/>
    <w:rsid w:val="0043466F"/>
    <w:rsid w:val="004518DC"/>
    <w:rsid w:val="004611A1"/>
    <w:rsid w:val="00463B9F"/>
    <w:rsid w:val="004666CD"/>
    <w:rsid w:val="004668AE"/>
    <w:rsid w:val="004A5C25"/>
    <w:rsid w:val="004B0FD9"/>
    <w:rsid w:val="004B74E7"/>
    <w:rsid w:val="004E49E3"/>
    <w:rsid w:val="00505991"/>
    <w:rsid w:val="00513DA8"/>
    <w:rsid w:val="005441AE"/>
    <w:rsid w:val="00554700"/>
    <w:rsid w:val="0055481C"/>
    <w:rsid w:val="005658C1"/>
    <w:rsid w:val="00565E2A"/>
    <w:rsid w:val="005714FE"/>
    <w:rsid w:val="005722F2"/>
    <w:rsid w:val="00576DBC"/>
    <w:rsid w:val="00577823"/>
    <w:rsid w:val="005804DD"/>
    <w:rsid w:val="0059405D"/>
    <w:rsid w:val="00594FDA"/>
    <w:rsid w:val="005C1359"/>
    <w:rsid w:val="005C1B30"/>
    <w:rsid w:val="005E1008"/>
    <w:rsid w:val="005F012D"/>
    <w:rsid w:val="005F711B"/>
    <w:rsid w:val="00610D15"/>
    <w:rsid w:val="00632994"/>
    <w:rsid w:val="00642881"/>
    <w:rsid w:val="0069055A"/>
    <w:rsid w:val="006B4E78"/>
    <w:rsid w:val="006D37B1"/>
    <w:rsid w:val="006F5609"/>
    <w:rsid w:val="00721F33"/>
    <w:rsid w:val="00772D45"/>
    <w:rsid w:val="007936F0"/>
    <w:rsid w:val="007B56D0"/>
    <w:rsid w:val="007D46EC"/>
    <w:rsid w:val="007F4225"/>
    <w:rsid w:val="00820430"/>
    <w:rsid w:val="008357DB"/>
    <w:rsid w:val="00850303"/>
    <w:rsid w:val="008803AF"/>
    <w:rsid w:val="008C1C82"/>
    <w:rsid w:val="008C4B8C"/>
    <w:rsid w:val="008E45A2"/>
    <w:rsid w:val="008F2D3E"/>
    <w:rsid w:val="00901733"/>
    <w:rsid w:val="009027B9"/>
    <w:rsid w:val="00922011"/>
    <w:rsid w:val="00935BBA"/>
    <w:rsid w:val="0094382F"/>
    <w:rsid w:val="009500A0"/>
    <w:rsid w:val="0096508F"/>
    <w:rsid w:val="0098172A"/>
    <w:rsid w:val="0099291B"/>
    <w:rsid w:val="009A069F"/>
    <w:rsid w:val="009A0C4E"/>
    <w:rsid w:val="009A366C"/>
    <w:rsid w:val="009A761B"/>
    <w:rsid w:val="009B03A3"/>
    <w:rsid w:val="009F434F"/>
    <w:rsid w:val="00A3706E"/>
    <w:rsid w:val="00A4100C"/>
    <w:rsid w:val="00A57E7A"/>
    <w:rsid w:val="00AA03D6"/>
    <w:rsid w:val="00AB3A45"/>
    <w:rsid w:val="00AD66E0"/>
    <w:rsid w:val="00AF5840"/>
    <w:rsid w:val="00B00B09"/>
    <w:rsid w:val="00B52D68"/>
    <w:rsid w:val="00B576EB"/>
    <w:rsid w:val="00B720E2"/>
    <w:rsid w:val="00B7543F"/>
    <w:rsid w:val="00BD5BD0"/>
    <w:rsid w:val="00BF3FA3"/>
    <w:rsid w:val="00C00760"/>
    <w:rsid w:val="00C11ECC"/>
    <w:rsid w:val="00C411DD"/>
    <w:rsid w:val="00C47535"/>
    <w:rsid w:val="00C75C2B"/>
    <w:rsid w:val="00CA6C75"/>
    <w:rsid w:val="00CB00D1"/>
    <w:rsid w:val="00CC42B7"/>
    <w:rsid w:val="00CC76A1"/>
    <w:rsid w:val="00CE6DB0"/>
    <w:rsid w:val="00CF4CC2"/>
    <w:rsid w:val="00D0457B"/>
    <w:rsid w:val="00D34F12"/>
    <w:rsid w:val="00DD5560"/>
    <w:rsid w:val="00DD7836"/>
    <w:rsid w:val="00DE2EB2"/>
    <w:rsid w:val="00DF446D"/>
    <w:rsid w:val="00E04757"/>
    <w:rsid w:val="00E11ADE"/>
    <w:rsid w:val="00E15D5F"/>
    <w:rsid w:val="00E34DF9"/>
    <w:rsid w:val="00E54A5A"/>
    <w:rsid w:val="00E61579"/>
    <w:rsid w:val="00E70ADD"/>
    <w:rsid w:val="00E725B7"/>
    <w:rsid w:val="00EC0212"/>
    <w:rsid w:val="00EE09A7"/>
    <w:rsid w:val="00EE7611"/>
    <w:rsid w:val="00F01168"/>
    <w:rsid w:val="00F04AA6"/>
    <w:rsid w:val="00F07DEC"/>
    <w:rsid w:val="00F16A24"/>
    <w:rsid w:val="00F2121E"/>
    <w:rsid w:val="00F40DFF"/>
    <w:rsid w:val="00F5540B"/>
    <w:rsid w:val="00F564F0"/>
    <w:rsid w:val="00F62CAD"/>
    <w:rsid w:val="00F64E38"/>
    <w:rsid w:val="00F65D76"/>
    <w:rsid w:val="00F674BA"/>
    <w:rsid w:val="00F70849"/>
    <w:rsid w:val="00F73CFB"/>
    <w:rsid w:val="00FD0BB8"/>
    <w:rsid w:val="00FE0145"/>
    <w:rsid w:val="00FE1F6A"/>
    <w:rsid w:val="00FE26CC"/>
    <w:rsid w:val="00FF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val="x-none" w:eastAsia="en-US"/>
    </w:rPr>
  </w:style>
  <w:style w:type="character" w:customStyle="1" w:styleId="AntratsDiagrama">
    <w:name w:val="Antraštės Diagrama"/>
    <w:aliases w:val="Char Diagrama,Diagrama Diagrama"/>
    <w:link w:val="Antrats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prastasis"/>
    <w:semiHidden/>
    <w:rsid w:val="00242CD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242CD0"/>
    <w:rPr>
      <w:sz w:val="16"/>
    </w:rPr>
  </w:style>
  <w:style w:type="paragraph" w:styleId="prastasistinklapis">
    <w:name w:val="Normal (Web)"/>
    <w:basedOn w:val="prastasis"/>
    <w:rsid w:val="00576DBC"/>
    <w:pPr>
      <w:spacing w:before="100" w:beforeAutospacing="1" w:after="100" w:afterAutospacing="1"/>
    </w:pPr>
  </w:style>
  <w:style w:type="character" w:styleId="Grietas">
    <w:name w:val="Strong"/>
    <w:qFormat/>
    <w:rsid w:val="00576DBC"/>
    <w:rPr>
      <w:b/>
      <w:bCs/>
    </w:r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semiHidden/>
    <w:rsid w:val="00576DB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DF446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prastasis"/>
    <w:semiHidden/>
    <w:rsid w:val="00363726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aliases w:val="Char,Diagrama"/>
    <w:basedOn w:val="prastasis"/>
    <w:link w:val="AntratsDiagrama"/>
    <w:rsid w:val="005658C1"/>
    <w:pPr>
      <w:tabs>
        <w:tab w:val="center" w:pos="4819"/>
        <w:tab w:val="right" w:pos="9638"/>
      </w:tabs>
      <w:ind w:firstLine="720"/>
      <w:jc w:val="both"/>
    </w:pPr>
    <w:rPr>
      <w:szCs w:val="20"/>
      <w:lang w:val="x-none" w:eastAsia="en-US"/>
    </w:rPr>
  </w:style>
  <w:style w:type="character" w:customStyle="1" w:styleId="AntratsDiagrama">
    <w:name w:val="Antraštės Diagrama"/>
    <w:aliases w:val="Char Diagrama,Diagrama Diagrama"/>
    <w:link w:val="Antrats"/>
    <w:rsid w:val="005658C1"/>
    <w:rPr>
      <w:sz w:val="24"/>
      <w:lang w:eastAsia="en-US"/>
    </w:rPr>
  </w:style>
  <w:style w:type="paragraph" w:styleId="Sraopastraipa">
    <w:name w:val="List Paragraph"/>
    <w:basedOn w:val="prastasis"/>
    <w:qFormat/>
    <w:rsid w:val="005658C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5658C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5658C1"/>
    <w:rPr>
      <w:lang w:eastAsia="en-US"/>
    </w:rPr>
  </w:style>
  <w:style w:type="character" w:styleId="Puslapioinaosnuoroda">
    <w:name w:val="footnote reference"/>
    <w:rsid w:val="005658C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6AE2DD24</Template>
  <TotalTime>7</TotalTime>
  <Pages>1</Pages>
  <Words>435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10</cp:revision>
  <cp:lastPrinted>2016-01-27T14:54:00Z</cp:lastPrinted>
  <dcterms:created xsi:type="dcterms:W3CDTF">2021-02-02T14:14:00Z</dcterms:created>
  <dcterms:modified xsi:type="dcterms:W3CDTF">2021-02-19T06:29:00Z</dcterms:modified>
</cp:coreProperties>
</file>