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31" w:rsidRPr="00A43CF9" w:rsidRDefault="00026CA5" w:rsidP="000C3457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8240" behindDoc="1" locked="0" layoutInCell="0" allowOverlap="1" wp14:anchorId="7D8024E9" wp14:editId="3814FA34">
            <wp:simplePos x="0" y="0"/>
            <wp:positionH relativeFrom="column">
              <wp:posOffset>2735580</wp:posOffset>
            </wp:positionH>
            <wp:positionV relativeFrom="paragraph">
              <wp:posOffset>-208915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31" w:rsidRPr="00A43CF9">
        <w:rPr>
          <w:b/>
          <w:bCs/>
          <w:sz w:val="28"/>
          <w:szCs w:val="28"/>
          <w:lang w:val="en-US"/>
        </w:rPr>
        <w:t>PLUNGĖS RAJONO SAVIVALDYBĖS</w:t>
      </w:r>
    </w:p>
    <w:p w:rsidR="00680631" w:rsidRPr="00A43CF9" w:rsidRDefault="00680631" w:rsidP="000C3457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680631" w:rsidRPr="00A43CF9" w:rsidRDefault="00680631" w:rsidP="000C3457">
      <w:pPr>
        <w:jc w:val="center"/>
        <w:rPr>
          <w:b/>
          <w:bCs/>
          <w:lang w:val="en-US"/>
        </w:rPr>
      </w:pPr>
    </w:p>
    <w:p w:rsidR="00680631" w:rsidRPr="00A43CF9" w:rsidRDefault="00680631" w:rsidP="000C3457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680631" w:rsidRPr="00A43CF9" w:rsidRDefault="00680631" w:rsidP="000C3457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</w:t>
      </w:r>
      <w:r w:rsidR="009951ED">
        <w:rPr>
          <w:b/>
          <w:bCs/>
          <w:caps/>
          <w:sz w:val="28"/>
          <w:szCs w:val="28"/>
          <w:lang w:val="en-US"/>
        </w:rPr>
        <w:t xml:space="preserve"> TARYBOS KONTROLĖS KOMITETO 202</w:t>
      </w:r>
      <w:r w:rsidR="00C6496A">
        <w:rPr>
          <w:b/>
          <w:bCs/>
          <w:caps/>
          <w:sz w:val="28"/>
          <w:szCs w:val="28"/>
          <w:lang w:val="en-US"/>
        </w:rPr>
        <w:t>1</w:t>
      </w:r>
      <w:r w:rsidR="0024556D">
        <w:rPr>
          <w:b/>
          <w:bCs/>
          <w:caps/>
          <w:sz w:val="28"/>
          <w:szCs w:val="28"/>
          <w:lang w:val="en-US"/>
        </w:rPr>
        <w:t xml:space="preserve"> </w:t>
      </w:r>
      <w:r w:rsidRPr="00A43CF9">
        <w:rPr>
          <w:b/>
          <w:bCs/>
          <w:caps/>
          <w:sz w:val="28"/>
          <w:szCs w:val="28"/>
          <w:lang w:val="en-US"/>
        </w:rPr>
        <w:t>METŲ VEIKLOS PROGRAMOS PATVIRTINIMO</w:t>
      </w:r>
    </w:p>
    <w:p w:rsidR="00680631" w:rsidRPr="00A43CF9" w:rsidRDefault="00680631" w:rsidP="000C3457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680631" w:rsidRPr="00A43CF9" w:rsidRDefault="00C6496A" w:rsidP="000C3457">
      <w:pPr>
        <w:jc w:val="center"/>
        <w:rPr>
          <w:rStyle w:val="Komentaronuoroda"/>
          <w:sz w:val="24"/>
          <w:szCs w:val="24"/>
          <w:lang w:val="lt-LT"/>
        </w:rPr>
      </w:pPr>
      <w:r>
        <w:rPr>
          <w:rStyle w:val="Komentaronuoroda"/>
          <w:sz w:val="24"/>
          <w:szCs w:val="24"/>
          <w:lang w:val="lt-LT"/>
        </w:rPr>
        <w:t>2020 m. gruodžio 22</w:t>
      </w:r>
      <w:r w:rsidR="00680631" w:rsidRPr="00A43CF9">
        <w:rPr>
          <w:rStyle w:val="Komentaronuoroda"/>
          <w:sz w:val="24"/>
          <w:szCs w:val="24"/>
          <w:lang w:val="lt-LT"/>
        </w:rPr>
        <w:t xml:space="preserve"> d. Nr. T1-</w:t>
      </w:r>
      <w:r w:rsidR="009975EF">
        <w:rPr>
          <w:rStyle w:val="Komentaronuoroda"/>
          <w:sz w:val="24"/>
          <w:szCs w:val="24"/>
          <w:lang w:val="lt-LT"/>
        </w:rPr>
        <w:t>311</w:t>
      </w:r>
    </w:p>
    <w:p w:rsidR="00680631" w:rsidRPr="00A43CF9" w:rsidRDefault="00680631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A43CF9">
        <w:rPr>
          <w:rStyle w:val="Komentaronuoroda"/>
          <w:sz w:val="24"/>
          <w:szCs w:val="24"/>
          <w:lang w:val="lt-LT"/>
        </w:rPr>
        <w:t>Plungė</w:t>
      </w:r>
    </w:p>
    <w:p w:rsidR="00680631" w:rsidRPr="00A43CF9" w:rsidRDefault="00680631" w:rsidP="0032283A">
      <w:pPr>
        <w:jc w:val="center"/>
        <w:rPr>
          <w:rStyle w:val="Komentaronuoroda"/>
          <w:sz w:val="24"/>
          <w:szCs w:val="24"/>
          <w:lang w:val="lt-LT"/>
        </w:rPr>
      </w:pP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 xml:space="preserve">Vadovaudamasi Lietuvos Respublikos vietos savivaldos įstatymo 16 straipsnio 2 dalies 7 punktu ir Plungės rajono savivaldybės tarybos veiklos reglamento, patvirtinto Plungės rajono savivaldybės tarybos 2019 m. balandžio 25 d. sprendimu Nr. T1-74, VI skyriaus 94.8 </w:t>
      </w:r>
      <w:r w:rsidR="001D075A" w:rsidRPr="00A43CF9">
        <w:rPr>
          <w:lang w:val="lt-LT"/>
        </w:rPr>
        <w:t xml:space="preserve">punktu </w:t>
      </w:r>
      <w:r w:rsidRPr="00A43CF9">
        <w:rPr>
          <w:lang w:val="lt-LT"/>
        </w:rPr>
        <w:t>ir VIII skyriaus 143.6 punkt</w:t>
      </w:r>
      <w:r w:rsidR="001D075A" w:rsidRPr="00A43CF9">
        <w:rPr>
          <w:lang w:val="lt-LT"/>
        </w:rPr>
        <w:t>u</w:t>
      </w:r>
      <w:r w:rsidRPr="00A43CF9">
        <w:rPr>
          <w:lang w:val="lt-LT"/>
        </w:rPr>
        <w:t>, Plungės rajono savivaldybės taryba  n u s p r e n d ž i a:</w:t>
      </w: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>Patvirtinti Plungės rajono savivaldybės</w:t>
      </w:r>
      <w:r w:rsidR="00C6496A">
        <w:rPr>
          <w:lang w:val="lt-LT"/>
        </w:rPr>
        <w:t xml:space="preserve"> tarybos Kontrolės komiteto 2021</w:t>
      </w:r>
      <w:r w:rsidRPr="00A43CF9">
        <w:rPr>
          <w:lang w:val="lt-LT"/>
        </w:rPr>
        <w:t xml:space="preserve"> metų veiklos programą (pridedama).</w:t>
      </w: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4A357B">
      <w:pPr>
        <w:tabs>
          <w:tab w:val="left" w:pos="5865"/>
          <w:tab w:val="left" w:pos="7938"/>
        </w:tabs>
        <w:rPr>
          <w:lang w:val="lt-LT"/>
        </w:rPr>
      </w:pPr>
      <w:r w:rsidRPr="00A43CF9">
        <w:rPr>
          <w:lang w:val="lt-LT"/>
        </w:rPr>
        <w:t>Savivaldybės meras</w:t>
      </w:r>
      <w:r w:rsidR="00026CA5">
        <w:rPr>
          <w:lang w:val="lt-LT"/>
        </w:rPr>
        <w:t xml:space="preserve"> </w:t>
      </w:r>
      <w:r w:rsidR="00026CA5">
        <w:rPr>
          <w:lang w:val="lt-LT"/>
        </w:rPr>
        <w:tab/>
      </w:r>
      <w:r w:rsidR="00026CA5">
        <w:rPr>
          <w:lang w:val="lt-LT"/>
        </w:rPr>
        <w:tab/>
        <w:t>Audrius Klišonis</w:t>
      </w: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</w:p>
    <w:p w:rsidR="00C6496A" w:rsidRPr="004A357B" w:rsidRDefault="00C6496A" w:rsidP="00C6496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680631" w:rsidRPr="00A97C1A" w:rsidRDefault="00680631" w:rsidP="0032283A">
      <w:pPr>
        <w:spacing w:after="200" w:line="276" w:lineRule="auto"/>
        <w:rPr>
          <w:lang w:val="lt-LT"/>
        </w:rPr>
      </w:pPr>
      <w:r w:rsidRPr="00A97C1A">
        <w:rPr>
          <w:lang w:val="lt-LT"/>
        </w:rPr>
        <w:br w:type="page"/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lastRenderedPageBreak/>
        <w:t>PATVIRTINTA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 xml:space="preserve">Plungės rajono savivaldybės </w:t>
      </w:r>
    </w:p>
    <w:p w:rsidR="00680631" w:rsidRPr="00A43CF9" w:rsidRDefault="00C6496A" w:rsidP="00F10FBE">
      <w:pPr>
        <w:ind w:left="5184" w:firstLine="1296"/>
        <w:rPr>
          <w:lang w:val="lt-LT"/>
        </w:rPr>
      </w:pPr>
      <w:r>
        <w:rPr>
          <w:lang w:val="lt-LT"/>
        </w:rPr>
        <w:t>tarybos 2020 m. gruodžio 22</w:t>
      </w:r>
      <w:r w:rsidR="00680631" w:rsidRPr="00A43CF9">
        <w:rPr>
          <w:lang w:val="lt-LT"/>
        </w:rPr>
        <w:t xml:space="preserve"> d. 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>sprendimu Nr. T1-</w:t>
      </w:r>
      <w:r w:rsidR="009975EF">
        <w:rPr>
          <w:lang w:val="lt-LT"/>
        </w:rPr>
        <w:t>311</w:t>
      </w:r>
      <w:bookmarkStart w:id="0" w:name="_GoBack"/>
      <w:bookmarkEnd w:id="0"/>
    </w:p>
    <w:p w:rsidR="00680631" w:rsidRPr="00A43CF9" w:rsidRDefault="00680631" w:rsidP="00463E26">
      <w:pPr>
        <w:jc w:val="center"/>
        <w:rPr>
          <w:b/>
          <w:bCs/>
          <w:lang w:val="lt-LT"/>
        </w:rPr>
      </w:pPr>
    </w:p>
    <w:p w:rsidR="00680631" w:rsidRPr="00A43CF9" w:rsidRDefault="00680631" w:rsidP="00463E26">
      <w:pPr>
        <w:jc w:val="center"/>
        <w:rPr>
          <w:b/>
          <w:bCs/>
          <w:lang w:val="lt-LT"/>
        </w:rPr>
      </w:pPr>
      <w:r w:rsidRPr="00A43CF9">
        <w:rPr>
          <w:b/>
          <w:bCs/>
          <w:lang w:val="lt-LT"/>
        </w:rPr>
        <w:t>PLUNGĖS RAJONO SAVIVALDYBĖS TARYBOS KONTROLĖS KOMITETO 202</w:t>
      </w:r>
      <w:r w:rsidR="00C6496A">
        <w:rPr>
          <w:b/>
          <w:bCs/>
          <w:lang w:val="lt-LT"/>
        </w:rPr>
        <w:t>1</w:t>
      </w:r>
      <w:r w:rsidRPr="00A43CF9">
        <w:rPr>
          <w:b/>
          <w:bCs/>
          <w:lang w:val="lt-LT"/>
        </w:rPr>
        <w:t xml:space="preserve"> METŲ VEIKLOS PROGRAMA</w:t>
      </w:r>
    </w:p>
    <w:p w:rsidR="00680631" w:rsidRPr="00A97C1A" w:rsidRDefault="00680631" w:rsidP="00463E26">
      <w:pPr>
        <w:jc w:val="center"/>
        <w:rPr>
          <w:lang w:val="lt-LT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3"/>
        <w:gridCol w:w="1261"/>
        <w:gridCol w:w="3082"/>
      </w:tblGrid>
      <w:tr w:rsidR="00680631" w:rsidRPr="00A43CF9">
        <w:tc>
          <w:tcPr>
            <w:tcW w:w="679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Eil.Nr.</w:t>
            </w:r>
          </w:p>
        </w:tc>
        <w:tc>
          <w:tcPr>
            <w:tcW w:w="4833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Tema</w:t>
            </w:r>
          </w:p>
        </w:tc>
        <w:tc>
          <w:tcPr>
            <w:tcW w:w="1261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Mėnuo</w:t>
            </w:r>
          </w:p>
        </w:tc>
        <w:tc>
          <w:tcPr>
            <w:tcW w:w="3082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Rengėjas</w:t>
            </w:r>
          </w:p>
        </w:tc>
      </w:tr>
      <w:tr w:rsidR="00680631" w:rsidRPr="00C6496A" w:rsidTr="00C6496A">
        <w:tc>
          <w:tcPr>
            <w:tcW w:w="679" w:type="dxa"/>
            <w:vAlign w:val="center"/>
          </w:tcPr>
          <w:p w:rsidR="00680631" w:rsidRPr="00A43CF9" w:rsidRDefault="00680631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 xml:space="preserve">1. </w:t>
            </w:r>
          </w:p>
        </w:tc>
        <w:tc>
          <w:tcPr>
            <w:tcW w:w="4833" w:type="dxa"/>
          </w:tcPr>
          <w:p w:rsidR="00884D17" w:rsidRPr="00884D17" w:rsidRDefault="00C6496A" w:rsidP="003D3E63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Kontrolės komiteto 2020</w:t>
            </w:r>
            <w:r w:rsidR="00680631" w:rsidRPr="00884D17">
              <w:rPr>
                <w:lang w:val="lt-LT"/>
              </w:rPr>
              <w:t xml:space="preserve"> metų veiklos ataskaitos svarstymas ir teikimas tarybai.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Sausis- vasaris</w:t>
            </w:r>
          </w:p>
        </w:tc>
        <w:tc>
          <w:tcPr>
            <w:tcW w:w="3082" w:type="dxa"/>
          </w:tcPr>
          <w:p w:rsidR="00680631" w:rsidRPr="00884D17" w:rsidRDefault="00680631" w:rsidP="00C6496A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455154" w:rsidRPr="00884D17" w:rsidRDefault="00455154" w:rsidP="00C6496A">
            <w:pPr>
              <w:jc w:val="center"/>
              <w:rPr>
                <w:lang w:val="lt-LT"/>
              </w:rPr>
            </w:pPr>
          </w:p>
        </w:tc>
      </w:tr>
      <w:tr w:rsidR="00680631" w:rsidRPr="00C6496A" w:rsidTr="003D3E63">
        <w:trPr>
          <w:trHeight w:val="1336"/>
        </w:trPr>
        <w:tc>
          <w:tcPr>
            <w:tcW w:w="679" w:type="dxa"/>
            <w:vAlign w:val="center"/>
          </w:tcPr>
          <w:p w:rsidR="00680631" w:rsidRPr="00A43CF9" w:rsidRDefault="00680631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2.</w:t>
            </w:r>
          </w:p>
          <w:p w:rsidR="003738CC" w:rsidRPr="00A43CF9" w:rsidRDefault="003738CC" w:rsidP="008E2266">
            <w:pPr>
              <w:rPr>
                <w:lang w:val="en-US"/>
              </w:rPr>
            </w:pPr>
          </w:p>
        </w:tc>
        <w:tc>
          <w:tcPr>
            <w:tcW w:w="4833" w:type="dxa"/>
          </w:tcPr>
          <w:p w:rsidR="00680631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 w:rsidR="00680631" w:rsidRPr="00884D17">
              <w:rPr>
                <w:lang w:val="lt-LT"/>
              </w:rPr>
              <w:t>Savivaldybės Ko</w:t>
            </w:r>
            <w:r w:rsidR="00C6496A">
              <w:rPr>
                <w:lang w:val="lt-LT"/>
              </w:rPr>
              <w:t>ntrolės ir audito tarnybos  2020</w:t>
            </w:r>
            <w:r w:rsidR="00680631" w:rsidRPr="00884D17">
              <w:rPr>
                <w:lang w:val="lt-LT"/>
              </w:rPr>
              <w:t xml:space="preserve"> metų veiklos ataskaita.</w:t>
            </w:r>
          </w:p>
          <w:p w:rsidR="002A36A9" w:rsidRPr="00884D17" w:rsidRDefault="002A36A9" w:rsidP="00884D17">
            <w:pPr>
              <w:jc w:val="both"/>
              <w:rPr>
                <w:lang w:val="lt-LT"/>
              </w:rPr>
            </w:pPr>
          </w:p>
          <w:p w:rsidR="00680631" w:rsidRPr="00884D17" w:rsidRDefault="00B416E3" w:rsidP="00C6496A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 xml:space="preserve">2. </w:t>
            </w:r>
            <w:r w:rsidR="00D501E4" w:rsidRPr="00884D17">
              <w:rPr>
                <w:rStyle w:val="normal-h"/>
                <w:lang w:val="lt-LT"/>
              </w:rPr>
              <w:t>Ataskaita apie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1D075A" w:rsidRPr="00884D17">
              <w:rPr>
                <w:rStyle w:val="normal-h"/>
                <w:lang w:val="lt-LT"/>
              </w:rPr>
              <w:t>K</w:t>
            </w:r>
            <w:r w:rsidR="00D501E4" w:rsidRPr="00884D17">
              <w:rPr>
                <w:rStyle w:val="normal-h"/>
                <w:lang w:val="lt-LT"/>
              </w:rPr>
              <w:t>ontrolės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D501E4" w:rsidRPr="00884D17">
              <w:rPr>
                <w:rStyle w:val="normal-h"/>
                <w:lang w:val="lt-LT"/>
              </w:rPr>
              <w:t>ir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D501E4" w:rsidRPr="00884D17">
              <w:rPr>
                <w:rStyle w:val="normal-h"/>
                <w:lang w:val="lt-LT"/>
              </w:rPr>
              <w:t>audito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D501E4" w:rsidRPr="00884D17">
              <w:rPr>
                <w:rStyle w:val="normal-h"/>
                <w:lang w:val="lt-LT"/>
              </w:rPr>
              <w:t>tarnybos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E966F9">
              <w:rPr>
                <w:rStyle w:val="normal-h"/>
                <w:lang w:val="lt-LT"/>
              </w:rPr>
              <w:t>2021</w:t>
            </w:r>
            <w:r w:rsidR="002A36A9" w:rsidRPr="00884D17">
              <w:rPr>
                <w:rStyle w:val="normal-h"/>
                <w:lang w:val="lt-LT"/>
              </w:rPr>
              <w:t xml:space="preserve"> m. </w:t>
            </w:r>
            <w:r w:rsidR="00D501E4" w:rsidRPr="00884D17">
              <w:rPr>
                <w:rStyle w:val="normal-h"/>
                <w:lang w:val="lt-LT"/>
              </w:rPr>
              <w:t>veiklos plano vykdymą</w:t>
            </w:r>
            <w:r w:rsidR="001D075A" w:rsidRPr="00884D17">
              <w:rPr>
                <w:rStyle w:val="normal-h"/>
                <w:lang w:val="lt-LT"/>
              </w:rPr>
              <w:t>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Kovas</w:t>
            </w:r>
          </w:p>
        </w:tc>
        <w:tc>
          <w:tcPr>
            <w:tcW w:w="3082" w:type="dxa"/>
            <w:vAlign w:val="center"/>
          </w:tcPr>
          <w:p w:rsidR="00C6496A" w:rsidRDefault="00C6496A" w:rsidP="00884D17">
            <w:pPr>
              <w:jc w:val="center"/>
              <w:rPr>
                <w:lang w:val="lt-LT"/>
              </w:rPr>
            </w:pPr>
          </w:p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3738CC" w:rsidRPr="00884D17" w:rsidRDefault="003738CC" w:rsidP="008E2266">
            <w:pPr>
              <w:rPr>
                <w:lang w:val="lt-LT"/>
              </w:rPr>
            </w:pPr>
          </w:p>
        </w:tc>
      </w:tr>
      <w:tr w:rsidR="00680631" w:rsidRPr="00A43CF9">
        <w:tc>
          <w:tcPr>
            <w:tcW w:w="679" w:type="dxa"/>
            <w:vAlign w:val="center"/>
          </w:tcPr>
          <w:p w:rsidR="00680631" w:rsidRPr="00A43CF9" w:rsidRDefault="00B416E3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3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C6496A" w:rsidRPr="00884D17" w:rsidRDefault="008E2266" w:rsidP="003D3E63">
            <w:pPr>
              <w:outlineLvl w:val="0"/>
              <w:rPr>
                <w:lang w:val="lt-LT"/>
              </w:rPr>
            </w:pPr>
            <w:r w:rsidRPr="00884D17">
              <w:rPr>
                <w:lang w:val="lt-LT" w:eastAsia="en-US"/>
              </w:rPr>
              <w:t xml:space="preserve">Informacijos apie Kontrolės ir audito tarnybos </w:t>
            </w:r>
            <w:r w:rsidR="009951ED">
              <w:rPr>
                <w:lang w:val="en-US" w:eastAsia="en-US"/>
              </w:rPr>
              <w:t xml:space="preserve">2020 m. </w:t>
            </w:r>
            <w:r w:rsidR="009951ED" w:rsidRPr="003D3E63">
              <w:rPr>
                <w:lang w:val="lt-LT" w:eastAsia="en-US"/>
              </w:rPr>
              <w:t xml:space="preserve">teiktų </w:t>
            </w:r>
            <w:r w:rsidRPr="00884D17">
              <w:rPr>
                <w:lang w:val="lt-LT" w:eastAsia="en-US"/>
              </w:rPr>
              <w:t>rekome</w:t>
            </w:r>
            <w:r w:rsidR="003D3E63">
              <w:rPr>
                <w:lang w:val="lt-LT" w:eastAsia="en-US"/>
              </w:rPr>
              <w:t>ndacijų įgyvendinimą pateikimas.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Gegužė</w:t>
            </w:r>
          </w:p>
        </w:tc>
        <w:tc>
          <w:tcPr>
            <w:tcW w:w="3082" w:type="dxa"/>
            <w:vAlign w:val="center"/>
          </w:tcPr>
          <w:p w:rsidR="00680631" w:rsidRPr="00884D17" w:rsidRDefault="00287EE5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</w:p>
        </w:tc>
      </w:tr>
      <w:tr w:rsidR="00680631" w:rsidRPr="00C6496A" w:rsidTr="00F31A7F">
        <w:tc>
          <w:tcPr>
            <w:tcW w:w="679" w:type="dxa"/>
            <w:vAlign w:val="center"/>
          </w:tcPr>
          <w:p w:rsidR="00680631" w:rsidRPr="00A43CF9" w:rsidRDefault="00B416E3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4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680631" w:rsidRPr="00884D17" w:rsidRDefault="00C6496A" w:rsidP="00884D17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 Savivaldybės 2020</w:t>
            </w:r>
            <w:r w:rsidR="00680631" w:rsidRPr="00884D17">
              <w:rPr>
                <w:lang w:val="lt-LT"/>
              </w:rPr>
              <w:t xml:space="preserve"> metų finansinių ataskaitų rinkinių ir konsoliduotųjų finansinių ataskaitų  rinkinio audito išvadų išklausymas ir svarstymas. </w:t>
            </w:r>
          </w:p>
          <w:p w:rsidR="00680631" w:rsidRPr="00884D17" w:rsidRDefault="00680631" w:rsidP="00884D17">
            <w:pPr>
              <w:jc w:val="both"/>
              <w:rPr>
                <w:lang w:val="lt-LT"/>
              </w:rPr>
            </w:pPr>
          </w:p>
          <w:p w:rsidR="00680631" w:rsidRPr="00884D17" w:rsidRDefault="00C6496A" w:rsidP="00884D17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2. Savivaldybės 2020</w:t>
            </w:r>
            <w:r w:rsidR="00680631" w:rsidRPr="00884D17">
              <w:rPr>
                <w:lang w:val="lt-LT"/>
              </w:rPr>
              <w:t xml:space="preserve"> metų biudžeto vykdymo  ir kitų piniginių išteklių naudojimo audito išvadų išklausymas ir svarstymas.</w:t>
            </w:r>
          </w:p>
          <w:p w:rsidR="00F76476" w:rsidRPr="00884D17" w:rsidRDefault="00F76476" w:rsidP="00884D17">
            <w:pPr>
              <w:jc w:val="both"/>
              <w:rPr>
                <w:lang w:val="lt-LT"/>
              </w:rPr>
            </w:pPr>
          </w:p>
          <w:p w:rsidR="00F76476" w:rsidRPr="00884D17" w:rsidRDefault="00B416E3" w:rsidP="003D3E63">
            <w:pPr>
              <w:jc w:val="both"/>
              <w:rPr>
                <w:color w:val="FF0000"/>
                <w:lang w:val="lt-LT"/>
              </w:rPr>
            </w:pPr>
            <w:r w:rsidRPr="00884D17">
              <w:rPr>
                <w:rStyle w:val="normal-h"/>
                <w:lang w:val="lt-LT"/>
              </w:rPr>
              <w:t xml:space="preserve">3. </w:t>
            </w:r>
            <w:r w:rsidR="002A36A9" w:rsidRPr="00884D17">
              <w:rPr>
                <w:rStyle w:val="normal-h"/>
                <w:lang w:val="lt-LT"/>
              </w:rPr>
              <w:t>Ataskaita apie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1D075A" w:rsidRPr="00884D17">
              <w:rPr>
                <w:rStyle w:val="normal-h"/>
                <w:lang w:val="lt-LT"/>
              </w:rPr>
              <w:t>K</w:t>
            </w:r>
            <w:r w:rsidR="002A36A9" w:rsidRPr="00884D17">
              <w:rPr>
                <w:rStyle w:val="normal-h"/>
                <w:lang w:val="lt-LT"/>
              </w:rPr>
              <w:t>ontrolės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ir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audito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C6496A">
              <w:rPr>
                <w:rStyle w:val="normal-h"/>
                <w:lang w:val="lt-LT"/>
              </w:rPr>
              <w:t>tarnybos 2021</w:t>
            </w:r>
            <w:r w:rsidR="002A36A9" w:rsidRPr="00884D17">
              <w:rPr>
                <w:rStyle w:val="normal-h"/>
                <w:lang w:val="lt-LT"/>
              </w:rPr>
              <w:t xml:space="preserve"> m. veiklos plano vykdymą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Liepa</w:t>
            </w:r>
          </w:p>
        </w:tc>
        <w:tc>
          <w:tcPr>
            <w:tcW w:w="3082" w:type="dxa"/>
            <w:vAlign w:val="center"/>
          </w:tcPr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D501E4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</w:p>
        </w:tc>
      </w:tr>
      <w:tr w:rsidR="00680631" w:rsidRPr="00C6496A">
        <w:tc>
          <w:tcPr>
            <w:tcW w:w="679" w:type="dxa"/>
            <w:vAlign w:val="center"/>
          </w:tcPr>
          <w:p w:rsidR="00680631" w:rsidRPr="00A43CF9" w:rsidRDefault="00B416E3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5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2A36A9" w:rsidRDefault="00B416E3" w:rsidP="00884D17">
            <w:pPr>
              <w:jc w:val="both"/>
              <w:rPr>
                <w:spacing w:val="-1"/>
                <w:lang w:val="lt-LT" w:eastAsia="lt-LT"/>
              </w:rPr>
            </w:pPr>
            <w:r w:rsidRPr="00884D17">
              <w:rPr>
                <w:lang w:val="lt-LT"/>
              </w:rPr>
              <w:t>1.</w:t>
            </w:r>
            <w:r w:rsidR="006B0EED" w:rsidRPr="00884D17">
              <w:rPr>
                <w:lang w:val="lt-LT"/>
              </w:rPr>
              <w:t xml:space="preserve"> K</w:t>
            </w:r>
            <w:r w:rsidR="00C6496A">
              <w:rPr>
                <w:lang w:val="lt-LT"/>
              </w:rPr>
              <w:t>ontrolės ir audito tarnybos 2022</w:t>
            </w:r>
            <w:r w:rsidR="006B0EED" w:rsidRPr="00884D17">
              <w:rPr>
                <w:lang w:val="lt-LT"/>
              </w:rPr>
              <w:t xml:space="preserve"> metų veiklos plano projekto svarstymas, </w:t>
            </w:r>
            <w:r w:rsidR="006B0EED" w:rsidRPr="00884D17">
              <w:rPr>
                <w:spacing w:val="-1"/>
                <w:lang w:val="lt-LT" w:eastAsia="lt-LT"/>
              </w:rPr>
              <w:t>pasiūlymų dėl plano projekto papildymo ar pakeitimo teikimas.</w:t>
            </w:r>
          </w:p>
          <w:p w:rsidR="00884D17" w:rsidRDefault="00884D17" w:rsidP="00884D17">
            <w:pPr>
              <w:jc w:val="both"/>
              <w:rPr>
                <w:spacing w:val="-1"/>
                <w:lang w:val="lt-LT" w:eastAsia="lt-LT"/>
              </w:rPr>
            </w:pPr>
          </w:p>
          <w:p w:rsidR="00680631" w:rsidRPr="00884D17" w:rsidRDefault="00B416E3" w:rsidP="009951ED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 xml:space="preserve">2. </w:t>
            </w:r>
            <w:r w:rsidR="002A36A9" w:rsidRPr="00884D17">
              <w:rPr>
                <w:rStyle w:val="normal-h"/>
                <w:lang w:val="lt-LT"/>
              </w:rPr>
              <w:t>Ataskaita apie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1D075A" w:rsidRPr="00884D17">
              <w:rPr>
                <w:rStyle w:val="normal-h"/>
                <w:lang w:val="lt-LT"/>
              </w:rPr>
              <w:t>K</w:t>
            </w:r>
            <w:r w:rsidR="002A36A9" w:rsidRPr="00884D17">
              <w:rPr>
                <w:rStyle w:val="normal-h"/>
                <w:lang w:val="lt-LT"/>
              </w:rPr>
              <w:t>ontrolės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ir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audito</w:t>
            </w:r>
            <w:r w:rsidR="009951ED">
              <w:rPr>
                <w:rStyle w:val="normal-h"/>
                <w:lang w:val="lt-LT"/>
              </w:rPr>
              <w:t xml:space="preserve"> </w:t>
            </w:r>
            <w:r w:rsidR="00C6496A">
              <w:rPr>
                <w:rStyle w:val="normal-h"/>
                <w:lang w:val="lt-LT"/>
              </w:rPr>
              <w:t>tarnybos 2021</w:t>
            </w:r>
            <w:r w:rsidR="002A36A9" w:rsidRPr="00884D17">
              <w:rPr>
                <w:rStyle w:val="normal-h"/>
                <w:lang w:val="lt-LT"/>
              </w:rPr>
              <w:t xml:space="preserve"> m. veiklos plano vykdymą.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Spalis</w:t>
            </w:r>
          </w:p>
        </w:tc>
        <w:tc>
          <w:tcPr>
            <w:tcW w:w="3082" w:type="dxa"/>
            <w:vAlign w:val="center"/>
          </w:tcPr>
          <w:p w:rsidR="00680631" w:rsidRDefault="00680631" w:rsidP="00884D17">
            <w:pPr>
              <w:rPr>
                <w:lang w:val="lt-LT"/>
              </w:rPr>
            </w:pPr>
          </w:p>
          <w:p w:rsidR="00C6496A" w:rsidRPr="00884D17" w:rsidRDefault="00C6496A" w:rsidP="00884D17">
            <w:pPr>
              <w:rPr>
                <w:lang w:val="lt-LT"/>
              </w:rPr>
            </w:pP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884D17" w:rsidRDefault="00884D17" w:rsidP="00884D17">
            <w:pPr>
              <w:jc w:val="center"/>
              <w:rPr>
                <w:lang w:val="lt-LT"/>
              </w:rPr>
            </w:pPr>
          </w:p>
          <w:p w:rsidR="00680631" w:rsidRPr="00884D17" w:rsidRDefault="00680631" w:rsidP="00884D17">
            <w:pPr>
              <w:jc w:val="center"/>
              <w:rPr>
                <w:lang w:val="lt-LT"/>
              </w:rPr>
            </w:pPr>
          </w:p>
        </w:tc>
      </w:tr>
      <w:tr w:rsidR="005D3E4E" w:rsidRPr="006E2076" w:rsidTr="00C6496A">
        <w:trPr>
          <w:trHeight w:val="1022"/>
        </w:trPr>
        <w:tc>
          <w:tcPr>
            <w:tcW w:w="679" w:type="dxa"/>
            <w:vAlign w:val="center"/>
          </w:tcPr>
          <w:p w:rsidR="005D3E4E" w:rsidRPr="00A43CF9" w:rsidRDefault="005D3E4E" w:rsidP="00EF6F83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6.</w:t>
            </w:r>
          </w:p>
        </w:tc>
        <w:tc>
          <w:tcPr>
            <w:tcW w:w="4833" w:type="dxa"/>
          </w:tcPr>
          <w:p w:rsidR="00C6496A" w:rsidRDefault="00C6496A" w:rsidP="00884D17">
            <w:pPr>
              <w:jc w:val="both"/>
              <w:rPr>
                <w:lang w:val="lt-LT"/>
              </w:rPr>
            </w:pPr>
          </w:p>
          <w:p w:rsidR="009951ED" w:rsidRPr="00884D17" w:rsidRDefault="009951ED" w:rsidP="009951ED">
            <w:pPr>
              <w:outlineLvl w:val="0"/>
              <w:rPr>
                <w:lang w:val="lt-LT" w:eastAsia="en-US"/>
              </w:rPr>
            </w:pPr>
            <w:r w:rsidRPr="00884D17">
              <w:rPr>
                <w:lang w:val="lt-LT" w:eastAsia="en-US"/>
              </w:rPr>
              <w:t xml:space="preserve">Informacijos apie Kontrolės ir audito tarnybos </w:t>
            </w:r>
            <w:r>
              <w:rPr>
                <w:lang w:val="en-US" w:eastAsia="en-US"/>
              </w:rPr>
              <w:t xml:space="preserve">2021 m. </w:t>
            </w:r>
            <w:proofErr w:type="spellStart"/>
            <w:r>
              <w:rPr>
                <w:lang w:val="en-US" w:eastAsia="en-US"/>
              </w:rPr>
              <w:t>teikt</w:t>
            </w:r>
            <w:proofErr w:type="spellEnd"/>
            <w:r>
              <w:rPr>
                <w:lang w:val="lt-LT" w:eastAsia="en-US"/>
              </w:rPr>
              <w:t xml:space="preserve">ų </w:t>
            </w:r>
            <w:r w:rsidRPr="00884D17">
              <w:rPr>
                <w:lang w:val="lt-LT" w:eastAsia="en-US"/>
              </w:rPr>
              <w:t>rekomendacijų įgyvendinimą pateikimas:</w:t>
            </w:r>
          </w:p>
          <w:p w:rsidR="00C6496A" w:rsidRPr="00884D17" w:rsidRDefault="00C6496A" w:rsidP="00884D17">
            <w:pPr>
              <w:jc w:val="both"/>
              <w:rPr>
                <w:lang w:val="lt-LT"/>
              </w:rPr>
            </w:pPr>
          </w:p>
        </w:tc>
        <w:tc>
          <w:tcPr>
            <w:tcW w:w="1261" w:type="dxa"/>
            <w:vAlign w:val="center"/>
          </w:tcPr>
          <w:p w:rsidR="005D3E4E" w:rsidRPr="00884D17" w:rsidRDefault="005D3E4E" w:rsidP="00884D1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Lapkritis</w:t>
            </w:r>
          </w:p>
        </w:tc>
        <w:tc>
          <w:tcPr>
            <w:tcW w:w="3082" w:type="dxa"/>
          </w:tcPr>
          <w:p w:rsidR="005D3E4E" w:rsidRPr="00884D17" w:rsidRDefault="009951ED" w:rsidP="00C6496A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</w:p>
        </w:tc>
      </w:tr>
      <w:tr w:rsidR="00680631" w:rsidRPr="009975EF">
        <w:tc>
          <w:tcPr>
            <w:tcW w:w="679" w:type="dxa"/>
            <w:vAlign w:val="center"/>
          </w:tcPr>
          <w:p w:rsidR="00680631" w:rsidRPr="00A43CF9" w:rsidRDefault="005D3E4E" w:rsidP="00EF6F83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680631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 w:rsidR="00C6496A">
              <w:rPr>
                <w:lang w:val="lt-LT"/>
              </w:rPr>
              <w:t>Kontrolės komiteto 2022</w:t>
            </w:r>
            <w:r w:rsidR="00680631" w:rsidRPr="00884D17">
              <w:rPr>
                <w:lang w:val="lt-LT"/>
              </w:rPr>
              <w:t xml:space="preserve"> metų veiklos programos svarstymas ir teikimas tarybai.</w:t>
            </w:r>
          </w:p>
          <w:p w:rsidR="006B0EED" w:rsidRPr="00884D17" w:rsidRDefault="006B0EED" w:rsidP="00884D17">
            <w:pPr>
              <w:jc w:val="both"/>
              <w:rPr>
                <w:lang w:val="lt-LT"/>
              </w:rPr>
            </w:pPr>
          </w:p>
          <w:p w:rsidR="006B0EED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2. </w:t>
            </w:r>
            <w:r w:rsidR="006B0EED" w:rsidRPr="00884D17">
              <w:rPr>
                <w:lang w:val="lt-LT"/>
              </w:rPr>
              <w:t>K</w:t>
            </w:r>
            <w:r w:rsidR="00C6496A">
              <w:rPr>
                <w:lang w:val="lt-LT"/>
              </w:rPr>
              <w:t>ontrolės ir audito tarnybos 2022</w:t>
            </w:r>
            <w:r w:rsidR="006B0EED" w:rsidRPr="00884D17">
              <w:rPr>
                <w:lang w:val="lt-LT"/>
              </w:rPr>
              <w:t xml:space="preserve"> metų veiklos planui vykdyti reikalingų asignavimų svarstymas.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Gruodis</w:t>
            </w:r>
          </w:p>
        </w:tc>
        <w:tc>
          <w:tcPr>
            <w:tcW w:w="3082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D501E4" w:rsidRDefault="00D501E4" w:rsidP="00884D17">
            <w:pPr>
              <w:jc w:val="center"/>
              <w:rPr>
                <w:lang w:val="lt-LT"/>
              </w:rPr>
            </w:pPr>
          </w:p>
          <w:p w:rsidR="00C6496A" w:rsidRPr="00884D17" w:rsidRDefault="00C6496A" w:rsidP="00884D17">
            <w:pPr>
              <w:jc w:val="center"/>
              <w:rPr>
                <w:lang w:val="lt-LT"/>
              </w:rPr>
            </w:pP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</w:tc>
      </w:tr>
    </w:tbl>
    <w:p w:rsidR="00680631" w:rsidRPr="00A43CF9" w:rsidRDefault="00680631" w:rsidP="0038787C">
      <w:pPr>
        <w:rPr>
          <w:lang w:val="lt-LT"/>
        </w:rPr>
      </w:pPr>
    </w:p>
    <w:p w:rsidR="00680631" w:rsidRPr="00A43CF9" w:rsidRDefault="00680631" w:rsidP="0032283A">
      <w:pPr>
        <w:jc w:val="center"/>
        <w:rPr>
          <w:lang w:val="lt-LT"/>
        </w:rPr>
      </w:pPr>
      <w:r w:rsidRPr="00A43CF9">
        <w:rPr>
          <w:lang w:val="lt-LT"/>
        </w:rPr>
        <w:t>________________________________</w:t>
      </w:r>
    </w:p>
    <w:p w:rsidR="00A43CF9" w:rsidRPr="00A43CF9" w:rsidRDefault="00A43CF9">
      <w:pPr>
        <w:rPr>
          <w:lang w:val="lt-LT"/>
        </w:rPr>
      </w:pPr>
    </w:p>
    <w:sectPr w:rsidR="00A43CF9" w:rsidRPr="00A43CF9" w:rsidSect="00026CA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90B58"/>
    <w:multiLevelType w:val="multilevel"/>
    <w:tmpl w:val="B902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4ED44C5"/>
    <w:multiLevelType w:val="hybridMultilevel"/>
    <w:tmpl w:val="C478ABF6"/>
    <w:lvl w:ilvl="0" w:tplc="512C7A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7C"/>
    <w:rsid w:val="000150F2"/>
    <w:rsid w:val="00026CA5"/>
    <w:rsid w:val="00045A3C"/>
    <w:rsid w:val="00052BE0"/>
    <w:rsid w:val="000C3457"/>
    <w:rsid w:val="000D09E3"/>
    <w:rsid w:val="000F036F"/>
    <w:rsid w:val="0011796C"/>
    <w:rsid w:val="001B3E89"/>
    <w:rsid w:val="001D075A"/>
    <w:rsid w:val="001E08E2"/>
    <w:rsid w:val="00203A74"/>
    <w:rsid w:val="002153AB"/>
    <w:rsid w:val="0024556D"/>
    <w:rsid w:val="00280F1B"/>
    <w:rsid w:val="00287EE5"/>
    <w:rsid w:val="00294204"/>
    <w:rsid w:val="002A36A9"/>
    <w:rsid w:val="002B5F25"/>
    <w:rsid w:val="002B6A9D"/>
    <w:rsid w:val="002E7AD6"/>
    <w:rsid w:val="003110BE"/>
    <w:rsid w:val="00316625"/>
    <w:rsid w:val="0032283A"/>
    <w:rsid w:val="00322BAF"/>
    <w:rsid w:val="003242C5"/>
    <w:rsid w:val="0033574C"/>
    <w:rsid w:val="00336143"/>
    <w:rsid w:val="00343349"/>
    <w:rsid w:val="00363B3B"/>
    <w:rsid w:val="003738CC"/>
    <w:rsid w:val="0038787C"/>
    <w:rsid w:val="003B5A7C"/>
    <w:rsid w:val="003D3E63"/>
    <w:rsid w:val="003E6ABB"/>
    <w:rsid w:val="004454FE"/>
    <w:rsid w:val="00455154"/>
    <w:rsid w:val="00463E26"/>
    <w:rsid w:val="00492886"/>
    <w:rsid w:val="004A357B"/>
    <w:rsid w:val="004B09BE"/>
    <w:rsid w:val="004E43C0"/>
    <w:rsid w:val="004F4938"/>
    <w:rsid w:val="005A6FE3"/>
    <w:rsid w:val="005B664C"/>
    <w:rsid w:val="005D3E4E"/>
    <w:rsid w:val="005F2391"/>
    <w:rsid w:val="00680631"/>
    <w:rsid w:val="006B0EED"/>
    <w:rsid w:val="006B1EBC"/>
    <w:rsid w:val="006C3DC0"/>
    <w:rsid w:val="006E2076"/>
    <w:rsid w:val="00744D29"/>
    <w:rsid w:val="007562CA"/>
    <w:rsid w:val="008449F5"/>
    <w:rsid w:val="00851FCB"/>
    <w:rsid w:val="0087350B"/>
    <w:rsid w:val="00884D17"/>
    <w:rsid w:val="008959B3"/>
    <w:rsid w:val="008A182B"/>
    <w:rsid w:val="008E2266"/>
    <w:rsid w:val="008F2EB5"/>
    <w:rsid w:val="009951ED"/>
    <w:rsid w:val="009975EF"/>
    <w:rsid w:val="009C5505"/>
    <w:rsid w:val="00A33320"/>
    <w:rsid w:val="00A40FE3"/>
    <w:rsid w:val="00A43CF9"/>
    <w:rsid w:val="00A96233"/>
    <w:rsid w:val="00A97C1A"/>
    <w:rsid w:val="00AB3DAB"/>
    <w:rsid w:val="00AB7757"/>
    <w:rsid w:val="00B04BBF"/>
    <w:rsid w:val="00B23B52"/>
    <w:rsid w:val="00B416E3"/>
    <w:rsid w:val="00B7274F"/>
    <w:rsid w:val="00BA3FDF"/>
    <w:rsid w:val="00C045E7"/>
    <w:rsid w:val="00C232EE"/>
    <w:rsid w:val="00C6496A"/>
    <w:rsid w:val="00D031AF"/>
    <w:rsid w:val="00D501E4"/>
    <w:rsid w:val="00D52C8D"/>
    <w:rsid w:val="00D62511"/>
    <w:rsid w:val="00DE09DC"/>
    <w:rsid w:val="00E9326E"/>
    <w:rsid w:val="00E93C3E"/>
    <w:rsid w:val="00E966F9"/>
    <w:rsid w:val="00EF6F83"/>
    <w:rsid w:val="00F10FBE"/>
    <w:rsid w:val="00F31A7F"/>
    <w:rsid w:val="00F76476"/>
    <w:rsid w:val="00F834D5"/>
    <w:rsid w:val="00FC6955"/>
    <w:rsid w:val="00FC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E4D3D55D</Template>
  <TotalTime>1</TotalTime>
  <Pages>2</Pages>
  <Words>326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Renata Štuikytė</dc:creator>
  <cp:lastModifiedBy>Jovita Šumskienė</cp:lastModifiedBy>
  <cp:revision>6</cp:revision>
  <cp:lastPrinted>2020-01-07T07:44:00Z</cp:lastPrinted>
  <dcterms:created xsi:type="dcterms:W3CDTF">2020-12-17T08:52:00Z</dcterms:created>
  <dcterms:modified xsi:type="dcterms:W3CDTF">2020-12-23T06:12:00Z</dcterms:modified>
</cp:coreProperties>
</file>