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A8B" w:rsidRDefault="00EB3A8B" w:rsidP="00EB3A8B">
      <w:pPr>
        <w:tabs>
          <w:tab w:val="num" w:pos="-3261"/>
        </w:tabs>
        <w:jc w:val="center"/>
        <w:rPr>
          <w:b/>
          <w:sz w:val="28"/>
          <w:szCs w:val="28"/>
        </w:rPr>
      </w:pPr>
      <w:r>
        <w:rPr>
          <w:b/>
          <w:noProof/>
          <w:sz w:val="28"/>
          <w:szCs w:val="28"/>
        </w:rPr>
        <w:drawing>
          <wp:anchor distT="0" distB="180340" distL="114300" distR="114300" simplePos="0" relativeHeight="251659264" behindDoc="1" locked="0" layoutInCell="0" allowOverlap="1" wp14:anchorId="3486D56C" wp14:editId="33B65F96">
            <wp:simplePos x="0" y="0"/>
            <wp:positionH relativeFrom="column">
              <wp:posOffset>2828925</wp:posOffset>
            </wp:positionH>
            <wp:positionV relativeFrom="paragraph">
              <wp:posOffset>-215900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PLUNGĖS RAJONO SAVIVALDYBĖS</w:t>
      </w:r>
    </w:p>
    <w:p w:rsidR="00EB3A8B" w:rsidRDefault="00EB3A8B" w:rsidP="00EB3A8B">
      <w:pPr>
        <w:tabs>
          <w:tab w:val="num" w:pos="-3261"/>
        </w:tabs>
        <w:jc w:val="center"/>
        <w:rPr>
          <w:b/>
          <w:sz w:val="28"/>
          <w:szCs w:val="28"/>
        </w:rPr>
      </w:pPr>
      <w:r w:rsidRPr="00EB3A8B">
        <w:rPr>
          <w:b/>
          <w:sz w:val="28"/>
          <w:szCs w:val="28"/>
        </w:rPr>
        <w:t>TARYBA</w:t>
      </w:r>
    </w:p>
    <w:p w:rsidR="00EB3A8B" w:rsidRPr="00EB3A8B" w:rsidRDefault="00EB3A8B" w:rsidP="00EB3A8B">
      <w:pPr>
        <w:tabs>
          <w:tab w:val="num" w:pos="-3261"/>
        </w:tabs>
        <w:jc w:val="center"/>
        <w:rPr>
          <w:b/>
          <w:sz w:val="28"/>
          <w:szCs w:val="28"/>
        </w:rPr>
      </w:pPr>
    </w:p>
    <w:p w:rsidR="00EB3A8B" w:rsidRPr="00EB3A8B" w:rsidRDefault="00EB3A8B" w:rsidP="00EB3A8B">
      <w:pPr>
        <w:tabs>
          <w:tab w:val="num" w:pos="-3261"/>
        </w:tabs>
        <w:jc w:val="center"/>
        <w:rPr>
          <w:b/>
          <w:sz w:val="28"/>
          <w:szCs w:val="28"/>
        </w:rPr>
      </w:pPr>
      <w:r w:rsidRPr="00EB3A8B">
        <w:rPr>
          <w:b/>
          <w:sz w:val="28"/>
          <w:szCs w:val="28"/>
        </w:rPr>
        <w:t>SPRENDIMAS</w:t>
      </w:r>
    </w:p>
    <w:p w:rsidR="00EB3A8B" w:rsidRPr="00EB3A8B" w:rsidRDefault="00EB3A8B" w:rsidP="00EB3A8B">
      <w:pPr>
        <w:tabs>
          <w:tab w:val="num" w:pos="-3261"/>
        </w:tabs>
        <w:jc w:val="center"/>
        <w:rPr>
          <w:b/>
          <w:sz w:val="28"/>
          <w:szCs w:val="28"/>
        </w:rPr>
      </w:pPr>
      <w:r w:rsidRPr="00EB3A8B">
        <w:rPr>
          <w:b/>
          <w:sz w:val="28"/>
          <w:szCs w:val="28"/>
        </w:rPr>
        <w:t>DĖL PLUNGĖS RAJONO SAVIVALDYBĖS BENDRUOMENĖS SVEIKATOS TARYBOS NUOSTATŲ IR PLUNGĖS RAJONO SAVIVALDYBĖS VISUOMENĖS SVEIKATOS RĖMIMO SPECIALIOSIOS PROGRAMOS RENGIMO</w:t>
      </w:r>
      <w:r>
        <w:rPr>
          <w:b/>
          <w:sz w:val="28"/>
          <w:szCs w:val="28"/>
        </w:rPr>
        <w:t xml:space="preserve"> IR ĮGYVENDINIMO TVARKOS APRAŠO </w:t>
      </w:r>
      <w:r w:rsidRPr="00EB3A8B">
        <w:rPr>
          <w:b/>
          <w:sz w:val="28"/>
          <w:szCs w:val="28"/>
        </w:rPr>
        <w:t>PATVIRTINIMO</w:t>
      </w:r>
    </w:p>
    <w:p w:rsidR="00EB3A8B" w:rsidRDefault="00EB3A8B" w:rsidP="00EB3A8B">
      <w:pPr>
        <w:tabs>
          <w:tab w:val="num" w:pos="-3261"/>
        </w:tabs>
        <w:jc w:val="both"/>
      </w:pPr>
    </w:p>
    <w:p w:rsidR="00EB3A8B" w:rsidRDefault="00EB3A8B" w:rsidP="00EB3A8B">
      <w:pPr>
        <w:tabs>
          <w:tab w:val="num" w:pos="-3261"/>
        </w:tabs>
        <w:jc w:val="center"/>
      </w:pPr>
      <w:r>
        <w:t>2020 m. spalio 29 d. Nr. T1-</w:t>
      </w:r>
      <w:r w:rsidR="00DE50DC">
        <w:t>234</w:t>
      </w:r>
    </w:p>
    <w:p w:rsidR="00EB3A8B" w:rsidRDefault="00EB3A8B" w:rsidP="00EB3A8B">
      <w:pPr>
        <w:tabs>
          <w:tab w:val="num" w:pos="-3261"/>
        </w:tabs>
        <w:jc w:val="center"/>
      </w:pPr>
      <w:r>
        <w:t>Plungė</w:t>
      </w:r>
    </w:p>
    <w:p w:rsidR="00EB3A8B" w:rsidRDefault="00EB3A8B" w:rsidP="00EB3A8B">
      <w:pPr>
        <w:tabs>
          <w:tab w:val="num" w:pos="-3261"/>
        </w:tabs>
        <w:jc w:val="both"/>
      </w:pPr>
    </w:p>
    <w:p w:rsidR="00EB3A8B" w:rsidRDefault="00EB3A8B" w:rsidP="00EB3A8B">
      <w:pPr>
        <w:tabs>
          <w:tab w:val="num" w:pos="-3261"/>
        </w:tabs>
        <w:ind w:firstLine="720"/>
        <w:jc w:val="both"/>
      </w:pPr>
      <w:r>
        <w:t>Vadovaudamasi Lietuvos Respublikos vietos savivaldos įstatymo 16 straipsnio 4 dalimi, Lietuvos Respublikos sveikatos sistemos įstatymo 41 ir 69 straipsniais, Plungės rajono savivaldybės taryba n u s p r e n d ž i a:</w:t>
      </w:r>
    </w:p>
    <w:p w:rsidR="00EB3A8B" w:rsidRDefault="00EB3A8B" w:rsidP="00EB3A8B">
      <w:pPr>
        <w:tabs>
          <w:tab w:val="num" w:pos="-3261"/>
        </w:tabs>
        <w:ind w:firstLine="720"/>
        <w:jc w:val="both"/>
      </w:pPr>
      <w:r>
        <w:t>1. Patvirtinti pridedamus:</w:t>
      </w:r>
    </w:p>
    <w:p w:rsidR="00EB3A8B" w:rsidRDefault="00EB3A8B" w:rsidP="00EB3A8B">
      <w:pPr>
        <w:tabs>
          <w:tab w:val="num" w:pos="-3261"/>
        </w:tabs>
        <w:ind w:firstLine="720"/>
        <w:jc w:val="both"/>
      </w:pPr>
      <w:r>
        <w:t xml:space="preserve">1.1. Plungės rajono savivaldybės bendruomenės sveikatos tarybos nuostatus; </w:t>
      </w:r>
    </w:p>
    <w:p w:rsidR="00EB3A8B" w:rsidRDefault="00EB3A8B" w:rsidP="00EB3A8B">
      <w:pPr>
        <w:tabs>
          <w:tab w:val="num" w:pos="-3261"/>
        </w:tabs>
        <w:ind w:firstLine="720"/>
        <w:jc w:val="both"/>
      </w:pPr>
      <w:r>
        <w:t xml:space="preserve">1.2. Plungės rajono savivaldybės visuomenės sveikatos rėmimo specialiosios programos rengimo ir įgyvendinimo tvarkos aprašą.           </w:t>
      </w:r>
      <w:r>
        <w:tab/>
      </w:r>
    </w:p>
    <w:p w:rsidR="00EB3A8B" w:rsidRDefault="00EB3A8B" w:rsidP="00EB3A8B">
      <w:pPr>
        <w:tabs>
          <w:tab w:val="num" w:pos="-3261"/>
        </w:tabs>
        <w:ind w:firstLine="720"/>
        <w:jc w:val="both"/>
      </w:pPr>
      <w:r>
        <w:t>2. Pripažinti netekusiu galios Plungės rajono savivaldybės tarybos 2016 m. vasario 11 d. sprendimą Nr. T1-15 „Dėl Plungės rajono savivaldybės bendruomenės sveikatos tarybos nuostatų ir Plungės rajono savivaldybės visuomenės sveikatos rėmimo specialiosios programos lėšų skirstymo tvarkos aprašo patvirtinimo“.</w:t>
      </w:r>
    </w:p>
    <w:p w:rsidR="00EB3A8B" w:rsidRDefault="00EB3A8B" w:rsidP="00EB3A8B">
      <w:pPr>
        <w:tabs>
          <w:tab w:val="num" w:pos="-3261"/>
        </w:tabs>
        <w:jc w:val="both"/>
      </w:pPr>
      <w:r>
        <w:tab/>
      </w:r>
    </w:p>
    <w:p w:rsidR="00EB3A8B" w:rsidRDefault="00EB3A8B" w:rsidP="00B57A87">
      <w:pPr>
        <w:tabs>
          <w:tab w:val="num" w:pos="-3261"/>
        </w:tabs>
        <w:jc w:val="both"/>
      </w:pPr>
    </w:p>
    <w:p w:rsidR="009A5A3A" w:rsidRDefault="00115D5A" w:rsidP="00EB3A8B">
      <w:pPr>
        <w:tabs>
          <w:tab w:val="num" w:pos="-3261"/>
          <w:tab w:val="left" w:pos="7938"/>
        </w:tabs>
        <w:jc w:val="both"/>
      </w:pPr>
      <w:r>
        <w:t>Savivaldybės meras</w:t>
      </w:r>
      <w:r w:rsidR="00EB3A8B">
        <w:t xml:space="preserve"> </w:t>
      </w:r>
      <w:r w:rsidR="00EB3A8B">
        <w:tab/>
        <w:t>Audrius Klišonis</w:t>
      </w:r>
    </w:p>
    <w:p w:rsidR="00EB3A8B" w:rsidRDefault="00EB3A8B">
      <w:pPr>
        <w:spacing w:after="200" w:line="276" w:lineRule="auto"/>
        <w:rPr>
          <w:szCs w:val="24"/>
        </w:rPr>
      </w:pPr>
      <w:r>
        <w:rPr>
          <w:szCs w:val="24"/>
        </w:rPr>
        <w:br w:type="page"/>
      </w:r>
    </w:p>
    <w:p w:rsidR="00924AB4" w:rsidRPr="00924AB4" w:rsidRDefault="00924AB4" w:rsidP="00924AB4">
      <w:pPr>
        <w:autoSpaceDN w:val="0"/>
        <w:ind w:left="5760" w:firstLine="720"/>
        <w:rPr>
          <w:szCs w:val="24"/>
        </w:rPr>
      </w:pPr>
      <w:r w:rsidRPr="00924AB4">
        <w:rPr>
          <w:szCs w:val="24"/>
        </w:rPr>
        <w:lastRenderedPageBreak/>
        <w:t>PATVIRTINTA</w:t>
      </w:r>
    </w:p>
    <w:p w:rsidR="00924AB4" w:rsidRPr="00924AB4" w:rsidRDefault="00924AB4" w:rsidP="00924AB4">
      <w:pPr>
        <w:autoSpaceDN w:val="0"/>
        <w:ind w:left="5760" w:firstLine="720"/>
        <w:jc w:val="both"/>
        <w:rPr>
          <w:szCs w:val="24"/>
        </w:rPr>
      </w:pPr>
      <w:r w:rsidRPr="00924AB4">
        <w:rPr>
          <w:szCs w:val="24"/>
        </w:rPr>
        <w:t>Plungės rajono savivaldybės</w:t>
      </w:r>
    </w:p>
    <w:p w:rsidR="00924AB4" w:rsidRPr="00924AB4" w:rsidRDefault="00924AB4" w:rsidP="00924AB4">
      <w:pPr>
        <w:autoSpaceDN w:val="0"/>
        <w:ind w:left="5760" w:firstLine="720"/>
        <w:jc w:val="both"/>
        <w:rPr>
          <w:szCs w:val="24"/>
        </w:rPr>
      </w:pPr>
      <w:r w:rsidRPr="00924AB4">
        <w:rPr>
          <w:szCs w:val="24"/>
        </w:rPr>
        <w:t>tarybos 2020 m. spalio 29 d.</w:t>
      </w:r>
    </w:p>
    <w:p w:rsidR="00924AB4" w:rsidRPr="00924AB4" w:rsidRDefault="00924AB4" w:rsidP="00924AB4">
      <w:pPr>
        <w:autoSpaceDN w:val="0"/>
        <w:ind w:left="5760" w:firstLine="720"/>
        <w:jc w:val="both"/>
        <w:rPr>
          <w:szCs w:val="24"/>
        </w:rPr>
      </w:pPr>
      <w:r w:rsidRPr="00924AB4">
        <w:rPr>
          <w:szCs w:val="24"/>
        </w:rPr>
        <w:t>sprendimu Nr. T1-</w:t>
      </w:r>
      <w:r w:rsidR="00DE50DC">
        <w:rPr>
          <w:szCs w:val="24"/>
        </w:rPr>
        <w:t>234</w:t>
      </w:r>
    </w:p>
    <w:p w:rsidR="00924AB4" w:rsidRDefault="00924AB4" w:rsidP="00BC4FFE">
      <w:pPr>
        <w:jc w:val="center"/>
        <w:rPr>
          <w:b/>
          <w:szCs w:val="24"/>
        </w:rPr>
      </w:pPr>
    </w:p>
    <w:p w:rsidR="00BC4FFE" w:rsidRPr="00A46D9F" w:rsidRDefault="00BC4FFE" w:rsidP="00BC4FFE">
      <w:pPr>
        <w:jc w:val="center"/>
        <w:rPr>
          <w:b/>
          <w:szCs w:val="24"/>
        </w:rPr>
      </w:pPr>
      <w:r w:rsidRPr="00A46D9F">
        <w:rPr>
          <w:b/>
          <w:szCs w:val="24"/>
        </w:rPr>
        <w:t>PLUNGĖS RAJONO SAVIVALDYBĖS</w:t>
      </w:r>
    </w:p>
    <w:p w:rsidR="00BC4FFE" w:rsidRPr="00A46D9F" w:rsidRDefault="00BC4FFE" w:rsidP="00BC4FFE">
      <w:pPr>
        <w:jc w:val="center"/>
        <w:rPr>
          <w:b/>
          <w:szCs w:val="24"/>
        </w:rPr>
      </w:pPr>
      <w:r w:rsidRPr="00A46D9F">
        <w:rPr>
          <w:b/>
          <w:szCs w:val="24"/>
        </w:rPr>
        <w:t>BENDRUOMENĖS SVEIKATOS TARYBOS</w:t>
      </w:r>
    </w:p>
    <w:p w:rsidR="00BC4FFE" w:rsidRDefault="009A5A3A" w:rsidP="00924AB4">
      <w:pPr>
        <w:jc w:val="center"/>
        <w:rPr>
          <w:b/>
          <w:szCs w:val="24"/>
        </w:rPr>
      </w:pPr>
      <w:r w:rsidRPr="009A5A3A">
        <w:rPr>
          <w:b/>
          <w:szCs w:val="24"/>
        </w:rPr>
        <w:t>NUOSTATAI</w:t>
      </w:r>
    </w:p>
    <w:p w:rsidR="009A5A3A" w:rsidRPr="009A5A3A" w:rsidRDefault="009A5A3A" w:rsidP="00BC4FFE">
      <w:pPr>
        <w:jc w:val="both"/>
        <w:rPr>
          <w:b/>
          <w:szCs w:val="24"/>
        </w:rPr>
      </w:pPr>
    </w:p>
    <w:p w:rsidR="00BC4FFE" w:rsidRPr="00A46D9F" w:rsidRDefault="00BC4FFE" w:rsidP="00BC4FFE">
      <w:pPr>
        <w:jc w:val="center"/>
        <w:rPr>
          <w:b/>
          <w:szCs w:val="24"/>
        </w:rPr>
      </w:pPr>
      <w:r w:rsidRPr="00A46D9F">
        <w:rPr>
          <w:b/>
          <w:szCs w:val="24"/>
        </w:rPr>
        <w:t>I SKYRIUS</w:t>
      </w:r>
    </w:p>
    <w:p w:rsidR="00BC4FFE" w:rsidRPr="00A46D9F" w:rsidRDefault="00BC4FFE" w:rsidP="00BC4FFE">
      <w:pPr>
        <w:jc w:val="center"/>
        <w:rPr>
          <w:b/>
          <w:szCs w:val="24"/>
        </w:rPr>
      </w:pPr>
      <w:r w:rsidRPr="00A46D9F">
        <w:rPr>
          <w:b/>
          <w:szCs w:val="24"/>
        </w:rPr>
        <w:t>BENDROSIOS NUOSTATOS</w:t>
      </w:r>
    </w:p>
    <w:p w:rsidR="00BC4FFE" w:rsidRPr="00A46D9F" w:rsidRDefault="00BC4FFE" w:rsidP="000F1EC4">
      <w:pPr>
        <w:ind w:firstLine="964"/>
        <w:jc w:val="center"/>
        <w:rPr>
          <w:b/>
          <w:szCs w:val="24"/>
        </w:rPr>
      </w:pPr>
    </w:p>
    <w:p w:rsidR="00BC4FFE" w:rsidRPr="000F1EC4" w:rsidRDefault="000F1EC4" w:rsidP="00924AB4">
      <w:pPr>
        <w:tabs>
          <w:tab w:val="left" w:pos="284"/>
          <w:tab w:val="left" w:pos="426"/>
        </w:tabs>
        <w:ind w:firstLine="720"/>
        <w:jc w:val="both"/>
        <w:rPr>
          <w:szCs w:val="24"/>
        </w:rPr>
      </w:pPr>
      <w:r>
        <w:rPr>
          <w:szCs w:val="24"/>
        </w:rPr>
        <w:t xml:space="preserve">1. </w:t>
      </w:r>
      <w:r w:rsidR="00BC4FFE" w:rsidRPr="000F1EC4">
        <w:rPr>
          <w:szCs w:val="24"/>
        </w:rPr>
        <w:t xml:space="preserve">Plungės rajono savivaldybės bendruomenės sveikatos tarybos nuostatai reglamentuoja Plungės rajono savivaldybės bendruomenės sveikatos tarybos (toliau – Bendruomenės sveikatos taryba) sudėtį, funkcijas, teises ir darbo organizavimo tvarką. Bendruomenės sveikatos taryba - savarankiška </w:t>
      </w:r>
      <w:proofErr w:type="spellStart"/>
      <w:r w:rsidR="00BC4FFE" w:rsidRPr="000F1EC4">
        <w:rPr>
          <w:szCs w:val="24"/>
        </w:rPr>
        <w:t>sveikatinimo</w:t>
      </w:r>
      <w:proofErr w:type="spellEnd"/>
      <w:r w:rsidR="00BC4FFE" w:rsidRPr="000F1EC4">
        <w:rPr>
          <w:szCs w:val="24"/>
        </w:rPr>
        <w:t xml:space="preserve"> veiklos koordinavimo institucija prie Plungės rajono savivaldybės tarybos (toliau – Taryba). </w:t>
      </w:r>
    </w:p>
    <w:p w:rsidR="00BC4FFE" w:rsidRPr="000F1EC4" w:rsidRDefault="000F1EC4" w:rsidP="00924AB4">
      <w:pPr>
        <w:tabs>
          <w:tab w:val="left" w:pos="284"/>
          <w:tab w:val="left" w:pos="426"/>
        </w:tabs>
        <w:ind w:firstLine="720"/>
        <w:jc w:val="both"/>
        <w:rPr>
          <w:szCs w:val="24"/>
        </w:rPr>
      </w:pPr>
      <w:r>
        <w:rPr>
          <w:szCs w:val="24"/>
        </w:rPr>
        <w:t xml:space="preserve">2. </w:t>
      </w:r>
      <w:r w:rsidR="00BC4FFE" w:rsidRPr="000F1EC4">
        <w:rPr>
          <w:szCs w:val="24"/>
        </w:rPr>
        <w:t xml:space="preserve">Bendruomenės sveikatos taryba savo veikloje vadovaujasi Lietuvos Respublikos Konstitucija, Lietuvos Respublikos vietos savivaldos įstatymu, Lietuvos Respublikos sveikatos sistemos įstatymu ir sveikatos apsaugą reglamentuojančiais įstatymais, kitais teisės aktais, Plungės rajono savivaldybės sprendimais, Plungės rajono savivaldybės administracijos direktoriaus įsakymais bei šiais nuostatais. </w:t>
      </w:r>
    </w:p>
    <w:p w:rsidR="00BC4FFE" w:rsidRPr="000F1EC4" w:rsidRDefault="000F1EC4" w:rsidP="00924AB4">
      <w:pPr>
        <w:tabs>
          <w:tab w:val="left" w:pos="284"/>
          <w:tab w:val="left" w:pos="426"/>
        </w:tabs>
        <w:ind w:firstLine="720"/>
        <w:jc w:val="both"/>
        <w:rPr>
          <w:szCs w:val="24"/>
        </w:rPr>
      </w:pPr>
      <w:r>
        <w:rPr>
          <w:szCs w:val="24"/>
        </w:rPr>
        <w:t xml:space="preserve">3. </w:t>
      </w:r>
      <w:r w:rsidR="00BC4FFE" w:rsidRPr="000F1EC4">
        <w:rPr>
          <w:szCs w:val="24"/>
        </w:rPr>
        <w:t>Bendruomenės sveikatos tarybos veiklą techniškai aptarnauja Plungės rajono savivaldybės administracija.</w:t>
      </w:r>
    </w:p>
    <w:p w:rsidR="00BC4FFE" w:rsidRPr="00A46D9F" w:rsidRDefault="00BC4FFE" w:rsidP="000F1EC4">
      <w:pPr>
        <w:pStyle w:val="Sraopastraipa"/>
        <w:tabs>
          <w:tab w:val="left" w:pos="284"/>
          <w:tab w:val="left" w:pos="426"/>
        </w:tabs>
        <w:ind w:firstLine="964"/>
        <w:rPr>
          <w:b/>
          <w:szCs w:val="24"/>
          <w:lang w:eastAsia="lt-LT"/>
        </w:rPr>
      </w:pPr>
    </w:p>
    <w:p w:rsidR="00BC4FFE" w:rsidRPr="00A46D9F" w:rsidRDefault="00BC4FFE" w:rsidP="00924AB4">
      <w:pPr>
        <w:pStyle w:val="Sraopastraipa"/>
        <w:tabs>
          <w:tab w:val="left" w:pos="284"/>
          <w:tab w:val="left" w:pos="426"/>
        </w:tabs>
        <w:ind w:left="0" w:firstLine="0"/>
        <w:jc w:val="center"/>
        <w:rPr>
          <w:b/>
          <w:szCs w:val="24"/>
          <w:lang w:eastAsia="lt-LT"/>
        </w:rPr>
      </w:pPr>
      <w:r w:rsidRPr="00A46D9F">
        <w:rPr>
          <w:b/>
          <w:szCs w:val="24"/>
          <w:lang w:eastAsia="lt-LT"/>
        </w:rPr>
        <w:t>II SKYRIUS</w:t>
      </w:r>
    </w:p>
    <w:p w:rsidR="00BC4FFE" w:rsidRPr="00A46D9F" w:rsidRDefault="00BC4FFE" w:rsidP="00924AB4">
      <w:pPr>
        <w:pStyle w:val="Sraopastraipa"/>
        <w:tabs>
          <w:tab w:val="left" w:pos="284"/>
          <w:tab w:val="left" w:pos="426"/>
        </w:tabs>
        <w:ind w:left="0" w:firstLine="0"/>
        <w:jc w:val="center"/>
        <w:rPr>
          <w:b/>
          <w:szCs w:val="24"/>
          <w:lang w:eastAsia="lt-LT"/>
        </w:rPr>
      </w:pPr>
      <w:r w:rsidRPr="00A46D9F">
        <w:rPr>
          <w:b/>
          <w:szCs w:val="24"/>
          <w:lang w:eastAsia="lt-LT"/>
        </w:rPr>
        <w:t>BENDRUOMENĖS SVEIKATOS TARYBOS UŽDAVINIAI IR FUNKCIJOS</w:t>
      </w:r>
    </w:p>
    <w:p w:rsidR="00BC4FFE" w:rsidRPr="00A46D9F" w:rsidRDefault="00BC4FFE" w:rsidP="000F1EC4">
      <w:pPr>
        <w:pStyle w:val="Sraopastraipa"/>
        <w:tabs>
          <w:tab w:val="left" w:pos="284"/>
          <w:tab w:val="left" w:pos="426"/>
        </w:tabs>
        <w:ind w:left="284" w:firstLine="964"/>
        <w:rPr>
          <w:szCs w:val="24"/>
          <w:lang w:eastAsia="lt-LT"/>
        </w:rPr>
      </w:pPr>
    </w:p>
    <w:p w:rsidR="00BC4FFE" w:rsidRPr="000F1EC4" w:rsidRDefault="000A4AAD" w:rsidP="00924AB4">
      <w:pPr>
        <w:tabs>
          <w:tab w:val="left" w:pos="284"/>
        </w:tabs>
        <w:ind w:firstLine="720"/>
        <w:jc w:val="both"/>
        <w:rPr>
          <w:color w:val="000000"/>
          <w:szCs w:val="24"/>
        </w:rPr>
      </w:pPr>
      <w:r>
        <w:rPr>
          <w:color w:val="000000"/>
          <w:szCs w:val="24"/>
        </w:rPr>
        <w:t xml:space="preserve">4. </w:t>
      </w:r>
      <w:r w:rsidR="00BC4FFE" w:rsidRPr="000F1EC4">
        <w:rPr>
          <w:color w:val="000000"/>
          <w:szCs w:val="24"/>
        </w:rPr>
        <w:t>Pagrindinis Bendruomenės sveikatos tarybos uždavinys - koordinuoti Plungės rajono savivaldybės teritorijoje sveikatos ugdymo, alkoholio, tabako ir narkotikų kontrolės, visuomenės sveikatos saugos ir sveikatos stiprinimo, ligų profilaktikos priemonių rengimą ir įgyvendinimą, nustatyti Savivaldybės visuomenės sveikatos rėmimo specialiosios programos lėšų naudojimo prioritetus bei atlikti kitas funkcijas, priskirtas pagal Bendruomenės sveikatos tarybos veiklą reglamentuojančius įstatymus bei Bendruomenės sveikatos tarybos nuostatus.</w:t>
      </w:r>
    </w:p>
    <w:p w:rsidR="00BC4FFE" w:rsidRPr="000A4AAD" w:rsidRDefault="000A4AAD" w:rsidP="00924AB4">
      <w:pPr>
        <w:tabs>
          <w:tab w:val="left" w:pos="284"/>
          <w:tab w:val="left" w:pos="426"/>
        </w:tabs>
        <w:ind w:firstLine="720"/>
        <w:jc w:val="both"/>
        <w:rPr>
          <w:szCs w:val="24"/>
        </w:rPr>
      </w:pPr>
      <w:r>
        <w:rPr>
          <w:color w:val="000000"/>
          <w:szCs w:val="24"/>
        </w:rPr>
        <w:t xml:space="preserve">5. </w:t>
      </w:r>
      <w:r w:rsidR="00BC4FFE" w:rsidRPr="000A4AAD">
        <w:rPr>
          <w:color w:val="000000"/>
          <w:szCs w:val="24"/>
        </w:rPr>
        <w:t>Vykdydama pagrindinį uždavinį Bendruomenės sveikatos taryba atlieka šias funkcijas:</w:t>
      </w:r>
    </w:p>
    <w:p w:rsidR="00BC4FFE" w:rsidRPr="000A4AAD" w:rsidRDefault="000A4AAD" w:rsidP="00924AB4">
      <w:pPr>
        <w:tabs>
          <w:tab w:val="left" w:pos="0"/>
          <w:tab w:val="left" w:pos="284"/>
          <w:tab w:val="left" w:pos="426"/>
        </w:tabs>
        <w:ind w:firstLine="720"/>
        <w:jc w:val="both"/>
        <w:rPr>
          <w:szCs w:val="24"/>
        </w:rPr>
      </w:pPr>
      <w:r>
        <w:rPr>
          <w:szCs w:val="24"/>
        </w:rPr>
        <w:t xml:space="preserve">5.1. </w:t>
      </w:r>
      <w:r w:rsidR="00BC4FFE" w:rsidRPr="000A4AAD">
        <w:rPr>
          <w:szCs w:val="24"/>
        </w:rPr>
        <w:t>koordinuoja Savivaldybės teritorijoje sveikatos ugdymo, alkoholio, tabako ir narkotikų kontrolės, visuomenės sveikatos saugos ir sveikatos stiprinimo, ligų profilaktikos priemonių rengimą ir įgyvendinimą;</w:t>
      </w:r>
    </w:p>
    <w:p w:rsidR="00BC4FFE" w:rsidRPr="000A4AAD" w:rsidRDefault="000A4AAD" w:rsidP="00924AB4">
      <w:pPr>
        <w:tabs>
          <w:tab w:val="left" w:pos="0"/>
          <w:tab w:val="left" w:pos="284"/>
          <w:tab w:val="left" w:pos="426"/>
        </w:tabs>
        <w:ind w:firstLine="720"/>
        <w:jc w:val="both"/>
        <w:rPr>
          <w:szCs w:val="24"/>
        </w:rPr>
      </w:pPr>
      <w:r>
        <w:rPr>
          <w:szCs w:val="24"/>
        </w:rPr>
        <w:t xml:space="preserve">5.2. </w:t>
      </w:r>
      <w:r w:rsidR="00BC4FFE" w:rsidRPr="000A4AAD">
        <w:rPr>
          <w:szCs w:val="24"/>
        </w:rPr>
        <w:t>nustato Plungės rajono savivaldybės visuomenės sveikatos rėmimo specialiosios programos lėšų naudojimo prioritetus;</w:t>
      </w:r>
    </w:p>
    <w:p w:rsidR="00BC4FFE" w:rsidRPr="000A4AAD" w:rsidRDefault="000A4AAD" w:rsidP="00924AB4">
      <w:pPr>
        <w:tabs>
          <w:tab w:val="left" w:pos="0"/>
          <w:tab w:val="left" w:pos="284"/>
          <w:tab w:val="left" w:pos="426"/>
        </w:tabs>
        <w:ind w:firstLine="720"/>
        <w:jc w:val="both"/>
        <w:rPr>
          <w:szCs w:val="24"/>
        </w:rPr>
      </w:pPr>
      <w:r>
        <w:rPr>
          <w:color w:val="000000"/>
          <w:szCs w:val="24"/>
        </w:rPr>
        <w:t xml:space="preserve">5.3. </w:t>
      </w:r>
      <w:r w:rsidR="00BC4FFE" w:rsidRPr="000A4AAD">
        <w:rPr>
          <w:color w:val="000000"/>
          <w:szCs w:val="24"/>
        </w:rPr>
        <w:t xml:space="preserve">teikia informaciją ir pasiūlymus </w:t>
      </w:r>
      <w:proofErr w:type="spellStart"/>
      <w:r w:rsidR="00BC4FFE" w:rsidRPr="000A4AAD">
        <w:rPr>
          <w:color w:val="000000"/>
          <w:szCs w:val="24"/>
        </w:rPr>
        <w:t>sveikatinimo</w:t>
      </w:r>
      <w:proofErr w:type="spellEnd"/>
      <w:r w:rsidR="00BC4FFE" w:rsidRPr="000A4AAD">
        <w:rPr>
          <w:color w:val="000000"/>
          <w:szCs w:val="24"/>
        </w:rPr>
        <w:t xml:space="preserve"> klausimais Savivaldybės ir valstybės institucijoms, įstaigoms, visuomenės informavimo priemonėms, nevyriausybinėms organizacijoms;</w:t>
      </w:r>
    </w:p>
    <w:p w:rsidR="00BC4FFE" w:rsidRPr="000A4AAD" w:rsidRDefault="000A4AAD" w:rsidP="00924AB4">
      <w:pPr>
        <w:tabs>
          <w:tab w:val="left" w:pos="0"/>
          <w:tab w:val="left" w:pos="284"/>
          <w:tab w:val="left" w:pos="426"/>
        </w:tabs>
        <w:ind w:firstLine="720"/>
        <w:jc w:val="both"/>
        <w:rPr>
          <w:szCs w:val="24"/>
        </w:rPr>
      </w:pPr>
      <w:r>
        <w:rPr>
          <w:color w:val="000000"/>
          <w:szCs w:val="24"/>
        </w:rPr>
        <w:t xml:space="preserve">5.4.  </w:t>
      </w:r>
      <w:r w:rsidR="00BC4FFE" w:rsidRPr="000A4AAD">
        <w:rPr>
          <w:color w:val="000000"/>
          <w:szCs w:val="24"/>
        </w:rPr>
        <w:t>rengia Bendruomenės sveikatos tarybos veiklos programą, veiklos ataskaitą;</w:t>
      </w:r>
    </w:p>
    <w:p w:rsidR="00BC4FFE" w:rsidRPr="000A4AAD" w:rsidRDefault="000A4AAD" w:rsidP="00924AB4">
      <w:pPr>
        <w:tabs>
          <w:tab w:val="left" w:pos="0"/>
          <w:tab w:val="left" w:pos="284"/>
          <w:tab w:val="left" w:pos="426"/>
        </w:tabs>
        <w:ind w:firstLine="720"/>
        <w:jc w:val="both"/>
        <w:rPr>
          <w:szCs w:val="24"/>
        </w:rPr>
      </w:pPr>
      <w:r>
        <w:rPr>
          <w:szCs w:val="24"/>
        </w:rPr>
        <w:t xml:space="preserve">5.5. </w:t>
      </w:r>
      <w:r w:rsidR="00BC4FFE" w:rsidRPr="000A4AAD">
        <w:rPr>
          <w:szCs w:val="24"/>
        </w:rPr>
        <w:t>atlieka kitas funkcijas, priskirtas Bendruomenės sveikatos tarybai pagal Lietuvos Respublikos sveikatos sistemos ir kitus įstatymus bei šiuos nuostatus.</w:t>
      </w:r>
    </w:p>
    <w:p w:rsidR="00BC4FFE" w:rsidRPr="00A46D9F" w:rsidRDefault="00BC4FFE" w:rsidP="000A4AAD">
      <w:pPr>
        <w:pStyle w:val="Sraopastraipa"/>
        <w:tabs>
          <w:tab w:val="left" w:pos="284"/>
          <w:tab w:val="left" w:pos="426"/>
        </w:tabs>
        <w:ind w:left="284" w:firstLine="964"/>
        <w:rPr>
          <w:szCs w:val="24"/>
          <w:lang w:eastAsia="lt-LT"/>
        </w:rPr>
      </w:pPr>
    </w:p>
    <w:p w:rsidR="00BC4FFE" w:rsidRPr="00A46D9F" w:rsidRDefault="00BC4FFE" w:rsidP="00924AB4">
      <w:pPr>
        <w:tabs>
          <w:tab w:val="left" w:pos="284"/>
          <w:tab w:val="left" w:pos="426"/>
        </w:tabs>
        <w:jc w:val="center"/>
        <w:rPr>
          <w:b/>
          <w:szCs w:val="24"/>
        </w:rPr>
      </w:pPr>
      <w:r w:rsidRPr="00A46D9F">
        <w:rPr>
          <w:b/>
          <w:szCs w:val="24"/>
        </w:rPr>
        <w:t>III SKYRIUS</w:t>
      </w:r>
    </w:p>
    <w:p w:rsidR="00BC4FFE" w:rsidRPr="00BC4FFE" w:rsidRDefault="00BC4FFE" w:rsidP="00924AB4">
      <w:pPr>
        <w:tabs>
          <w:tab w:val="left" w:pos="284"/>
          <w:tab w:val="left" w:pos="426"/>
        </w:tabs>
        <w:jc w:val="center"/>
        <w:rPr>
          <w:b/>
          <w:szCs w:val="24"/>
        </w:rPr>
      </w:pPr>
      <w:r w:rsidRPr="00BC4FFE">
        <w:rPr>
          <w:b/>
          <w:szCs w:val="24"/>
        </w:rPr>
        <w:t>BENDRUOMENĖS SVEIKATOS TARYBOS TEISĖS</w:t>
      </w:r>
    </w:p>
    <w:p w:rsidR="00BC4FFE" w:rsidRPr="00BC4FFE" w:rsidRDefault="00BC4FFE" w:rsidP="000A4AAD">
      <w:pPr>
        <w:pStyle w:val="Sraopastraipa"/>
        <w:tabs>
          <w:tab w:val="left" w:pos="284"/>
          <w:tab w:val="left" w:pos="426"/>
        </w:tabs>
        <w:ind w:left="284" w:firstLine="964"/>
        <w:rPr>
          <w:szCs w:val="24"/>
          <w:lang w:eastAsia="lt-LT"/>
        </w:rPr>
      </w:pPr>
    </w:p>
    <w:p w:rsidR="00BC4FFE" w:rsidRPr="00765079" w:rsidRDefault="00765079" w:rsidP="00924AB4">
      <w:pPr>
        <w:tabs>
          <w:tab w:val="left" w:pos="426"/>
        </w:tabs>
        <w:ind w:firstLine="720"/>
        <w:rPr>
          <w:color w:val="000000"/>
          <w:szCs w:val="24"/>
        </w:rPr>
      </w:pPr>
      <w:r>
        <w:rPr>
          <w:color w:val="000000"/>
          <w:szCs w:val="24"/>
        </w:rPr>
        <w:t xml:space="preserve">6.  </w:t>
      </w:r>
      <w:r w:rsidR="00BC4FFE" w:rsidRPr="00765079">
        <w:rPr>
          <w:color w:val="000000"/>
          <w:szCs w:val="24"/>
        </w:rPr>
        <w:t>Bendruomenės sveikatos taryba turi teisę:</w:t>
      </w:r>
    </w:p>
    <w:p w:rsidR="00BC4FFE" w:rsidRPr="00765079" w:rsidRDefault="00765079" w:rsidP="00924AB4">
      <w:pPr>
        <w:tabs>
          <w:tab w:val="left" w:pos="426"/>
          <w:tab w:val="left" w:pos="851"/>
        </w:tabs>
        <w:ind w:firstLine="720"/>
        <w:jc w:val="both"/>
        <w:rPr>
          <w:color w:val="000000"/>
          <w:szCs w:val="24"/>
        </w:rPr>
      </w:pPr>
      <w:r>
        <w:rPr>
          <w:color w:val="000000"/>
          <w:szCs w:val="24"/>
        </w:rPr>
        <w:t xml:space="preserve">6.1. </w:t>
      </w:r>
      <w:r w:rsidR="00BC4FFE" w:rsidRPr="00765079">
        <w:rPr>
          <w:color w:val="000000"/>
          <w:szCs w:val="24"/>
        </w:rPr>
        <w:t>jos kompetencijai skirtais klausimais gauti iš Savivaldybės ir valstybės institucijų, įmonių, įstaigų ir organizacijų informaciją, reikalingą veiklą reglamentuojančių įstatymų ir šių nuostatų numatytoms funkcijoms vykdyti;</w:t>
      </w:r>
    </w:p>
    <w:p w:rsidR="00BC4FFE" w:rsidRPr="00765079" w:rsidRDefault="00765079" w:rsidP="00924AB4">
      <w:pPr>
        <w:tabs>
          <w:tab w:val="left" w:pos="426"/>
          <w:tab w:val="left" w:pos="851"/>
        </w:tabs>
        <w:ind w:firstLine="720"/>
        <w:jc w:val="both"/>
        <w:rPr>
          <w:color w:val="000000"/>
          <w:szCs w:val="24"/>
        </w:rPr>
      </w:pPr>
      <w:r>
        <w:rPr>
          <w:color w:val="000000"/>
          <w:szCs w:val="24"/>
        </w:rPr>
        <w:lastRenderedPageBreak/>
        <w:t xml:space="preserve">6.2. </w:t>
      </w:r>
      <w:r w:rsidR="00BC4FFE" w:rsidRPr="00765079">
        <w:rPr>
          <w:color w:val="000000"/>
          <w:szCs w:val="24"/>
        </w:rPr>
        <w:t>teikti siūlymus Savivaldybės tarybai, merui ir Savivaldybės administracijai visuomenės sveikatos prevencijos srityse;</w:t>
      </w:r>
    </w:p>
    <w:p w:rsidR="00BC4FFE" w:rsidRPr="00765079" w:rsidRDefault="00765079" w:rsidP="00924AB4">
      <w:pPr>
        <w:tabs>
          <w:tab w:val="left" w:pos="426"/>
          <w:tab w:val="left" w:pos="851"/>
        </w:tabs>
        <w:ind w:firstLine="720"/>
        <w:jc w:val="both"/>
        <w:rPr>
          <w:color w:val="000000"/>
          <w:szCs w:val="24"/>
        </w:rPr>
      </w:pPr>
      <w:r>
        <w:rPr>
          <w:color w:val="000000"/>
          <w:szCs w:val="24"/>
        </w:rPr>
        <w:t xml:space="preserve">6.3. </w:t>
      </w:r>
      <w:r w:rsidR="00BC4FFE" w:rsidRPr="00765079">
        <w:rPr>
          <w:color w:val="000000"/>
          <w:szCs w:val="24"/>
        </w:rPr>
        <w:t>kviesti į Bendruomenės sveikatos tarybos posėdžius Savivaldybės administracijos valstybės tarnautojus ir darbuotojus, Savivaldybės įstaigų ir kitų institucijų atstovus, sprendžiant rajono gyventojų sveikatos gerinimo klausimus;</w:t>
      </w:r>
    </w:p>
    <w:p w:rsidR="00BC4FFE" w:rsidRPr="00765079" w:rsidRDefault="00765079" w:rsidP="00924AB4">
      <w:pPr>
        <w:tabs>
          <w:tab w:val="left" w:pos="426"/>
          <w:tab w:val="left" w:pos="851"/>
        </w:tabs>
        <w:ind w:firstLine="720"/>
        <w:jc w:val="both"/>
        <w:rPr>
          <w:color w:val="000000"/>
          <w:szCs w:val="24"/>
        </w:rPr>
      </w:pPr>
      <w:r>
        <w:rPr>
          <w:color w:val="000000"/>
          <w:szCs w:val="24"/>
        </w:rPr>
        <w:t xml:space="preserve">6.4. </w:t>
      </w:r>
      <w:r w:rsidR="00BC4FFE" w:rsidRPr="00765079">
        <w:rPr>
          <w:color w:val="000000"/>
          <w:szCs w:val="24"/>
        </w:rPr>
        <w:t>lankytis Savivaldybės teritorijoje esančiose įstaigose ir organizacijose, domėtis vaikų, moksleivių, darbuotojų sveikatos saugos ir stiprinimo sąlygomis bei sveikatos priežiūros prieinamumo gyventojams klausimais;</w:t>
      </w:r>
    </w:p>
    <w:p w:rsidR="00BC4FFE" w:rsidRPr="00765079" w:rsidRDefault="00765079" w:rsidP="00924AB4">
      <w:pPr>
        <w:tabs>
          <w:tab w:val="left" w:pos="426"/>
          <w:tab w:val="left" w:pos="851"/>
        </w:tabs>
        <w:ind w:firstLine="720"/>
        <w:jc w:val="both"/>
        <w:rPr>
          <w:color w:val="000000"/>
          <w:szCs w:val="24"/>
        </w:rPr>
      </w:pPr>
      <w:r>
        <w:rPr>
          <w:color w:val="000000"/>
          <w:szCs w:val="24"/>
        </w:rPr>
        <w:t xml:space="preserve">6.5. </w:t>
      </w:r>
      <w:r w:rsidR="00BC4FFE" w:rsidRPr="00765079">
        <w:rPr>
          <w:color w:val="000000"/>
          <w:szCs w:val="24"/>
        </w:rPr>
        <w:t>dalyvauti Savivaldybės ir šalies renginiuose, skirtuose visuomenės sveikatos priežiūrai, profilaktikai;</w:t>
      </w:r>
    </w:p>
    <w:p w:rsidR="00BC4FFE" w:rsidRPr="00765079" w:rsidRDefault="00765079" w:rsidP="00924AB4">
      <w:pPr>
        <w:tabs>
          <w:tab w:val="left" w:pos="426"/>
          <w:tab w:val="left" w:pos="851"/>
        </w:tabs>
        <w:ind w:firstLine="720"/>
        <w:jc w:val="both"/>
        <w:rPr>
          <w:color w:val="000000"/>
          <w:szCs w:val="24"/>
        </w:rPr>
      </w:pPr>
      <w:r>
        <w:rPr>
          <w:color w:val="000000"/>
          <w:szCs w:val="24"/>
        </w:rPr>
        <w:t xml:space="preserve">6.6. </w:t>
      </w:r>
      <w:r w:rsidR="00BC4FFE" w:rsidRPr="00765079">
        <w:rPr>
          <w:color w:val="000000"/>
          <w:szCs w:val="24"/>
        </w:rPr>
        <w:t>skleisti informaciją apie savo veiklą.</w:t>
      </w:r>
    </w:p>
    <w:p w:rsidR="00BC4FFE" w:rsidRPr="00BC4FFE" w:rsidRDefault="00BC4FFE" w:rsidP="000A4AAD">
      <w:pPr>
        <w:pStyle w:val="Sraopastraipa"/>
        <w:tabs>
          <w:tab w:val="left" w:pos="426"/>
          <w:tab w:val="left" w:pos="851"/>
        </w:tabs>
        <w:ind w:left="426" w:firstLine="964"/>
        <w:rPr>
          <w:color w:val="000000"/>
          <w:szCs w:val="24"/>
          <w:lang w:eastAsia="lt-LT"/>
        </w:rPr>
      </w:pPr>
    </w:p>
    <w:p w:rsidR="00BC4FFE" w:rsidRPr="00BC4FFE" w:rsidRDefault="00BC4FFE" w:rsidP="00924AB4">
      <w:pPr>
        <w:tabs>
          <w:tab w:val="left" w:pos="284"/>
          <w:tab w:val="left" w:pos="426"/>
        </w:tabs>
        <w:jc w:val="center"/>
        <w:rPr>
          <w:b/>
          <w:szCs w:val="24"/>
        </w:rPr>
      </w:pPr>
      <w:r w:rsidRPr="00BC4FFE">
        <w:rPr>
          <w:b/>
          <w:szCs w:val="24"/>
        </w:rPr>
        <w:t>IV SKYRIUS</w:t>
      </w:r>
    </w:p>
    <w:p w:rsidR="00BC4FFE" w:rsidRPr="00BC4FFE" w:rsidRDefault="00BC4FFE" w:rsidP="00924AB4">
      <w:pPr>
        <w:tabs>
          <w:tab w:val="left" w:pos="284"/>
          <w:tab w:val="left" w:pos="426"/>
        </w:tabs>
        <w:jc w:val="center"/>
        <w:rPr>
          <w:b/>
          <w:szCs w:val="24"/>
        </w:rPr>
      </w:pPr>
      <w:r w:rsidRPr="00BC4FFE">
        <w:rPr>
          <w:b/>
          <w:szCs w:val="24"/>
        </w:rPr>
        <w:t>BENDRUOMENĖS SVEIKATOS TARYBOS STRUKTŪRA IR DARBO ORGANIZAVIMAS</w:t>
      </w:r>
    </w:p>
    <w:p w:rsidR="00BC4FFE" w:rsidRPr="00BC4FFE" w:rsidRDefault="00BC4FFE" w:rsidP="005B1BF8">
      <w:pPr>
        <w:pStyle w:val="Sraopastraipa"/>
        <w:tabs>
          <w:tab w:val="left" w:pos="426"/>
          <w:tab w:val="left" w:pos="851"/>
        </w:tabs>
        <w:ind w:left="426" w:firstLine="964"/>
        <w:rPr>
          <w:color w:val="000000"/>
          <w:szCs w:val="24"/>
          <w:lang w:eastAsia="lt-LT"/>
        </w:rPr>
      </w:pPr>
    </w:p>
    <w:p w:rsidR="00BC4FFE" w:rsidRPr="00765079" w:rsidRDefault="00765079" w:rsidP="00924AB4">
      <w:pPr>
        <w:tabs>
          <w:tab w:val="left" w:pos="426"/>
        </w:tabs>
        <w:ind w:firstLine="720"/>
        <w:jc w:val="both"/>
        <w:rPr>
          <w:color w:val="000000"/>
          <w:szCs w:val="24"/>
        </w:rPr>
      </w:pPr>
      <w:r>
        <w:rPr>
          <w:color w:val="000000"/>
          <w:szCs w:val="24"/>
        </w:rPr>
        <w:t xml:space="preserve">7. </w:t>
      </w:r>
      <w:r w:rsidR="00BC4FFE" w:rsidRPr="00765079">
        <w:rPr>
          <w:color w:val="000000"/>
          <w:szCs w:val="24"/>
        </w:rPr>
        <w:t xml:space="preserve">Savivaldybės taryba sudaro Bendruomenės sveikatos tarybą, skiria jos pirmininką bei tvirtina  Bendruomenės sveikatos tarybos nuostatus. </w:t>
      </w:r>
    </w:p>
    <w:p w:rsidR="00BC4FFE" w:rsidRPr="005B1BF8" w:rsidRDefault="005B1BF8" w:rsidP="00924AB4">
      <w:pPr>
        <w:tabs>
          <w:tab w:val="left" w:pos="426"/>
        </w:tabs>
        <w:ind w:firstLine="720"/>
        <w:jc w:val="both"/>
        <w:rPr>
          <w:color w:val="000000"/>
          <w:szCs w:val="24"/>
        </w:rPr>
      </w:pPr>
      <w:r>
        <w:rPr>
          <w:color w:val="000000"/>
          <w:szCs w:val="24"/>
        </w:rPr>
        <w:t>8</w:t>
      </w:r>
      <w:r w:rsidRPr="005B1BF8">
        <w:rPr>
          <w:color w:val="000000"/>
          <w:szCs w:val="24"/>
        </w:rPr>
        <w:t xml:space="preserve">. </w:t>
      </w:r>
      <w:r w:rsidR="00BC4FFE" w:rsidRPr="005B1BF8">
        <w:rPr>
          <w:color w:val="000000"/>
          <w:szCs w:val="24"/>
        </w:rPr>
        <w:t>Bendruomenės sveikatos taryba sudaroma Savivaldybės tarybos įgaliojimų laikui. Bendruomenės sveikatos tarybos nario kadencijų skaičius nėra ribojamas.</w:t>
      </w:r>
    </w:p>
    <w:p w:rsidR="00BC4FFE" w:rsidRPr="005B1BF8" w:rsidRDefault="005B1BF8" w:rsidP="00924AB4">
      <w:pPr>
        <w:tabs>
          <w:tab w:val="left" w:pos="426"/>
        </w:tabs>
        <w:ind w:firstLine="720"/>
        <w:jc w:val="both"/>
        <w:rPr>
          <w:color w:val="000000"/>
          <w:szCs w:val="24"/>
        </w:rPr>
      </w:pPr>
      <w:r w:rsidRPr="005B1BF8">
        <w:rPr>
          <w:color w:val="000000"/>
          <w:szCs w:val="24"/>
        </w:rPr>
        <w:t xml:space="preserve">9. </w:t>
      </w:r>
      <w:r w:rsidR="00BC4FFE" w:rsidRPr="005B1BF8">
        <w:rPr>
          <w:color w:val="000000"/>
          <w:szCs w:val="24"/>
        </w:rPr>
        <w:t>Bendruomenės sveikatos tarybą sudaro: 1/3 savivaldybės paskirtų asmenų, 1/3 Savivaldybės įmonių, įstaigų ir organizacijų atstovų, 1/3 visuomeninių organizacijų, ginančių visuomenės sveikatos interesus, atstovų.</w:t>
      </w:r>
    </w:p>
    <w:p w:rsidR="00BC4FFE" w:rsidRPr="005B1BF8" w:rsidRDefault="005B1BF8" w:rsidP="00924AB4">
      <w:pPr>
        <w:tabs>
          <w:tab w:val="left" w:pos="426"/>
        </w:tabs>
        <w:ind w:firstLine="720"/>
        <w:jc w:val="both"/>
        <w:rPr>
          <w:color w:val="000000"/>
          <w:szCs w:val="24"/>
        </w:rPr>
      </w:pPr>
      <w:r>
        <w:rPr>
          <w:color w:val="000000"/>
          <w:szCs w:val="24"/>
        </w:rPr>
        <w:t>10. B</w:t>
      </w:r>
      <w:r w:rsidR="00BC4FFE" w:rsidRPr="005B1BF8">
        <w:rPr>
          <w:color w:val="000000"/>
          <w:szCs w:val="24"/>
        </w:rPr>
        <w:t>endruomenės sveikatos tarybos nariai turi vengti viešųjų ir privačių interesų konflikto ir, esant jo grėsmei, nedelsdami informuoti apie tai Bendruomenės sveikatos tarybos pirmininką ir narius bei nusišalinti nuo pareigų atlikimo, konfidencialią informaciją naudoti tik pareigų Bendruomenės sveikatos taryboje atlikimo tikslais ir jos neskleisti, išskyrus Lietuvos Respublikos įstatymuose nustatytus atvejus.</w:t>
      </w:r>
    </w:p>
    <w:p w:rsidR="00BC4FFE" w:rsidRPr="005B1BF8" w:rsidRDefault="005B1BF8" w:rsidP="00924AB4">
      <w:pPr>
        <w:tabs>
          <w:tab w:val="left" w:pos="426"/>
        </w:tabs>
        <w:ind w:firstLine="720"/>
        <w:jc w:val="both"/>
        <w:rPr>
          <w:color w:val="000000"/>
          <w:szCs w:val="24"/>
        </w:rPr>
      </w:pPr>
      <w:r>
        <w:rPr>
          <w:color w:val="000000"/>
          <w:szCs w:val="24"/>
        </w:rPr>
        <w:t xml:space="preserve">11. </w:t>
      </w:r>
      <w:r w:rsidR="00BC4FFE" w:rsidRPr="005B1BF8">
        <w:rPr>
          <w:color w:val="000000"/>
          <w:szCs w:val="24"/>
        </w:rPr>
        <w:t>Bendruomenės sveikatos tarybos sekretoriaus pareigas atlieka Savivaldybės administracijos direktoriaus paskirtas valstybės tarnautojas. Sekretorius neturi Bendruomenės sveikatos tarybos nario teisių.</w:t>
      </w:r>
    </w:p>
    <w:p w:rsidR="00BC4FFE" w:rsidRPr="005B1BF8" w:rsidRDefault="005B1BF8" w:rsidP="00924AB4">
      <w:pPr>
        <w:tabs>
          <w:tab w:val="left" w:pos="426"/>
        </w:tabs>
        <w:ind w:firstLine="720"/>
        <w:jc w:val="both"/>
        <w:rPr>
          <w:color w:val="000000"/>
          <w:szCs w:val="24"/>
        </w:rPr>
      </w:pPr>
      <w:r>
        <w:rPr>
          <w:color w:val="000000"/>
          <w:szCs w:val="24"/>
        </w:rPr>
        <w:t xml:space="preserve">12. </w:t>
      </w:r>
      <w:r w:rsidR="00BC4FFE" w:rsidRPr="005B1BF8">
        <w:rPr>
          <w:color w:val="000000"/>
          <w:szCs w:val="24"/>
        </w:rPr>
        <w:t>Bendruomenės sveikatos tarybos  darbą organizuoja ir jam vadovauja Bendruomenės sveikatos tarybos  pirmininkas. Kai Bendruomenės sveikatos tarybos pirmininko nėra ar jis negali eiti savo pareigų, Bendruomenės sveikatos tarybos  pirmininko pareigas laikinai eina ir posėdžiui vadovauja Bendruomenės sveikatos tarybos  pirmininko pavaduotojas.</w:t>
      </w:r>
    </w:p>
    <w:p w:rsidR="00BC4FFE" w:rsidRPr="005B1BF8" w:rsidRDefault="005B1BF8" w:rsidP="00924AB4">
      <w:pPr>
        <w:tabs>
          <w:tab w:val="left" w:pos="426"/>
        </w:tabs>
        <w:ind w:firstLine="720"/>
        <w:jc w:val="both"/>
        <w:rPr>
          <w:color w:val="000000"/>
          <w:szCs w:val="24"/>
        </w:rPr>
      </w:pPr>
      <w:r>
        <w:rPr>
          <w:color w:val="000000"/>
          <w:szCs w:val="24"/>
        </w:rPr>
        <w:t xml:space="preserve">13. </w:t>
      </w:r>
      <w:r w:rsidR="00BC4FFE" w:rsidRPr="005B1BF8">
        <w:rPr>
          <w:color w:val="000000"/>
          <w:szCs w:val="24"/>
        </w:rPr>
        <w:t>Bendruomenės sveikatos tarybos  pirmininkas:</w:t>
      </w:r>
    </w:p>
    <w:p w:rsidR="00BC4FFE" w:rsidRPr="005B1BF8" w:rsidRDefault="00924AB4" w:rsidP="00924AB4">
      <w:pPr>
        <w:tabs>
          <w:tab w:val="left" w:pos="426"/>
          <w:tab w:val="left" w:pos="851"/>
        </w:tabs>
        <w:ind w:firstLine="720"/>
        <w:jc w:val="both"/>
        <w:rPr>
          <w:color w:val="000000"/>
          <w:szCs w:val="24"/>
        </w:rPr>
      </w:pPr>
      <w:r>
        <w:rPr>
          <w:color w:val="000000"/>
          <w:szCs w:val="24"/>
        </w:rPr>
        <w:t xml:space="preserve">13.1. </w:t>
      </w:r>
      <w:r w:rsidR="00BC4FFE" w:rsidRPr="005B1BF8">
        <w:rPr>
          <w:color w:val="000000"/>
          <w:szCs w:val="24"/>
        </w:rPr>
        <w:t>organizuoja Bendruomenės sveikatos tarybos</w:t>
      </w:r>
      <w:r>
        <w:rPr>
          <w:color w:val="000000"/>
          <w:szCs w:val="24"/>
        </w:rPr>
        <w:t>  darbą, jai vadovauja, veikia Bendruomenės sveikatos tarybos</w:t>
      </w:r>
      <w:r w:rsidR="00BC4FFE" w:rsidRPr="005B1BF8">
        <w:rPr>
          <w:color w:val="000000"/>
          <w:szCs w:val="24"/>
        </w:rPr>
        <w:t xml:space="preserve"> vardu, atsako už jos veiklą;</w:t>
      </w:r>
    </w:p>
    <w:p w:rsidR="00BC4FFE" w:rsidRPr="005B1BF8" w:rsidRDefault="00924AB4" w:rsidP="00924AB4">
      <w:pPr>
        <w:tabs>
          <w:tab w:val="left" w:pos="426"/>
          <w:tab w:val="left" w:pos="851"/>
        </w:tabs>
        <w:ind w:firstLine="720"/>
        <w:jc w:val="both"/>
        <w:rPr>
          <w:color w:val="000000"/>
          <w:szCs w:val="24"/>
        </w:rPr>
      </w:pPr>
      <w:r>
        <w:rPr>
          <w:color w:val="000000"/>
          <w:szCs w:val="24"/>
        </w:rPr>
        <w:t>13.2.</w:t>
      </w:r>
      <w:r w:rsidR="005B1BF8">
        <w:rPr>
          <w:color w:val="000000"/>
          <w:szCs w:val="24"/>
        </w:rPr>
        <w:t xml:space="preserve"> </w:t>
      </w:r>
      <w:r w:rsidR="00BC4FFE" w:rsidRPr="005B1BF8">
        <w:rPr>
          <w:color w:val="000000"/>
          <w:szCs w:val="24"/>
        </w:rPr>
        <w:t>pasirašo Bendruomenės sveikatos tarybos dokumentus;</w:t>
      </w:r>
    </w:p>
    <w:p w:rsidR="00BC4FFE" w:rsidRPr="005B1BF8" w:rsidRDefault="005B1BF8" w:rsidP="00924AB4">
      <w:pPr>
        <w:tabs>
          <w:tab w:val="left" w:pos="426"/>
          <w:tab w:val="left" w:pos="851"/>
        </w:tabs>
        <w:ind w:firstLine="720"/>
        <w:jc w:val="both"/>
        <w:rPr>
          <w:color w:val="000000"/>
          <w:szCs w:val="24"/>
        </w:rPr>
      </w:pPr>
      <w:r>
        <w:rPr>
          <w:color w:val="000000"/>
          <w:szCs w:val="24"/>
        </w:rPr>
        <w:t xml:space="preserve">13.3. </w:t>
      </w:r>
      <w:r w:rsidR="00BC4FFE" w:rsidRPr="005B1BF8">
        <w:rPr>
          <w:color w:val="000000"/>
          <w:szCs w:val="24"/>
        </w:rPr>
        <w:t>šaukia Sveikatos tarybos posėdžius, rengia posėdžių darbotvarkes.</w:t>
      </w:r>
    </w:p>
    <w:p w:rsidR="00BC4FFE" w:rsidRPr="005B1BF8" w:rsidRDefault="005B1BF8" w:rsidP="00924AB4">
      <w:pPr>
        <w:tabs>
          <w:tab w:val="left" w:pos="426"/>
          <w:tab w:val="left" w:pos="851"/>
        </w:tabs>
        <w:ind w:firstLine="720"/>
        <w:jc w:val="both"/>
        <w:rPr>
          <w:color w:val="000000"/>
          <w:szCs w:val="24"/>
        </w:rPr>
      </w:pPr>
      <w:r>
        <w:rPr>
          <w:color w:val="000000"/>
          <w:szCs w:val="24"/>
        </w:rPr>
        <w:t xml:space="preserve">14. </w:t>
      </w:r>
      <w:r w:rsidR="00BC4FFE" w:rsidRPr="005B1BF8">
        <w:rPr>
          <w:color w:val="000000"/>
          <w:szCs w:val="24"/>
        </w:rPr>
        <w:t xml:space="preserve">Bendruomenės sveikatos tarybos sekretorius rengia Bendruomenės sveikatos tarybos posėdžių medžiagą, protokoluoja posėdžius. </w:t>
      </w:r>
    </w:p>
    <w:p w:rsidR="00BC4FFE" w:rsidRPr="005B1BF8" w:rsidRDefault="00924AB4" w:rsidP="00924AB4">
      <w:pPr>
        <w:tabs>
          <w:tab w:val="left" w:pos="426"/>
          <w:tab w:val="left" w:pos="851"/>
        </w:tabs>
        <w:ind w:firstLine="720"/>
        <w:jc w:val="both"/>
        <w:rPr>
          <w:color w:val="000000"/>
          <w:szCs w:val="24"/>
        </w:rPr>
      </w:pPr>
      <w:r>
        <w:rPr>
          <w:color w:val="000000"/>
          <w:szCs w:val="24"/>
        </w:rPr>
        <w:t>15.</w:t>
      </w:r>
      <w:r w:rsidR="005B1BF8">
        <w:rPr>
          <w:color w:val="000000"/>
          <w:szCs w:val="24"/>
        </w:rPr>
        <w:t xml:space="preserve"> </w:t>
      </w:r>
      <w:r w:rsidR="00BC4FFE" w:rsidRPr="005B1BF8">
        <w:rPr>
          <w:color w:val="000000"/>
          <w:szCs w:val="24"/>
        </w:rPr>
        <w:t xml:space="preserve">Bendruomenės sveikatos tarybos  pagrindinė veiklos forma yra posėdžiai. Posėdžiai yra vieši, </w:t>
      </w:r>
      <w:r w:rsidR="00BC4FFE" w:rsidRPr="005B1BF8">
        <w:rPr>
          <w:rFonts w:eastAsia="Lucida Sans Unicode"/>
          <w:kern w:val="2"/>
          <w:szCs w:val="24"/>
        </w:rPr>
        <w:t xml:space="preserve">gali būti organizuojami nuotoliniu ar kitokiu būdu. </w:t>
      </w:r>
    </w:p>
    <w:p w:rsidR="00BC4FFE" w:rsidRPr="00653997" w:rsidRDefault="00924AB4" w:rsidP="00924AB4">
      <w:pPr>
        <w:tabs>
          <w:tab w:val="left" w:pos="426"/>
        </w:tabs>
        <w:ind w:firstLine="720"/>
        <w:jc w:val="both"/>
        <w:rPr>
          <w:color w:val="000000"/>
          <w:szCs w:val="24"/>
        </w:rPr>
      </w:pPr>
      <w:r>
        <w:rPr>
          <w:color w:val="000000"/>
          <w:szCs w:val="24"/>
        </w:rPr>
        <w:t>1</w:t>
      </w:r>
      <w:r w:rsidR="00653997">
        <w:rPr>
          <w:color w:val="000000"/>
          <w:szCs w:val="24"/>
        </w:rPr>
        <w:t xml:space="preserve">6. </w:t>
      </w:r>
      <w:r w:rsidR="00BC4FFE" w:rsidRPr="00653997">
        <w:rPr>
          <w:color w:val="000000"/>
          <w:szCs w:val="24"/>
        </w:rPr>
        <w:t>Bendruomenės sveikatos tarybos  sprendimai priimami Bendruomenės sveikatos tarybos  posėdyje atviru balsavimu paprasta posėdyje dalyvaujančių Bendruomenės sveikatos tarybos  narių balsų dauguma ir įforminami protokolu. Jeigu balsai pasiskirsto po lygiai, lemiamas yra Bendruomenės sveikatos tarybos  pirmininko (jo nesant – Bendruomenės sveikatos tarybos  pirmininko pavaduotojo) balsas.</w:t>
      </w:r>
    </w:p>
    <w:p w:rsidR="00BC4FFE" w:rsidRPr="00653997" w:rsidRDefault="00653997" w:rsidP="00924AB4">
      <w:pPr>
        <w:tabs>
          <w:tab w:val="left" w:pos="426"/>
        </w:tabs>
        <w:ind w:firstLine="720"/>
        <w:jc w:val="both"/>
        <w:rPr>
          <w:color w:val="000000"/>
          <w:szCs w:val="24"/>
        </w:rPr>
      </w:pPr>
      <w:r>
        <w:rPr>
          <w:color w:val="000000"/>
          <w:szCs w:val="24"/>
        </w:rPr>
        <w:t xml:space="preserve">17. </w:t>
      </w:r>
      <w:r w:rsidR="00BC4FFE" w:rsidRPr="00653997">
        <w:rPr>
          <w:color w:val="000000"/>
          <w:szCs w:val="24"/>
        </w:rPr>
        <w:t>Posėdžio protokolas surašomas ir pasirašomas ne vėliau kaip per 5 darbo dienas po posėdžio. Posėdžio protokolą pasirašo posėdžio pirmininkas ir sekretorius. Bendruomenės sveikatos tarybos  sprendimu per posėdį gali būti daromas garso įrašas.</w:t>
      </w:r>
    </w:p>
    <w:p w:rsidR="00BC4FFE" w:rsidRPr="00653997" w:rsidRDefault="00653997" w:rsidP="00924AB4">
      <w:pPr>
        <w:tabs>
          <w:tab w:val="left" w:pos="426"/>
        </w:tabs>
        <w:ind w:firstLine="720"/>
        <w:jc w:val="both"/>
        <w:rPr>
          <w:color w:val="000000"/>
          <w:szCs w:val="24"/>
        </w:rPr>
      </w:pPr>
      <w:r>
        <w:rPr>
          <w:color w:val="000000"/>
          <w:szCs w:val="24"/>
        </w:rPr>
        <w:lastRenderedPageBreak/>
        <w:t xml:space="preserve">18. </w:t>
      </w:r>
      <w:r w:rsidR="00BC4FFE" w:rsidRPr="00653997">
        <w:rPr>
          <w:color w:val="000000"/>
          <w:szCs w:val="24"/>
        </w:rPr>
        <w:t>Posėdžiai rengiami pagal poreikį, bet ne rečiau nei 2 kartus per metus. Apie posėdį posėdžio nariams pranešama elektroniniu paštu ne vėliau kaip prieš  3 darbo dienas, kartu pateikiama preliminari posėdžio darbotvarkė ir numatomų nagrinėti dokumentų kopijos.</w:t>
      </w:r>
    </w:p>
    <w:p w:rsidR="00BC4FFE" w:rsidRPr="00653997" w:rsidRDefault="00653997" w:rsidP="00924AB4">
      <w:pPr>
        <w:tabs>
          <w:tab w:val="left" w:pos="426"/>
        </w:tabs>
        <w:ind w:firstLine="720"/>
        <w:jc w:val="both"/>
        <w:rPr>
          <w:color w:val="000000"/>
          <w:szCs w:val="24"/>
        </w:rPr>
      </w:pPr>
      <w:r>
        <w:rPr>
          <w:color w:val="000000"/>
          <w:szCs w:val="24"/>
        </w:rPr>
        <w:t xml:space="preserve">19. </w:t>
      </w:r>
      <w:r w:rsidR="00BC4FFE" w:rsidRPr="00653997">
        <w:rPr>
          <w:color w:val="000000"/>
          <w:szCs w:val="24"/>
        </w:rPr>
        <w:t>Posėdis laikomas teisėtu, jeigu jame dalyvauja ne mažiau kaip du trečdaliai Bendruomenės sveikatos tarybos  narių.</w:t>
      </w:r>
    </w:p>
    <w:p w:rsidR="00BC4FFE" w:rsidRPr="00653997" w:rsidRDefault="00653997" w:rsidP="00924AB4">
      <w:pPr>
        <w:tabs>
          <w:tab w:val="left" w:pos="426"/>
        </w:tabs>
        <w:ind w:firstLine="720"/>
        <w:jc w:val="both"/>
        <w:rPr>
          <w:color w:val="000000"/>
          <w:szCs w:val="24"/>
        </w:rPr>
      </w:pPr>
      <w:r>
        <w:rPr>
          <w:color w:val="000000"/>
          <w:szCs w:val="24"/>
        </w:rPr>
        <w:t xml:space="preserve">20. </w:t>
      </w:r>
      <w:r w:rsidR="00BC4FFE" w:rsidRPr="00653997">
        <w:rPr>
          <w:color w:val="000000"/>
          <w:szCs w:val="24"/>
        </w:rPr>
        <w:t>Bendruomenės sveikatos tarybos  narys privalo nusišalinti nuo klausimo, susijusio su juo pačiu ar jo atstovaujama įstaiga/organizacija.</w:t>
      </w:r>
    </w:p>
    <w:p w:rsidR="00BC4FFE" w:rsidRPr="00653997" w:rsidRDefault="00653997" w:rsidP="00924AB4">
      <w:pPr>
        <w:tabs>
          <w:tab w:val="left" w:pos="426"/>
        </w:tabs>
        <w:ind w:firstLine="720"/>
        <w:jc w:val="both"/>
        <w:rPr>
          <w:color w:val="000000"/>
          <w:szCs w:val="24"/>
        </w:rPr>
      </w:pPr>
      <w:r>
        <w:rPr>
          <w:color w:val="000000"/>
          <w:szCs w:val="24"/>
        </w:rPr>
        <w:t xml:space="preserve">21. </w:t>
      </w:r>
      <w:r w:rsidR="00BC4FFE" w:rsidRPr="00653997">
        <w:rPr>
          <w:color w:val="000000"/>
          <w:szCs w:val="24"/>
        </w:rPr>
        <w:t>Bendruomenės sveikatos tarybos  narys, negalintis dalyvauti posėdyje, turi teisę susipažinti su posėdžio darbotvarke ir pateikta medžiaga, iš anksto balsuoti dėl kiekvienos posėdžio darbotvarkės klausimo. Toks balsavimas įskaitomas į posėdžio kvorumą ir balsavimo rezultatą.</w:t>
      </w:r>
    </w:p>
    <w:p w:rsidR="00BC4FFE" w:rsidRPr="00653997" w:rsidRDefault="00653997" w:rsidP="00924AB4">
      <w:pPr>
        <w:tabs>
          <w:tab w:val="left" w:pos="426"/>
        </w:tabs>
        <w:ind w:firstLine="720"/>
        <w:jc w:val="both"/>
        <w:rPr>
          <w:color w:val="000000"/>
          <w:szCs w:val="24"/>
        </w:rPr>
      </w:pPr>
      <w:r>
        <w:rPr>
          <w:color w:val="000000"/>
          <w:szCs w:val="24"/>
        </w:rPr>
        <w:t xml:space="preserve">22. </w:t>
      </w:r>
      <w:r w:rsidR="00BC4FFE" w:rsidRPr="00653997">
        <w:rPr>
          <w:color w:val="000000"/>
          <w:szCs w:val="24"/>
        </w:rPr>
        <w:t xml:space="preserve">Bendruomenės sveikatos tarybos posėdyje patariamojo balso teise gali dalyvauti Plungės rajono savivaldybės administracijos darbuotojai, ekspertai, konsultantai, kviestieji asmenys. </w:t>
      </w:r>
    </w:p>
    <w:p w:rsidR="00BC4FFE" w:rsidRPr="00653997" w:rsidRDefault="00653997" w:rsidP="00924AB4">
      <w:pPr>
        <w:tabs>
          <w:tab w:val="left" w:pos="426"/>
        </w:tabs>
        <w:ind w:firstLine="720"/>
        <w:jc w:val="both"/>
        <w:rPr>
          <w:color w:val="000000"/>
          <w:szCs w:val="24"/>
        </w:rPr>
      </w:pPr>
      <w:r>
        <w:rPr>
          <w:color w:val="000000"/>
          <w:szCs w:val="24"/>
        </w:rPr>
        <w:t xml:space="preserve">23. </w:t>
      </w:r>
      <w:r w:rsidR="00BC4FFE" w:rsidRPr="00653997">
        <w:rPr>
          <w:color w:val="000000"/>
          <w:szCs w:val="24"/>
        </w:rPr>
        <w:t>Bendruomenės sveikatos tarybos  sprendimas įsigalioja kitą dieną po jo priėmimo, jei sprendime nenumatoma vėlesnė jo įsigaliojimo data. </w:t>
      </w:r>
    </w:p>
    <w:p w:rsidR="00BC4FFE" w:rsidRPr="00653997" w:rsidRDefault="00653997" w:rsidP="00924AB4">
      <w:pPr>
        <w:tabs>
          <w:tab w:val="left" w:pos="426"/>
        </w:tabs>
        <w:ind w:firstLine="720"/>
        <w:jc w:val="both"/>
        <w:rPr>
          <w:color w:val="000000"/>
          <w:szCs w:val="24"/>
        </w:rPr>
      </w:pPr>
      <w:r>
        <w:rPr>
          <w:color w:val="000000"/>
          <w:szCs w:val="24"/>
        </w:rPr>
        <w:t xml:space="preserve">24. </w:t>
      </w:r>
      <w:r w:rsidR="00BC4FFE" w:rsidRPr="00653997">
        <w:rPr>
          <w:color w:val="000000"/>
          <w:szCs w:val="24"/>
        </w:rPr>
        <w:t>Bendruomenės sveikatos tarybos nario įgaliojimai pasibaigia, jei nutrūksta jo atstovavimo ar darbo santykiai atstovaujamoje įstaigoje/organizacijoje, Bendruomenės sveikatos tarybai ar Savivaldybės tarybai pareiškus nepasitikėjimą. Savivaldybės taryba šių nuostatų nustatyta tvarka vietoj jo paskiria kitą narį.</w:t>
      </w:r>
    </w:p>
    <w:p w:rsidR="00BC4FFE" w:rsidRPr="00653997" w:rsidRDefault="00653997" w:rsidP="00924AB4">
      <w:pPr>
        <w:tabs>
          <w:tab w:val="left" w:pos="426"/>
        </w:tabs>
        <w:ind w:firstLine="720"/>
        <w:jc w:val="both"/>
        <w:rPr>
          <w:szCs w:val="24"/>
        </w:rPr>
      </w:pPr>
      <w:r>
        <w:rPr>
          <w:color w:val="000000"/>
          <w:szCs w:val="24"/>
        </w:rPr>
        <w:t xml:space="preserve">25. </w:t>
      </w:r>
      <w:r w:rsidR="00BC4FFE" w:rsidRPr="00653997">
        <w:rPr>
          <w:color w:val="000000"/>
          <w:szCs w:val="24"/>
        </w:rPr>
        <w:t>Bendruomenės sveikatos taryba </w:t>
      </w:r>
      <w:r w:rsidR="00BC4FFE" w:rsidRPr="00653997">
        <w:rPr>
          <w:szCs w:val="24"/>
        </w:rPr>
        <w:t xml:space="preserve"> naudojasi Savivaldybės patalpomis ir technine įranga.</w:t>
      </w:r>
    </w:p>
    <w:p w:rsidR="00BC4FFE" w:rsidRPr="00BC4FFE" w:rsidRDefault="00BC4FFE" w:rsidP="000A4AAD">
      <w:pPr>
        <w:pStyle w:val="Sraopastraipa"/>
        <w:tabs>
          <w:tab w:val="left" w:pos="284"/>
          <w:tab w:val="left" w:pos="426"/>
        </w:tabs>
        <w:ind w:firstLine="964"/>
        <w:rPr>
          <w:b/>
          <w:szCs w:val="24"/>
          <w:lang w:eastAsia="lt-LT"/>
        </w:rPr>
      </w:pPr>
    </w:p>
    <w:p w:rsidR="00BC4FFE" w:rsidRPr="00BC4FFE" w:rsidRDefault="00BC4FFE" w:rsidP="00924AB4">
      <w:pPr>
        <w:pStyle w:val="Sraopastraipa"/>
        <w:tabs>
          <w:tab w:val="left" w:pos="284"/>
          <w:tab w:val="left" w:pos="426"/>
        </w:tabs>
        <w:ind w:left="0" w:firstLine="0"/>
        <w:jc w:val="center"/>
        <w:rPr>
          <w:b/>
          <w:szCs w:val="24"/>
          <w:lang w:eastAsia="lt-LT"/>
        </w:rPr>
      </w:pPr>
      <w:r w:rsidRPr="00BC4FFE">
        <w:rPr>
          <w:b/>
          <w:szCs w:val="24"/>
          <w:lang w:eastAsia="lt-LT"/>
        </w:rPr>
        <w:t>V SKYRIUS</w:t>
      </w:r>
    </w:p>
    <w:p w:rsidR="00BC4FFE" w:rsidRPr="00BC4FFE" w:rsidRDefault="00BC4FFE" w:rsidP="00924AB4">
      <w:pPr>
        <w:pStyle w:val="Sraopastraipa"/>
        <w:tabs>
          <w:tab w:val="left" w:pos="284"/>
          <w:tab w:val="left" w:pos="426"/>
        </w:tabs>
        <w:ind w:left="0" w:firstLine="0"/>
        <w:jc w:val="center"/>
        <w:rPr>
          <w:b/>
          <w:szCs w:val="24"/>
          <w:lang w:eastAsia="lt-LT"/>
        </w:rPr>
      </w:pPr>
      <w:r w:rsidRPr="00BC4FFE">
        <w:rPr>
          <w:b/>
          <w:szCs w:val="24"/>
          <w:lang w:eastAsia="lt-LT"/>
        </w:rPr>
        <w:t>BAIGIAMOSIOS NUOSTATOS</w:t>
      </w:r>
    </w:p>
    <w:p w:rsidR="00BC4FFE" w:rsidRPr="00BC4FFE" w:rsidRDefault="00BC4FFE" w:rsidP="000A4AAD">
      <w:pPr>
        <w:pStyle w:val="Sraopastraipa"/>
        <w:tabs>
          <w:tab w:val="left" w:pos="426"/>
        </w:tabs>
        <w:ind w:left="426" w:firstLine="964"/>
        <w:rPr>
          <w:color w:val="000000"/>
          <w:szCs w:val="24"/>
          <w:lang w:eastAsia="lt-LT"/>
        </w:rPr>
      </w:pPr>
    </w:p>
    <w:p w:rsidR="00BC4FFE" w:rsidRPr="00653997" w:rsidRDefault="00653997" w:rsidP="00924AB4">
      <w:pPr>
        <w:tabs>
          <w:tab w:val="left" w:pos="426"/>
        </w:tabs>
        <w:ind w:firstLine="720"/>
        <w:jc w:val="both"/>
        <w:rPr>
          <w:szCs w:val="24"/>
        </w:rPr>
      </w:pPr>
      <w:r>
        <w:rPr>
          <w:color w:val="000000"/>
          <w:szCs w:val="24"/>
        </w:rPr>
        <w:t xml:space="preserve">26. </w:t>
      </w:r>
      <w:r w:rsidR="00BC4FFE" w:rsidRPr="00653997">
        <w:rPr>
          <w:color w:val="000000"/>
          <w:szCs w:val="24"/>
        </w:rPr>
        <w:t>Bendruomenės sveikatos tarybos </w:t>
      </w:r>
      <w:r w:rsidR="00BC4FFE" w:rsidRPr="00653997">
        <w:rPr>
          <w:szCs w:val="24"/>
        </w:rPr>
        <w:t xml:space="preserve"> nariai, pažeidę Lietuvos Respublikos teisės aktus ir šiuos nuostatus vykdydami savo funkcijas, atsako Lietuvos Respublikos įstatymų ir kitų teisės aktų nustatyta tvarka. </w:t>
      </w:r>
    </w:p>
    <w:p w:rsidR="00BC4FFE" w:rsidRPr="00653997" w:rsidRDefault="00653997" w:rsidP="00924AB4">
      <w:pPr>
        <w:tabs>
          <w:tab w:val="left" w:pos="426"/>
        </w:tabs>
        <w:ind w:firstLine="720"/>
        <w:jc w:val="both"/>
        <w:rPr>
          <w:szCs w:val="24"/>
        </w:rPr>
      </w:pPr>
      <w:r>
        <w:rPr>
          <w:szCs w:val="24"/>
        </w:rPr>
        <w:t xml:space="preserve">27. </w:t>
      </w:r>
      <w:r w:rsidR="00BC4FFE" w:rsidRPr="00653997">
        <w:rPr>
          <w:szCs w:val="24"/>
        </w:rPr>
        <w:t xml:space="preserve">Už darbą </w:t>
      </w:r>
      <w:r w:rsidR="00BC4FFE" w:rsidRPr="00653997">
        <w:rPr>
          <w:color w:val="000000"/>
          <w:szCs w:val="24"/>
        </w:rPr>
        <w:t>Bendruomenės sveikatos tarybos </w:t>
      </w:r>
      <w:r w:rsidR="00BC4FFE" w:rsidRPr="00653997">
        <w:rPr>
          <w:szCs w:val="24"/>
        </w:rPr>
        <w:t xml:space="preserve"> neatlyginama. </w:t>
      </w:r>
    </w:p>
    <w:p w:rsidR="00BC4FFE" w:rsidRPr="00653997" w:rsidRDefault="00653997" w:rsidP="00924AB4">
      <w:pPr>
        <w:tabs>
          <w:tab w:val="left" w:pos="426"/>
        </w:tabs>
        <w:ind w:firstLine="720"/>
        <w:jc w:val="both"/>
        <w:rPr>
          <w:szCs w:val="24"/>
        </w:rPr>
      </w:pPr>
      <w:r>
        <w:rPr>
          <w:color w:val="000000"/>
          <w:szCs w:val="24"/>
        </w:rPr>
        <w:t xml:space="preserve">28. </w:t>
      </w:r>
      <w:r w:rsidR="00BC4FFE" w:rsidRPr="00653997">
        <w:rPr>
          <w:color w:val="000000"/>
          <w:szCs w:val="24"/>
        </w:rPr>
        <w:t>Bendruomenės sveikatos tarybos </w:t>
      </w:r>
      <w:r w:rsidR="00BC4FFE" w:rsidRPr="00653997">
        <w:rPr>
          <w:szCs w:val="24"/>
        </w:rPr>
        <w:t xml:space="preserve"> veiklos programa yra finansuojama iš Savivaldybės biudžeto.</w:t>
      </w:r>
    </w:p>
    <w:p w:rsidR="00BC4FFE" w:rsidRPr="00653997" w:rsidRDefault="00653997" w:rsidP="00924AB4">
      <w:pPr>
        <w:tabs>
          <w:tab w:val="left" w:pos="426"/>
        </w:tabs>
        <w:ind w:firstLine="720"/>
        <w:jc w:val="both"/>
        <w:rPr>
          <w:szCs w:val="24"/>
        </w:rPr>
      </w:pPr>
      <w:r>
        <w:rPr>
          <w:color w:val="000000"/>
          <w:szCs w:val="24"/>
        </w:rPr>
        <w:t xml:space="preserve">29. </w:t>
      </w:r>
      <w:r w:rsidR="00BC4FFE" w:rsidRPr="00653997">
        <w:rPr>
          <w:color w:val="000000"/>
          <w:szCs w:val="24"/>
        </w:rPr>
        <w:t>Bendruomenės sveikatos tarybos </w:t>
      </w:r>
      <w:r w:rsidR="00BC4FFE" w:rsidRPr="00653997">
        <w:rPr>
          <w:szCs w:val="24"/>
        </w:rPr>
        <w:t xml:space="preserve"> narių įgaliojimai baigiasi, kai į pirmąjį posėdį susirenka naujai kadencijai išrinkti Savivaldybės tarybos nariai. </w:t>
      </w:r>
    </w:p>
    <w:p w:rsidR="00BC4FFE" w:rsidRPr="00653997" w:rsidRDefault="00653997" w:rsidP="00924AB4">
      <w:pPr>
        <w:tabs>
          <w:tab w:val="left" w:pos="426"/>
        </w:tabs>
        <w:ind w:firstLine="720"/>
        <w:jc w:val="both"/>
        <w:rPr>
          <w:szCs w:val="24"/>
        </w:rPr>
      </w:pPr>
      <w:r>
        <w:rPr>
          <w:color w:val="000000"/>
          <w:szCs w:val="24"/>
        </w:rPr>
        <w:t xml:space="preserve">30. </w:t>
      </w:r>
      <w:r w:rsidR="00BC4FFE" w:rsidRPr="00653997">
        <w:rPr>
          <w:color w:val="000000"/>
          <w:szCs w:val="24"/>
        </w:rPr>
        <w:t>Bendruomenės sveikatos taryba</w:t>
      </w:r>
      <w:r w:rsidR="00BC4FFE" w:rsidRPr="00653997">
        <w:rPr>
          <w:szCs w:val="24"/>
        </w:rPr>
        <w:t xml:space="preserve"> atsiskaito Savivaldybės tarybai vieną kartą per metus pagal Savivaldybės tarybos reglamentą.</w:t>
      </w:r>
      <w:r w:rsidR="00BC4FFE" w:rsidRPr="00653997">
        <w:rPr>
          <w:b/>
          <w:szCs w:val="24"/>
        </w:rPr>
        <w:tab/>
      </w:r>
    </w:p>
    <w:p w:rsidR="00BC4FFE" w:rsidRPr="00653997" w:rsidRDefault="00653997" w:rsidP="00924AB4">
      <w:pPr>
        <w:tabs>
          <w:tab w:val="left" w:pos="426"/>
        </w:tabs>
        <w:ind w:firstLine="720"/>
        <w:jc w:val="both"/>
        <w:rPr>
          <w:szCs w:val="24"/>
        </w:rPr>
      </w:pPr>
      <w:r>
        <w:rPr>
          <w:color w:val="000000"/>
          <w:szCs w:val="24"/>
        </w:rPr>
        <w:t xml:space="preserve">31. </w:t>
      </w:r>
      <w:r w:rsidR="00BC4FFE" w:rsidRPr="00653997">
        <w:rPr>
          <w:color w:val="000000"/>
          <w:szCs w:val="24"/>
        </w:rPr>
        <w:t>Bendruomenės sveikatos tarybos sprendimai skundžiami Lietuvos Respublikos teisės aktuose nustatyta tvarka.</w:t>
      </w:r>
    </w:p>
    <w:p w:rsidR="00BC4FFE" w:rsidRPr="00A46D9F" w:rsidRDefault="00653997" w:rsidP="000A4AAD">
      <w:pPr>
        <w:tabs>
          <w:tab w:val="left" w:pos="7088"/>
        </w:tabs>
        <w:ind w:firstLine="964"/>
        <w:jc w:val="both"/>
        <w:rPr>
          <w:szCs w:val="24"/>
        </w:rPr>
      </w:pPr>
      <w:r>
        <w:rPr>
          <w:szCs w:val="24"/>
        </w:rPr>
        <w:t xml:space="preserve">                        _____________________________</w:t>
      </w:r>
    </w:p>
    <w:p w:rsidR="00924AB4" w:rsidRDefault="00924AB4">
      <w:pPr>
        <w:spacing w:after="200" w:line="276" w:lineRule="auto"/>
        <w:rPr>
          <w:b/>
          <w:szCs w:val="24"/>
        </w:rPr>
      </w:pPr>
      <w:r>
        <w:rPr>
          <w:b/>
          <w:szCs w:val="24"/>
        </w:rPr>
        <w:br w:type="page"/>
      </w:r>
    </w:p>
    <w:p w:rsidR="00924AB4" w:rsidRPr="00924AB4" w:rsidRDefault="00924AB4" w:rsidP="00924AB4">
      <w:pPr>
        <w:autoSpaceDN w:val="0"/>
        <w:ind w:left="5760" w:firstLine="720"/>
        <w:rPr>
          <w:szCs w:val="24"/>
        </w:rPr>
      </w:pPr>
      <w:r w:rsidRPr="00924AB4">
        <w:rPr>
          <w:szCs w:val="24"/>
        </w:rPr>
        <w:lastRenderedPageBreak/>
        <w:t>PATVIRTINTA</w:t>
      </w:r>
    </w:p>
    <w:p w:rsidR="00924AB4" w:rsidRPr="00924AB4" w:rsidRDefault="00924AB4" w:rsidP="00924AB4">
      <w:pPr>
        <w:autoSpaceDN w:val="0"/>
        <w:ind w:left="5760" w:firstLine="720"/>
        <w:jc w:val="both"/>
        <w:rPr>
          <w:szCs w:val="24"/>
        </w:rPr>
      </w:pPr>
      <w:r w:rsidRPr="00924AB4">
        <w:rPr>
          <w:szCs w:val="24"/>
        </w:rPr>
        <w:t>Plungės rajono savivaldybės</w:t>
      </w:r>
    </w:p>
    <w:p w:rsidR="00924AB4" w:rsidRPr="00924AB4" w:rsidRDefault="00924AB4" w:rsidP="00924AB4">
      <w:pPr>
        <w:autoSpaceDN w:val="0"/>
        <w:ind w:left="5760" w:firstLine="720"/>
        <w:jc w:val="both"/>
        <w:rPr>
          <w:szCs w:val="24"/>
        </w:rPr>
      </w:pPr>
      <w:r w:rsidRPr="00924AB4">
        <w:rPr>
          <w:szCs w:val="24"/>
        </w:rPr>
        <w:t>tarybos 2020 m. spalio 29 d.</w:t>
      </w:r>
    </w:p>
    <w:p w:rsidR="00924AB4" w:rsidRPr="00924AB4" w:rsidRDefault="00924AB4" w:rsidP="00924AB4">
      <w:pPr>
        <w:autoSpaceDN w:val="0"/>
        <w:ind w:left="5760" w:firstLine="720"/>
        <w:jc w:val="both"/>
        <w:rPr>
          <w:szCs w:val="24"/>
        </w:rPr>
      </w:pPr>
      <w:r w:rsidRPr="00924AB4">
        <w:rPr>
          <w:szCs w:val="24"/>
        </w:rPr>
        <w:t>sprendimu Nr. T1-</w:t>
      </w:r>
      <w:r w:rsidR="00C541A5">
        <w:rPr>
          <w:szCs w:val="24"/>
        </w:rPr>
        <w:t>234</w:t>
      </w:r>
    </w:p>
    <w:p w:rsidR="00924AB4" w:rsidRDefault="00924AB4" w:rsidP="000A4AAD">
      <w:pPr>
        <w:ind w:firstLine="964"/>
        <w:jc w:val="both"/>
        <w:rPr>
          <w:b/>
          <w:szCs w:val="24"/>
        </w:rPr>
      </w:pPr>
    </w:p>
    <w:p w:rsidR="00356A6A" w:rsidRDefault="00356A6A" w:rsidP="00924AB4">
      <w:pPr>
        <w:jc w:val="both"/>
        <w:rPr>
          <w:b/>
          <w:szCs w:val="24"/>
        </w:rPr>
      </w:pPr>
      <w:r w:rsidRPr="003668C8">
        <w:rPr>
          <w:b/>
          <w:szCs w:val="24"/>
        </w:rPr>
        <w:t xml:space="preserve">PLUNGĖS RAJONO SAVIVALDYBĖS VISUOMENĖS SVEIKATOS RĖMIMO SPECIALIOSIOS PROGRAMOS </w:t>
      </w:r>
      <w:r>
        <w:rPr>
          <w:b/>
          <w:szCs w:val="24"/>
        </w:rPr>
        <w:t xml:space="preserve">RENGIMO IR ĮGYVENDINIMO </w:t>
      </w:r>
      <w:r w:rsidRPr="003668C8">
        <w:rPr>
          <w:b/>
          <w:szCs w:val="24"/>
        </w:rPr>
        <w:t>TVARKOS APRAŠAS</w:t>
      </w:r>
    </w:p>
    <w:p w:rsidR="00356A6A" w:rsidRDefault="00356A6A" w:rsidP="00924AB4">
      <w:pPr>
        <w:jc w:val="both"/>
        <w:rPr>
          <w:b/>
          <w:bCs/>
        </w:rPr>
      </w:pPr>
    </w:p>
    <w:p w:rsidR="00356A6A" w:rsidRDefault="00356A6A" w:rsidP="00924AB4">
      <w:pPr>
        <w:jc w:val="center"/>
        <w:rPr>
          <w:b/>
          <w:bCs/>
        </w:rPr>
      </w:pPr>
      <w:r>
        <w:rPr>
          <w:b/>
          <w:bCs/>
        </w:rPr>
        <w:t>I SKYRIUS</w:t>
      </w:r>
    </w:p>
    <w:p w:rsidR="00356A6A" w:rsidRPr="00E80F7E" w:rsidRDefault="00356A6A" w:rsidP="00924AB4">
      <w:pPr>
        <w:jc w:val="center"/>
        <w:rPr>
          <w:b/>
          <w:bCs/>
        </w:rPr>
      </w:pPr>
      <w:r>
        <w:rPr>
          <w:b/>
          <w:bCs/>
        </w:rPr>
        <w:t>BENDROSIOS NUOSTATOS</w:t>
      </w:r>
    </w:p>
    <w:p w:rsidR="00356A6A" w:rsidRPr="00E80F7E" w:rsidRDefault="00356A6A" w:rsidP="000A4AAD">
      <w:pPr>
        <w:ind w:firstLine="964"/>
        <w:jc w:val="both"/>
        <w:rPr>
          <w:b/>
          <w:bCs/>
        </w:rPr>
      </w:pPr>
    </w:p>
    <w:p w:rsidR="00356A6A" w:rsidRDefault="00356A6A" w:rsidP="00924AB4">
      <w:pPr>
        <w:pStyle w:val="Sraopastraipa"/>
        <w:numPr>
          <w:ilvl w:val="0"/>
          <w:numId w:val="9"/>
        </w:numPr>
        <w:tabs>
          <w:tab w:val="left" w:pos="284"/>
        </w:tabs>
        <w:ind w:left="0" w:firstLine="720"/>
      </w:pPr>
      <w:r>
        <w:t>Plungės rajono savivaldybės visuomenės sveikatos rėmimo specialiosios programos rengimo ir įgyvendinimo tvarkos aprašas (toliau – Tvarkos aprašas) reglamentuoja Plungės rajono savivaldybės</w:t>
      </w:r>
      <w:r w:rsidRPr="00955851">
        <w:t xml:space="preserve"> </w:t>
      </w:r>
      <w:r>
        <w:t>visuomenės sveikatos rėmimo specialiosios programos (toliau – Specialioji programa)  sudarymą, programos lėšų šaltinius, projektų priemonių finansavimo tvarką</w:t>
      </w:r>
      <w:r w:rsidRPr="00E80F7E">
        <w:t>,</w:t>
      </w:r>
      <w:r>
        <w:t xml:space="preserve"> paraiškų skelbimą, pateikimą, priėmimą, paraiškų atranką ir vertinimą, viešinimą, sutarčių sudarymą, Specialiosios programos atskaitomybę ir kontrolę.</w:t>
      </w:r>
    </w:p>
    <w:p w:rsidR="00356A6A" w:rsidRDefault="00356A6A" w:rsidP="00924AB4">
      <w:pPr>
        <w:pStyle w:val="Sraopastraipa"/>
        <w:numPr>
          <w:ilvl w:val="0"/>
          <w:numId w:val="9"/>
        </w:numPr>
        <w:tabs>
          <w:tab w:val="left" w:pos="284"/>
        </w:tabs>
        <w:ind w:left="0" w:firstLine="720"/>
      </w:pPr>
      <w:r>
        <w:t xml:space="preserve">Specialioji programa – tai kompleksas visuomenės sveikatos ugdymo, profilaktikos, saugos priemonių, kurios įgyvendinamos siekiant pagerinti gyventojų sveikatą ir gyvenimo kokybę. </w:t>
      </w:r>
    </w:p>
    <w:p w:rsidR="00356A6A" w:rsidRDefault="00356A6A" w:rsidP="00924AB4">
      <w:pPr>
        <w:pStyle w:val="Sraopastraipa"/>
        <w:numPr>
          <w:ilvl w:val="0"/>
          <w:numId w:val="9"/>
        </w:numPr>
        <w:tabs>
          <w:tab w:val="left" w:pos="284"/>
        </w:tabs>
        <w:ind w:left="0" w:firstLine="720"/>
      </w:pPr>
      <w:r>
        <w:t xml:space="preserve">Specialiosios programos paskirtis – remti Plungės rajono savivaldybėje (toliau – Savivaldybė) vykdomas visuomenės </w:t>
      </w:r>
      <w:proofErr w:type="spellStart"/>
      <w:r>
        <w:t>sveikatinimo</w:t>
      </w:r>
      <w:proofErr w:type="spellEnd"/>
      <w:r>
        <w:t xml:space="preserve"> priemones.</w:t>
      </w:r>
    </w:p>
    <w:p w:rsidR="00356A6A" w:rsidRDefault="00356A6A" w:rsidP="00924AB4">
      <w:pPr>
        <w:pStyle w:val="Sraopastraipa"/>
        <w:numPr>
          <w:ilvl w:val="0"/>
          <w:numId w:val="9"/>
        </w:numPr>
        <w:tabs>
          <w:tab w:val="left" w:pos="284"/>
        </w:tabs>
        <w:ind w:left="0" w:firstLine="720"/>
      </w:pPr>
      <w:r>
        <w:t>Tvarkos aprašą tvirtina, keičia ir papildo Savivaldybės taryba.</w:t>
      </w:r>
    </w:p>
    <w:p w:rsidR="00356A6A" w:rsidRDefault="00356A6A" w:rsidP="000A4AAD">
      <w:pPr>
        <w:pStyle w:val="Sraopastraipa"/>
        <w:tabs>
          <w:tab w:val="left" w:pos="284"/>
        </w:tabs>
        <w:ind w:left="0" w:firstLine="964"/>
      </w:pPr>
    </w:p>
    <w:p w:rsidR="00356A6A" w:rsidRPr="00894460" w:rsidRDefault="00356A6A" w:rsidP="00924AB4">
      <w:pPr>
        <w:pStyle w:val="Sraopastraipa"/>
        <w:tabs>
          <w:tab w:val="left" w:pos="284"/>
        </w:tabs>
        <w:ind w:left="0" w:firstLine="0"/>
        <w:jc w:val="center"/>
        <w:rPr>
          <w:b/>
        </w:rPr>
      </w:pPr>
      <w:r w:rsidRPr="00894460">
        <w:rPr>
          <w:b/>
        </w:rPr>
        <w:t>II SKYRIUS</w:t>
      </w:r>
    </w:p>
    <w:p w:rsidR="00356A6A" w:rsidRPr="00894460" w:rsidRDefault="00356A6A" w:rsidP="00924AB4">
      <w:pPr>
        <w:pStyle w:val="Sraopastraipa"/>
        <w:tabs>
          <w:tab w:val="left" w:pos="284"/>
        </w:tabs>
        <w:ind w:left="0" w:firstLine="0"/>
        <w:jc w:val="center"/>
        <w:rPr>
          <w:b/>
        </w:rPr>
      </w:pPr>
      <w:r w:rsidRPr="00894460">
        <w:rPr>
          <w:b/>
        </w:rPr>
        <w:t>SPECIALIOSIOS PROGRAMOS SUDARYMAS</w:t>
      </w:r>
    </w:p>
    <w:p w:rsidR="00356A6A" w:rsidRDefault="00356A6A" w:rsidP="000A4AAD">
      <w:pPr>
        <w:pStyle w:val="Sraopastraipa"/>
        <w:tabs>
          <w:tab w:val="left" w:pos="284"/>
        </w:tabs>
        <w:ind w:left="0" w:firstLine="964"/>
      </w:pPr>
    </w:p>
    <w:p w:rsidR="00356A6A" w:rsidRPr="00894460" w:rsidRDefault="00356A6A" w:rsidP="00924AB4">
      <w:pPr>
        <w:pStyle w:val="Sraopastraipa"/>
        <w:numPr>
          <w:ilvl w:val="0"/>
          <w:numId w:val="9"/>
        </w:numPr>
        <w:tabs>
          <w:tab w:val="left" w:pos="284"/>
        </w:tabs>
        <w:ind w:left="0" w:firstLine="720"/>
        <w:rPr>
          <w:rFonts w:eastAsia="Calibri"/>
          <w:color w:val="000000"/>
        </w:rPr>
      </w:pPr>
      <w:r w:rsidRPr="00894460">
        <w:rPr>
          <w:rFonts w:eastAsia="Calibri"/>
          <w:color w:val="000000"/>
        </w:rPr>
        <w:t xml:space="preserve">Specialioji programa rengiama atsižvelgiant į Lietuvos sveikatos programoje numatytas </w:t>
      </w:r>
      <w:proofErr w:type="spellStart"/>
      <w:r w:rsidRPr="00894460">
        <w:rPr>
          <w:rFonts w:eastAsia="Calibri"/>
          <w:color w:val="000000"/>
        </w:rPr>
        <w:t>sveikatinimo</w:t>
      </w:r>
      <w:proofErr w:type="spellEnd"/>
      <w:r w:rsidRPr="00894460">
        <w:rPr>
          <w:rFonts w:eastAsia="Calibri"/>
          <w:color w:val="000000"/>
        </w:rPr>
        <w:t xml:space="preserve"> veiklos kryptis, Nacionalinės sveikatos tarybos, Sveikatos apsaugos minis</w:t>
      </w:r>
      <w:r>
        <w:rPr>
          <w:rFonts w:eastAsia="Calibri"/>
          <w:color w:val="000000"/>
        </w:rPr>
        <w:t>terijos rekomendacijas, Plungės</w:t>
      </w:r>
      <w:r w:rsidRPr="00894460">
        <w:rPr>
          <w:rFonts w:eastAsia="Calibri"/>
          <w:color w:val="000000"/>
        </w:rPr>
        <w:t xml:space="preserve"> rajono savivaldybės visuomenės sveikatos stebėsenos ataskaitos rezultatus ir kitus teisės aktus.</w:t>
      </w:r>
    </w:p>
    <w:p w:rsidR="00356A6A" w:rsidRPr="00A160FC" w:rsidRDefault="00356A6A" w:rsidP="00924AB4">
      <w:pPr>
        <w:pStyle w:val="Sraopastraipa"/>
        <w:numPr>
          <w:ilvl w:val="0"/>
          <w:numId w:val="9"/>
        </w:numPr>
        <w:tabs>
          <w:tab w:val="left" w:pos="284"/>
        </w:tabs>
        <w:ind w:left="0" w:firstLine="720"/>
        <w:rPr>
          <w:rFonts w:eastAsia="Calibri"/>
          <w:color w:val="000000"/>
        </w:rPr>
      </w:pPr>
      <w:r w:rsidRPr="00894460">
        <w:rPr>
          <w:rFonts w:eastAsia="Calibri"/>
          <w:color w:val="000000"/>
        </w:rPr>
        <w:t>Specialiosios programos prioritetines kryptis kasmet nustato Savivaldybės Bendruomenės sv</w:t>
      </w:r>
      <w:r w:rsidRPr="00A160FC">
        <w:rPr>
          <w:rFonts w:eastAsia="Calibri"/>
          <w:color w:val="000000"/>
        </w:rPr>
        <w:t xml:space="preserve">eikatos taryba (toliau – Bendruomenės sveikatos taryba). </w:t>
      </w:r>
    </w:p>
    <w:p w:rsidR="00356A6A" w:rsidRPr="00A160FC" w:rsidRDefault="00356A6A" w:rsidP="00924AB4">
      <w:pPr>
        <w:pStyle w:val="Sraopastraipa"/>
        <w:numPr>
          <w:ilvl w:val="0"/>
          <w:numId w:val="9"/>
        </w:numPr>
        <w:tabs>
          <w:tab w:val="left" w:pos="284"/>
        </w:tabs>
        <w:ind w:left="0" w:firstLine="720"/>
        <w:rPr>
          <w:rFonts w:eastAsia="Calibri"/>
        </w:rPr>
      </w:pPr>
      <w:r w:rsidRPr="00A160FC">
        <w:rPr>
          <w:rFonts w:eastAsia="Calibri"/>
        </w:rPr>
        <w:t xml:space="preserve">Specialiosios programos priemonių atrankos būdai: </w:t>
      </w:r>
    </w:p>
    <w:p w:rsidR="00356A6A" w:rsidRPr="00A160FC" w:rsidRDefault="00356A6A" w:rsidP="00924AB4">
      <w:pPr>
        <w:pStyle w:val="Sraopastraipa"/>
        <w:tabs>
          <w:tab w:val="left" w:pos="284"/>
        </w:tabs>
        <w:ind w:left="0"/>
        <w:rPr>
          <w:rFonts w:eastAsia="Calibri"/>
          <w:color w:val="000000"/>
        </w:rPr>
      </w:pPr>
      <w:r w:rsidRPr="00A160FC">
        <w:rPr>
          <w:rFonts w:eastAsia="Calibri"/>
          <w:color w:val="000000"/>
        </w:rPr>
        <w:t xml:space="preserve">7.1. </w:t>
      </w:r>
      <w:r w:rsidRPr="00A160FC">
        <w:rPr>
          <w:rFonts w:eastAsia="Calibri"/>
        </w:rPr>
        <w:t xml:space="preserve">tiksliniai Specialiosios programos asignavimai Savivaldybės strateginiuose dokumentuose (strateginiame veiklos plane, Savivaldybės kompleksinėse programose ar kt.), numatytoms </w:t>
      </w:r>
      <w:proofErr w:type="spellStart"/>
      <w:r w:rsidRPr="00A160FC">
        <w:rPr>
          <w:rFonts w:eastAsia="Calibri"/>
        </w:rPr>
        <w:t>sveikatinimo</w:t>
      </w:r>
      <w:proofErr w:type="spellEnd"/>
      <w:r w:rsidRPr="00A160FC">
        <w:rPr>
          <w:rFonts w:eastAsia="Calibri"/>
        </w:rPr>
        <w:t xml:space="preserve"> priemonėms įgyvendinti;</w:t>
      </w:r>
    </w:p>
    <w:p w:rsidR="00356A6A" w:rsidRPr="00A160FC" w:rsidRDefault="00356A6A" w:rsidP="00924AB4">
      <w:pPr>
        <w:pStyle w:val="Sraopastraipa"/>
        <w:tabs>
          <w:tab w:val="left" w:pos="284"/>
          <w:tab w:val="left" w:pos="1276"/>
          <w:tab w:val="left" w:pos="1560"/>
        </w:tabs>
        <w:ind w:left="0"/>
        <w:rPr>
          <w:rFonts w:eastAsia="Calibri"/>
        </w:rPr>
      </w:pPr>
      <w:r w:rsidRPr="00A160FC">
        <w:rPr>
          <w:rFonts w:eastAsia="Calibri"/>
          <w:color w:val="000000"/>
        </w:rPr>
        <w:t xml:space="preserve">7.2. </w:t>
      </w:r>
      <w:r w:rsidRPr="00A160FC">
        <w:rPr>
          <w:rFonts w:eastAsia="Calibri"/>
        </w:rPr>
        <w:t xml:space="preserve">Savivaldybės bendruomenės </w:t>
      </w:r>
      <w:proofErr w:type="spellStart"/>
      <w:r w:rsidRPr="00A160FC">
        <w:rPr>
          <w:rFonts w:eastAsia="Calibri"/>
        </w:rPr>
        <w:t>sveikatinimo</w:t>
      </w:r>
      <w:proofErr w:type="spellEnd"/>
      <w:r w:rsidRPr="00A160FC">
        <w:rPr>
          <w:rFonts w:eastAsia="Calibri"/>
        </w:rPr>
        <w:t xml:space="preserve"> priemonių rėmimas, skelbiant paraiškų atrankos konkursą;</w:t>
      </w:r>
    </w:p>
    <w:p w:rsidR="00356A6A" w:rsidRPr="00A01C06" w:rsidRDefault="00356A6A" w:rsidP="00924AB4">
      <w:pPr>
        <w:pStyle w:val="Sraopastraipa"/>
        <w:tabs>
          <w:tab w:val="left" w:pos="284"/>
          <w:tab w:val="left" w:pos="1276"/>
          <w:tab w:val="left" w:pos="1560"/>
        </w:tabs>
        <w:ind w:left="0"/>
        <w:rPr>
          <w:rFonts w:eastAsia="Calibri"/>
        </w:rPr>
      </w:pPr>
      <w:r w:rsidRPr="00A160FC">
        <w:rPr>
          <w:rFonts w:eastAsia="Calibri"/>
        </w:rPr>
        <w:t xml:space="preserve">7.3. Savivaldybės administracija ir Bendruomenės sveikatos taryba, atsižvelgdama į Plungės rajono gyventojų poreikius, sveikatos politiką bei teisės aktus, atsiradusias nenumatytas problemas sveikatos srityje, gali skirti Specialiosios programos lėšas konkrečiai problemai spręsti. Lėšos priemonei skiriamos Savivaldybės administracijos direktoriaus (toliau – Administracijos </w:t>
      </w:r>
      <w:r w:rsidRPr="00A01C06">
        <w:rPr>
          <w:rFonts w:eastAsia="Calibri"/>
        </w:rPr>
        <w:t>direktorius) įsakymu. Tam numatomos atskiros lėšos.</w:t>
      </w:r>
    </w:p>
    <w:p w:rsidR="00356A6A" w:rsidRPr="00A01C06" w:rsidRDefault="00356A6A" w:rsidP="00924AB4">
      <w:pPr>
        <w:pStyle w:val="Sraopastraipa"/>
        <w:numPr>
          <w:ilvl w:val="0"/>
          <w:numId w:val="9"/>
        </w:numPr>
        <w:tabs>
          <w:tab w:val="left" w:pos="284"/>
          <w:tab w:val="left" w:pos="1560"/>
        </w:tabs>
        <w:ind w:left="0" w:firstLine="720"/>
        <w:rPr>
          <w:rFonts w:eastAsia="Calibri"/>
          <w:color w:val="FF0000"/>
        </w:rPr>
      </w:pPr>
      <w:r w:rsidRPr="00A01C06">
        <w:rPr>
          <w:rFonts w:eastAsia="Calibri"/>
        </w:rPr>
        <w:t>Specialiojoje programoje turi būti šios dalys: tikslas, uždaviniai, prioritetai, programos lėšos, progra</w:t>
      </w:r>
      <w:r w:rsidRPr="00A01C06">
        <w:rPr>
          <w:rFonts w:eastAsia="Calibri"/>
          <w:color w:val="000000"/>
        </w:rPr>
        <w:t>mos įgyvendinimo finansavimas, programos įgyvendinimas, vertinimo kriterijai, laukiami rezultatai.</w:t>
      </w:r>
    </w:p>
    <w:p w:rsidR="00356A6A" w:rsidRPr="00A01C06" w:rsidRDefault="00356A6A" w:rsidP="00924AB4">
      <w:pPr>
        <w:pStyle w:val="Sraopastraipa"/>
        <w:numPr>
          <w:ilvl w:val="0"/>
          <w:numId w:val="9"/>
        </w:numPr>
        <w:tabs>
          <w:tab w:val="left" w:pos="284"/>
        </w:tabs>
        <w:ind w:left="0" w:firstLine="720"/>
        <w:rPr>
          <w:rFonts w:eastAsia="Calibri"/>
          <w:u w:val="single"/>
        </w:rPr>
      </w:pPr>
      <w:r w:rsidRPr="00A01C06">
        <w:rPr>
          <w:rFonts w:eastAsia="Calibri"/>
          <w:lang w:eastAsia="lt-LT"/>
        </w:rPr>
        <w:t xml:space="preserve">Specialiąją programą kartu su priemonių finansavimo sąmatos plano projektu kiekvienais metais rengia Savivaldybės gydytojas, atsižvelgdamas į </w:t>
      </w:r>
      <w:r w:rsidRPr="00A01C06">
        <w:rPr>
          <w:rFonts w:eastAsia="Calibri"/>
        </w:rPr>
        <w:t xml:space="preserve">Specialiosios programos paraiškų vertinimo komisijos (toliau – Vertinimo komisija) </w:t>
      </w:r>
      <w:r w:rsidRPr="00A01C06">
        <w:rPr>
          <w:rFonts w:eastAsia="Calibri"/>
          <w:lang w:eastAsia="lt-LT"/>
        </w:rPr>
        <w:t xml:space="preserve">ir Bendruomenės sveikatos tarybos pasiūlymus bei nustatytas programos prioritetines kryptis. </w:t>
      </w:r>
    </w:p>
    <w:p w:rsidR="00356A6A" w:rsidRPr="00A160FC" w:rsidRDefault="00356A6A" w:rsidP="00924AB4">
      <w:pPr>
        <w:pStyle w:val="Sraopastraipa"/>
        <w:numPr>
          <w:ilvl w:val="0"/>
          <w:numId w:val="9"/>
        </w:numPr>
        <w:tabs>
          <w:tab w:val="left" w:pos="284"/>
          <w:tab w:val="left" w:pos="426"/>
        </w:tabs>
        <w:ind w:left="0" w:firstLine="720"/>
        <w:rPr>
          <w:rFonts w:eastAsia="Calibri"/>
        </w:rPr>
      </w:pPr>
      <w:r w:rsidRPr="00A160FC">
        <w:rPr>
          <w:rFonts w:eastAsia="Calibri"/>
          <w:bCs/>
        </w:rPr>
        <w:t xml:space="preserve">Specialioji programa, jos metinė ataskaita ir kiti su Specialiosios programos įgyvendinimu susiję dokumentai viešinami Savivaldybės interneto svetainėje </w:t>
      </w:r>
      <w:hyperlink r:id="rId8" w:history="1">
        <w:r>
          <w:rPr>
            <w:rStyle w:val="Hipersaitas"/>
          </w:rPr>
          <w:t>https://www.plunge.lt/</w:t>
        </w:r>
      </w:hyperlink>
    </w:p>
    <w:p w:rsidR="00431069" w:rsidRDefault="00431069" w:rsidP="00924AB4">
      <w:pPr>
        <w:pStyle w:val="Sraopastraipa"/>
        <w:tabs>
          <w:tab w:val="left" w:pos="284"/>
          <w:tab w:val="left" w:pos="426"/>
        </w:tabs>
        <w:ind w:left="0" w:firstLine="0"/>
        <w:jc w:val="center"/>
        <w:rPr>
          <w:b/>
        </w:rPr>
      </w:pPr>
    </w:p>
    <w:p w:rsidR="00356A6A" w:rsidRPr="00C52981" w:rsidRDefault="00356A6A" w:rsidP="00924AB4">
      <w:pPr>
        <w:pStyle w:val="Sraopastraipa"/>
        <w:tabs>
          <w:tab w:val="left" w:pos="284"/>
          <w:tab w:val="left" w:pos="426"/>
        </w:tabs>
        <w:ind w:left="0" w:firstLine="0"/>
        <w:jc w:val="center"/>
        <w:rPr>
          <w:b/>
        </w:rPr>
      </w:pPr>
      <w:r w:rsidRPr="00C52981">
        <w:rPr>
          <w:b/>
        </w:rPr>
        <w:lastRenderedPageBreak/>
        <w:t>III SKYRIUS</w:t>
      </w:r>
    </w:p>
    <w:p w:rsidR="00356A6A" w:rsidRPr="00C52981" w:rsidRDefault="00356A6A" w:rsidP="00924AB4">
      <w:pPr>
        <w:pStyle w:val="Sraopastraipa"/>
        <w:tabs>
          <w:tab w:val="left" w:pos="284"/>
          <w:tab w:val="left" w:pos="426"/>
        </w:tabs>
        <w:ind w:left="0" w:firstLine="0"/>
        <w:jc w:val="center"/>
        <w:rPr>
          <w:b/>
        </w:rPr>
      </w:pPr>
      <w:r w:rsidRPr="00C52981">
        <w:rPr>
          <w:b/>
        </w:rPr>
        <w:t>SPECIALIOSIOS PROGRAMOS LĖŠOS</w:t>
      </w:r>
    </w:p>
    <w:p w:rsidR="00356A6A" w:rsidRPr="00C52981" w:rsidRDefault="00356A6A" w:rsidP="00E663E2">
      <w:pPr>
        <w:pStyle w:val="Sraopastraipa"/>
        <w:tabs>
          <w:tab w:val="left" w:pos="284"/>
          <w:tab w:val="left" w:pos="426"/>
        </w:tabs>
        <w:ind w:left="0" w:right="3" w:firstLine="964"/>
        <w:rPr>
          <w:rFonts w:eastAsia="Calibri"/>
          <w:highlight w:val="yellow"/>
        </w:rPr>
      </w:pPr>
    </w:p>
    <w:p w:rsidR="00356A6A" w:rsidRDefault="00356A6A" w:rsidP="00924AB4">
      <w:pPr>
        <w:pStyle w:val="Sraopastraipa"/>
        <w:numPr>
          <w:ilvl w:val="0"/>
          <w:numId w:val="9"/>
        </w:numPr>
        <w:tabs>
          <w:tab w:val="left" w:pos="284"/>
          <w:tab w:val="left" w:pos="426"/>
        </w:tabs>
        <w:ind w:left="0" w:firstLine="720"/>
      </w:pPr>
      <w:r>
        <w:t>Programos priemonės finansuojamos Savivaldybės visuomenės sveikatos rėmimo specialiosios programos lėšomis.</w:t>
      </w:r>
    </w:p>
    <w:p w:rsidR="00356A6A" w:rsidRDefault="00356A6A" w:rsidP="00924AB4">
      <w:pPr>
        <w:pStyle w:val="Sraopastraipa"/>
        <w:numPr>
          <w:ilvl w:val="0"/>
          <w:numId w:val="9"/>
        </w:numPr>
        <w:tabs>
          <w:tab w:val="left" w:pos="284"/>
          <w:tab w:val="left" w:pos="426"/>
        </w:tabs>
        <w:ind w:left="0" w:firstLine="720"/>
      </w:pPr>
      <w:r>
        <w:t>Specialiosios programos finansavimo šaltiniai:</w:t>
      </w:r>
    </w:p>
    <w:p w:rsidR="00356A6A" w:rsidRPr="00656FC8" w:rsidRDefault="00656FC8" w:rsidP="00924AB4">
      <w:pPr>
        <w:tabs>
          <w:tab w:val="left" w:pos="426"/>
          <w:tab w:val="left" w:pos="567"/>
        </w:tabs>
        <w:ind w:firstLine="720"/>
        <w:rPr>
          <w:szCs w:val="24"/>
        </w:rPr>
      </w:pPr>
      <w:r>
        <w:rPr>
          <w:szCs w:val="24"/>
        </w:rPr>
        <w:t>12.1.</w:t>
      </w:r>
      <w:r w:rsidR="00356A6A" w:rsidRPr="00656FC8">
        <w:rPr>
          <w:szCs w:val="24"/>
        </w:rPr>
        <w:t xml:space="preserve"> Savivaldybės biudžeto asignavimai;</w:t>
      </w:r>
    </w:p>
    <w:p w:rsidR="00356A6A" w:rsidRPr="00656FC8" w:rsidRDefault="00656FC8" w:rsidP="00924AB4">
      <w:pPr>
        <w:tabs>
          <w:tab w:val="left" w:pos="426"/>
          <w:tab w:val="left" w:pos="567"/>
        </w:tabs>
        <w:ind w:firstLine="720"/>
        <w:rPr>
          <w:szCs w:val="24"/>
        </w:rPr>
      </w:pPr>
      <w:r>
        <w:rPr>
          <w:szCs w:val="24"/>
        </w:rPr>
        <w:t xml:space="preserve">12.2. </w:t>
      </w:r>
      <w:r w:rsidR="00356A6A" w:rsidRPr="00656FC8">
        <w:rPr>
          <w:szCs w:val="24"/>
        </w:rPr>
        <w:t>20 procentų Savivaldybės aplinkos apsaugos rėmimo specialiosios programos lėšų;</w:t>
      </w:r>
    </w:p>
    <w:p w:rsidR="00356A6A" w:rsidRPr="00656FC8" w:rsidRDefault="00656FC8" w:rsidP="00924AB4">
      <w:pPr>
        <w:tabs>
          <w:tab w:val="left" w:pos="426"/>
          <w:tab w:val="left" w:pos="567"/>
        </w:tabs>
        <w:ind w:firstLine="720"/>
        <w:rPr>
          <w:szCs w:val="24"/>
        </w:rPr>
      </w:pPr>
      <w:r>
        <w:rPr>
          <w:szCs w:val="24"/>
        </w:rPr>
        <w:t xml:space="preserve">12.3. </w:t>
      </w:r>
      <w:r w:rsidR="00356A6A" w:rsidRPr="00656FC8">
        <w:rPr>
          <w:szCs w:val="24"/>
        </w:rPr>
        <w:t>savanoriškos fizinių ir juridinių asmenų įmokos;</w:t>
      </w:r>
    </w:p>
    <w:p w:rsidR="00356A6A" w:rsidRPr="00E663E2" w:rsidRDefault="00E663E2" w:rsidP="00924AB4">
      <w:pPr>
        <w:tabs>
          <w:tab w:val="left" w:pos="426"/>
          <w:tab w:val="left" w:pos="567"/>
        </w:tabs>
        <w:ind w:firstLine="720"/>
        <w:rPr>
          <w:szCs w:val="24"/>
        </w:rPr>
      </w:pPr>
      <w:r>
        <w:rPr>
          <w:szCs w:val="24"/>
        </w:rPr>
        <w:t xml:space="preserve">12.4. </w:t>
      </w:r>
      <w:r w:rsidR="00356A6A" w:rsidRPr="00E663E2">
        <w:rPr>
          <w:szCs w:val="24"/>
        </w:rPr>
        <w:t>kitos teisėtai gautos lėšos.</w:t>
      </w:r>
    </w:p>
    <w:p w:rsidR="00356A6A" w:rsidRDefault="00356A6A" w:rsidP="00924AB4">
      <w:pPr>
        <w:pStyle w:val="Sraopastraipa"/>
        <w:tabs>
          <w:tab w:val="left" w:pos="426"/>
          <w:tab w:val="left" w:pos="567"/>
        </w:tabs>
        <w:ind w:left="0" w:firstLine="0"/>
        <w:rPr>
          <w:szCs w:val="24"/>
        </w:rPr>
      </w:pPr>
    </w:p>
    <w:p w:rsidR="00356A6A" w:rsidRPr="00A160FC" w:rsidRDefault="00356A6A" w:rsidP="00924AB4">
      <w:pPr>
        <w:pStyle w:val="Sraopastraipa"/>
        <w:tabs>
          <w:tab w:val="left" w:pos="426"/>
          <w:tab w:val="left" w:pos="567"/>
        </w:tabs>
        <w:ind w:left="0" w:firstLine="0"/>
        <w:jc w:val="center"/>
        <w:rPr>
          <w:b/>
          <w:szCs w:val="24"/>
        </w:rPr>
      </w:pPr>
      <w:r w:rsidRPr="00A160FC">
        <w:rPr>
          <w:b/>
          <w:szCs w:val="24"/>
        </w:rPr>
        <w:t>IV SKYRIUS</w:t>
      </w:r>
    </w:p>
    <w:p w:rsidR="00356A6A" w:rsidRPr="00A160FC" w:rsidRDefault="00356A6A" w:rsidP="00924AB4">
      <w:pPr>
        <w:pStyle w:val="Sraopastraipa"/>
        <w:tabs>
          <w:tab w:val="left" w:pos="426"/>
          <w:tab w:val="left" w:pos="567"/>
        </w:tabs>
        <w:ind w:left="0" w:firstLine="0"/>
        <w:jc w:val="center"/>
        <w:rPr>
          <w:b/>
          <w:szCs w:val="24"/>
        </w:rPr>
      </w:pPr>
      <w:r w:rsidRPr="00A160FC">
        <w:rPr>
          <w:b/>
          <w:szCs w:val="24"/>
        </w:rPr>
        <w:t>SPECIA</w:t>
      </w:r>
      <w:r>
        <w:rPr>
          <w:b/>
          <w:szCs w:val="24"/>
        </w:rPr>
        <w:t>L</w:t>
      </w:r>
      <w:r w:rsidRPr="00A160FC">
        <w:rPr>
          <w:b/>
          <w:szCs w:val="24"/>
        </w:rPr>
        <w:t>IOSIOS PROGRAMOS PROJEKTŲ PRIEMONIŲ FINANSAVIMO TVARKA</w:t>
      </w:r>
    </w:p>
    <w:p w:rsidR="00356A6A" w:rsidRPr="00C52981" w:rsidRDefault="00356A6A" w:rsidP="00E663E2">
      <w:pPr>
        <w:pStyle w:val="Sraopastraipa"/>
        <w:tabs>
          <w:tab w:val="left" w:pos="426"/>
          <w:tab w:val="left" w:pos="567"/>
        </w:tabs>
        <w:ind w:left="3196" w:firstLine="964"/>
        <w:rPr>
          <w:szCs w:val="24"/>
        </w:rPr>
      </w:pPr>
    </w:p>
    <w:p w:rsidR="00356A6A" w:rsidRPr="001A67DE" w:rsidRDefault="00356A6A" w:rsidP="00924AB4">
      <w:pPr>
        <w:pStyle w:val="Sraopastraipa"/>
        <w:numPr>
          <w:ilvl w:val="0"/>
          <w:numId w:val="9"/>
        </w:numPr>
        <w:tabs>
          <w:tab w:val="left" w:pos="284"/>
          <w:tab w:val="left" w:pos="426"/>
        </w:tabs>
        <w:ind w:left="0" w:firstLine="720"/>
      </w:pPr>
      <w:r>
        <w:rPr>
          <w:rFonts w:eastAsia="Calibri"/>
          <w:color w:val="000000"/>
        </w:rPr>
        <w:t xml:space="preserve">Specialiosios programos lėšomis finansuojami tie projektai, kurių tikslai, uždaviniai ir veiklos susijusios su visuomenės sveikata, sveikatos išsaugojimu, stiprinimu, stebėjimu, sauga, jų </w:t>
      </w:r>
      <w:r w:rsidRPr="00B0185A">
        <w:rPr>
          <w:szCs w:val="24"/>
        </w:rPr>
        <w:t>prioritetus kiekvienais biudžetiniais metais nustato Bendruomenės sveikatos taryba.</w:t>
      </w:r>
    </w:p>
    <w:p w:rsidR="00356A6A" w:rsidRPr="00A160FC" w:rsidRDefault="00356A6A" w:rsidP="00924AB4">
      <w:pPr>
        <w:pStyle w:val="Sraopastraipa"/>
        <w:numPr>
          <w:ilvl w:val="0"/>
          <w:numId w:val="9"/>
        </w:numPr>
        <w:tabs>
          <w:tab w:val="left" w:pos="284"/>
          <w:tab w:val="left" w:pos="426"/>
        </w:tabs>
        <w:ind w:left="0" w:firstLine="720"/>
      </w:pPr>
      <w:r>
        <w:rPr>
          <w:rFonts w:eastAsia="Calibri"/>
          <w:color w:val="000000"/>
        </w:rPr>
        <w:t>Įprastinės/kasdienės įstaigų/organizacijų veiklos gali būti finansuojamos tik iš dalies.</w:t>
      </w:r>
    </w:p>
    <w:p w:rsidR="00356A6A" w:rsidRPr="00A160FC" w:rsidRDefault="00356A6A" w:rsidP="00924AB4">
      <w:pPr>
        <w:pStyle w:val="Sraopastraipa"/>
        <w:numPr>
          <w:ilvl w:val="0"/>
          <w:numId w:val="9"/>
        </w:numPr>
        <w:tabs>
          <w:tab w:val="left" w:pos="426"/>
          <w:tab w:val="left" w:pos="1134"/>
        </w:tabs>
        <w:ind w:left="0" w:firstLine="720"/>
        <w:rPr>
          <w:rFonts w:eastAsia="Calibri"/>
          <w:color w:val="000000"/>
        </w:rPr>
      </w:pPr>
      <w:r w:rsidRPr="00A160FC">
        <w:rPr>
          <w:rFonts w:eastAsia="Calibri"/>
          <w:color w:val="000000"/>
        </w:rPr>
        <w:t>Maksimali Specialiosios programos vieno</w:t>
      </w:r>
      <w:r w:rsidRPr="00A160FC">
        <w:rPr>
          <w:rFonts w:eastAsia="Calibri"/>
          <w:color w:val="C00000"/>
        </w:rPr>
        <w:t xml:space="preserve"> </w:t>
      </w:r>
      <w:r w:rsidRPr="00A160FC">
        <w:rPr>
          <w:rFonts w:eastAsia="Calibri"/>
          <w:color w:val="000000"/>
        </w:rPr>
        <w:t xml:space="preserve">projekto veikloms įgyvendinti skiriama suma negali viršyti 2 000 (du tūkstančiai) </w:t>
      </w:r>
      <w:proofErr w:type="spellStart"/>
      <w:r w:rsidRPr="00A160FC">
        <w:rPr>
          <w:rFonts w:eastAsia="Calibri"/>
          <w:color w:val="000000"/>
        </w:rPr>
        <w:t>Eur</w:t>
      </w:r>
      <w:proofErr w:type="spellEnd"/>
      <w:r w:rsidRPr="00A160FC">
        <w:rPr>
          <w:rFonts w:eastAsia="Calibri"/>
          <w:color w:val="000000"/>
        </w:rPr>
        <w:t>, išskyrus tuos atvejus, jei Vertinimo komisija ir Bendruomenės sveikatos taryba nusprendžia kitaip, įver</w:t>
      </w:r>
      <w:r>
        <w:rPr>
          <w:rFonts w:eastAsia="Calibri"/>
          <w:color w:val="000000"/>
        </w:rPr>
        <w:t>tindama projekto svarbą Plungės</w:t>
      </w:r>
      <w:r w:rsidRPr="00A160FC">
        <w:rPr>
          <w:rFonts w:eastAsia="Calibri"/>
          <w:color w:val="000000"/>
        </w:rPr>
        <w:t xml:space="preserve"> rajono gyventojams.</w:t>
      </w:r>
    </w:p>
    <w:p w:rsidR="00356A6A" w:rsidRPr="00E663E2" w:rsidRDefault="00E663E2" w:rsidP="00924AB4">
      <w:pPr>
        <w:tabs>
          <w:tab w:val="left" w:pos="426"/>
          <w:tab w:val="left" w:pos="1276"/>
        </w:tabs>
        <w:ind w:firstLine="720"/>
        <w:jc w:val="both"/>
        <w:rPr>
          <w:rFonts w:eastAsia="Calibri"/>
          <w:color w:val="000000"/>
        </w:rPr>
      </w:pPr>
      <w:r>
        <w:rPr>
          <w:rFonts w:eastAsia="Calibri"/>
          <w:color w:val="000000"/>
        </w:rPr>
        <w:t xml:space="preserve">16. </w:t>
      </w:r>
      <w:r w:rsidR="00356A6A" w:rsidRPr="00E663E2">
        <w:rPr>
          <w:rFonts w:eastAsia="Calibri"/>
          <w:color w:val="000000"/>
        </w:rPr>
        <w:t>Tinkamos finansuoti išlaidų kategorijos:</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16.1. </w:t>
      </w:r>
      <w:r w:rsidR="00356A6A" w:rsidRPr="00E663E2">
        <w:rPr>
          <w:rFonts w:eastAsia="Calibri"/>
          <w:color w:val="000000"/>
        </w:rPr>
        <w:t xml:space="preserve">projekto įgyvendinimui būtinų kanceliarinių prekių, prizų, suvenyrų, </w:t>
      </w:r>
      <w:proofErr w:type="spellStart"/>
      <w:r w:rsidR="00356A6A" w:rsidRPr="00E663E2">
        <w:rPr>
          <w:rFonts w:eastAsia="Calibri"/>
          <w:color w:val="000000"/>
        </w:rPr>
        <w:t>sveikatinimo</w:t>
      </w:r>
      <w:proofErr w:type="spellEnd"/>
      <w:r w:rsidR="00356A6A" w:rsidRPr="00E663E2">
        <w:rPr>
          <w:rFonts w:eastAsia="Calibri"/>
          <w:color w:val="000000"/>
        </w:rPr>
        <w:t xml:space="preserve"> inventoriaus įsigijimas;</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16.2. </w:t>
      </w:r>
      <w:proofErr w:type="spellStart"/>
      <w:r w:rsidR="00356A6A" w:rsidRPr="00E663E2">
        <w:rPr>
          <w:rFonts w:eastAsia="Calibri"/>
          <w:color w:val="000000"/>
        </w:rPr>
        <w:t>sveikatinimo</w:t>
      </w:r>
      <w:proofErr w:type="spellEnd"/>
      <w:r w:rsidR="00356A6A" w:rsidRPr="00E663E2">
        <w:rPr>
          <w:rFonts w:eastAsia="Calibri"/>
          <w:color w:val="000000"/>
        </w:rPr>
        <w:t xml:space="preserve"> stovyklų organizavimas;</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16.3. </w:t>
      </w:r>
      <w:r w:rsidR="00356A6A" w:rsidRPr="00E663E2">
        <w:rPr>
          <w:rFonts w:eastAsia="Calibri"/>
          <w:color w:val="000000"/>
        </w:rPr>
        <w:t>transporto išlaidų (nuoma, kuras, bilietai) kompensavimas;</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16.4. </w:t>
      </w:r>
      <w:r w:rsidR="00356A6A" w:rsidRPr="00E663E2">
        <w:rPr>
          <w:rFonts w:eastAsia="Calibri"/>
          <w:color w:val="000000"/>
        </w:rPr>
        <w:t>samdomų darbuotojų (lektorių) paskaitų, praktinių užsiėmimų, seminarų, konsultacijų apmokėjimas; projekto dalyvių maitinimas;</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16.5. </w:t>
      </w:r>
      <w:r w:rsidR="00356A6A" w:rsidRPr="00E663E2">
        <w:rPr>
          <w:rFonts w:eastAsia="Calibri"/>
          <w:color w:val="000000"/>
        </w:rPr>
        <w:t>projektui būtinos viešinimo priemonės: skrajutės, bukletai, skelbimai, nuotraukos, ryšio paslaugos ir kt.;</w:t>
      </w:r>
    </w:p>
    <w:p w:rsidR="00356A6A" w:rsidRPr="00E663E2" w:rsidRDefault="00E663E2" w:rsidP="00924AB4">
      <w:pPr>
        <w:tabs>
          <w:tab w:val="left" w:pos="567"/>
        </w:tabs>
        <w:ind w:firstLine="720"/>
        <w:jc w:val="both"/>
        <w:rPr>
          <w:rFonts w:eastAsia="Calibri"/>
          <w:color w:val="000000"/>
        </w:rPr>
      </w:pPr>
      <w:r>
        <w:rPr>
          <w:rFonts w:eastAsia="Calibri"/>
          <w:color w:val="000000"/>
        </w:rPr>
        <w:t xml:space="preserve">16.6. </w:t>
      </w:r>
      <w:r w:rsidR="00356A6A" w:rsidRPr="00E663E2">
        <w:rPr>
          <w:rFonts w:eastAsia="Calibri"/>
          <w:color w:val="000000"/>
        </w:rPr>
        <w:t xml:space="preserve">kitos, tiesiogiai su projekto įgyvendinimu susijusios, išlaidos. </w:t>
      </w:r>
    </w:p>
    <w:p w:rsidR="00356A6A" w:rsidRPr="00E663E2" w:rsidRDefault="00E663E2" w:rsidP="00924AB4">
      <w:pPr>
        <w:tabs>
          <w:tab w:val="left" w:pos="426"/>
          <w:tab w:val="left" w:pos="1276"/>
        </w:tabs>
        <w:ind w:firstLine="720"/>
        <w:jc w:val="both"/>
        <w:rPr>
          <w:rFonts w:eastAsia="Calibri"/>
          <w:color w:val="000000"/>
        </w:rPr>
      </w:pPr>
      <w:r>
        <w:rPr>
          <w:rFonts w:eastAsia="Calibri"/>
          <w:color w:val="000000"/>
        </w:rPr>
        <w:t>17. N</w:t>
      </w:r>
      <w:r w:rsidR="00356A6A" w:rsidRPr="00E663E2">
        <w:rPr>
          <w:rFonts w:eastAsia="Calibri"/>
          <w:color w:val="000000"/>
        </w:rPr>
        <w:t>efinansuojamos išlaidų kategorijos:</w:t>
      </w:r>
    </w:p>
    <w:p w:rsidR="00356A6A" w:rsidRPr="00E663E2" w:rsidRDefault="00E663E2" w:rsidP="00924AB4">
      <w:pPr>
        <w:tabs>
          <w:tab w:val="left" w:pos="426"/>
          <w:tab w:val="left" w:pos="1276"/>
          <w:tab w:val="left" w:pos="1418"/>
        </w:tabs>
        <w:ind w:firstLine="720"/>
        <w:jc w:val="both"/>
        <w:rPr>
          <w:rFonts w:eastAsia="Calibri"/>
          <w:color w:val="000000"/>
          <w:lang w:val="pt-BR"/>
        </w:rPr>
      </w:pPr>
      <w:r w:rsidRPr="00E663E2">
        <w:rPr>
          <w:rFonts w:eastAsia="Calibri"/>
          <w:color w:val="000000"/>
          <w:lang w:val="pt-BR"/>
        </w:rPr>
        <w:t xml:space="preserve">17.1. </w:t>
      </w:r>
      <w:r w:rsidR="00356A6A" w:rsidRPr="00E663E2">
        <w:rPr>
          <w:rFonts w:eastAsia="Calibri"/>
          <w:color w:val="000000"/>
          <w:lang w:val="pt-BR"/>
        </w:rPr>
        <w:t xml:space="preserve">asmens sveikatos priežiūros paslaugos, už kurias yra apmokama iš Privalomojo sveikatos draudimo fondo biudžeto lėšų; </w:t>
      </w:r>
    </w:p>
    <w:p w:rsidR="00356A6A" w:rsidRPr="00E663E2" w:rsidRDefault="00E663E2" w:rsidP="00924AB4">
      <w:pPr>
        <w:tabs>
          <w:tab w:val="left" w:pos="426"/>
          <w:tab w:val="left" w:pos="1276"/>
          <w:tab w:val="left" w:pos="1418"/>
        </w:tabs>
        <w:ind w:firstLine="720"/>
        <w:jc w:val="both"/>
        <w:rPr>
          <w:rFonts w:eastAsia="Calibri"/>
          <w:color w:val="000000"/>
          <w:lang w:val="pt-BR"/>
        </w:rPr>
      </w:pPr>
      <w:r w:rsidRPr="00E663E2">
        <w:rPr>
          <w:rFonts w:eastAsia="Calibri"/>
          <w:color w:val="000000"/>
          <w:lang w:val="pt-BR"/>
        </w:rPr>
        <w:t xml:space="preserve">17.2. </w:t>
      </w:r>
      <w:r w:rsidR="00356A6A" w:rsidRPr="00E663E2">
        <w:rPr>
          <w:rFonts w:eastAsia="Calibri"/>
          <w:color w:val="000000"/>
          <w:lang w:val="pt-BR"/>
        </w:rPr>
        <w:t>draudimas, lizingas, išperkamoji nuoma;</w:t>
      </w:r>
    </w:p>
    <w:p w:rsidR="00356A6A" w:rsidRPr="00E663E2" w:rsidRDefault="00E663E2" w:rsidP="00924AB4">
      <w:pPr>
        <w:tabs>
          <w:tab w:val="left" w:pos="426"/>
          <w:tab w:val="left" w:pos="1276"/>
          <w:tab w:val="left" w:pos="1418"/>
        </w:tabs>
        <w:ind w:firstLine="720"/>
        <w:jc w:val="both"/>
        <w:rPr>
          <w:rFonts w:eastAsia="Calibri"/>
          <w:color w:val="000000"/>
          <w:lang w:val="pt-BR"/>
        </w:rPr>
      </w:pPr>
      <w:r>
        <w:rPr>
          <w:rFonts w:eastAsia="Calibri"/>
          <w:color w:val="000000"/>
        </w:rPr>
        <w:t xml:space="preserve">17.3. </w:t>
      </w:r>
      <w:r w:rsidR="00356A6A" w:rsidRPr="00E663E2">
        <w:rPr>
          <w:rFonts w:eastAsia="Calibri"/>
          <w:color w:val="000000"/>
        </w:rPr>
        <w:t>su visuomenės sveikata nesusijusios laisvalaikio veiklos išlaidos;</w:t>
      </w:r>
    </w:p>
    <w:p w:rsidR="00356A6A" w:rsidRPr="00E663E2" w:rsidRDefault="00E663E2" w:rsidP="00924AB4">
      <w:pPr>
        <w:tabs>
          <w:tab w:val="left" w:pos="426"/>
          <w:tab w:val="left" w:pos="1276"/>
          <w:tab w:val="left" w:pos="1418"/>
        </w:tabs>
        <w:ind w:firstLine="720"/>
        <w:jc w:val="both"/>
        <w:rPr>
          <w:rFonts w:eastAsia="Calibri"/>
          <w:lang w:val="pt-BR"/>
        </w:rPr>
      </w:pPr>
      <w:r>
        <w:rPr>
          <w:rFonts w:eastAsia="Calibri"/>
          <w:lang w:val="pt-BR"/>
        </w:rPr>
        <w:t xml:space="preserve">17.4. </w:t>
      </w:r>
      <w:r w:rsidR="00356A6A" w:rsidRPr="00E663E2">
        <w:rPr>
          <w:rFonts w:eastAsia="Calibri"/>
          <w:lang w:val="pt-BR"/>
        </w:rPr>
        <w:t>pastatų (patalpų) rekonstrukcija, kapitalinis remontas, statinių statyba;</w:t>
      </w:r>
    </w:p>
    <w:p w:rsidR="00356A6A" w:rsidRPr="00E663E2" w:rsidRDefault="00E663E2" w:rsidP="00924AB4">
      <w:pPr>
        <w:tabs>
          <w:tab w:val="left" w:pos="426"/>
          <w:tab w:val="left" w:pos="1276"/>
          <w:tab w:val="left" w:pos="1418"/>
        </w:tabs>
        <w:ind w:firstLine="720"/>
        <w:jc w:val="both"/>
        <w:rPr>
          <w:rFonts w:eastAsia="Calibri"/>
          <w:lang w:val="pt-BR"/>
        </w:rPr>
      </w:pPr>
      <w:r>
        <w:rPr>
          <w:rFonts w:eastAsia="Calibri"/>
          <w:lang w:val="pt-BR"/>
        </w:rPr>
        <w:t xml:space="preserve">17.5. </w:t>
      </w:r>
      <w:r w:rsidR="00356A6A" w:rsidRPr="00E663E2">
        <w:rPr>
          <w:rFonts w:eastAsia="Calibri"/>
          <w:lang w:val="pt-BR"/>
        </w:rPr>
        <w:t>transporto priemonių remontas ir eksploatacinių (išskyrus kuro ir nuomos) išlaidų apmokėjimas;</w:t>
      </w:r>
    </w:p>
    <w:p w:rsidR="00356A6A" w:rsidRPr="00E663E2" w:rsidRDefault="00E663E2" w:rsidP="00924AB4">
      <w:pPr>
        <w:tabs>
          <w:tab w:val="left" w:pos="426"/>
          <w:tab w:val="left" w:pos="1276"/>
          <w:tab w:val="left" w:pos="1418"/>
        </w:tabs>
        <w:ind w:firstLine="720"/>
        <w:jc w:val="both"/>
        <w:rPr>
          <w:rFonts w:eastAsia="Calibri"/>
          <w:lang w:val="pt-BR"/>
        </w:rPr>
      </w:pPr>
      <w:r>
        <w:rPr>
          <w:rFonts w:eastAsia="Calibri"/>
          <w:lang w:val="pt-BR"/>
        </w:rPr>
        <w:t xml:space="preserve">17.6. </w:t>
      </w:r>
      <w:r w:rsidR="00356A6A" w:rsidRPr="00E663E2">
        <w:rPr>
          <w:rFonts w:eastAsia="Calibri"/>
          <w:lang w:val="pt-BR"/>
        </w:rPr>
        <w:t>kitos, tiesiogiai su projekto įgyvendinimu nesusijusios, išlaidos.</w:t>
      </w:r>
    </w:p>
    <w:p w:rsidR="00356A6A" w:rsidRPr="00A01C06" w:rsidRDefault="00E663E2" w:rsidP="00924AB4">
      <w:pPr>
        <w:tabs>
          <w:tab w:val="left" w:pos="426"/>
        </w:tabs>
        <w:ind w:firstLine="720"/>
        <w:jc w:val="both"/>
      </w:pPr>
      <w:r>
        <w:t xml:space="preserve">18. </w:t>
      </w:r>
      <w:r w:rsidR="00356A6A" w:rsidRPr="00356A6A">
        <w:t>Esant būtinybei,</w:t>
      </w:r>
      <w:r w:rsidR="00356A6A" w:rsidRPr="00A01C06">
        <w:t xml:space="preserve"> </w:t>
      </w:r>
      <w:r w:rsidR="00356A6A" w:rsidRPr="00E663E2">
        <w:rPr>
          <w:rFonts w:eastAsia="Calibri"/>
        </w:rPr>
        <w:t>projekto/priemonės lėšos gali būti perkeliamos iš vienos biudžeto eilutės į kitą, bet ne daugiau kaip 15 proc. biudžeto eilutės vertės. Dėl lėšų perkėlimo projekto/priemonės vykdytojas su motyvuotu prašymu raštu kreipiasi į Savivaldybės gydytoją.</w:t>
      </w:r>
    </w:p>
    <w:p w:rsidR="00356A6A" w:rsidRPr="00A01C06" w:rsidRDefault="002D2FA4" w:rsidP="00924AB4">
      <w:pPr>
        <w:tabs>
          <w:tab w:val="left" w:pos="426"/>
        </w:tabs>
        <w:ind w:firstLine="720"/>
        <w:jc w:val="both"/>
      </w:pPr>
      <w:r>
        <w:t xml:space="preserve">19. </w:t>
      </w:r>
      <w:r w:rsidR="00356A6A" w:rsidRPr="00A01C06">
        <w:t>Specialiosios programos lėšos kaupiamos atskiroje Savivaldybės biudžeto sąskaitoje.</w:t>
      </w:r>
    </w:p>
    <w:p w:rsidR="00356A6A" w:rsidRPr="00A01C06" w:rsidRDefault="002D2FA4" w:rsidP="00924AB4">
      <w:pPr>
        <w:tabs>
          <w:tab w:val="left" w:pos="426"/>
        </w:tabs>
        <w:ind w:firstLine="720"/>
        <w:jc w:val="both"/>
      </w:pPr>
      <w:r>
        <w:t xml:space="preserve">20. </w:t>
      </w:r>
      <w:r w:rsidR="00356A6A" w:rsidRPr="00A01C06">
        <w:t xml:space="preserve">Finansavimą gavusioms organizacijoms lėšos pervedamos į jų nurodytą sąskaitą. </w:t>
      </w:r>
    </w:p>
    <w:p w:rsidR="00367048" w:rsidRDefault="00367048" w:rsidP="00352C4D">
      <w:pPr>
        <w:ind w:firstLine="964"/>
        <w:jc w:val="center"/>
        <w:rPr>
          <w:b/>
        </w:rPr>
      </w:pPr>
    </w:p>
    <w:p w:rsidR="00356A6A" w:rsidRPr="001A67DE" w:rsidRDefault="00356A6A" w:rsidP="00EB3A8B">
      <w:pPr>
        <w:jc w:val="center"/>
        <w:rPr>
          <w:b/>
        </w:rPr>
      </w:pPr>
      <w:r w:rsidRPr="001A67DE">
        <w:rPr>
          <w:b/>
        </w:rPr>
        <w:t>V SKYRIUS</w:t>
      </w:r>
    </w:p>
    <w:p w:rsidR="00356A6A" w:rsidRDefault="00356A6A" w:rsidP="00EB3A8B">
      <w:pPr>
        <w:pStyle w:val="Sraopastraipa"/>
        <w:tabs>
          <w:tab w:val="left" w:pos="426"/>
        </w:tabs>
        <w:ind w:left="0" w:firstLine="0"/>
        <w:jc w:val="center"/>
        <w:rPr>
          <w:b/>
        </w:rPr>
      </w:pPr>
      <w:r w:rsidRPr="001A67DE">
        <w:rPr>
          <w:b/>
        </w:rPr>
        <w:t>PARAIŠKŲ PRIĖMIMO SKELBIMAS, PATEIKIMAS IR PRIĖMIMAS</w:t>
      </w:r>
    </w:p>
    <w:p w:rsidR="00356A6A" w:rsidRPr="001A67DE" w:rsidRDefault="00356A6A" w:rsidP="000A4AAD">
      <w:pPr>
        <w:pStyle w:val="Sraopastraipa"/>
        <w:tabs>
          <w:tab w:val="left" w:pos="426"/>
        </w:tabs>
        <w:ind w:left="426" w:firstLine="964"/>
        <w:rPr>
          <w:b/>
        </w:rPr>
      </w:pPr>
    </w:p>
    <w:p w:rsidR="00356A6A" w:rsidRPr="002D2FA4" w:rsidRDefault="002D2FA4" w:rsidP="00367048">
      <w:pPr>
        <w:tabs>
          <w:tab w:val="left" w:pos="900"/>
          <w:tab w:val="left" w:pos="1276"/>
        </w:tabs>
        <w:ind w:firstLine="720"/>
        <w:jc w:val="both"/>
        <w:rPr>
          <w:rFonts w:eastAsia="Calibri"/>
        </w:rPr>
      </w:pPr>
      <w:r>
        <w:rPr>
          <w:rFonts w:eastAsia="Calibri"/>
        </w:rPr>
        <w:t xml:space="preserve">21. </w:t>
      </w:r>
      <w:r w:rsidR="00356A6A" w:rsidRPr="002D2FA4">
        <w:rPr>
          <w:rFonts w:eastAsia="Calibri"/>
        </w:rPr>
        <w:t>Specialiosios programos projektų paraiškas gali teikti biudžetinės ir viešosios įstaigos, asociacijos, bendruomenės, nevyriausybinės organizacijos, kiti juridiniai asmenys, veikiantys pagal Lietuvos Respublikoje galiojančius įstatymus.</w:t>
      </w:r>
      <w:r w:rsidR="00356A6A">
        <w:t xml:space="preserve"> </w:t>
      </w:r>
    </w:p>
    <w:p w:rsidR="00356A6A" w:rsidRPr="002D2FA4" w:rsidRDefault="002D2FA4" w:rsidP="00367048">
      <w:pPr>
        <w:tabs>
          <w:tab w:val="left" w:pos="900"/>
          <w:tab w:val="left" w:pos="1276"/>
        </w:tabs>
        <w:ind w:firstLine="720"/>
        <w:jc w:val="both"/>
        <w:rPr>
          <w:rFonts w:eastAsia="Calibri"/>
        </w:rPr>
      </w:pPr>
      <w:r>
        <w:rPr>
          <w:rFonts w:eastAsia="Calibri"/>
        </w:rPr>
        <w:lastRenderedPageBreak/>
        <w:t xml:space="preserve">22. </w:t>
      </w:r>
      <w:r w:rsidR="00356A6A" w:rsidRPr="002D2FA4">
        <w:rPr>
          <w:rFonts w:eastAsia="Calibri"/>
        </w:rPr>
        <w:t>Specialiosios programos remiamos priemonės yra skirtos Plungės rajono gyventojams.</w:t>
      </w:r>
    </w:p>
    <w:p w:rsidR="00356A6A" w:rsidRPr="002D2FA4" w:rsidRDefault="002D2FA4" w:rsidP="00367048">
      <w:pPr>
        <w:tabs>
          <w:tab w:val="left" w:pos="284"/>
          <w:tab w:val="left" w:pos="426"/>
        </w:tabs>
        <w:ind w:firstLine="720"/>
        <w:jc w:val="both"/>
        <w:rPr>
          <w:rFonts w:eastAsia="Calibri"/>
        </w:rPr>
      </w:pPr>
      <w:r>
        <w:rPr>
          <w:szCs w:val="24"/>
        </w:rPr>
        <w:t xml:space="preserve">23. </w:t>
      </w:r>
      <w:r w:rsidR="00356A6A" w:rsidRPr="002D2FA4">
        <w:rPr>
          <w:szCs w:val="24"/>
        </w:rPr>
        <w:t>Plungės</w:t>
      </w:r>
      <w:r w:rsidR="00356A6A" w:rsidRPr="00E80F7E">
        <w:t xml:space="preserve"> rajono </w:t>
      </w:r>
      <w:r w:rsidR="00356A6A">
        <w:t xml:space="preserve">Bendruomenės sveikatos taryba </w:t>
      </w:r>
      <w:r w:rsidR="00356A6A" w:rsidRPr="00E80F7E">
        <w:t>savivaldybė</w:t>
      </w:r>
      <w:r w:rsidR="00356A6A">
        <w:t>s</w:t>
      </w:r>
      <w:r w:rsidR="00356A6A" w:rsidRPr="00E80F7E">
        <w:t xml:space="preserve"> interneto </w:t>
      </w:r>
      <w:r w:rsidR="00356A6A">
        <w:t>tinklalapyje (</w:t>
      </w:r>
      <w:hyperlink r:id="rId9" w:history="1">
        <w:r w:rsidR="00356A6A">
          <w:rPr>
            <w:rStyle w:val="Hipersaitas"/>
          </w:rPr>
          <w:t>https://www.plunge.lt/</w:t>
        </w:r>
      </w:hyperlink>
      <w:r w:rsidR="00356A6A">
        <w:t>)</w:t>
      </w:r>
      <w:r w:rsidR="00356A6A" w:rsidRPr="00E80F7E">
        <w:t xml:space="preserve"> ir</w:t>
      </w:r>
      <w:r w:rsidR="00356A6A">
        <w:t>/ar</w:t>
      </w:r>
      <w:r w:rsidR="00356A6A" w:rsidRPr="00E80F7E">
        <w:t xml:space="preserve"> žiniasklaidoje paskelbia apie projektų paraiškų priėmimo sąlygas ir terminus. </w:t>
      </w:r>
    </w:p>
    <w:p w:rsidR="00356A6A" w:rsidRPr="002D2FA4" w:rsidRDefault="002D2FA4" w:rsidP="00367048">
      <w:pPr>
        <w:tabs>
          <w:tab w:val="left" w:pos="284"/>
          <w:tab w:val="left" w:pos="426"/>
        </w:tabs>
        <w:ind w:firstLine="720"/>
        <w:jc w:val="both"/>
        <w:rPr>
          <w:rFonts w:eastAsia="Calibri"/>
        </w:rPr>
      </w:pPr>
      <w:r>
        <w:t xml:space="preserve">24. </w:t>
      </w:r>
      <w:r w:rsidR="00356A6A" w:rsidRPr="00E80F7E">
        <w:t xml:space="preserve">Paraiškos </w:t>
      </w:r>
      <w:r w:rsidR="00356A6A">
        <w:t xml:space="preserve">originalas </w:t>
      </w:r>
      <w:r w:rsidR="00356A6A" w:rsidRPr="00E80F7E">
        <w:t>pateikiam</w:t>
      </w:r>
      <w:r w:rsidR="00356A6A">
        <w:t>a</w:t>
      </w:r>
      <w:r w:rsidR="00356A6A" w:rsidRPr="00E80F7E">
        <w:t xml:space="preserve">s </w:t>
      </w:r>
      <w:r w:rsidR="00356A6A">
        <w:t>S</w:t>
      </w:r>
      <w:r w:rsidR="00356A6A" w:rsidRPr="00E80F7E">
        <w:t>avivaldybės gydytojui pagal</w:t>
      </w:r>
      <w:r w:rsidR="00356A6A">
        <w:t xml:space="preserve"> nustatytą formą (priedas Nr.1). </w:t>
      </w:r>
      <w:r w:rsidR="00356A6A" w:rsidRPr="00E80F7E">
        <w:t>Prie paraiškos pridedama: įmonės ar įstaigos registracijos pažymėjimas, lektorių kvalifikaciją įrodantys dokumentai, nebiudžetinės įstaigos - prideda nuostatus.</w:t>
      </w:r>
      <w:r w:rsidR="00356A6A" w:rsidRPr="00DD54CA">
        <w:t xml:space="preserve"> </w:t>
      </w:r>
      <w:r w:rsidR="00356A6A">
        <w:t>Elektroninė paraiškos versija, su visais priedais, siunčiama el. p</w:t>
      </w:r>
      <w:r w:rsidR="00367048">
        <w:t>aštu adresu:</w:t>
      </w:r>
      <w:r w:rsidR="00356A6A" w:rsidRPr="00E80F7E">
        <w:t xml:space="preserve"> </w:t>
      </w:r>
      <w:hyperlink r:id="rId10" w:history="1">
        <w:r w:rsidR="00356A6A" w:rsidRPr="005F690D">
          <w:rPr>
            <w:rStyle w:val="Hipersaitas"/>
          </w:rPr>
          <w:t>plungesbst@gmail.com</w:t>
        </w:r>
      </w:hyperlink>
      <w:r w:rsidR="00356A6A">
        <w:t xml:space="preserve"> .</w:t>
      </w:r>
    </w:p>
    <w:p w:rsidR="00356A6A" w:rsidRPr="002D2FA4" w:rsidRDefault="002D2FA4" w:rsidP="00367048">
      <w:pPr>
        <w:tabs>
          <w:tab w:val="left" w:pos="900"/>
          <w:tab w:val="left" w:pos="1276"/>
        </w:tabs>
        <w:ind w:firstLine="720"/>
        <w:jc w:val="both"/>
        <w:rPr>
          <w:rFonts w:eastAsia="Calibri"/>
        </w:rPr>
      </w:pPr>
      <w:r>
        <w:rPr>
          <w:rFonts w:eastAsia="Calibri"/>
        </w:rPr>
        <w:t xml:space="preserve">25. </w:t>
      </w:r>
      <w:r w:rsidR="00356A6A" w:rsidRPr="002D2FA4">
        <w:rPr>
          <w:rFonts w:eastAsia="Calibri"/>
        </w:rPr>
        <w:t>Paraiška ir visi prie paraiškos pridėti dokumentai turi būti pateikti lietuvių kalba, tvarkingai įrišti, sunumeruotais puslapiais.</w:t>
      </w:r>
    </w:p>
    <w:p w:rsidR="00356A6A" w:rsidRPr="002D2FA4" w:rsidRDefault="002D2FA4" w:rsidP="00367048">
      <w:pPr>
        <w:tabs>
          <w:tab w:val="left" w:pos="900"/>
          <w:tab w:val="left" w:pos="1276"/>
        </w:tabs>
        <w:ind w:firstLine="720"/>
        <w:jc w:val="both"/>
        <w:rPr>
          <w:rFonts w:eastAsia="Calibri"/>
        </w:rPr>
      </w:pPr>
      <w:r>
        <w:rPr>
          <w:rFonts w:eastAsia="Calibri"/>
        </w:rPr>
        <w:t xml:space="preserve">26. </w:t>
      </w:r>
      <w:r w:rsidR="00356A6A" w:rsidRPr="002D2FA4">
        <w:rPr>
          <w:rFonts w:eastAsia="Calibri"/>
        </w:rPr>
        <w:t xml:space="preserve">Vienas pareiškėjas gali teikti paraišką Sveikatos programoje numatytiems prioritetams įgyvendinti. Vienas pareiškėjas veiklas gali numatyti daugiausia dviem prioritetams. </w:t>
      </w:r>
    </w:p>
    <w:p w:rsidR="00356A6A" w:rsidRPr="00A01C06" w:rsidRDefault="002D2FA4" w:rsidP="00367048">
      <w:pPr>
        <w:tabs>
          <w:tab w:val="left" w:pos="426"/>
        </w:tabs>
        <w:ind w:firstLine="720"/>
        <w:jc w:val="both"/>
      </w:pPr>
      <w:r>
        <w:t xml:space="preserve">27. </w:t>
      </w:r>
      <w:r w:rsidR="00356A6A" w:rsidRPr="00A01C06">
        <w:t>Savivaldybės gydytojas, koordinuojantis Specialiąją programą, paraiškų pateikimo laikotarpiu žodžiu, telefonu ir elektroniniu paštu konsultuoja visais paraiškų teikimo klausimais.</w:t>
      </w:r>
    </w:p>
    <w:p w:rsidR="00356A6A" w:rsidRPr="00A01C06" w:rsidRDefault="00356A6A" w:rsidP="00352C4D">
      <w:pPr>
        <w:pStyle w:val="Sraopastraipa"/>
        <w:tabs>
          <w:tab w:val="left" w:pos="426"/>
        </w:tabs>
        <w:ind w:left="426" w:firstLine="964"/>
      </w:pPr>
    </w:p>
    <w:p w:rsidR="00356A6A" w:rsidRPr="001A67DE" w:rsidRDefault="00356A6A" w:rsidP="00EB3A8B">
      <w:pPr>
        <w:jc w:val="center"/>
        <w:rPr>
          <w:b/>
        </w:rPr>
      </w:pPr>
      <w:r w:rsidRPr="001A67DE">
        <w:rPr>
          <w:b/>
        </w:rPr>
        <w:t>V</w:t>
      </w:r>
      <w:r>
        <w:rPr>
          <w:b/>
        </w:rPr>
        <w:t>I</w:t>
      </w:r>
      <w:r w:rsidRPr="001A67DE">
        <w:rPr>
          <w:b/>
        </w:rPr>
        <w:t xml:space="preserve"> SKYRIUS</w:t>
      </w:r>
    </w:p>
    <w:p w:rsidR="00356A6A" w:rsidRDefault="00356A6A" w:rsidP="00EB3A8B">
      <w:pPr>
        <w:pStyle w:val="Sraopastraipa"/>
        <w:tabs>
          <w:tab w:val="left" w:pos="426"/>
        </w:tabs>
        <w:ind w:left="0" w:firstLine="0"/>
        <w:jc w:val="center"/>
        <w:rPr>
          <w:b/>
        </w:rPr>
      </w:pPr>
      <w:r>
        <w:rPr>
          <w:b/>
        </w:rPr>
        <w:t>PARAIŠKŲ ATRANKA IR VERTINIMAS</w:t>
      </w:r>
    </w:p>
    <w:p w:rsidR="00356A6A" w:rsidRDefault="00356A6A" w:rsidP="000A4AAD">
      <w:pPr>
        <w:pStyle w:val="Sraopastraipa"/>
        <w:tabs>
          <w:tab w:val="left" w:pos="426"/>
        </w:tabs>
        <w:ind w:left="426" w:firstLine="964"/>
        <w:rPr>
          <w:color w:val="FF0000"/>
        </w:rPr>
      </w:pPr>
    </w:p>
    <w:p w:rsidR="00356A6A" w:rsidRPr="00A01C06" w:rsidRDefault="002D2FA4" w:rsidP="00367048">
      <w:pPr>
        <w:tabs>
          <w:tab w:val="left" w:pos="426"/>
        </w:tabs>
        <w:ind w:firstLine="720"/>
        <w:jc w:val="both"/>
      </w:pPr>
      <w:r>
        <w:t xml:space="preserve">28. </w:t>
      </w:r>
      <w:r w:rsidR="00356A6A" w:rsidRPr="00A01C06">
        <w:t xml:space="preserve">Visuomenės sveikatos programos projektų atrankos komisijos funkcijas atlieka </w:t>
      </w:r>
      <w:r w:rsidR="00356A6A" w:rsidRPr="002D2FA4">
        <w:rPr>
          <w:szCs w:val="24"/>
        </w:rPr>
        <w:t>Plungės</w:t>
      </w:r>
      <w:r w:rsidR="00356A6A" w:rsidRPr="00A01C06">
        <w:t xml:space="preserve"> rajono savivaldybės tarybos sprendimu patvirtinta Bendruomenės sveikatos taryba.</w:t>
      </w:r>
    </w:p>
    <w:p w:rsidR="00356A6A" w:rsidRPr="00A01C06" w:rsidRDefault="002D2FA4" w:rsidP="00367048">
      <w:pPr>
        <w:tabs>
          <w:tab w:val="left" w:pos="426"/>
        </w:tabs>
        <w:ind w:firstLine="720"/>
        <w:jc w:val="both"/>
      </w:pPr>
      <w:r>
        <w:t xml:space="preserve">29. </w:t>
      </w:r>
      <w:r w:rsidR="00356A6A" w:rsidRPr="00A01C06">
        <w:t>Projektų atrankos komisijos narys, privalo nusišalinti nuo paraiškos vertinimo, jei yra susijęs su vertinama paraiška.</w:t>
      </w:r>
    </w:p>
    <w:p w:rsidR="00356A6A" w:rsidRPr="002D2FA4" w:rsidRDefault="002D2FA4" w:rsidP="00367048">
      <w:pPr>
        <w:tabs>
          <w:tab w:val="left" w:pos="426"/>
          <w:tab w:val="left" w:pos="1276"/>
        </w:tabs>
        <w:ind w:firstLine="720"/>
        <w:jc w:val="both"/>
        <w:rPr>
          <w:rFonts w:eastAsia="Calibri"/>
        </w:rPr>
      </w:pPr>
      <w:r>
        <w:rPr>
          <w:rFonts w:eastAsia="Calibri"/>
        </w:rPr>
        <w:t xml:space="preserve">30. </w:t>
      </w:r>
      <w:r w:rsidR="00356A6A" w:rsidRPr="002D2FA4">
        <w:rPr>
          <w:rFonts w:eastAsia="Calibri"/>
        </w:rPr>
        <w:t>Atrankos komisijos darbo forma yra posėdžiai, posėdžiai gali būti organizuojami nuotoliniu ar kitokiu būdu. Atrankos komisijos darbą organizuoja Bendruomenės sveikatos tarybos pirmininkas. Posėdžiai yra teisėti, kai juose dalyvauja daugiau kaip pusė Atrankos komisijos narių. Pirmasis komisijos posėdis sušaukiamas ne vėliau kaip per 10 darbo dienų nuo paskutinės paraiškų pateikimo konkursui dienos.</w:t>
      </w:r>
    </w:p>
    <w:p w:rsidR="00356A6A" w:rsidRPr="00A01C06" w:rsidRDefault="002D2FA4" w:rsidP="00367048">
      <w:pPr>
        <w:tabs>
          <w:tab w:val="left" w:pos="426"/>
        </w:tabs>
        <w:ind w:firstLine="720"/>
        <w:jc w:val="both"/>
      </w:pPr>
      <w:r>
        <w:t xml:space="preserve">31. </w:t>
      </w:r>
      <w:r w:rsidR="00356A6A" w:rsidRPr="00A01C06">
        <w:t xml:space="preserve">Atrankos komisijos nutarimai įforminami protokolu, kurį pasirašo Atrankos komisijos pirmininkas ir sekretorius. </w:t>
      </w:r>
    </w:p>
    <w:p w:rsidR="00356A6A" w:rsidRPr="00A01C06" w:rsidRDefault="002D2FA4" w:rsidP="00367048">
      <w:pPr>
        <w:ind w:firstLine="720"/>
        <w:jc w:val="both"/>
      </w:pPr>
      <w:r>
        <w:t xml:space="preserve">32. </w:t>
      </w:r>
      <w:r w:rsidR="00356A6A" w:rsidRPr="00A01C06">
        <w:t xml:space="preserve">Bendruomenės sveikatos taryba </w:t>
      </w:r>
      <w:r w:rsidR="00356A6A" w:rsidRPr="002D2FA4">
        <w:rPr>
          <w:rFonts w:eastAsia="Calibri"/>
        </w:rPr>
        <w:t>ne vėliau per 30 kalendorinių dienų nuo paskutinės paraiškų pateikimo konkursui dienos</w:t>
      </w:r>
      <w:r w:rsidR="00356A6A" w:rsidRPr="00A01C06">
        <w:t xml:space="preserve"> įvertina projektus pagal nustatytus reikalavimus (priedas Nr.2) ir siūlo </w:t>
      </w:r>
      <w:r w:rsidR="00356A6A" w:rsidRPr="002D2FA4">
        <w:rPr>
          <w:szCs w:val="24"/>
        </w:rPr>
        <w:t>Plungės</w:t>
      </w:r>
      <w:r w:rsidR="00356A6A" w:rsidRPr="00A01C06">
        <w:t xml:space="preserve"> rajono savivaldybės administracijos direktoriui atrinktus projektus finansuoti.</w:t>
      </w:r>
    </w:p>
    <w:p w:rsidR="00356A6A" w:rsidRDefault="002D2FA4" w:rsidP="00367048">
      <w:pPr>
        <w:ind w:firstLine="720"/>
        <w:jc w:val="both"/>
      </w:pPr>
      <w:r>
        <w:t xml:space="preserve">33. </w:t>
      </w:r>
      <w:r w:rsidR="00356A6A" w:rsidRPr="00A01C06">
        <w:t>Projektų paraiškos, pateiktos ne pagal reikalavimus (neužpildyta paraiška, nesunumeruoti,</w:t>
      </w:r>
      <w:r w:rsidR="00356A6A">
        <w:t xml:space="preserve"> nesurišti lapai,</w:t>
      </w:r>
      <w:r w:rsidR="00356A6A" w:rsidRPr="00E80F7E">
        <w:t xml:space="preserve"> nepateikti reikalaujami priedai ir t.t.), </w:t>
      </w:r>
      <w:r w:rsidR="00356A6A">
        <w:t xml:space="preserve">ir/ar pareiškėjai neįsiregistravę Juridinių asmenų registre, ir/ar neatsiskaitę už anksčiau programoms vykdyti skirtų lėšų panaudojimą nustatyta tvarka, ir/ar gautos lėšos buvo panaudotos ne pagal paskirtį, nevykdė kitų sutartinių įsipareigojimų, </w:t>
      </w:r>
      <w:r w:rsidR="00356A6A" w:rsidRPr="00E80F7E">
        <w:t>nevertinamos.</w:t>
      </w:r>
    </w:p>
    <w:p w:rsidR="00356A6A" w:rsidRPr="00E80F7E" w:rsidRDefault="002D2FA4" w:rsidP="00367048">
      <w:pPr>
        <w:ind w:firstLine="720"/>
        <w:jc w:val="both"/>
      </w:pPr>
      <w:r>
        <w:t xml:space="preserve">34. </w:t>
      </w:r>
      <w:r w:rsidR="00356A6A">
        <w:t>Jei Atrankos komisija nusprendžia, kad pildant paraišką padarytos klaidos nėra esminės, paraišką pateikęs juridinis asmuo gali ištaisyti klaidas pagal Atrankos komisijos pastabas iki nurodyto termino.</w:t>
      </w:r>
    </w:p>
    <w:p w:rsidR="00356A6A" w:rsidRPr="002D2FA4" w:rsidRDefault="002D2FA4" w:rsidP="00367048">
      <w:pPr>
        <w:ind w:firstLine="720"/>
        <w:jc w:val="both"/>
        <w:rPr>
          <w:szCs w:val="24"/>
        </w:rPr>
      </w:pPr>
      <w:r>
        <w:rPr>
          <w:szCs w:val="24"/>
        </w:rPr>
        <w:t xml:space="preserve">35. </w:t>
      </w:r>
      <w:r w:rsidR="00356A6A" w:rsidRPr="002D2FA4">
        <w:rPr>
          <w:szCs w:val="24"/>
        </w:rPr>
        <w:t>Bendruomenės sveikatos tarybos nariai atrinktus projektus įvertina balais. Projektus vertina kiekvienas bendruomenės sveikatos tarybos narys atskirai. Vienam projektui maksimaliai galima skirti 24 balus. Po to apskaičiuojamas įvertinimų vidurkis. Projektai surinkę mažiau kaip 15 balų,  siūlomi nefinansuoti. Į svarstymą gali būti kviečiami projektų rengėjai.</w:t>
      </w:r>
    </w:p>
    <w:p w:rsidR="00356A6A" w:rsidRPr="00E80F7E" w:rsidRDefault="002D2FA4" w:rsidP="00367048">
      <w:pPr>
        <w:tabs>
          <w:tab w:val="left" w:pos="426"/>
        </w:tabs>
        <w:ind w:firstLine="720"/>
        <w:jc w:val="both"/>
      </w:pPr>
      <w:r>
        <w:t xml:space="preserve">36. </w:t>
      </w:r>
      <w:r w:rsidR="00356A6A" w:rsidRPr="00E80F7E">
        <w:t>Bendruomenės sveikatos taryba svarstymo metu paraišką pateikusiai įstaigai ar organizacijai gali siūlyti mažesnę už prašomą lėšų sumą, jeigu:</w:t>
      </w:r>
    </w:p>
    <w:p w:rsidR="00356A6A" w:rsidRDefault="002D2FA4" w:rsidP="00367048">
      <w:pPr>
        <w:tabs>
          <w:tab w:val="left" w:pos="426"/>
          <w:tab w:val="left" w:pos="567"/>
        </w:tabs>
        <w:ind w:firstLine="720"/>
        <w:jc w:val="both"/>
      </w:pPr>
      <w:r>
        <w:t xml:space="preserve">36.1. </w:t>
      </w:r>
      <w:r w:rsidR="00356A6A" w:rsidRPr="00E80F7E">
        <w:t xml:space="preserve">įstaiga ar organizacija, anksčiau vykdžiusi tęstinį projektą,  </w:t>
      </w:r>
      <w:r w:rsidR="00356A6A">
        <w:t>nesugebėjo panaudoti</w:t>
      </w:r>
      <w:r w:rsidR="00356A6A" w:rsidRPr="00E80F7E">
        <w:t xml:space="preserve"> skirtų lėšų;</w:t>
      </w:r>
    </w:p>
    <w:p w:rsidR="00356A6A" w:rsidRDefault="002D2FA4" w:rsidP="00367048">
      <w:pPr>
        <w:tabs>
          <w:tab w:val="left" w:pos="426"/>
          <w:tab w:val="left" w:pos="567"/>
        </w:tabs>
        <w:ind w:firstLine="720"/>
        <w:jc w:val="both"/>
      </w:pPr>
      <w:r>
        <w:t xml:space="preserve">36.2. </w:t>
      </w:r>
      <w:r w:rsidR="00356A6A">
        <w:t>lėšų poreikis konkrečiai veiklai vykdyti yra nepakankamai pagrįstas ir detalizuotas;</w:t>
      </w:r>
    </w:p>
    <w:p w:rsidR="00356A6A" w:rsidRDefault="002D2FA4" w:rsidP="00367048">
      <w:pPr>
        <w:tabs>
          <w:tab w:val="left" w:pos="426"/>
          <w:tab w:val="left" w:pos="567"/>
        </w:tabs>
        <w:ind w:firstLine="720"/>
        <w:jc w:val="both"/>
      </w:pPr>
      <w:r>
        <w:t xml:space="preserve">36.3. </w:t>
      </w:r>
      <w:r w:rsidR="00356A6A" w:rsidRPr="00E80F7E">
        <w:t>pagal turimą lėšų kiekį visiems projektų vykdytojams negali būti skirta visa prašoma suma;</w:t>
      </w:r>
    </w:p>
    <w:p w:rsidR="00356A6A" w:rsidRPr="00A01C06" w:rsidRDefault="002D2FA4" w:rsidP="00367048">
      <w:pPr>
        <w:tabs>
          <w:tab w:val="left" w:pos="426"/>
          <w:tab w:val="left" w:pos="567"/>
        </w:tabs>
        <w:ind w:firstLine="720"/>
        <w:jc w:val="both"/>
      </w:pPr>
      <w:r>
        <w:t xml:space="preserve">36.4. </w:t>
      </w:r>
      <w:r w:rsidR="00356A6A" w:rsidRPr="00A01C06">
        <w:t>paraiškoje numatyta veikla yra susijusi su tiesiogine (įprastine) pareiškėjo veikla arba siūlomą veiklą jau atlieka kita institucija.</w:t>
      </w:r>
    </w:p>
    <w:p w:rsidR="00356A6A" w:rsidRPr="00A01C06" w:rsidRDefault="002D2FA4" w:rsidP="00367048">
      <w:pPr>
        <w:tabs>
          <w:tab w:val="left" w:pos="426"/>
        </w:tabs>
        <w:ind w:firstLine="720"/>
        <w:jc w:val="both"/>
      </w:pPr>
      <w:r>
        <w:lastRenderedPageBreak/>
        <w:t xml:space="preserve">37. </w:t>
      </w:r>
      <w:r w:rsidR="00356A6A" w:rsidRPr="00A01C06">
        <w:t>Jei paraiškai skiriama mažesnė suma, nei nurodyta paraiškoje, paraišką pateikusi įstaiga/organizacija turi teisę sumažinti priemonės įgyvendinimo darbų apimtį, tačiau neturi teisės keisti paraiškoje nurodytų tikslų ir veiklos turinio.</w:t>
      </w:r>
    </w:p>
    <w:p w:rsidR="00356A6A" w:rsidRPr="00A01C06" w:rsidRDefault="002D2FA4" w:rsidP="00367048">
      <w:pPr>
        <w:tabs>
          <w:tab w:val="left" w:pos="426"/>
        </w:tabs>
        <w:ind w:firstLine="720"/>
        <w:jc w:val="both"/>
      </w:pPr>
      <w:r>
        <w:t xml:space="preserve">38. </w:t>
      </w:r>
      <w:r w:rsidR="00356A6A" w:rsidRPr="00A01C06">
        <w:t>Bendruomenės sveikatos taryba savo rekomendacijas surašo ir prideda prie protokolo.</w:t>
      </w:r>
    </w:p>
    <w:p w:rsidR="00356A6A" w:rsidRPr="00A01C06" w:rsidRDefault="002D2FA4" w:rsidP="00367048">
      <w:pPr>
        <w:tabs>
          <w:tab w:val="left" w:pos="426"/>
        </w:tabs>
        <w:ind w:firstLine="720"/>
        <w:jc w:val="both"/>
      </w:pPr>
      <w:r>
        <w:t xml:space="preserve">39. </w:t>
      </w:r>
      <w:r w:rsidR="00356A6A" w:rsidRPr="00A01C06">
        <w:t xml:space="preserve">Bendruomenės sveikatos tarybos išvados pateikiamos </w:t>
      </w:r>
      <w:r w:rsidR="00356A6A" w:rsidRPr="002D2FA4">
        <w:rPr>
          <w:szCs w:val="24"/>
        </w:rPr>
        <w:t>Plungės</w:t>
      </w:r>
      <w:r w:rsidR="00356A6A" w:rsidRPr="00A01C06">
        <w:t xml:space="preserve"> rajono savivaldybės gydytojui (priedas Nr.3).</w:t>
      </w:r>
    </w:p>
    <w:p w:rsidR="00356A6A" w:rsidRPr="00A01C06" w:rsidRDefault="002D2FA4" w:rsidP="00367048">
      <w:pPr>
        <w:tabs>
          <w:tab w:val="left" w:pos="426"/>
        </w:tabs>
        <w:ind w:firstLine="720"/>
        <w:jc w:val="both"/>
      </w:pPr>
      <w:r>
        <w:t xml:space="preserve">40. </w:t>
      </w:r>
      <w:r w:rsidR="00356A6A" w:rsidRPr="00A01C06">
        <w:t>Savivaldybės gydytojas per 7 darbo dienas nuo projektų patvirtinimo informuoja projektus pateikusias  įstaigas ar organizacijas raštu arba elektroniniu paštu apie priimtą sprendimą.</w:t>
      </w:r>
    </w:p>
    <w:p w:rsidR="00356A6A" w:rsidRDefault="00356A6A" w:rsidP="000A4AAD">
      <w:pPr>
        <w:tabs>
          <w:tab w:val="left" w:pos="426"/>
        </w:tabs>
        <w:ind w:firstLine="964"/>
        <w:jc w:val="both"/>
      </w:pPr>
    </w:p>
    <w:p w:rsidR="00356A6A" w:rsidRPr="00B5741D" w:rsidRDefault="00356A6A" w:rsidP="00EB3A8B">
      <w:pPr>
        <w:tabs>
          <w:tab w:val="left" w:pos="426"/>
        </w:tabs>
        <w:jc w:val="center"/>
        <w:rPr>
          <w:b/>
        </w:rPr>
      </w:pPr>
      <w:r w:rsidRPr="00B5741D">
        <w:rPr>
          <w:b/>
        </w:rPr>
        <w:t>VII SKYRIUS</w:t>
      </w:r>
    </w:p>
    <w:p w:rsidR="00356A6A" w:rsidRPr="00B5741D" w:rsidRDefault="00356A6A" w:rsidP="00EB3A8B">
      <w:pPr>
        <w:tabs>
          <w:tab w:val="left" w:pos="426"/>
        </w:tabs>
        <w:jc w:val="center"/>
        <w:rPr>
          <w:b/>
        </w:rPr>
      </w:pPr>
      <w:r w:rsidRPr="00B5741D">
        <w:rPr>
          <w:b/>
        </w:rPr>
        <w:t>SUTARČIŲ SUDARYMAS</w:t>
      </w:r>
    </w:p>
    <w:p w:rsidR="00356A6A" w:rsidRPr="00E80F7E" w:rsidRDefault="00356A6A" w:rsidP="00352C4D">
      <w:pPr>
        <w:tabs>
          <w:tab w:val="left" w:pos="426"/>
        </w:tabs>
        <w:ind w:left="964" w:firstLine="964"/>
        <w:jc w:val="both"/>
      </w:pPr>
    </w:p>
    <w:p w:rsidR="00356A6A" w:rsidRPr="00E80F7E" w:rsidRDefault="00352C4D" w:rsidP="00367048">
      <w:pPr>
        <w:pStyle w:val="Pagrindinistekstas3"/>
        <w:spacing w:after="0"/>
        <w:ind w:firstLine="720"/>
        <w:jc w:val="both"/>
        <w:rPr>
          <w:sz w:val="24"/>
          <w:szCs w:val="24"/>
        </w:rPr>
      </w:pPr>
      <w:r>
        <w:rPr>
          <w:sz w:val="24"/>
          <w:szCs w:val="24"/>
        </w:rPr>
        <w:t xml:space="preserve">41. </w:t>
      </w:r>
      <w:r w:rsidR="00356A6A">
        <w:rPr>
          <w:sz w:val="24"/>
          <w:szCs w:val="24"/>
        </w:rPr>
        <w:t>Plungės rajono s</w:t>
      </w:r>
      <w:r w:rsidR="00356A6A" w:rsidRPr="00E80F7E">
        <w:rPr>
          <w:sz w:val="24"/>
          <w:szCs w:val="24"/>
        </w:rPr>
        <w:t>avivaldybės administracija, vadovaudamasi Savivaldybės bendruomenės sveikatos tarybos išvadomis ir pasiūlymais, ruošia ir tvirtina Savivaldybės visuomenės sveikatos rėmimo specialiosios programos sąmatą.</w:t>
      </w:r>
    </w:p>
    <w:p w:rsidR="00356A6A" w:rsidRPr="00B65C71" w:rsidRDefault="00352C4D" w:rsidP="00367048">
      <w:pPr>
        <w:pStyle w:val="Pagrindinistekstas3"/>
        <w:spacing w:after="0"/>
        <w:ind w:firstLine="720"/>
        <w:jc w:val="both"/>
        <w:rPr>
          <w:sz w:val="24"/>
          <w:szCs w:val="24"/>
        </w:rPr>
      </w:pPr>
      <w:r>
        <w:rPr>
          <w:bCs/>
          <w:sz w:val="24"/>
          <w:szCs w:val="24"/>
        </w:rPr>
        <w:t xml:space="preserve">42. </w:t>
      </w:r>
      <w:r w:rsidR="00356A6A" w:rsidRPr="00E80F7E">
        <w:rPr>
          <w:bCs/>
          <w:sz w:val="24"/>
          <w:szCs w:val="24"/>
        </w:rPr>
        <w:t>Patvirtinus Savivaldybės visuomenės sveikatos rėmimo specialiosios programos sąmatą, Savivaldybės administracijos direktorius pasirašo sutartį su kiekvienu programos vykdytoju.</w:t>
      </w:r>
    </w:p>
    <w:p w:rsidR="00356A6A" w:rsidRDefault="00352C4D" w:rsidP="00367048">
      <w:pPr>
        <w:tabs>
          <w:tab w:val="left" w:pos="426"/>
        </w:tabs>
        <w:ind w:firstLine="720"/>
        <w:jc w:val="both"/>
      </w:pPr>
      <w:r>
        <w:rPr>
          <w:szCs w:val="24"/>
        </w:rPr>
        <w:t xml:space="preserve">43. </w:t>
      </w:r>
      <w:r w:rsidR="00356A6A" w:rsidRPr="00352C4D">
        <w:rPr>
          <w:szCs w:val="24"/>
        </w:rPr>
        <w:t>Plungės</w:t>
      </w:r>
      <w:r w:rsidR="00356A6A" w:rsidRPr="00E80F7E">
        <w:t xml:space="preserve"> rajono savivaldybės administracijos direktorius su įstaiga, organizacija ar fiziniu asmeniu sudaro projekto vykdymo ir biudžeto lėšų tikslinio naudojimo sutartį ir patvirtina lėšų  naudojimo sąmatą.</w:t>
      </w:r>
      <w:r w:rsidR="00356A6A">
        <w:t xml:space="preserve"> Visi dokumentai teikiami dviem egzemplioriais.</w:t>
      </w:r>
    </w:p>
    <w:p w:rsidR="00356A6A" w:rsidRPr="00E80F7E" w:rsidRDefault="00352C4D" w:rsidP="00367048">
      <w:pPr>
        <w:tabs>
          <w:tab w:val="left" w:pos="426"/>
        </w:tabs>
        <w:ind w:firstLine="720"/>
        <w:jc w:val="both"/>
      </w:pPr>
      <w:r>
        <w:t xml:space="preserve">44. </w:t>
      </w:r>
      <w:r w:rsidR="00356A6A">
        <w:t xml:space="preserve">Jei pareiškėjas per 90 kalendorinių dienų </w:t>
      </w:r>
      <w:r w:rsidR="00356A6A" w:rsidRPr="00E80F7E">
        <w:t>nuo projekto patvirtinimo nepasirašo projekto vykdymo sutarties, tai gali būti manoma, kad įstaiga ar organizacija yra nepajėgi vykdyti pateikto projekto ir finansavimas gali būti neskiriamas.</w:t>
      </w:r>
    </w:p>
    <w:p w:rsidR="00356A6A" w:rsidRDefault="00352C4D" w:rsidP="00367048">
      <w:pPr>
        <w:ind w:firstLine="720"/>
        <w:jc w:val="both"/>
      </w:pPr>
      <w:r>
        <w:t xml:space="preserve">45. </w:t>
      </w:r>
      <w:r w:rsidR="00356A6A" w:rsidRPr="00E80F7E">
        <w:t>Įstaigai ar organizacijai nepasirašius sutarties ar projektų vykdytojams panaudojus ne visas skirtas lėšas, Bendruomenės sveikatos tarybos siūlymu,</w:t>
      </w:r>
      <w:r w:rsidR="00356A6A" w:rsidRPr="00352C4D">
        <w:rPr>
          <w:szCs w:val="24"/>
        </w:rPr>
        <w:t xml:space="preserve"> Plungės</w:t>
      </w:r>
      <w:r w:rsidR="00356A6A" w:rsidRPr="00E80F7E">
        <w:t xml:space="preserve"> rajono savivaldybės administracijos direktoriaus įsakymu šie asignavimai gali būti perskirstyti likusiems vykdytojams.</w:t>
      </w:r>
    </w:p>
    <w:p w:rsidR="00356A6A" w:rsidRDefault="00356A6A" w:rsidP="00EB3A8B">
      <w:pPr>
        <w:jc w:val="both"/>
      </w:pPr>
    </w:p>
    <w:p w:rsidR="00356A6A" w:rsidRDefault="00356A6A" w:rsidP="00EB3A8B">
      <w:pPr>
        <w:jc w:val="center"/>
        <w:rPr>
          <w:b/>
          <w:bCs/>
        </w:rPr>
      </w:pPr>
      <w:r>
        <w:rPr>
          <w:b/>
          <w:bCs/>
        </w:rPr>
        <w:t>VIII SKYRIUS</w:t>
      </w:r>
    </w:p>
    <w:p w:rsidR="00356A6A" w:rsidRPr="00E80F7E" w:rsidRDefault="00356A6A" w:rsidP="00EB3A8B">
      <w:pPr>
        <w:jc w:val="center"/>
        <w:rPr>
          <w:b/>
          <w:bCs/>
        </w:rPr>
      </w:pPr>
      <w:r w:rsidRPr="00E80F7E">
        <w:rPr>
          <w:b/>
          <w:bCs/>
        </w:rPr>
        <w:t>PROJEKTŲ VYKDYMO IR LĖŠŲ PANAUDOJIMO KONTROLĖ</w:t>
      </w:r>
    </w:p>
    <w:p w:rsidR="00356A6A" w:rsidRPr="00E80F7E" w:rsidRDefault="00356A6A" w:rsidP="00367048">
      <w:pPr>
        <w:jc w:val="both"/>
      </w:pPr>
    </w:p>
    <w:p w:rsidR="00356A6A" w:rsidRPr="00352C4D" w:rsidRDefault="00352C4D" w:rsidP="00367048">
      <w:pPr>
        <w:ind w:firstLine="720"/>
        <w:jc w:val="both"/>
        <w:rPr>
          <w:color w:val="FF0000"/>
        </w:rPr>
      </w:pPr>
      <w:r>
        <w:t xml:space="preserve">46. </w:t>
      </w:r>
      <w:r w:rsidR="00356A6A" w:rsidRPr="00E80F7E">
        <w:t>Projektų vykdymą kontroliuoja Savivaldybės</w:t>
      </w:r>
      <w:r w:rsidR="00356A6A">
        <w:t xml:space="preserve"> administracijos direktorius ir</w:t>
      </w:r>
      <w:r w:rsidR="00356A6A" w:rsidRPr="00E80F7E">
        <w:t xml:space="preserve"> </w:t>
      </w:r>
      <w:r w:rsidR="00356A6A" w:rsidRPr="00352C4D">
        <w:rPr>
          <w:szCs w:val="24"/>
        </w:rPr>
        <w:t>Plungės</w:t>
      </w:r>
      <w:r w:rsidR="00356A6A" w:rsidRPr="00E80F7E">
        <w:t xml:space="preserve"> rajono savivaldybės Kontrolės ir audito tarnyba.</w:t>
      </w:r>
    </w:p>
    <w:p w:rsidR="00356A6A" w:rsidRPr="00352C4D" w:rsidRDefault="00352C4D" w:rsidP="00367048">
      <w:pPr>
        <w:ind w:firstLine="720"/>
        <w:jc w:val="both"/>
        <w:rPr>
          <w:color w:val="FF0000"/>
        </w:rPr>
      </w:pPr>
      <w:r>
        <w:t xml:space="preserve">47. </w:t>
      </w:r>
      <w:r w:rsidR="00356A6A" w:rsidRPr="00E80F7E">
        <w:t>Programos projektų įgyvendinimas gali būti tikrinamas per visą projektų įgyvendinimo laikotarpį.</w:t>
      </w:r>
      <w:r w:rsidR="00356A6A">
        <w:t xml:space="preserve"> Bendruomenės sveikatos tarybos nariai turi teisę dalyvauti projektų vykdomuose renginiuose.</w:t>
      </w:r>
    </w:p>
    <w:p w:rsidR="00356A6A" w:rsidRPr="00352C4D" w:rsidRDefault="00352C4D" w:rsidP="00367048">
      <w:pPr>
        <w:ind w:firstLine="720"/>
        <w:jc w:val="both"/>
        <w:rPr>
          <w:color w:val="FF0000"/>
        </w:rPr>
      </w:pPr>
      <w:r>
        <w:t xml:space="preserve">48. </w:t>
      </w:r>
      <w:r w:rsidR="00356A6A" w:rsidRPr="00E80F7E">
        <w:t xml:space="preserve">Kontroliuojantysis privalo nusišalinti nuo tikrinimo, jei yra susijęs su kontroliuojamo projekto rengimu arba susijęs su kontroliuojamo projekto lėšų gavėjais </w:t>
      </w:r>
      <w:r w:rsidR="00356A6A">
        <w:t xml:space="preserve">giminystės bei artimais ryšiais. </w:t>
      </w:r>
    </w:p>
    <w:p w:rsidR="00356A6A" w:rsidRPr="00352C4D" w:rsidRDefault="00352C4D" w:rsidP="00367048">
      <w:pPr>
        <w:ind w:firstLine="720"/>
        <w:jc w:val="both"/>
        <w:rPr>
          <w:color w:val="FF0000"/>
        </w:rPr>
      </w:pPr>
      <w:r>
        <w:t xml:space="preserve">49. </w:t>
      </w:r>
      <w:r w:rsidR="00356A6A" w:rsidRPr="00E80F7E">
        <w:t xml:space="preserve">Tikrintojas informaciją apie patikrinimo metu pastebėtus projekto vykdymo trūkumus kartu su pasiūlymais pateikia </w:t>
      </w:r>
      <w:r w:rsidR="00356A6A" w:rsidRPr="00352C4D">
        <w:rPr>
          <w:szCs w:val="24"/>
        </w:rPr>
        <w:t>Plungės</w:t>
      </w:r>
      <w:r w:rsidR="00356A6A" w:rsidRPr="00E80F7E">
        <w:t xml:space="preserve"> rajono savivaldybės administracijos direktoriui.</w:t>
      </w:r>
    </w:p>
    <w:p w:rsidR="00356A6A" w:rsidRPr="00352C4D" w:rsidRDefault="00352C4D" w:rsidP="00367048">
      <w:pPr>
        <w:ind w:firstLine="720"/>
        <w:jc w:val="both"/>
        <w:rPr>
          <w:color w:val="FF0000"/>
        </w:rPr>
      </w:pPr>
      <w:r>
        <w:t xml:space="preserve">50. </w:t>
      </w:r>
      <w:r w:rsidR="00356A6A" w:rsidRPr="00E80F7E">
        <w:t xml:space="preserve">Įstaigos ar organizacijos vadovas, pasirašęs sutartį su </w:t>
      </w:r>
      <w:r w:rsidR="00356A6A" w:rsidRPr="00352C4D">
        <w:rPr>
          <w:szCs w:val="24"/>
        </w:rPr>
        <w:t>Plungės</w:t>
      </w:r>
      <w:r w:rsidR="00356A6A" w:rsidRPr="00E80F7E">
        <w:t xml:space="preserve"> rajono savivaldybės administracijos direktoriumi, atsako už projekto įgyvendini</w:t>
      </w:r>
      <w:r w:rsidR="00356A6A">
        <w:t>mą ir tikslinį lėšų panaudojimą.</w:t>
      </w:r>
    </w:p>
    <w:p w:rsidR="00356A6A" w:rsidRPr="00352C4D" w:rsidRDefault="00352C4D" w:rsidP="00367048">
      <w:pPr>
        <w:ind w:firstLine="720"/>
        <w:jc w:val="both"/>
        <w:rPr>
          <w:color w:val="FF0000"/>
        </w:rPr>
      </w:pPr>
      <w:r>
        <w:t xml:space="preserve">51. </w:t>
      </w:r>
      <w:r w:rsidR="00356A6A" w:rsidRPr="00E80F7E">
        <w:t xml:space="preserve">Įstaiga ar organizacija už  lėšų panaudojimą atsiskaito </w:t>
      </w:r>
      <w:r w:rsidR="00356A6A" w:rsidRPr="00352C4D">
        <w:rPr>
          <w:szCs w:val="24"/>
        </w:rPr>
        <w:t>Plungės</w:t>
      </w:r>
      <w:r w:rsidR="00356A6A" w:rsidRPr="00E80F7E">
        <w:t xml:space="preserve"> rajono savivaldybės administracijos Buhalterinės apskaitos skyriui sutartyje nustatyta tvarka, pateikdama programos įgyvendinimo priemonių vykdymo ataskaitas.</w:t>
      </w:r>
    </w:p>
    <w:p w:rsidR="00356A6A" w:rsidRPr="00352C4D" w:rsidRDefault="00352C4D" w:rsidP="00367048">
      <w:pPr>
        <w:ind w:firstLine="720"/>
        <w:jc w:val="both"/>
        <w:rPr>
          <w:color w:val="FF0000"/>
        </w:rPr>
      </w:pPr>
      <w:r>
        <w:t xml:space="preserve">52. </w:t>
      </w:r>
      <w:r w:rsidR="00356A6A" w:rsidRPr="00E80F7E">
        <w:t>Buhalterinės apskaitos skyrius projektams skirtų lėšų panaudojimo ketvirtines ir metines ataskaitas rengia ir nustatyta tvarka pateikia Teritorinei ligonių kasai.</w:t>
      </w:r>
    </w:p>
    <w:p w:rsidR="00356A6A" w:rsidRPr="00352C4D" w:rsidRDefault="00352C4D" w:rsidP="00367048">
      <w:pPr>
        <w:ind w:firstLine="720"/>
        <w:jc w:val="both"/>
        <w:rPr>
          <w:color w:val="FF0000"/>
        </w:rPr>
      </w:pPr>
      <w:r>
        <w:t xml:space="preserve">53. </w:t>
      </w:r>
      <w:r w:rsidR="00356A6A" w:rsidRPr="00E80F7E">
        <w:t xml:space="preserve">Įstaigai ar organizacijai, nevykdančiai sutartyje prisiimtų įsipareigojimų arba naudojančiai lėšas ne pagal patvirtintą sąmatą, </w:t>
      </w:r>
      <w:r w:rsidR="00356A6A" w:rsidRPr="00352C4D">
        <w:rPr>
          <w:szCs w:val="24"/>
        </w:rPr>
        <w:t>Plungės</w:t>
      </w:r>
      <w:r w:rsidR="00356A6A" w:rsidRPr="00E80F7E">
        <w:t xml:space="preserve"> rajono savivaldybės administracijos direktorius turi teisę sustabdyti projekto finansavimą ir pareikalauti grąžinti gautas lėšas.</w:t>
      </w:r>
    </w:p>
    <w:p w:rsidR="00356A6A" w:rsidRPr="00A01C06" w:rsidRDefault="00352C4D" w:rsidP="00367048">
      <w:pPr>
        <w:tabs>
          <w:tab w:val="left" w:pos="426"/>
        </w:tabs>
        <w:ind w:firstLine="720"/>
        <w:jc w:val="both"/>
      </w:pPr>
      <w:r>
        <w:t xml:space="preserve">54. </w:t>
      </w:r>
      <w:r w:rsidR="00356A6A" w:rsidRPr="00A01C06">
        <w:t>Dėl force majeure paraiškos įgyvendinimo metu, paraišką pateikusi įstaiga/organizacija turi teisę koreguoti priemonės įgyvendinimo darbų apimtį, tačiau neturi teisės keisti paraiškoje nurodytų tikslų ir veiklos turinio.</w:t>
      </w:r>
    </w:p>
    <w:p w:rsidR="00356A6A" w:rsidRPr="00A01C06" w:rsidRDefault="00352C4D" w:rsidP="00367048">
      <w:pPr>
        <w:tabs>
          <w:tab w:val="left" w:pos="426"/>
        </w:tabs>
        <w:ind w:firstLine="720"/>
        <w:jc w:val="both"/>
      </w:pPr>
      <w:r>
        <w:lastRenderedPageBreak/>
        <w:t xml:space="preserve">55. </w:t>
      </w:r>
      <w:r w:rsidR="00356A6A" w:rsidRPr="00A01C06">
        <w:t>Finansavimo gavėjai privalo viešinti informaciją, susijusią su Savivaldybės lėšomis finansuojamo projekto vykdymu (per žiniasklaidos priemones, socialinius tinklus, leidinius ir kt.).</w:t>
      </w:r>
    </w:p>
    <w:p w:rsidR="00356A6A" w:rsidRPr="00A01C06" w:rsidRDefault="00352C4D" w:rsidP="00367048">
      <w:pPr>
        <w:ind w:firstLine="720"/>
        <w:jc w:val="both"/>
      </w:pPr>
      <w:r>
        <w:rPr>
          <w:rFonts w:eastAsia="Calibri"/>
        </w:rPr>
        <w:t xml:space="preserve">56. </w:t>
      </w:r>
      <w:r w:rsidR="00356A6A" w:rsidRPr="00352C4D">
        <w:rPr>
          <w:rFonts w:eastAsia="Calibri"/>
        </w:rPr>
        <w:t>Specialiosios programos priemonių vykdymo ataskaita yra sudėtinė Savivaldybės vykdomų visuomenės sveikatos priežiūros funkcijų įgyvendinimo ataskaitos dalis. Ši ataskaita tvirtinama Savivaldybės taryboje ir pateikiama Sveikatos apsaugos ministerijai teisės aktų nustatyta tvarka.</w:t>
      </w:r>
    </w:p>
    <w:p w:rsidR="00356A6A" w:rsidRPr="00A01C06" w:rsidRDefault="00352C4D" w:rsidP="00367048">
      <w:pPr>
        <w:ind w:firstLine="720"/>
        <w:jc w:val="both"/>
      </w:pPr>
      <w:r>
        <w:rPr>
          <w:rFonts w:eastAsia="Calibri"/>
        </w:rPr>
        <w:t xml:space="preserve">57. </w:t>
      </w:r>
      <w:r w:rsidR="00356A6A" w:rsidRPr="00352C4D">
        <w:rPr>
          <w:rFonts w:eastAsia="Calibri"/>
        </w:rPr>
        <w:t xml:space="preserve">Specialiosios programos lėšų apskaitą tvarko Savivaldybės administracijos </w:t>
      </w:r>
      <w:r w:rsidR="00356A6A" w:rsidRPr="00A01C06">
        <w:t>Buhalterinės apskaitos</w:t>
      </w:r>
      <w:r w:rsidR="00356A6A" w:rsidRPr="00352C4D">
        <w:rPr>
          <w:rFonts w:eastAsia="Calibri"/>
        </w:rPr>
        <w:t xml:space="preserve"> skyrius.</w:t>
      </w:r>
    </w:p>
    <w:p w:rsidR="00356A6A" w:rsidRPr="00A01C06" w:rsidRDefault="00352C4D" w:rsidP="00367048">
      <w:pPr>
        <w:ind w:firstLine="720"/>
        <w:jc w:val="both"/>
      </w:pPr>
      <w:r>
        <w:rPr>
          <w:rFonts w:eastAsia="Calibri"/>
        </w:rPr>
        <w:t xml:space="preserve">58. </w:t>
      </w:r>
      <w:r w:rsidR="00356A6A" w:rsidRPr="00352C4D">
        <w:rPr>
          <w:rFonts w:eastAsia="Calibri"/>
        </w:rPr>
        <w:t xml:space="preserve">Specialiosios programos lėšų naudojimą išlaidų sąmatoje nurodytiems tikslams kontroliuoja Savivaldybės Kontrolės ir audito tarnyba. </w:t>
      </w:r>
    </w:p>
    <w:p w:rsidR="00356A6A" w:rsidRPr="00A01C06" w:rsidRDefault="00352C4D" w:rsidP="00367048">
      <w:pPr>
        <w:ind w:firstLine="720"/>
        <w:jc w:val="both"/>
      </w:pPr>
      <w:r>
        <w:rPr>
          <w:rFonts w:eastAsia="Calibri"/>
        </w:rPr>
        <w:t xml:space="preserve">59. </w:t>
      </w:r>
      <w:r w:rsidR="00356A6A" w:rsidRPr="00352C4D">
        <w:rPr>
          <w:rFonts w:eastAsia="Calibri"/>
        </w:rPr>
        <w:t>Specialiosios programos įgyvendinimą, lėšų panaudojimo efektyvumo kontrolę pagal kompetenciją vykdo Savivaldybės gydytojas ir Bendruomenės sveikatos taryba. Savivaldybės gydytojas ar Bendruomenės sveikatos taryba, esant būtinybei, gali pareikalauti Specialiosios programos priemonės vykdytojo informacijos apie Specialiosios programos darbų eigą ir lėšų naudojimą.</w:t>
      </w:r>
    </w:p>
    <w:p w:rsidR="00356A6A" w:rsidRPr="00E80F7E" w:rsidRDefault="00356A6A" w:rsidP="00356A6A">
      <w:pPr>
        <w:ind w:firstLine="737"/>
      </w:pPr>
      <w:r w:rsidRPr="00E80F7E">
        <w:t xml:space="preserve">                           ____________________________________</w:t>
      </w:r>
    </w:p>
    <w:p w:rsidR="00356A6A" w:rsidRPr="00E80F7E" w:rsidRDefault="00356A6A" w:rsidP="00356A6A">
      <w:r w:rsidRPr="00E80F7E">
        <w:tab/>
      </w:r>
      <w:r w:rsidRPr="00E80F7E">
        <w:tab/>
      </w:r>
      <w:r w:rsidRPr="00E80F7E">
        <w:tab/>
      </w:r>
      <w:r w:rsidRPr="00E80F7E">
        <w:tab/>
      </w:r>
      <w:r w:rsidRPr="00E80F7E">
        <w:tab/>
      </w:r>
    </w:p>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Pr="00E80F7E" w:rsidRDefault="00356A6A" w:rsidP="00356A6A"/>
    <w:p w:rsidR="00356A6A" w:rsidRDefault="00356A6A" w:rsidP="00356A6A">
      <w:pPr>
        <w:jc w:val="center"/>
        <w:rPr>
          <w:szCs w:val="24"/>
        </w:rPr>
      </w:pPr>
      <w:r w:rsidRPr="00E80F7E">
        <w:t xml:space="preserve">   </w:t>
      </w:r>
      <w:r w:rsidRPr="00E80F7E">
        <w:tab/>
      </w:r>
      <w:r w:rsidRPr="00E80F7E">
        <w:rPr>
          <w:szCs w:val="24"/>
        </w:rPr>
        <w:t xml:space="preserve">          </w:t>
      </w:r>
      <w:r w:rsidRPr="00E80F7E">
        <w:rPr>
          <w:szCs w:val="24"/>
        </w:rPr>
        <w:tab/>
      </w:r>
      <w:r w:rsidRPr="00E80F7E">
        <w:rPr>
          <w:szCs w:val="24"/>
        </w:rPr>
        <w:tab/>
      </w:r>
      <w:r w:rsidRPr="00E80F7E">
        <w:rPr>
          <w:szCs w:val="24"/>
        </w:rPr>
        <w:tab/>
      </w:r>
      <w:r w:rsidRPr="00E80F7E">
        <w:rPr>
          <w:szCs w:val="24"/>
        </w:rPr>
        <w:tab/>
      </w:r>
      <w:r w:rsidRPr="00E80F7E">
        <w:rPr>
          <w:szCs w:val="24"/>
        </w:rPr>
        <w:tab/>
      </w: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Default="00356A6A" w:rsidP="00356A6A">
      <w:pPr>
        <w:jc w:val="center"/>
        <w:rPr>
          <w:szCs w:val="24"/>
        </w:rPr>
      </w:pPr>
    </w:p>
    <w:p w:rsidR="00356A6A" w:rsidRPr="00F634D4" w:rsidRDefault="00356A6A" w:rsidP="00356A6A">
      <w:pPr>
        <w:rPr>
          <w:b/>
          <w:szCs w:val="24"/>
        </w:rPr>
      </w:pPr>
      <w:r>
        <w:rPr>
          <w:szCs w:val="24"/>
        </w:rPr>
        <w:br w:type="page"/>
      </w:r>
      <w:r w:rsidR="00352C4D">
        <w:rPr>
          <w:szCs w:val="24"/>
        </w:rPr>
        <w:lastRenderedPageBreak/>
        <w:t xml:space="preserve">                                                                                                                                          </w:t>
      </w:r>
      <w:r>
        <w:rPr>
          <w:szCs w:val="24"/>
        </w:rPr>
        <w:t>1  priedas</w:t>
      </w:r>
    </w:p>
    <w:p w:rsidR="00356A6A" w:rsidRDefault="00356A6A" w:rsidP="00356A6A">
      <w:pPr>
        <w:rPr>
          <w:szCs w:val="24"/>
        </w:rPr>
      </w:pPr>
    </w:p>
    <w:p w:rsidR="00356A6A" w:rsidRPr="00F634D4" w:rsidRDefault="00356A6A" w:rsidP="00356A6A">
      <w:pPr>
        <w:jc w:val="center"/>
        <w:rPr>
          <w:szCs w:val="24"/>
        </w:rPr>
      </w:pPr>
      <w:r w:rsidRPr="00F634D4">
        <w:rPr>
          <w:b/>
          <w:szCs w:val="24"/>
        </w:rPr>
        <w:t>PARAIŠKA</w:t>
      </w:r>
    </w:p>
    <w:p w:rsidR="00356A6A" w:rsidRDefault="00356A6A" w:rsidP="00356A6A">
      <w:pPr>
        <w:jc w:val="center"/>
        <w:rPr>
          <w:b/>
          <w:szCs w:val="24"/>
        </w:rPr>
      </w:pPr>
      <w:r>
        <w:rPr>
          <w:b/>
          <w:szCs w:val="24"/>
        </w:rPr>
        <w:t>DĖL DALYVAVIMO PLUNGĖS</w:t>
      </w:r>
      <w:r w:rsidRPr="00F634D4">
        <w:rPr>
          <w:b/>
          <w:szCs w:val="24"/>
        </w:rPr>
        <w:t xml:space="preserve"> RAJONO SAVIVALDYBĖS </w:t>
      </w:r>
    </w:p>
    <w:p w:rsidR="00356A6A" w:rsidRPr="00F634D4" w:rsidRDefault="00356A6A" w:rsidP="00356A6A">
      <w:pPr>
        <w:jc w:val="center"/>
        <w:rPr>
          <w:b/>
          <w:szCs w:val="24"/>
        </w:rPr>
      </w:pPr>
      <w:r w:rsidRPr="00F634D4">
        <w:rPr>
          <w:b/>
          <w:szCs w:val="24"/>
        </w:rPr>
        <w:t>VISUOMENĖS SVEIKATOS RĖMIMO SPECIALIOSIOS PROGRAMOS</w:t>
      </w:r>
      <w:r>
        <w:rPr>
          <w:b/>
          <w:szCs w:val="24"/>
        </w:rPr>
        <w:t xml:space="preserve"> PRIEMONIŲ </w:t>
      </w:r>
      <w:r w:rsidRPr="00F634D4">
        <w:rPr>
          <w:b/>
          <w:szCs w:val="24"/>
        </w:rPr>
        <w:t>SVEIKATOS</w:t>
      </w:r>
      <w:r>
        <w:rPr>
          <w:b/>
          <w:szCs w:val="24"/>
        </w:rPr>
        <w:t xml:space="preserve"> RĖMIMO PROJEKTŲ ATRANKOS KONKURSE</w:t>
      </w:r>
      <w:r w:rsidRPr="00F634D4">
        <w:rPr>
          <w:b/>
          <w:szCs w:val="24"/>
        </w:rPr>
        <w:t xml:space="preserve"> </w:t>
      </w:r>
    </w:p>
    <w:p w:rsidR="00356A6A" w:rsidRPr="00F634D4" w:rsidRDefault="00356A6A" w:rsidP="00356A6A">
      <w:pPr>
        <w:rPr>
          <w:szCs w:val="24"/>
        </w:rPr>
      </w:pPr>
    </w:p>
    <w:p w:rsidR="00356A6A" w:rsidRPr="00DF7441" w:rsidRDefault="00356A6A" w:rsidP="00356A6A">
      <w:pPr>
        <w:pStyle w:val="Antrat2"/>
        <w:jc w:val="left"/>
        <w:rPr>
          <w:szCs w:val="24"/>
        </w:rPr>
      </w:pPr>
      <w:r w:rsidRPr="00DF7441">
        <w:rPr>
          <w:szCs w:val="24"/>
        </w:rPr>
        <w:t>I. INFORMACIJA APIE ORGANIZACIJĄ</w:t>
      </w:r>
    </w:p>
    <w:p w:rsidR="00356A6A" w:rsidRPr="009716EF" w:rsidRDefault="00356A6A" w:rsidP="00356A6A">
      <w:pPr>
        <w:rPr>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356A6A" w:rsidRPr="009716EF" w:rsidTr="009A5A3A">
        <w:trPr>
          <w:cantSplit/>
        </w:trPr>
        <w:tc>
          <w:tcPr>
            <w:tcW w:w="9889" w:type="dxa"/>
          </w:tcPr>
          <w:p w:rsidR="00356A6A" w:rsidRPr="009716EF" w:rsidRDefault="00356A6A" w:rsidP="009A5A3A">
            <w:pPr>
              <w:rPr>
                <w:szCs w:val="24"/>
              </w:rPr>
            </w:pPr>
            <w:r w:rsidRPr="009716EF">
              <w:rPr>
                <w:szCs w:val="24"/>
              </w:rPr>
              <w:t>1.1. Organizacijos pavadinimas, kodas</w:t>
            </w:r>
          </w:p>
        </w:tc>
      </w:tr>
      <w:tr w:rsidR="00356A6A" w:rsidRPr="009716EF" w:rsidTr="009A5A3A">
        <w:tc>
          <w:tcPr>
            <w:tcW w:w="9889" w:type="dxa"/>
          </w:tcPr>
          <w:p w:rsidR="00356A6A" w:rsidRPr="009716EF" w:rsidRDefault="00356A6A" w:rsidP="009A5A3A">
            <w:pPr>
              <w:rPr>
                <w:szCs w:val="24"/>
              </w:rPr>
            </w:pPr>
          </w:p>
        </w:tc>
      </w:tr>
    </w:tbl>
    <w:p w:rsidR="00356A6A" w:rsidRPr="009716EF" w:rsidRDefault="00356A6A" w:rsidP="00356A6A">
      <w:pPr>
        <w:rPr>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356A6A" w:rsidRPr="009716EF" w:rsidTr="009A5A3A">
        <w:trPr>
          <w:cantSplit/>
        </w:trPr>
        <w:tc>
          <w:tcPr>
            <w:tcW w:w="9889" w:type="dxa"/>
          </w:tcPr>
          <w:p w:rsidR="00356A6A" w:rsidRPr="009716EF" w:rsidRDefault="00356A6A" w:rsidP="009A5A3A">
            <w:pPr>
              <w:rPr>
                <w:szCs w:val="24"/>
              </w:rPr>
            </w:pPr>
            <w:r w:rsidRPr="009716EF">
              <w:rPr>
                <w:szCs w:val="24"/>
              </w:rPr>
              <w:t>1.2. Informacija apie projektą teikiančią organizaciją:</w:t>
            </w:r>
          </w:p>
        </w:tc>
      </w:tr>
      <w:tr w:rsidR="00356A6A" w:rsidRPr="009716EF" w:rsidTr="009A5A3A">
        <w:tc>
          <w:tcPr>
            <w:tcW w:w="9889" w:type="dxa"/>
          </w:tcPr>
          <w:p w:rsidR="00356A6A" w:rsidRPr="009716EF" w:rsidRDefault="00356A6A" w:rsidP="009A5A3A">
            <w:pPr>
              <w:rPr>
                <w:szCs w:val="24"/>
              </w:rPr>
            </w:pPr>
            <w:r w:rsidRPr="009716EF">
              <w:rPr>
                <w:szCs w:val="24"/>
              </w:rPr>
              <w:t xml:space="preserve">Adresas, telefono nr., el. pašto adresas, banko duomenys, atsiskaitomoji sąskaita </w:t>
            </w: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356A6A">
            <w:pPr>
              <w:numPr>
                <w:ilvl w:val="1"/>
                <w:numId w:val="11"/>
              </w:numPr>
              <w:tabs>
                <w:tab w:val="left" w:pos="426"/>
              </w:tabs>
              <w:jc w:val="both"/>
              <w:rPr>
                <w:szCs w:val="24"/>
              </w:rPr>
            </w:pPr>
            <w:r w:rsidRPr="00857675">
              <w:rPr>
                <w:szCs w:val="24"/>
              </w:rPr>
              <w:t>Organizacijos vadovas (vardas, pavardė, adresas, telefonas)</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1.4.Projekto vadovas (vardas, pavardė, pareigos, adresas, telefonas, el. pašto adresas)</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1.5.Sėkmingai įvykdyti projektai</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1.6.Kiti projekto dalyviai (bendradarbiaujančios šiame projekte institucijos ir/ar asmenys)</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p w:rsidR="00356A6A" w:rsidRPr="009716EF" w:rsidRDefault="00356A6A" w:rsidP="00356A6A">
      <w:pPr>
        <w:rPr>
          <w:b/>
          <w:szCs w:val="24"/>
        </w:rPr>
      </w:pPr>
      <w:r w:rsidRPr="009716EF">
        <w:rPr>
          <w:b/>
          <w:szCs w:val="24"/>
        </w:rPr>
        <w:t>II. INFORMACIJA APIE PROJEKTĄ</w:t>
      </w:r>
    </w:p>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2.1. Projekto pavadinimas</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2.2. Projekto įgyvendinimo laikas</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2.3.Projekto rengimo dokumentai (glaustai aprašykite konkrečią problemą, kurią sieksite spręsti įgyvendindami projektą: kokia tai problema, kiek ir kaip ji aktuali bendruomenei ir kt., kokie pavojai, jūsų organizacijos vaidmuo, vizija ir pan.)</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2.4.Santrauka (trumpas projekto pristatymas ne daugiau 10 sakinių)</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2.5.Projekto tikslas (išspręsti tam tikrą problemą)</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rPr>
                <w:szCs w:val="24"/>
              </w:rPr>
            </w:pPr>
            <w:r w:rsidRPr="00857675">
              <w:rPr>
                <w:szCs w:val="24"/>
              </w:rPr>
              <w:t>2.6.Projekto uždaviniai, kurie bus įgyvendinti siekiant projekto tikslo</w:t>
            </w:r>
          </w:p>
        </w:tc>
      </w:tr>
      <w:tr w:rsidR="00356A6A" w:rsidRPr="00857675" w:rsidTr="009A5A3A">
        <w:tc>
          <w:tcPr>
            <w:tcW w:w="9854"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942"/>
      </w:tblGrid>
      <w:tr w:rsidR="00356A6A" w:rsidRPr="00857675" w:rsidTr="009A5A3A">
        <w:tc>
          <w:tcPr>
            <w:tcW w:w="9854" w:type="dxa"/>
            <w:gridSpan w:val="2"/>
            <w:shd w:val="clear" w:color="auto" w:fill="auto"/>
          </w:tcPr>
          <w:p w:rsidR="00356A6A" w:rsidRPr="00857675" w:rsidRDefault="00356A6A" w:rsidP="009A5A3A">
            <w:pPr>
              <w:rPr>
                <w:szCs w:val="24"/>
              </w:rPr>
            </w:pPr>
            <w:r w:rsidRPr="00857675">
              <w:rPr>
                <w:szCs w:val="24"/>
              </w:rPr>
              <w:t>2.7. Bendra projekto vertė</w:t>
            </w: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2.8. Iš Plungės rajono savivaldybės Sveikatos rėmimo specialiosios programos prašoma suma</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lastRenderedPageBreak/>
              <w:t>2.9. Kiti projekto finansavimo šaltiniai</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2.10. Ar anksčiau gavote paramą iš Savivaldybės programos? Kokią sumą?</w:t>
            </w:r>
          </w:p>
        </w:tc>
        <w:tc>
          <w:tcPr>
            <w:tcW w:w="2942"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942"/>
      </w:tblGrid>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2.11. Programos įgyvendinimo vertinimo kriterijai</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Renginių, parodų, konsultacijų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Bendruomenės narių, dalyvavusių renginiuose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Vaikų ir mokinių, dalyvavusių sveikatos ugdymo programose,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Atliktų tyrimų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Seminarų, konkursų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Pranešimų spaudoje skaičius</w:t>
            </w:r>
          </w:p>
        </w:tc>
        <w:tc>
          <w:tcPr>
            <w:tcW w:w="2942" w:type="dxa"/>
            <w:shd w:val="clear" w:color="auto" w:fill="auto"/>
          </w:tcPr>
          <w:p w:rsidR="00356A6A" w:rsidRPr="00857675" w:rsidRDefault="00356A6A" w:rsidP="009A5A3A">
            <w:pPr>
              <w:rPr>
                <w:szCs w:val="24"/>
              </w:rPr>
            </w:pPr>
          </w:p>
        </w:tc>
      </w:tr>
      <w:tr w:rsidR="00356A6A" w:rsidRPr="00857675" w:rsidTr="009A5A3A">
        <w:trPr>
          <w:trHeight w:val="285"/>
        </w:trPr>
        <w:tc>
          <w:tcPr>
            <w:tcW w:w="6912" w:type="dxa"/>
            <w:shd w:val="clear" w:color="auto" w:fill="auto"/>
          </w:tcPr>
          <w:p w:rsidR="00356A6A" w:rsidRPr="00857675" w:rsidRDefault="00356A6A" w:rsidP="009A5A3A">
            <w:pPr>
              <w:rPr>
                <w:szCs w:val="24"/>
              </w:rPr>
            </w:pPr>
            <w:r w:rsidRPr="00857675">
              <w:rPr>
                <w:szCs w:val="24"/>
              </w:rPr>
              <w:t>Viešinimo internetinėje svetainėje skaičius</w:t>
            </w:r>
          </w:p>
        </w:tc>
        <w:tc>
          <w:tcPr>
            <w:tcW w:w="2942"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336"/>
      </w:tblGrid>
      <w:tr w:rsidR="00356A6A" w:rsidRPr="00857675" w:rsidTr="009A5A3A">
        <w:tc>
          <w:tcPr>
            <w:tcW w:w="9854" w:type="dxa"/>
            <w:gridSpan w:val="2"/>
            <w:shd w:val="clear" w:color="auto" w:fill="auto"/>
          </w:tcPr>
          <w:p w:rsidR="00356A6A" w:rsidRPr="00857675" w:rsidRDefault="00356A6A" w:rsidP="009A5A3A">
            <w:pPr>
              <w:rPr>
                <w:szCs w:val="24"/>
              </w:rPr>
            </w:pPr>
            <w:r w:rsidRPr="00857675">
              <w:rPr>
                <w:szCs w:val="24"/>
              </w:rPr>
              <w:t>2.12. Projekto įgyvendinimo planas, veiklos etapai (nurodyti konkrečias veiklas)</w:t>
            </w:r>
          </w:p>
        </w:tc>
      </w:tr>
      <w:tr w:rsidR="00356A6A" w:rsidRPr="00857675" w:rsidTr="009A5A3A">
        <w:tc>
          <w:tcPr>
            <w:tcW w:w="2518" w:type="dxa"/>
            <w:shd w:val="clear" w:color="auto" w:fill="auto"/>
          </w:tcPr>
          <w:p w:rsidR="00356A6A" w:rsidRPr="00857675" w:rsidRDefault="00356A6A" w:rsidP="009A5A3A">
            <w:pPr>
              <w:rPr>
                <w:szCs w:val="24"/>
              </w:rPr>
            </w:pPr>
            <w:r w:rsidRPr="00857675">
              <w:rPr>
                <w:szCs w:val="24"/>
              </w:rPr>
              <w:t xml:space="preserve">Mėnuo </w:t>
            </w:r>
          </w:p>
        </w:tc>
        <w:tc>
          <w:tcPr>
            <w:tcW w:w="7336" w:type="dxa"/>
            <w:shd w:val="clear" w:color="auto" w:fill="auto"/>
          </w:tcPr>
          <w:p w:rsidR="00356A6A" w:rsidRPr="00857675" w:rsidRDefault="00356A6A" w:rsidP="009A5A3A">
            <w:pPr>
              <w:rPr>
                <w:szCs w:val="24"/>
              </w:rPr>
            </w:pPr>
            <w:r w:rsidRPr="00857675">
              <w:rPr>
                <w:szCs w:val="24"/>
              </w:rPr>
              <w:t>Kas bus daroma?</w:t>
            </w:r>
          </w:p>
        </w:tc>
      </w:tr>
      <w:tr w:rsidR="00356A6A" w:rsidRPr="00857675" w:rsidTr="009A5A3A">
        <w:tc>
          <w:tcPr>
            <w:tcW w:w="2518" w:type="dxa"/>
            <w:shd w:val="clear" w:color="auto" w:fill="auto"/>
          </w:tcPr>
          <w:p w:rsidR="00356A6A" w:rsidRPr="00857675" w:rsidRDefault="00356A6A" w:rsidP="009A5A3A">
            <w:pPr>
              <w:rPr>
                <w:szCs w:val="24"/>
              </w:rPr>
            </w:pPr>
          </w:p>
        </w:tc>
        <w:tc>
          <w:tcPr>
            <w:tcW w:w="7336"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8"/>
        <w:gridCol w:w="2966"/>
      </w:tblGrid>
      <w:tr w:rsidR="00356A6A" w:rsidRPr="009716EF" w:rsidTr="009A5A3A">
        <w:tc>
          <w:tcPr>
            <w:tcW w:w="9889" w:type="dxa"/>
            <w:gridSpan w:val="2"/>
            <w:shd w:val="clear" w:color="auto" w:fill="auto"/>
          </w:tcPr>
          <w:p w:rsidR="00356A6A" w:rsidRPr="009716EF" w:rsidRDefault="00356A6A" w:rsidP="009A5A3A">
            <w:pPr>
              <w:rPr>
                <w:szCs w:val="24"/>
              </w:rPr>
            </w:pPr>
            <w:r w:rsidRPr="009716EF">
              <w:rPr>
                <w:szCs w:val="24"/>
              </w:rPr>
              <w:t>3. Projekto vykdytojai:</w:t>
            </w:r>
          </w:p>
        </w:tc>
      </w:tr>
      <w:tr w:rsidR="00356A6A" w:rsidRPr="009716EF" w:rsidTr="009A5A3A">
        <w:trPr>
          <w:trHeight w:val="278"/>
        </w:trPr>
        <w:tc>
          <w:tcPr>
            <w:tcW w:w="6912" w:type="dxa"/>
            <w:shd w:val="clear" w:color="auto" w:fill="auto"/>
          </w:tcPr>
          <w:p w:rsidR="00356A6A" w:rsidRPr="009716EF" w:rsidRDefault="00356A6A" w:rsidP="009A5A3A">
            <w:pPr>
              <w:rPr>
                <w:szCs w:val="24"/>
              </w:rPr>
            </w:pPr>
            <w:r w:rsidRPr="009716EF">
              <w:rPr>
                <w:szCs w:val="24"/>
              </w:rPr>
              <w:t>Bendras projekto vykdytojų skaičius</w:t>
            </w:r>
          </w:p>
        </w:tc>
        <w:tc>
          <w:tcPr>
            <w:tcW w:w="2977" w:type="dxa"/>
            <w:shd w:val="clear" w:color="auto" w:fill="auto"/>
          </w:tcPr>
          <w:p w:rsidR="00356A6A" w:rsidRPr="009716EF" w:rsidRDefault="00356A6A" w:rsidP="009A5A3A">
            <w:pPr>
              <w:rPr>
                <w:szCs w:val="24"/>
              </w:rPr>
            </w:pPr>
          </w:p>
        </w:tc>
      </w:tr>
      <w:tr w:rsidR="00356A6A" w:rsidRPr="009716EF" w:rsidTr="009A5A3A">
        <w:trPr>
          <w:trHeight w:val="277"/>
        </w:trPr>
        <w:tc>
          <w:tcPr>
            <w:tcW w:w="6912" w:type="dxa"/>
            <w:shd w:val="clear" w:color="auto" w:fill="auto"/>
          </w:tcPr>
          <w:p w:rsidR="00356A6A" w:rsidRPr="009716EF" w:rsidRDefault="00356A6A" w:rsidP="009A5A3A">
            <w:pPr>
              <w:rPr>
                <w:szCs w:val="24"/>
              </w:rPr>
            </w:pPr>
            <w:r w:rsidRPr="009716EF">
              <w:rPr>
                <w:szCs w:val="24"/>
              </w:rPr>
              <w:t>Projekto vykdytojų amžius</w:t>
            </w:r>
          </w:p>
        </w:tc>
        <w:tc>
          <w:tcPr>
            <w:tcW w:w="2977" w:type="dxa"/>
            <w:shd w:val="clear" w:color="auto" w:fill="auto"/>
          </w:tcPr>
          <w:p w:rsidR="00356A6A" w:rsidRPr="009716EF"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8"/>
        <w:gridCol w:w="2966"/>
      </w:tblGrid>
      <w:tr w:rsidR="00356A6A" w:rsidRPr="009716EF" w:rsidTr="009A5A3A">
        <w:tc>
          <w:tcPr>
            <w:tcW w:w="9889" w:type="dxa"/>
            <w:gridSpan w:val="2"/>
            <w:shd w:val="clear" w:color="auto" w:fill="auto"/>
          </w:tcPr>
          <w:p w:rsidR="00356A6A" w:rsidRPr="009716EF" w:rsidRDefault="00356A6A" w:rsidP="009A5A3A">
            <w:pPr>
              <w:rPr>
                <w:szCs w:val="24"/>
              </w:rPr>
            </w:pPr>
            <w:r w:rsidRPr="009716EF">
              <w:rPr>
                <w:szCs w:val="24"/>
              </w:rPr>
              <w:t>4. Projekto dalyviai:</w:t>
            </w:r>
          </w:p>
        </w:tc>
      </w:tr>
      <w:tr w:rsidR="00356A6A" w:rsidRPr="009716EF" w:rsidTr="009A5A3A">
        <w:trPr>
          <w:trHeight w:val="278"/>
        </w:trPr>
        <w:tc>
          <w:tcPr>
            <w:tcW w:w="6912" w:type="dxa"/>
            <w:shd w:val="clear" w:color="auto" w:fill="auto"/>
          </w:tcPr>
          <w:p w:rsidR="00356A6A" w:rsidRPr="009716EF" w:rsidRDefault="00356A6A" w:rsidP="009A5A3A">
            <w:pPr>
              <w:rPr>
                <w:szCs w:val="24"/>
              </w:rPr>
            </w:pPr>
            <w:r w:rsidRPr="009716EF">
              <w:rPr>
                <w:szCs w:val="24"/>
              </w:rPr>
              <w:t>Bendras projekto dalyvių skaičius</w:t>
            </w:r>
          </w:p>
        </w:tc>
        <w:tc>
          <w:tcPr>
            <w:tcW w:w="2977" w:type="dxa"/>
            <w:shd w:val="clear" w:color="auto" w:fill="auto"/>
          </w:tcPr>
          <w:p w:rsidR="00356A6A" w:rsidRPr="009716EF" w:rsidRDefault="00356A6A" w:rsidP="009A5A3A">
            <w:pPr>
              <w:rPr>
                <w:szCs w:val="24"/>
              </w:rPr>
            </w:pPr>
          </w:p>
        </w:tc>
      </w:tr>
      <w:tr w:rsidR="00356A6A" w:rsidRPr="009716EF" w:rsidTr="009A5A3A">
        <w:trPr>
          <w:trHeight w:val="277"/>
        </w:trPr>
        <w:tc>
          <w:tcPr>
            <w:tcW w:w="6912" w:type="dxa"/>
            <w:shd w:val="clear" w:color="auto" w:fill="auto"/>
          </w:tcPr>
          <w:p w:rsidR="00356A6A" w:rsidRPr="009716EF" w:rsidRDefault="00356A6A" w:rsidP="009A5A3A">
            <w:pPr>
              <w:rPr>
                <w:szCs w:val="24"/>
              </w:rPr>
            </w:pPr>
            <w:r w:rsidRPr="009716EF">
              <w:rPr>
                <w:szCs w:val="24"/>
              </w:rPr>
              <w:t>Projekto dalyvių amžius</w:t>
            </w:r>
          </w:p>
        </w:tc>
        <w:tc>
          <w:tcPr>
            <w:tcW w:w="2977" w:type="dxa"/>
            <w:shd w:val="clear" w:color="auto" w:fill="auto"/>
          </w:tcPr>
          <w:p w:rsidR="00356A6A" w:rsidRPr="009716EF"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356A6A">
            <w:pPr>
              <w:numPr>
                <w:ilvl w:val="0"/>
                <w:numId w:val="10"/>
              </w:numPr>
              <w:jc w:val="both"/>
              <w:rPr>
                <w:szCs w:val="24"/>
              </w:rPr>
            </w:pPr>
            <w:r w:rsidRPr="00857675">
              <w:rPr>
                <w:szCs w:val="24"/>
              </w:rPr>
              <w:t>Projekto partneriai (aprašykite kiekvieną numatomą projekto partnerį)</w:t>
            </w:r>
          </w:p>
        </w:tc>
      </w:tr>
      <w:tr w:rsidR="00356A6A" w:rsidRPr="00857675" w:rsidTr="009A5A3A">
        <w:tc>
          <w:tcPr>
            <w:tcW w:w="9854" w:type="dxa"/>
            <w:shd w:val="clear" w:color="auto" w:fill="auto"/>
          </w:tcPr>
          <w:p w:rsidR="00356A6A" w:rsidRPr="00857675" w:rsidRDefault="00356A6A" w:rsidP="009A5A3A">
            <w:pPr>
              <w:rPr>
                <w:szCs w:val="24"/>
              </w:rPr>
            </w:pPr>
            <w:r w:rsidRPr="00857675">
              <w:rPr>
                <w:szCs w:val="24"/>
              </w:rPr>
              <w:t>Organizacijos/institucijos pavadinimas</w:t>
            </w:r>
          </w:p>
        </w:tc>
      </w:tr>
      <w:tr w:rsidR="00356A6A" w:rsidRPr="00857675" w:rsidTr="009A5A3A">
        <w:tc>
          <w:tcPr>
            <w:tcW w:w="9854" w:type="dxa"/>
            <w:shd w:val="clear" w:color="auto" w:fill="auto"/>
          </w:tcPr>
          <w:p w:rsidR="00356A6A" w:rsidRPr="00857675" w:rsidRDefault="00356A6A" w:rsidP="009A5A3A">
            <w:pPr>
              <w:rPr>
                <w:szCs w:val="24"/>
              </w:rPr>
            </w:pPr>
            <w:r w:rsidRPr="00857675">
              <w:rPr>
                <w:szCs w:val="24"/>
              </w:rPr>
              <w:t>Būstinės adresas</w:t>
            </w:r>
          </w:p>
        </w:tc>
      </w:tr>
      <w:tr w:rsidR="00356A6A" w:rsidRPr="00857675" w:rsidTr="009A5A3A">
        <w:tc>
          <w:tcPr>
            <w:tcW w:w="9854" w:type="dxa"/>
            <w:shd w:val="clear" w:color="auto" w:fill="auto"/>
          </w:tcPr>
          <w:p w:rsidR="00356A6A" w:rsidRPr="00857675" w:rsidRDefault="00356A6A" w:rsidP="009A5A3A">
            <w:pPr>
              <w:rPr>
                <w:szCs w:val="24"/>
              </w:rPr>
            </w:pPr>
            <w:r w:rsidRPr="00857675">
              <w:rPr>
                <w:szCs w:val="24"/>
              </w:rPr>
              <w:t>Telefonas</w:t>
            </w:r>
          </w:p>
        </w:tc>
      </w:tr>
      <w:tr w:rsidR="00356A6A" w:rsidRPr="00857675" w:rsidTr="009A5A3A">
        <w:tc>
          <w:tcPr>
            <w:tcW w:w="9854" w:type="dxa"/>
            <w:shd w:val="clear" w:color="auto" w:fill="auto"/>
          </w:tcPr>
          <w:p w:rsidR="00356A6A" w:rsidRPr="00857675" w:rsidRDefault="00356A6A" w:rsidP="009A5A3A">
            <w:pPr>
              <w:rPr>
                <w:szCs w:val="24"/>
              </w:rPr>
            </w:pPr>
            <w:r w:rsidRPr="00857675">
              <w:rPr>
                <w:szCs w:val="24"/>
              </w:rPr>
              <w:t>Bendradarbiavimo statusas (bendradarbiavimo sutartis, susijusi su konkrečiu projektu ir pan.)</w:t>
            </w:r>
          </w:p>
        </w:tc>
      </w:tr>
      <w:tr w:rsidR="00356A6A" w:rsidRPr="00857675" w:rsidTr="009A5A3A">
        <w:tc>
          <w:tcPr>
            <w:tcW w:w="9854" w:type="dxa"/>
            <w:shd w:val="clear" w:color="auto" w:fill="auto"/>
          </w:tcPr>
          <w:p w:rsidR="00356A6A" w:rsidRPr="00857675" w:rsidRDefault="00356A6A" w:rsidP="009A5A3A">
            <w:pPr>
              <w:rPr>
                <w:szCs w:val="24"/>
              </w:rPr>
            </w:pPr>
            <w:r w:rsidRPr="00857675">
              <w:rPr>
                <w:szCs w:val="24"/>
              </w:rPr>
              <w:t>Glaustai apibrėžkite organizacijos/institucijos vaidmenį projekte</w:t>
            </w: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356A6A" w:rsidRPr="00857675" w:rsidTr="009A5A3A">
        <w:tc>
          <w:tcPr>
            <w:tcW w:w="9854" w:type="dxa"/>
            <w:gridSpan w:val="3"/>
            <w:shd w:val="clear" w:color="auto" w:fill="auto"/>
          </w:tcPr>
          <w:p w:rsidR="00356A6A" w:rsidRPr="00857675" w:rsidRDefault="00356A6A" w:rsidP="00356A6A">
            <w:pPr>
              <w:numPr>
                <w:ilvl w:val="0"/>
                <w:numId w:val="10"/>
              </w:numPr>
              <w:tabs>
                <w:tab w:val="left" w:pos="284"/>
              </w:tabs>
              <w:ind w:left="0" w:firstLine="0"/>
              <w:jc w:val="both"/>
              <w:rPr>
                <w:szCs w:val="24"/>
              </w:rPr>
            </w:pPr>
            <w:r w:rsidRPr="00857675">
              <w:rPr>
                <w:szCs w:val="24"/>
              </w:rPr>
              <w:t>Projekto tęstinumas (jei projektas tęstinis, nurodykite programos pavadinimą, kurios rėmuose tas projektas buvo finansuojamas Plungės rajono savivaldybės biudžeto lėšomis. Taip pat nurodykite kitus finansavimo šaltinius)</w:t>
            </w:r>
          </w:p>
        </w:tc>
      </w:tr>
      <w:tr w:rsidR="00356A6A" w:rsidRPr="00857675" w:rsidTr="009A5A3A">
        <w:tc>
          <w:tcPr>
            <w:tcW w:w="3284" w:type="dxa"/>
            <w:shd w:val="clear" w:color="auto" w:fill="auto"/>
          </w:tcPr>
          <w:p w:rsidR="00356A6A" w:rsidRPr="00857675" w:rsidRDefault="00356A6A" w:rsidP="009A5A3A">
            <w:pPr>
              <w:rPr>
                <w:szCs w:val="24"/>
              </w:rPr>
            </w:pPr>
            <w:r w:rsidRPr="00857675">
              <w:rPr>
                <w:szCs w:val="24"/>
              </w:rPr>
              <w:t>Programos pavadinimas</w:t>
            </w:r>
          </w:p>
        </w:tc>
        <w:tc>
          <w:tcPr>
            <w:tcW w:w="3285" w:type="dxa"/>
            <w:shd w:val="clear" w:color="auto" w:fill="auto"/>
          </w:tcPr>
          <w:p w:rsidR="00356A6A" w:rsidRPr="00857675" w:rsidRDefault="00356A6A" w:rsidP="009A5A3A">
            <w:pPr>
              <w:rPr>
                <w:szCs w:val="24"/>
              </w:rPr>
            </w:pPr>
            <w:r w:rsidRPr="00857675">
              <w:rPr>
                <w:szCs w:val="24"/>
              </w:rPr>
              <w:t>Projekto pavadinimas</w:t>
            </w:r>
          </w:p>
        </w:tc>
        <w:tc>
          <w:tcPr>
            <w:tcW w:w="3285" w:type="dxa"/>
            <w:shd w:val="clear" w:color="auto" w:fill="auto"/>
          </w:tcPr>
          <w:p w:rsidR="00356A6A" w:rsidRPr="00857675" w:rsidRDefault="00356A6A" w:rsidP="009A5A3A">
            <w:pPr>
              <w:rPr>
                <w:szCs w:val="24"/>
              </w:rPr>
            </w:pPr>
            <w:r w:rsidRPr="00857675">
              <w:rPr>
                <w:szCs w:val="24"/>
              </w:rPr>
              <w:t>Gauta parama (</w:t>
            </w:r>
            <w:proofErr w:type="spellStart"/>
            <w:r w:rsidRPr="00857675">
              <w:rPr>
                <w:szCs w:val="24"/>
              </w:rPr>
              <w:t>Eur</w:t>
            </w:r>
            <w:proofErr w:type="spellEnd"/>
            <w:r w:rsidRPr="00857675">
              <w:rPr>
                <w:szCs w:val="24"/>
              </w:rPr>
              <w:t>)</w:t>
            </w:r>
          </w:p>
        </w:tc>
      </w:tr>
      <w:tr w:rsidR="00356A6A" w:rsidRPr="00857675" w:rsidTr="009A5A3A">
        <w:tc>
          <w:tcPr>
            <w:tcW w:w="3284" w:type="dxa"/>
            <w:shd w:val="clear" w:color="auto" w:fill="auto"/>
          </w:tcPr>
          <w:p w:rsidR="00356A6A" w:rsidRPr="00857675" w:rsidRDefault="00356A6A" w:rsidP="009A5A3A">
            <w:pPr>
              <w:rPr>
                <w:szCs w:val="24"/>
              </w:rPr>
            </w:pPr>
          </w:p>
        </w:tc>
        <w:tc>
          <w:tcPr>
            <w:tcW w:w="3285" w:type="dxa"/>
            <w:shd w:val="clear" w:color="auto" w:fill="auto"/>
          </w:tcPr>
          <w:p w:rsidR="00356A6A" w:rsidRPr="00857675" w:rsidRDefault="00356A6A" w:rsidP="009A5A3A">
            <w:pPr>
              <w:rPr>
                <w:szCs w:val="24"/>
              </w:rPr>
            </w:pPr>
          </w:p>
        </w:tc>
        <w:tc>
          <w:tcPr>
            <w:tcW w:w="3285" w:type="dxa"/>
            <w:shd w:val="clear" w:color="auto" w:fill="auto"/>
          </w:tcPr>
          <w:p w:rsidR="00356A6A" w:rsidRPr="00857675" w:rsidRDefault="00356A6A" w:rsidP="009A5A3A">
            <w:pPr>
              <w:rPr>
                <w:szCs w:val="24"/>
              </w:rPr>
            </w:pPr>
          </w:p>
        </w:tc>
      </w:tr>
    </w:tbl>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autoSpaceDE w:val="0"/>
              <w:autoSpaceDN w:val="0"/>
              <w:adjustRightInd w:val="0"/>
              <w:rPr>
                <w:color w:val="000000"/>
                <w:szCs w:val="24"/>
              </w:rPr>
            </w:pPr>
            <w:r w:rsidRPr="00C20BBD">
              <w:rPr>
                <w:color w:val="000000"/>
                <w:szCs w:val="24"/>
              </w:rPr>
              <w:t>6.1</w:t>
            </w:r>
            <w:r w:rsidRPr="00857675">
              <w:rPr>
                <w:color w:val="000000"/>
                <w:szCs w:val="24"/>
              </w:rPr>
              <w:t>. Pateikite argumentus, kodėl, J</w:t>
            </w:r>
            <w:r w:rsidRPr="00C20BBD">
              <w:rPr>
                <w:color w:val="000000"/>
                <w:szCs w:val="24"/>
              </w:rPr>
              <w:t xml:space="preserve">ūsų nuomone, reikėtų užtikrinti šio projekto </w:t>
            </w:r>
            <w:r w:rsidRPr="00857675">
              <w:rPr>
                <w:color w:val="000000"/>
                <w:szCs w:val="24"/>
              </w:rPr>
              <w:t>tęstinumą (apimtis neribojama)</w:t>
            </w:r>
          </w:p>
        </w:tc>
      </w:tr>
      <w:tr w:rsidR="00356A6A" w:rsidRPr="00857675" w:rsidTr="009A5A3A">
        <w:tc>
          <w:tcPr>
            <w:tcW w:w="9854" w:type="dxa"/>
            <w:shd w:val="clear" w:color="auto" w:fill="auto"/>
          </w:tcPr>
          <w:p w:rsidR="00356A6A" w:rsidRPr="00857675" w:rsidRDefault="00356A6A" w:rsidP="00356A6A">
            <w:pPr>
              <w:numPr>
                <w:ilvl w:val="0"/>
                <w:numId w:val="12"/>
              </w:numPr>
              <w:autoSpaceDE w:val="0"/>
              <w:autoSpaceDN w:val="0"/>
              <w:adjustRightInd w:val="0"/>
              <w:ind w:left="284" w:hanging="284"/>
              <w:jc w:val="both"/>
              <w:rPr>
                <w:szCs w:val="24"/>
              </w:rPr>
            </w:pPr>
            <w:r w:rsidRPr="00C20BBD">
              <w:rPr>
                <w:color w:val="000000"/>
                <w:szCs w:val="24"/>
              </w:rPr>
              <w:t xml:space="preserve">Įvardinkite rezultatus, kuriuos pasiekėte įgyvendindami praeitų metų projektą. </w:t>
            </w:r>
          </w:p>
        </w:tc>
      </w:tr>
      <w:tr w:rsidR="00356A6A" w:rsidRPr="00857675" w:rsidTr="009A5A3A">
        <w:tc>
          <w:tcPr>
            <w:tcW w:w="9854" w:type="dxa"/>
            <w:shd w:val="clear" w:color="auto" w:fill="auto"/>
          </w:tcPr>
          <w:p w:rsidR="00356A6A" w:rsidRPr="00857675" w:rsidRDefault="00356A6A" w:rsidP="00356A6A">
            <w:pPr>
              <w:numPr>
                <w:ilvl w:val="0"/>
                <w:numId w:val="12"/>
              </w:numPr>
              <w:ind w:left="284" w:hanging="284"/>
              <w:jc w:val="both"/>
              <w:rPr>
                <w:szCs w:val="24"/>
              </w:rPr>
            </w:pPr>
            <w:r w:rsidRPr="00C20BBD">
              <w:rPr>
                <w:color w:val="000000"/>
                <w:szCs w:val="24"/>
              </w:rPr>
              <w:t>Įvardinkite, kaip patobulintas projektas, atsižvelgdami į j</w:t>
            </w:r>
            <w:r w:rsidRPr="00857675">
              <w:rPr>
                <w:color w:val="000000"/>
                <w:szCs w:val="24"/>
              </w:rPr>
              <w:t>o vykdymo metu sukauptą patirtį (kas keičiama, kas tęsiama, kam ruošiamasi skirti daugiau dėmesio ir kt.; atskleiskite, kaip pasiekti rezultatai daro įtaką šiam projekto etapui keliamus uždavinius (laukiamus rezultatus), pvz., kiek yra sudėtingesni, kiek jie yra adekvatesni ar pan., t. y. atskleiskite anksčiau pasiektų rezultatų panaudojimo projekto tęstinumui galimybes ir būdus.).</w:t>
            </w:r>
          </w:p>
        </w:tc>
      </w:tr>
    </w:tbl>
    <w:p w:rsidR="00356A6A" w:rsidRDefault="00356A6A" w:rsidP="00356A6A">
      <w:pPr>
        <w:rPr>
          <w:szCs w:val="24"/>
        </w:rPr>
      </w:pPr>
    </w:p>
    <w:p w:rsidR="00367048" w:rsidRDefault="00367048" w:rsidP="00356A6A">
      <w:pPr>
        <w:rPr>
          <w:szCs w:val="24"/>
        </w:rPr>
      </w:pPr>
    </w:p>
    <w:p w:rsidR="00431069" w:rsidRDefault="00431069" w:rsidP="00356A6A">
      <w:pPr>
        <w:rPr>
          <w:szCs w:val="24"/>
        </w:rPr>
      </w:pPr>
    </w:p>
    <w:p w:rsidR="00431069" w:rsidRPr="009716EF" w:rsidRDefault="00431069" w:rsidP="00356A6A">
      <w:pPr>
        <w:rPr>
          <w:szCs w:val="24"/>
        </w:rPr>
      </w:pPr>
    </w:p>
    <w:p w:rsidR="00356A6A" w:rsidRDefault="00356A6A" w:rsidP="00356A6A">
      <w:pPr>
        <w:autoSpaceDE w:val="0"/>
        <w:autoSpaceDN w:val="0"/>
        <w:adjustRightInd w:val="0"/>
        <w:rPr>
          <w:b/>
          <w:bCs/>
          <w:color w:val="000000"/>
          <w:szCs w:val="24"/>
        </w:rPr>
      </w:pPr>
      <w:r w:rsidRPr="00AF4887">
        <w:rPr>
          <w:b/>
          <w:bCs/>
          <w:color w:val="000000"/>
          <w:szCs w:val="24"/>
        </w:rPr>
        <w:t xml:space="preserve">III. PROJEKTO BIUDŽETAS </w:t>
      </w:r>
    </w:p>
    <w:p w:rsidR="00356A6A" w:rsidRPr="009716EF" w:rsidRDefault="00356A6A" w:rsidP="00356A6A">
      <w:pPr>
        <w:autoSpaceDE w:val="0"/>
        <w:autoSpaceDN w:val="0"/>
        <w:adjustRightInd w:val="0"/>
        <w:rPr>
          <w:b/>
          <w:bCs/>
          <w:color w:val="000000"/>
          <w:szCs w:val="24"/>
        </w:rPr>
      </w:pPr>
    </w:p>
    <w:p w:rsidR="00356A6A" w:rsidRDefault="00356A6A" w:rsidP="00356A6A">
      <w:pPr>
        <w:autoSpaceDE w:val="0"/>
        <w:autoSpaceDN w:val="0"/>
        <w:adjustRightInd w:val="0"/>
        <w:rPr>
          <w:bCs/>
          <w:szCs w:val="24"/>
        </w:rPr>
      </w:pPr>
      <w:r w:rsidRPr="009716EF">
        <w:rPr>
          <w:bCs/>
          <w:szCs w:val="24"/>
        </w:rPr>
        <w:lastRenderedPageBreak/>
        <w:t>3.1. Pateikite detalią informaciją apie projekto išlaidas</w:t>
      </w:r>
    </w:p>
    <w:p w:rsidR="00356A6A" w:rsidRPr="009716EF" w:rsidRDefault="00356A6A" w:rsidP="00356A6A">
      <w:pPr>
        <w:autoSpaceDE w:val="0"/>
        <w:autoSpaceDN w:val="0"/>
        <w:adjustRightInd w:val="0"/>
        <w:rPr>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45"/>
        <w:gridCol w:w="1276"/>
        <w:gridCol w:w="1559"/>
        <w:gridCol w:w="1099"/>
      </w:tblGrid>
      <w:tr w:rsidR="00356A6A" w:rsidRPr="00857675" w:rsidTr="009A5A3A">
        <w:tc>
          <w:tcPr>
            <w:tcW w:w="675" w:type="dxa"/>
            <w:shd w:val="clear" w:color="auto" w:fill="auto"/>
          </w:tcPr>
          <w:p w:rsidR="00356A6A" w:rsidRPr="00857675" w:rsidRDefault="00356A6A" w:rsidP="009A5A3A">
            <w:pPr>
              <w:autoSpaceDE w:val="0"/>
              <w:autoSpaceDN w:val="0"/>
              <w:adjustRightInd w:val="0"/>
              <w:rPr>
                <w:bCs/>
                <w:color w:val="000000"/>
                <w:szCs w:val="24"/>
              </w:rPr>
            </w:pPr>
            <w:r w:rsidRPr="00857675">
              <w:rPr>
                <w:bCs/>
                <w:color w:val="000000"/>
                <w:szCs w:val="24"/>
              </w:rPr>
              <w:t>Eil. nr.</w:t>
            </w:r>
          </w:p>
        </w:tc>
        <w:tc>
          <w:tcPr>
            <w:tcW w:w="5245" w:type="dxa"/>
            <w:shd w:val="clear" w:color="auto" w:fill="auto"/>
          </w:tcPr>
          <w:p w:rsidR="00356A6A" w:rsidRPr="00857675" w:rsidRDefault="00356A6A" w:rsidP="009A5A3A">
            <w:pPr>
              <w:autoSpaceDE w:val="0"/>
              <w:autoSpaceDN w:val="0"/>
              <w:adjustRightInd w:val="0"/>
              <w:rPr>
                <w:bCs/>
                <w:color w:val="000000"/>
                <w:szCs w:val="24"/>
              </w:rPr>
            </w:pPr>
            <w:r w:rsidRPr="00857675">
              <w:rPr>
                <w:bCs/>
                <w:color w:val="000000"/>
                <w:szCs w:val="24"/>
              </w:rPr>
              <w:t>Išlaidų paskirtis</w:t>
            </w:r>
          </w:p>
        </w:tc>
        <w:tc>
          <w:tcPr>
            <w:tcW w:w="1276" w:type="dxa"/>
            <w:shd w:val="clear" w:color="auto" w:fill="auto"/>
          </w:tcPr>
          <w:p w:rsidR="00356A6A" w:rsidRPr="00857675" w:rsidRDefault="00356A6A" w:rsidP="009A5A3A">
            <w:pPr>
              <w:autoSpaceDE w:val="0"/>
              <w:autoSpaceDN w:val="0"/>
              <w:adjustRightInd w:val="0"/>
              <w:rPr>
                <w:bCs/>
                <w:color w:val="000000"/>
                <w:szCs w:val="24"/>
              </w:rPr>
            </w:pPr>
            <w:r w:rsidRPr="00857675">
              <w:rPr>
                <w:bCs/>
                <w:color w:val="000000"/>
                <w:szCs w:val="24"/>
              </w:rPr>
              <w:t>Reikalinga suma</w:t>
            </w:r>
          </w:p>
        </w:tc>
        <w:tc>
          <w:tcPr>
            <w:tcW w:w="1559" w:type="dxa"/>
            <w:shd w:val="clear" w:color="auto" w:fill="auto"/>
          </w:tcPr>
          <w:p w:rsidR="00356A6A" w:rsidRPr="00857675" w:rsidRDefault="00356A6A" w:rsidP="009A5A3A">
            <w:pPr>
              <w:autoSpaceDE w:val="0"/>
              <w:autoSpaceDN w:val="0"/>
              <w:adjustRightInd w:val="0"/>
              <w:rPr>
                <w:bCs/>
                <w:color w:val="000000"/>
                <w:szCs w:val="24"/>
              </w:rPr>
            </w:pPr>
            <w:r w:rsidRPr="00857675">
              <w:rPr>
                <w:bCs/>
                <w:color w:val="000000"/>
                <w:szCs w:val="24"/>
              </w:rPr>
              <w:t>Išlaidų detalizavimas</w:t>
            </w:r>
          </w:p>
        </w:tc>
        <w:tc>
          <w:tcPr>
            <w:tcW w:w="1099" w:type="dxa"/>
            <w:shd w:val="clear" w:color="auto" w:fill="auto"/>
          </w:tcPr>
          <w:p w:rsidR="00356A6A" w:rsidRPr="00857675" w:rsidRDefault="00356A6A" w:rsidP="009A5A3A">
            <w:pPr>
              <w:autoSpaceDE w:val="0"/>
              <w:autoSpaceDN w:val="0"/>
              <w:adjustRightInd w:val="0"/>
              <w:rPr>
                <w:bCs/>
                <w:color w:val="000000"/>
                <w:szCs w:val="24"/>
              </w:rPr>
            </w:pPr>
            <w:r w:rsidRPr="00857675">
              <w:rPr>
                <w:bCs/>
                <w:color w:val="000000"/>
                <w:szCs w:val="24"/>
              </w:rPr>
              <w:t>Prašoma suma</w:t>
            </w: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1.</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AF4887">
              <w:rPr>
                <w:color w:val="000000"/>
                <w:szCs w:val="24"/>
              </w:rPr>
              <w:t xml:space="preserve">Apmokėjimas už darbą projekto lektoriams ir kitiems specialistams bei asmenims vykdant projektą (išmokos pagal darbo sutartį, autorinę sutartį) (iki 20 proc.) </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2.</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 xml:space="preserve">Transporto nuoma (pagal sutartį) </w:t>
            </w:r>
            <w:r w:rsidRPr="00AF4887">
              <w:rPr>
                <w:color w:val="000000"/>
                <w:szCs w:val="24"/>
              </w:rPr>
              <w:t xml:space="preserve">(iki 20 proc.) </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3.</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Mažaverčio inventoriaus, būtino projekte numatytiems uždaviniams įgyvendinti ir kuris būtų konkrečiai numatytas projekte, įsigijimas (ne mažiau kaip 40 proc.)</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4.</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AF4887">
              <w:rPr>
                <w:color w:val="000000"/>
                <w:szCs w:val="24"/>
              </w:rPr>
              <w:t xml:space="preserve">Įrangos, priemonių ir reikmenų (kompiuterių, kopijavimo aparatų, rašymo lentų ir pan.) nuoma </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5.</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AF4887">
              <w:rPr>
                <w:color w:val="000000"/>
                <w:szCs w:val="24"/>
              </w:rPr>
              <w:t xml:space="preserve">Mažaverčių priemonių ir reikmenų (kanceliarinės prekės, ūkinės paskirties prekės ir pan.) įsigijimas (iki </w:t>
            </w:r>
            <w:r w:rsidRPr="00857675">
              <w:rPr>
                <w:color w:val="000000"/>
                <w:szCs w:val="24"/>
              </w:rPr>
              <w:t>1</w:t>
            </w:r>
            <w:r w:rsidRPr="00AF4887">
              <w:rPr>
                <w:color w:val="000000"/>
                <w:szCs w:val="24"/>
              </w:rPr>
              <w:t xml:space="preserve">0 proc.) </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6.</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AF4887">
              <w:rPr>
                <w:color w:val="000000"/>
                <w:szCs w:val="24"/>
              </w:rPr>
              <w:t xml:space="preserve">Ryšių išlaidos (telefonas, faksas, paštas ir pan.) (iki 5 proc.) </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7.</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AF4887">
              <w:rPr>
                <w:color w:val="000000"/>
                <w:szCs w:val="24"/>
              </w:rPr>
              <w:t xml:space="preserve">Renginio dalyvių </w:t>
            </w:r>
            <w:r w:rsidRPr="00857675">
              <w:rPr>
                <w:color w:val="000000"/>
                <w:szCs w:val="24"/>
              </w:rPr>
              <w:t>apgyvendinimas ir maitinimas (iki 5 proc.)</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8.</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Kopijavimo ir vertimo paslaugos, leidybos ir pristatymo visuomenei išlaidos (iki 5 proc.)</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9.</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Kitos išlaidos (iki 5 proc.)</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857675" w:rsidRDefault="00356A6A" w:rsidP="009A5A3A">
            <w:pPr>
              <w:autoSpaceDE w:val="0"/>
              <w:autoSpaceDN w:val="0"/>
              <w:adjustRightInd w:val="0"/>
              <w:rPr>
                <w:bCs/>
                <w:color w:val="000000"/>
                <w:szCs w:val="24"/>
              </w:rPr>
            </w:pP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675" w:type="dxa"/>
            <w:shd w:val="clear" w:color="auto" w:fill="auto"/>
          </w:tcPr>
          <w:p w:rsidR="00356A6A" w:rsidRPr="00857675" w:rsidRDefault="00356A6A" w:rsidP="009A5A3A">
            <w:pPr>
              <w:autoSpaceDE w:val="0"/>
              <w:autoSpaceDN w:val="0"/>
              <w:adjustRightInd w:val="0"/>
              <w:ind w:left="142" w:hanging="142"/>
              <w:rPr>
                <w:bCs/>
                <w:color w:val="000000"/>
                <w:szCs w:val="24"/>
              </w:rPr>
            </w:pPr>
            <w:r w:rsidRPr="00857675">
              <w:rPr>
                <w:bCs/>
                <w:color w:val="000000"/>
                <w:szCs w:val="24"/>
              </w:rPr>
              <w:t>10.</w:t>
            </w:r>
          </w:p>
        </w:tc>
        <w:tc>
          <w:tcPr>
            <w:tcW w:w="5245"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IŠ VISO:</w:t>
            </w:r>
          </w:p>
        </w:tc>
        <w:tc>
          <w:tcPr>
            <w:tcW w:w="1276" w:type="dxa"/>
            <w:shd w:val="clear" w:color="auto" w:fill="auto"/>
          </w:tcPr>
          <w:p w:rsidR="00356A6A" w:rsidRPr="00857675" w:rsidRDefault="00356A6A" w:rsidP="009A5A3A">
            <w:pPr>
              <w:autoSpaceDE w:val="0"/>
              <w:autoSpaceDN w:val="0"/>
              <w:adjustRightInd w:val="0"/>
              <w:rPr>
                <w:bCs/>
                <w:color w:val="000000"/>
                <w:szCs w:val="24"/>
              </w:rPr>
            </w:pPr>
          </w:p>
        </w:tc>
        <w:tc>
          <w:tcPr>
            <w:tcW w:w="1559" w:type="dxa"/>
            <w:shd w:val="clear" w:color="auto" w:fill="auto"/>
          </w:tcPr>
          <w:p w:rsidR="00356A6A" w:rsidRPr="00AF4887" w:rsidRDefault="00356A6A" w:rsidP="009A5A3A">
            <w:pPr>
              <w:autoSpaceDE w:val="0"/>
              <w:autoSpaceDN w:val="0"/>
              <w:adjustRightInd w:val="0"/>
              <w:rPr>
                <w:color w:val="000000"/>
                <w:szCs w:val="24"/>
              </w:rPr>
            </w:pPr>
            <w:r w:rsidRPr="00857675">
              <w:rPr>
                <w:color w:val="000000"/>
                <w:szCs w:val="24"/>
              </w:rPr>
              <w:t>IŠ VISO:</w:t>
            </w: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r w:rsidR="00356A6A" w:rsidRPr="00857675" w:rsidTr="009A5A3A">
        <w:tc>
          <w:tcPr>
            <w:tcW w:w="8755" w:type="dxa"/>
            <w:gridSpan w:val="4"/>
            <w:shd w:val="clear" w:color="auto" w:fill="auto"/>
          </w:tcPr>
          <w:p w:rsidR="00356A6A" w:rsidRPr="00857675" w:rsidRDefault="00356A6A" w:rsidP="009A5A3A">
            <w:pPr>
              <w:autoSpaceDE w:val="0"/>
              <w:autoSpaceDN w:val="0"/>
              <w:adjustRightInd w:val="0"/>
              <w:rPr>
                <w:bCs/>
                <w:color w:val="000000"/>
                <w:szCs w:val="24"/>
              </w:rPr>
            </w:pPr>
            <w:r w:rsidRPr="00857675">
              <w:rPr>
                <w:color w:val="000000"/>
                <w:szCs w:val="24"/>
              </w:rPr>
              <w:t>Projekto vertė</w:t>
            </w:r>
          </w:p>
        </w:tc>
        <w:tc>
          <w:tcPr>
            <w:tcW w:w="1099" w:type="dxa"/>
            <w:shd w:val="clear" w:color="auto" w:fill="auto"/>
          </w:tcPr>
          <w:p w:rsidR="00356A6A" w:rsidRPr="00857675" w:rsidRDefault="00356A6A" w:rsidP="009A5A3A">
            <w:pPr>
              <w:autoSpaceDE w:val="0"/>
              <w:autoSpaceDN w:val="0"/>
              <w:adjustRightInd w:val="0"/>
              <w:rPr>
                <w:bCs/>
                <w:color w:val="000000"/>
                <w:szCs w:val="24"/>
              </w:rPr>
            </w:pPr>
          </w:p>
        </w:tc>
      </w:tr>
    </w:tbl>
    <w:p w:rsidR="00356A6A" w:rsidRPr="009716EF" w:rsidRDefault="00356A6A" w:rsidP="00356A6A">
      <w:pPr>
        <w:autoSpaceDE w:val="0"/>
        <w:autoSpaceDN w:val="0"/>
        <w:adjustRightInd w:val="0"/>
        <w:rPr>
          <w:bCs/>
          <w:color w:val="000000"/>
          <w:szCs w:val="24"/>
        </w:rPr>
      </w:pPr>
    </w:p>
    <w:p w:rsidR="00356A6A" w:rsidRPr="009716EF" w:rsidRDefault="00356A6A" w:rsidP="00356A6A">
      <w:pPr>
        <w:rPr>
          <w:b/>
          <w:szCs w:val="24"/>
        </w:rPr>
      </w:pPr>
      <w:r w:rsidRPr="009716EF">
        <w:rPr>
          <w:b/>
          <w:szCs w:val="24"/>
        </w:rPr>
        <w:t>IV. TURIMI PROJEKTO ĮGYVENDINIMO RESURSAI</w:t>
      </w:r>
    </w:p>
    <w:p w:rsidR="00356A6A" w:rsidRPr="009716EF" w:rsidRDefault="00356A6A" w:rsidP="00356A6A">
      <w:pPr>
        <w:pStyle w:val="Antrat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356A6A" w:rsidRPr="00857675" w:rsidTr="009A5A3A">
        <w:tc>
          <w:tcPr>
            <w:tcW w:w="9854" w:type="dxa"/>
            <w:shd w:val="clear" w:color="auto" w:fill="auto"/>
          </w:tcPr>
          <w:p w:rsidR="00356A6A" w:rsidRPr="00857675" w:rsidRDefault="00356A6A" w:rsidP="009A5A3A">
            <w:pPr>
              <w:pStyle w:val="Antrats"/>
              <w:jc w:val="both"/>
              <w:rPr>
                <w:sz w:val="24"/>
                <w:szCs w:val="24"/>
              </w:rPr>
            </w:pPr>
            <w:r w:rsidRPr="00857675">
              <w:rPr>
                <w:sz w:val="24"/>
                <w:szCs w:val="24"/>
              </w:rPr>
              <w:t>4.1. Įstaigos resursai (patalpos, įranga, personalas, patirtis ir kt.)</w:t>
            </w:r>
          </w:p>
        </w:tc>
      </w:tr>
      <w:tr w:rsidR="00356A6A" w:rsidRPr="00857675" w:rsidTr="009A5A3A">
        <w:tc>
          <w:tcPr>
            <w:tcW w:w="9854" w:type="dxa"/>
            <w:shd w:val="clear" w:color="auto" w:fill="auto"/>
          </w:tcPr>
          <w:p w:rsidR="00356A6A" w:rsidRPr="00857675" w:rsidRDefault="00356A6A" w:rsidP="009A5A3A">
            <w:pPr>
              <w:pStyle w:val="Antrats"/>
              <w:jc w:val="both"/>
              <w:rPr>
                <w:sz w:val="24"/>
                <w:szCs w:val="24"/>
              </w:rPr>
            </w:pPr>
          </w:p>
        </w:tc>
      </w:tr>
    </w:tbl>
    <w:p w:rsidR="00356A6A" w:rsidRPr="009716EF" w:rsidRDefault="00356A6A" w:rsidP="00356A6A">
      <w:pPr>
        <w:pStyle w:val="Antrats"/>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356A6A" w:rsidRPr="009716EF" w:rsidTr="009A5A3A">
        <w:tc>
          <w:tcPr>
            <w:tcW w:w="9889" w:type="dxa"/>
          </w:tcPr>
          <w:p w:rsidR="00356A6A" w:rsidRPr="009716EF" w:rsidRDefault="00356A6A" w:rsidP="009A5A3A">
            <w:pPr>
              <w:rPr>
                <w:szCs w:val="24"/>
              </w:rPr>
            </w:pPr>
            <w:r w:rsidRPr="009716EF">
              <w:rPr>
                <w:szCs w:val="24"/>
              </w:rPr>
              <w:t>4.12. Papildomi finansavimo šaltiniai (nurodykite jų pavadinimus ir skiriamas lėšas)</w:t>
            </w:r>
          </w:p>
        </w:tc>
      </w:tr>
      <w:tr w:rsidR="00356A6A" w:rsidRPr="009716EF" w:rsidTr="009A5A3A">
        <w:tc>
          <w:tcPr>
            <w:tcW w:w="9889" w:type="dxa"/>
          </w:tcPr>
          <w:p w:rsidR="00356A6A" w:rsidRPr="009716EF" w:rsidRDefault="00356A6A" w:rsidP="009A5A3A">
            <w:pPr>
              <w:rPr>
                <w:szCs w:val="24"/>
              </w:rPr>
            </w:pPr>
          </w:p>
        </w:tc>
      </w:tr>
    </w:tbl>
    <w:p w:rsidR="00356A6A" w:rsidRPr="009716EF" w:rsidRDefault="00356A6A" w:rsidP="00356A6A">
      <w:pPr>
        <w:rPr>
          <w:szCs w:val="24"/>
        </w:rPr>
      </w:pPr>
    </w:p>
    <w:p w:rsidR="00356A6A" w:rsidRPr="009716EF" w:rsidRDefault="00356A6A" w:rsidP="00356A6A">
      <w:pPr>
        <w:rPr>
          <w:b/>
          <w:szCs w:val="24"/>
        </w:rPr>
      </w:pPr>
      <w:r w:rsidRPr="009716EF">
        <w:rPr>
          <w:b/>
          <w:szCs w:val="24"/>
        </w:rPr>
        <w:t>V. PRIEDAI</w:t>
      </w:r>
    </w:p>
    <w:p w:rsidR="00356A6A" w:rsidRPr="009716EF" w:rsidRDefault="00356A6A" w:rsidP="00356A6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356A6A" w:rsidRPr="009716EF" w:rsidTr="009A5A3A">
        <w:tc>
          <w:tcPr>
            <w:tcW w:w="9889" w:type="dxa"/>
          </w:tcPr>
          <w:p w:rsidR="00356A6A" w:rsidRPr="009716EF" w:rsidRDefault="00356A6A" w:rsidP="009A5A3A">
            <w:pPr>
              <w:rPr>
                <w:szCs w:val="24"/>
              </w:rPr>
            </w:pPr>
            <w:r w:rsidRPr="009716EF">
              <w:rPr>
                <w:szCs w:val="24"/>
              </w:rPr>
              <w:t>5.1. Prie paraiškos pridedama:</w:t>
            </w:r>
          </w:p>
        </w:tc>
      </w:tr>
      <w:tr w:rsidR="00356A6A" w:rsidRPr="009716EF" w:rsidTr="009A5A3A">
        <w:tc>
          <w:tcPr>
            <w:tcW w:w="9889" w:type="dxa"/>
          </w:tcPr>
          <w:p w:rsidR="00356A6A" w:rsidRPr="009716EF" w:rsidRDefault="00356A6A" w:rsidP="009A5A3A">
            <w:pPr>
              <w:rPr>
                <w:szCs w:val="24"/>
              </w:rPr>
            </w:pPr>
            <w:r w:rsidRPr="009716EF">
              <w:rPr>
                <w:szCs w:val="24"/>
              </w:rPr>
              <w:t>5.1.1. teikiančios projektą organizacijos registracijos pažymėjimo kopija (patvirtinta įstaigos ar organizacijos teikiančios paraišką įgalioto asmens parašu ir antspaudu);</w:t>
            </w:r>
          </w:p>
          <w:p w:rsidR="00356A6A" w:rsidRPr="009716EF" w:rsidRDefault="00356A6A" w:rsidP="009A5A3A">
            <w:pPr>
              <w:rPr>
                <w:szCs w:val="24"/>
              </w:rPr>
            </w:pPr>
            <w:r w:rsidRPr="009716EF">
              <w:rPr>
                <w:szCs w:val="24"/>
              </w:rPr>
              <w:t>5.1.2.projekto vadovo, pagrindinių vykdytojų ir asmens, atsakingo už projekto finansinę ir buhalterinę priežiūrą kontaktai;</w:t>
            </w:r>
          </w:p>
          <w:p w:rsidR="00356A6A" w:rsidRPr="009716EF" w:rsidRDefault="00356A6A" w:rsidP="009A5A3A">
            <w:pPr>
              <w:rPr>
                <w:szCs w:val="24"/>
              </w:rPr>
            </w:pPr>
            <w:r w:rsidRPr="009716EF">
              <w:rPr>
                <w:szCs w:val="24"/>
              </w:rPr>
              <w:t>5.1.3. projekto partnerių bendradarbiavimo/partnerystės sutartys (kopijos).</w:t>
            </w:r>
          </w:p>
        </w:tc>
      </w:tr>
    </w:tbl>
    <w:p w:rsidR="00356A6A" w:rsidRDefault="00356A6A" w:rsidP="00356A6A">
      <w:pPr>
        <w:rPr>
          <w:szCs w:val="24"/>
        </w:rPr>
      </w:pPr>
    </w:p>
    <w:p w:rsidR="00356A6A" w:rsidRPr="009716EF" w:rsidRDefault="00356A6A" w:rsidP="00356A6A">
      <w:pPr>
        <w:rPr>
          <w:szCs w:val="24"/>
        </w:rPr>
      </w:pPr>
      <w:r w:rsidRPr="009716EF">
        <w:rPr>
          <w:szCs w:val="24"/>
        </w:rPr>
        <w:t>20</w:t>
      </w:r>
      <w:r>
        <w:rPr>
          <w:szCs w:val="24"/>
        </w:rPr>
        <w:t xml:space="preserve">   </w:t>
      </w:r>
      <w:r w:rsidRPr="009716EF">
        <w:rPr>
          <w:szCs w:val="24"/>
        </w:rPr>
        <w:t xml:space="preserve"> m.                     mėn.           d. </w:t>
      </w:r>
    </w:p>
    <w:p w:rsidR="00356A6A" w:rsidRDefault="00356A6A" w:rsidP="00356A6A">
      <w:pPr>
        <w:pStyle w:val="Pagrindiniotekstotrauka"/>
        <w:ind w:firstLine="0"/>
        <w:rPr>
          <w:b/>
          <w:szCs w:val="24"/>
        </w:rPr>
      </w:pPr>
      <w:r w:rsidRPr="009716EF">
        <w:rPr>
          <w:b/>
          <w:szCs w:val="24"/>
        </w:rPr>
        <w:t>A.V.</w:t>
      </w:r>
    </w:p>
    <w:p w:rsidR="00356A6A" w:rsidRPr="00B82836" w:rsidRDefault="00356A6A" w:rsidP="00356A6A">
      <w:pPr>
        <w:pStyle w:val="Pagrindiniotekstotrauka"/>
        <w:ind w:firstLine="0"/>
        <w:rPr>
          <w:szCs w:val="24"/>
        </w:rPr>
      </w:pPr>
      <w:r w:rsidRPr="00B82836">
        <w:rPr>
          <w:szCs w:val="24"/>
        </w:rPr>
        <w:t xml:space="preserve">Organizacijos vadovas   </w:t>
      </w:r>
      <w:r w:rsidRPr="00B82836">
        <w:rPr>
          <w:szCs w:val="24"/>
        </w:rPr>
        <w:tab/>
        <w:t xml:space="preserve">  </w:t>
      </w:r>
      <w:r w:rsidRPr="00B82836">
        <w:rPr>
          <w:szCs w:val="24"/>
        </w:rPr>
        <w:tab/>
        <w:t xml:space="preserve">           (Parašas)</w:t>
      </w:r>
      <w:r w:rsidRPr="00B82836">
        <w:rPr>
          <w:szCs w:val="24"/>
        </w:rPr>
        <w:tab/>
        <w:t xml:space="preserve">  </w:t>
      </w:r>
      <w:r w:rsidRPr="00B82836">
        <w:rPr>
          <w:szCs w:val="24"/>
        </w:rPr>
        <w:tab/>
      </w:r>
      <w:r>
        <w:rPr>
          <w:szCs w:val="24"/>
        </w:rPr>
        <w:t xml:space="preserve">      </w:t>
      </w:r>
      <w:r w:rsidRPr="00B82836">
        <w:rPr>
          <w:szCs w:val="24"/>
        </w:rPr>
        <w:t>Vardas ir pavardė</w:t>
      </w:r>
    </w:p>
    <w:p w:rsidR="00431069" w:rsidRDefault="00431069" w:rsidP="00356A6A">
      <w:pPr>
        <w:jc w:val="right"/>
        <w:rPr>
          <w:szCs w:val="24"/>
        </w:rPr>
      </w:pPr>
    </w:p>
    <w:p w:rsidR="00356A6A" w:rsidRPr="00DF7441" w:rsidRDefault="00356A6A" w:rsidP="00356A6A">
      <w:pPr>
        <w:jc w:val="right"/>
      </w:pPr>
      <w:bookmarkStart w:id="0" w:name="_GoBack"/>
      <w:bookmarkEnd w:id="0"/>
      <w:r w:rsidRPr="00631E0F">
        <w:rPr>
          <w:szCs w:val="24"/>
        </w:rPr>
        <w:t>2 priedas</w:t>
      </w:r>
    </w:p>
    <w:p w:rsidR="00356A6A" w:rsidRPr="00631E0F" w:rsidRDefault="00356A6A" w:rsidP="00356A6A">
      <w:pPr>
        <w:jc w:val="center"/>
        <w:rPr>
          <w:b/>
          <w:szCs w:val="24"/>
        </w:rPr>
      </w:pPr>
      <w:r w:rsidRPr="00631E0F">
        <w:rPr>
          <w:b/>
          <w:szCs w:val="24"/>
        </w:rPr>
        <w:t xml:space="preserve"> </w:t>
      </w:r>
    </w:p>
    <w:p w:rsidR="00356A6A" w:rsidRPr="00631E0F" w:rsidRDefault="00356A6A" w:rsidP="00356A6A">
      <w:pPr>
        <w:jc w:val="center"/>
        <w:rPr>
          <w:b/>
          <w:szCs w:val="24"/>
        </w:rPr>
      </w:pPr>
      <w:r w:rsidRPr="00631E0F">
        <w:rPr>
          <w:b/>
          <w:szCs w:val="24"/>
        </w:rPr>
        <w:t>PROGRAMOS VERTINIMO KRITERIJAI</w:t>
      </w:r>
    </w:p>
    <w:p w:rsidR="00356A6A" w:rsidRDefault="00356A6A" w:rsidP="00356A6A">
      <w:pPr>
        <w:rPr>
          <w:b/>
          <w:szCs w:val="24"/>
        </w:rPr>
      </w:pPr>
    </w:p>
    <w:p w:rsidR="00356A6A" w:rsidRDefault="00356A6A" w:rsidP="00356A6A">
      <w:pPr>
        <w:rPr>
          <w:szCs w:val="24"/>
        </w:rPr>
      </w:pPr>
      <w:r w:rsidRPr="00631E0F">
        <w:rPr>
          <w:szCs w:val="24"/>
        </w:rPr>
        <w:t>Programos teikėjo (organizacijos) pavadinimas</w:t>
      </w:r>
    </w:p>
    <w:p w:rsidR="00356A6A" w:rsidRPr="00631E0F" w:rsidRDefault="00356A6A" w:rsidP="00356A6A">
      <w:pPr>
        <w:rPr>
          <w:szCs w:val="24"/>
        </w:rPr>
      </w:pPr>
      <w:r w:rsidRPr="00631E0F">
        <w:rPr>
          <w:szCs w:val="24"/>
        </w:rPr>
        <w:t>_______________________________________________________</w:t>
      </w:r>
      <w:r>
        <w:rPr>
          <w:szCs w:val="24"/>
        </w:rPr>
        <w:t>_________________________</w:t>
      </w:r>
    </w:p>
    <w:p w:rsidR="00356A6A" w:rsidRDefault="00356A6A" w:rsidP="00356A6A">
      <w:pPr>
        <w:rPr>
          <w:szCs w:val="24"/>
        </w:rPr>
      </w:pPr>
      <w:r>
        <w:rPr>
          <w:szCs w:val="24"/>
        </w:rPr>
        <w:t xml:space="preserve">Programos  </w:t>
      </w:r>
      <w:r w:rsidRPr="00631E0F">
        <w:rPr>
          <w:szCs w:val="24"/>
        </w:rPr>
        <w:t>pavadinimas_____________________________</w:t>
      </w:r>
      <w:r>
        <w:rPr>
          <w:szCs w:val="24"/>
        </w:rPr>
        <w:t>_____________________</w:t>
      </w:r>
      <w:r w:rsidRPr="00631E0F">
        <w:rPr>
          <w:szCs w:val="24"/>
        </w:rPr>
        <w:t>________</w:t>
      </w:r>
      <w:r>
        <w:rPr>
          <w:szCs w:val="24"/>
        </w:rPr>
        <w:t>__</w:t>
      </w:r>
    </w:p>
    <w:p w:rsidR="00356A6A" w:rsidRDefault="00356A6A" w:rsidP="00356A6A">
      <w:pPr>
        <w:rPr>
          <w:szCs w:val="24"/>
        </w:rPr>
      </w:pPr>
    </w:p>
    <w:p w:rsidR="00356A6A" w:rsidRDefault="00356A6A" w:rsidP="00356A6A">
      <w:pPr>
        <w:rPr>
          <w:szCs w:val="24"/>
        </w:rPr>
      </w:pPr>
      <w:r w:rsidRPr="00631E0F">
        <w:rPr>
          <w:szCs w:val="24"/>
        </w:rPr>
        <w:t>Programos registracijos Nr.</w:t>
      </w:r>
      <w:r>
        <w:rPr>
          <w:szCs w:val="24"/>
        </w:rPr>
        <w:t>___________</w:t>
      </w:r>
    </w:p>
    <w:p w:rsidR="00356A6A" w:rsidRDefault="00356A6A" w:rsidP="00356A6A">
      <w:pPr>
        <w:rPr>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4947"/>
        <w:gridCol w:w="1390"/>
        <w:gridCol w:w="1363"/>
        <w:gridCol w:w="1310"/>
      </w:tblGrid>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356A6A" w:rsidRPr="00D24BA9" w:rsidRDefault="00356A6A" w:rsidP="009A5A3A">
            <w:pPr>
              <w:rPr>
                <w:szCs w:val="24"/>
              </w:rPr>
            </w:pPr>
            <w:r w:rsidRPr="00D24BA9">
              <w:rPr>
                <w:szCs w:val="24"/>
              </w:rPr>
              <w:t>Eil.</w:t>
            </w:r>
          </w:p>
          <w:p w:rsidR="00356A6A" w:rsidRPr="00D24BA9" w:rsidRDefault="00356A6A" w:rsidP="009A5A3A">
            <w:pPr>
              <w:rPr>
                <w:szCs w:val="24"/>
              </w:rPr>
            </w:pPr>
            <w:r w:rsidRPr="00D24BA9">
              <w:rPr>
                <w:szCs w:val="24"/>
              </w:rPr>
              <w:t>Nr.</w:t>
            </w:r>
          </w:p>
        </w:tc>
        <w:tc>
          <w:tcPr>
            <w:tcW w:w="4947" w:type="dxa"/>
            <w:tcBorders>
              <w:top w:val="single" w:sz="4" w:space="0" w:color="auto"/>
              <w:left w:val="single" w:sz="4" w:space="0" w:color="auto"/>
              <w:bottom w:val="single" w:sz="4" w:space="0" w:color="auto"/>
              <w:right w:val="single" w:sz="4" w:space="0" w:color="auto"/>
            </w:tcBorders>
            <w:shd w:val="clear" w:color="auto" w:fill="auto"/>
            <w:vAlign w:val="center"/>
          </w:tcPr>
          <w:p w:rsidR="00356A6A" w:rsidRPr="00D24BA9" w:rsidRDefault="00356A6A" w:rsidP="009A5A3A">
            <w:pPr>
              <w:rPr>
                <w:szCs w:val="24"/>
              </w:rPr>
            </w:pPr>
            <w:r w:rsidRPr="00D24BA9">
              <w:rPr>
                <w:szCs w:val="24"/>
              </w:rPr>
              <w:t>Dalykinio vertinimo kriterijai</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356A6A" w:rsidRPr="00D24BA9" w:rsidRDefault="00356A6A" w:rsidP="009A5A3A">
            <w:pPr>
              <w:rPr>
                <w:szCs w:val="24"/>
              </w:rPr>
            </w:pPr>
            <w:r w:rsidRPr="00D24BA9">
              <w:rPr>
                <w:szCs w:val="24"/>
              </w:rPr>
              <w:t>Maksimalus</w:t>
            </w:r>
          </w:p>
          <w:p w:rsidR="00356A6A" w:rsidRPr="00D24BA9" w:rsidRDefault="00356A6A" w:rsidP="009A5A3A">
            <w:pPr>
              <w:rPr>
                <w:szCs w:val="24"/>
              </w:rPr>
            </w:pPr>
            <w:r w:rsidRPr="00D24BA9">
              <w:rPr>
                <w:szCs w:val="24"/>
              </w:rPr>
              <w:t>galimų balų skaičius</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356A6A" w:rsidRPr="00D24BA9" w:rsidRDefault="00356A6A" w:rsidP="009A5A3A">
            <w:pPr>
              <w:rPr>
                <w:szCs w:val="24"/>
              </w:rPr>
            </w:pPr>
            <w:proofErr w:type="spellStart"/>
            <w:r w:rsidRPr="00D24BA9">
              <w:rPr>
                <w:szCs w:val="24"/>
              </w:rPr>
              <w:t>Rekomen-duojamos</w:t>
            </w:r>
            <w:proofErr w:type="spellEnd"/>
            <w:r w:rsidRPr="00D24BA9">
              <w:rPr>
                <w:szCs w:val="24"/>
              </w:rPr>
              <w:t xml:space="preserve"> balų ribos</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tcPr>
          <w:p w:rsidR="00356A6A" w:rsidRPr="00D24BA9" w:rsidRDefault="00356A6A" w:rsidP="009A5A3A">
            <w:pPr>
              <w:rPr>
                <w:szCs w:val="24"/>
              </w:rPr>
            </w:pPr>
            <w:r w:rsidRPr="00D24BA9">
              <w:rPr>
                <w:szCs w:val="24"/>
              </w:rPr>
              <w:t>Įvertinimas balais</w:t>
            </w: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1.</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Projekto atitiktis keliamiems konkurso reikalavimams</w:t>
            </w:r>
          </w:p>
          <w:p w:rsidR="00356A6A" w:rsidRPr="00D24BA9" w:rsidRDefault="00356A6A" w:rsidP="009A5A3A">
            <w:pPr>
              <w:numPr>
                <w:ilvl w:val="0"/>
                <w:numId w:val="1"/>
              </w:numPr>
              <w:rPr>
                <w:szCs w:val="24"/>
              </w:rPr>
            </w:pPr>
            <w:r w:rsidRPr="00D24BA9">
              <w:rPr>
                <w:szCs w:val="24"/>
              </w:rPr>
              <w:t>atitinka reikalavimus</w:t>
            </w:r>
          </w:p>
          <w:p w:rsidR="00356A6A" w:rsidRPr="00D24BA9" w:rsidRDefault="00356A6A" w:rsidP="009A5A3A">
            <w:pPr>
              <w:numPr>
                <w:ilvl w:val="0"/>
                <w:numId w:val="1"/>
              </w:numPr>
              <w:rPr>
                <w:szCs w:val="24"/>
              </w:rPr>
            </w:pPr>
            <w:r w:rsidRPr="00D24BA9">
              <w:rPr>
                <w:szCs w:val="24"/>
              </w:rPr>
              <w:t>dalinai atitinka</w:t>
            </w:r>
          </w:p>
          <w:p w:rsidR="00356A6A" w:rsidRPr="00D24BA9" w:rsidRDefault="00356A6A" w:rsidP="009A5A3A">
            <w:pPr>
              <w:numPr>
                <w:ilvl w:val="0"/>
                <w:numId w:val="1"/>
              </w:numPr>
              <w:rPr>
                <w:szCs w:val="24"/>
              </w:rPr>
            </w:pPr>
            <w:r w:rsidRPr="00D24BA9">
              <w:rPr>
                <w:szCs w:val="24"/>
              </w:rPr>
              <w:t xml:space="preserve">neatitinka </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 xml:space="preserve">        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0</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2.</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Ar projektą vykdančios organizacijos turimi  ištekliai ir materialinė bazė tinkami projekto tikslams pasiekti?</w:t>
            </w:r>
          </w:p>
          <w:p w:rsidR="00356A6A" w:rsidRPr="00D24BA9" w:rsidRDefault="00356A6A" w:rsidP="009A5A3A">
            <w:pPr>
              <w:numPr>
                <w:ilvl w:val="0"/>
                <w:numId w:val="1"/>
              </w:numPr>
              <w:rPr>
                <w:szCs w:val="24"/>
              </w:rPr>
            </w:pPr>
            <w:r w:rsidRPr="00D24BA9">
              <w:rPr>
                <w:szCs w:val="24"/>
              </w:rPr>
              <w:t>atitinka reikalavimus</w:t>
            </w:r>
          </w:p>
          <w:p w:rsidR="00356A6A" w:rsidRPr="00D24BA9" w:rsidRDefault="00356A6A" w:rsidP="009A5A3A">
            <w:pPr>
              <w:numPr>
                <w:ilvl w:val="0"/>
                <w:numId w:val="1"/>
              </w:numPr>
              <w:rPr>
                <w:szCs w:val="24"/>
              </w:rPr>
            </w:pPr>
            <w:r w:rsidRPr="00D24BA9">
              <w:rPr>
                <w:szCs w:val="24"/>
              </w:rPr>
              <w:t>dalinai atitinka</w:t>
            </w:r>
          </w:p>
          <w:p w:rsidR="00356A6A" w:rsidRPr="00D24BA9" w:rsidRDefault="00356A6A" w:rsidP="009A5A3A">
            <w:pPr>
              <w:numPr>
                <w:ilvl w:val="0"/>
                <w:numId w:val="2"/>
              </w:numPr>
              <w:rPr>
                <w:szCs w:val="24"/>
              </w:rPr>
            </w:pPr>
            <w:r w:rsidRPr="00D24BA9">
              <w:rPr>
                <w:szCs w:val="24"/>
              </w:rPr>
              <w:t>neatitinka</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0</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p w:rsidR="00356A6A" w:rsidRPr="00D24BA9" w:rsidRDefault="00356A6A" w:rsidP="009A5A3A">
            <w:pPr>
              <w:rPr>
                <w:szCs w:val="24"/>
              </w:rPr>
            </w:pPr>
          </w:p>
          <w:p w:rsidR="00356A6A" w:rsidRPr="00D24BA9" w:rsidRDefault="00356A6A" w:rsidP="009A5A3A">
            <w:pPr>
              <w:rPr>
                <w:szCs w:val="24"/>
              </w:rPr>
            </w:pPr>
          </w:p>
          <w:p w:rsidR="00356A6A" w:rsidRPr="00D24BA9" w:rsidRDefault="00356A6A" w:rsidP="009A5A3A">
            <w:pPr>
              <w:rPr>
                <w:b/>
                <w:color w:val="00FF00"/>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3.</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Ar projektą vykdančios organizacijos lektorių ir vadovų kvalifikacija atitinka  projekto keliamus reikalavimus?</w:t>
            </w:r>
          </w:p>
          <w:p w:rsidR="00356A6A" w:rsidRPr="00D24BA9" w:rsidRDefault="00356A6A" w:rsidP="009A5A3A">
            <w:pPr>
              <w:numPr>
                <w:ilvl w:val="0"/>
                <w:numId w:val="1"/>
              </w:numPr>
              <w:rPr>
                <w:szCs w:val="24"/>
              </w:rPr>
            </w:pPr>
            <w:r w:rsidRPr="00D24BA9">
              <w:rPr>
                <w:szCs w:val="24"/>
              </w:rPr>
              <w:t>atitinka reikalavimus</w:t>
            </w:r>
          </w:p>
          <w:p w:rsidR="00356A6A" w:rsidRPr="00D24BA9" w:rsidRDefault="00356A6A" w:rsidP="009A5A3A">
            <w:pPr>
              <w:numPr>
                <w:ilvl w:val="0"/>
                <w:numId w:val="1"/>
              </w:numPr>
              <w:rPr>
                <w:szCs w:val="24"/>
              </w:rPr>
            </w:pPr>
            <w:r w:rsidRPr="00D24BA9">
              <w:rPr>
                <w:szCs w:val="24"/>
              </w:rPr>
              <w:t>dalinai atitinka</w:t>
            </w:r>
          </w:p>
          <w:p w:rsidR="00356A6A" w:rsidRPr="00D24BA9" w:rsidRDefault="00356A6A" w:rsidP="009A5A3A">
            <w:pPr>
              <w:numPr>
                <w:ilvl w:val="0"/>
                <w:numId w:val="1"/>
              </w:numPr>
              <w:rPr>
                <w:szCs w:val="24"/>
              </w:rPr>
            </w:pPr>
            <w:r w:rsidRPr="00D24BA9">
              <w:rPr>
                <w:szCs w:val="24"/>
              </w:rPr>
              <w:t>neatitinka</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0</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4.</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Projekto įgyvendinimo planas</w:t>
            </w:r>
          </w:p>
          <w:p w:rsidR="00356A6A" w:rsidRPr="00D24BA9" w:rsidRDefault="00356A6A" w:rsidP="009A5A3A">
            <w:pPr>
              <w:numPr>
                <w:ilvl w:val="0"/>
                <w:numId w:val="3"/>
              </w:numPr>
              <w:rPr>
                <w:szCs w:val="24"/>
              </w:rPr>
            </w:pPr>
            <w:r w:rsidRPr="00D24BA9">
              <w:rPr>
                <w:szCs w:val="24"/>
              </w:rPr>
              <w:t>nuoseklus ir detalus</w:t>
            </w:r>
          </w:p>
          <w:p w:rsidR="00356A6A" w:rsidRPr="00D24BA9" w:rsidRDefault="00356A6A" w:rsidP="009A5A3A">
            <w:pPr>
              <w:numPr>
                <w:ilvl w:val="0"/>
                <w:numId w:val="3"/>
              </w:numPr>
              <w:rPr>
                <w:szCs w:val="24"/>
              </w:rPr>
            </w:pPr>
            <w:r w:rsidRPr="00D24BA9">
              <w:rPr>
                <w:szCs w:val="24"/>
              </w:rPr>
              <w:t>trūksta detalumo, nepakankamai argumentuota veikla</w:t>
            </w:r>
          </w:p>
          <w:p w:rsidR="00356A6A" w:rsidRPr="00D24BA9" w:rsidRDefault="00356A6A" w:rsidP="009A5A3A">
            <w:pPr>
              <w:numPr>
                <w:ilvl w:val="0"/>
                <w:numId w:val="3"/>
              </w:numPr>
              <w:rPr>
                <w:szCs w:val="24"/>
              </w:rPr>
            </w:pPr>
            <w:r w:rsidRPr="00D24BA9">
              <w:rPr>
                <w:szCs w:val="24"/>
              </w:rPr>
              <w:t>nėra priemonių įgyvendinimo plano</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r>
              <w:rPr>
                <w:szCs w:val="24"/>
              </w:rPr>
              <w:t>2</w:t>
            </w:r>
          </w:p>
          <w:p w:rsidR="00356A6A" w:rsidRPr="00D24BA9" w:rsidRDefault="00356A6A" w:rsidP="009A5A3A">
            <w:pPr>
              <w:jc w:val="center"/>
              <w:rPr>
                <w:szCs w:val="24"/>
              </w:rPr>
            </w:pPr>
            <w:r>
              <w:rPr>
                <w:szCs w:val="24"/>
              </w:rPr>
              <w:t>1</w:t>
            </w: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0</w:t>
            </w:r>
          </w:p>
          <w:p w:rsidR="00356A6A" w:rsidRPr="00D24BA9" w:rsidRDefault="00356A6A" w:rsidP="009A5A3A">
            <w:pPr>
              <w:jc w:val="center"/>
              <w:rPr>
                <w:szCs w:val="24"/>
              </w:rPr>
            </w:pP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5.</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Projekte numatoma:</w:t>
            </w:r>
          </w:p>
          <w:p w:rsidR="00356A6A" w:rsidRDefault="00356A6A" w:rsidP="009A5A3A">
            <w:pPr>
              <w:ind w:left="720"/>
              <w:rPr>
                <w:szCs w:val="24"/>
              </w:rPr>
            </w:pPr>
          </w:p>
          <w:p w:rsidR="00356A6A" w:rsidRPr="00D24BA9" w:rsidRDefault="00356A6A" w:rsidP="009A5A3A">
            <w:pPr>
              <w:numPr>
                <w:ilvl w:val="0"/>
                <w:numId w:val="4"/>
              </w:numPr>
              <w:rPr>
                <w:szCs w:val="24"/>
              </w:rPr>
            </w:pPr>
            <w:r w:rsidRPr="00D24BA9">
              <w:rPr>
                <w:szCs w:val="24"/>
              </w:rPr>
              <w:t>diegti gyvenimo įgūdžius</w:t>
            </w:r>
          </w:p>
          <w:p w:rsidR="00356A6A" w:rsidRPr="00D24BA9" w:rsidRDefault="00356A6A" w:rsidP="009A5A3A">
            <w:pPr>
              <w:numPr>
                <w:ilvl w:val="0"/>
                <w:numId w:val="4"/>
              </w:numPr>
              <w:rPr>
                <w:szCs w:val="24"/>
              </w:rPr>
            </w:pPr>
            <w:r w:rsidRPr="00D24BA9">
              <w:rPr>
                <w:szCs w:val="24"/>
              </w:rPr>
              <w:t>organizuoti renginius</w:t>
            </w:r>
          </w:p>
          <w:p w:rsidR="00356A6A" w:rsidRPr="00D24BA9" w:rsidRDefault="00356A6A" w:rsidP="009A5A3A">
            <w:pPr>
              <w:numPr>
                <w:ilvl w:val="0"/>
                <w:numId w:val="4"/>
              </w:numPr>
              <w:rPr>
                <w:szCs w:val="24"/>
              </w:rPr>
            </w:pPr>
            <w:r w:rsidRPr="00D24BA9">
              <w:rPr>
                <w:szCs w:val="24"/>
              </w:rPr>
              <w:t>teikti žinių, informacijos</w:t>
            </w:r>
          </w:p>
          <w:p w:rsidR="00356A6A" w:rsidRPr="00D24BA9" w:rsidRDefault="00356A6A" w:rsidP="009A5A3A">
            <w:pPr>
              <w:numPr>
                <w:ilvl w:val="0"/>
                <w:numId w:val="4"/>
              </w:numPr>
              <w:rPr>
                <w:szCs w:val="24"/>
              </w:rPr>
            </w:pPr>
            <w:r w:rsidRPr="00D24BA9">
              <w:rPr>
                <w:szCs w:val="24"/>
              </w:rPr>
              <w:t>bendruomenių mokymai</w:t>
            </w:r>
          </w:p>
          <w:p w:rsidR="00356A6A" w:rsidRPr="00D24BA9" w:rsidRDefault="00356A6A" w:rsidP="009A5A3A">
            <w:pPr>
              <w:numPr>
                <w:ilvl w:val="0"/>
                <w:numId w:val="4"/>
              </w:numPr>
              <w:rPr>
                <w:szCs w:val="24"/>
              </w:rPr>
            </w:pPr>
            <w:r>
              <w:rPr>
                <w:szCs w:val="24"/>
              </w:rPr>
              <w:t>visuomenės informavimas</w:t>
            </w:r>
            <w:r w:rsidRPr="00D24BA9">
              <w:rPr>
                <w:szCs w:val="24"/>
              </w:rPr>
              <w:t xml:space="preserve"> apie projektą</w:t>
            </w:r>
          </w:p>
          <w:p w:rsidR="00356A6A" w:rsidRPr="00D24BA9" w:rsidRDefault="00356A6A" w:rsidP="009A5A3A">
            <w:pPr>
              <w:numPr>
                <w:ilvl w:val="0"/>
                <w:numId w:val="4"/>
              </w:numPr>
              <w:rPr>
                <w:szCs w:val="24"/>
              </w:rPr>
            </w:pPr>
            <w:r w:rsidRPr="00D24BA9">
              <w:rPr>
                <w:szCs w:val="24"/>
              </w:rPr>
              <w:t>kita veikla</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6</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(balai sumuojami)</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1</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6.</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Ar projekte iškelti tikslai ir uždaviniai atitinka programos reikalavimus?</w:t>
            </w:r>
          </w:p>
          <w:p w:rsidR="00356A6A" w:rsidRPr="00D24BA9" w:rsidRDefault="00356A6A" w:rsidP="009A5A3A">
            <w:pPr>
              <w:numPr>
                <w:ilvl w:val="0"/>
                <w:numId w:val="1"/>
              </w:numPr>
              <w:rPr>
                <w:szCs w:val="24"/>
              </w:rPr>
            </w:pPr>
            <w:r w:rsidRPr="00D24BA9">
              <w:rPr>
                <w:szCs w:val="24"/>
              </w:rPr>
              <w:t>atitinka reikalavimus</w:t>
            </w:r>
          </w:p>
          <w:p w:rsidR="00356A6A" w:rsidRPr="00D24BA9" w:rsidRDefault="00356A6A" w:rsidP="009A5A3A">
            <w:pPr>
              <w:numPr>
                <w:ilvl w:val="0"/>
                <w:numId w:val="1"/>
              </w:numPr>
              <w:rPr>
                <w:szCs w:val="24"/>
              </w:rPr>
            </w:pPr>
            <w:r w:rsidRPr="00D24BA9">
              <w:rPr>
                <w:szCs w:val="24"/>
              </w:rPr>
              <w:t>dalinai atitinka</w:t>
            </w:r>
          </w:p>
          <w:p w:rsidR="00356A6A" w:rsidRPr="00D24BA9" w:rsidRDefault="00356A6A" w:rsidP="009A5A3A">
            <w:pPr>
              <w:numPr>
                <w:ilvl w:val="0"/>
                <w:numId w:val="5"/>
              </w:numPr>
              <w:rPr>
                <w:szCs w:val="24"/>
              </w:rPr>
            </w:pPr>
            <w:r w:rsidRPr="00D24BA9">
              <w:rPr>
                <w:szCs w:val="24"/>
              </w:rPr>
              <w:t>neatitinka</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0</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t>7.</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Biudžeto lėšų panaudojimo sąmata</w:t>
            </w:r>
          </w:p>
          <w:p w:rsidR="00356A6A" w:rsidRPr="00D24BA9" w:rsidRDefault="00356A6A" w:rsidP="009A5A3A">
            <w:pPr>
              <w:numPr>
                <w:ilvl w:val="0"/>
                <w:numId w:val="6"/>
              </w:numPr>
              <w:rPr>
                <w:szCs w:val="24"/>
              </w:rPr>
            </w:pPr>
            <w:r w:rsidRPr="00D24BA9">
              <w:rPr>
                <w:szCs w:val="24"/>
              </w:rPr>
              <w:t xml:space="preserve">pagrįstos ir tiksliai argumentuotos lėšos; </w:t>
            </w:r>
          </w:p>
          <w:p w:rsidR="00356A6A" w:rsidRPr="00D24BA9" w:rsidRDefault="00356A6A" w:rsidP="009A5A3A">
            <w:pPr>
              <w:numPr>
                <w:ilvl w:val="0"/>
                <w:numId w:val="6"/>
              </w:numPr>
              <w:rPr>
                <w:szCs w:val="24"/>
              </w:rPr>
            </w:pPr>
            <w:r w:rsidRPr="00D24BA9">
              <w:rPr>
                <w:szCs w:val="24"/>
              </w:rPr>
              <w:t>dalinai pagrįstos lėšos;</w:t>
            </w:r>
          </w:p>
          <w:p w:rsidR="00356A6A" w:rsidRPr="00D24BA9" w:rsidRDefault="00356A6A" w:rsidP="009A5A3A">
            <w:pPr>
              <w:numPr>
                <w:ilvl w:val="0"/>
                <w:numId w:val="6"/>
              </w:numPr>
              <w:rPr>
                <w:szCs w:val="24"/>
              </w:rPr>
            </w:pPr>
            <w:r w:rsidRPr="00D24BA9">
              <w:rPr>
                <w:szCs w:val="24"/>
              </w:rPr>
              <w:lastRenderedPageBreak/>
              <w:t xml:space="preserve">yra kitų finansavimo šaltinių; </w:t>
            </w:r>
          </w:p>
          <w:p w:rsidR="00356A6A" w:rsidRPr="00D24BA9" w:rsidRDefault="00356A6A" w:rsidP="009A5A3A">
            <w:pPr>
              <w:numPr>
                <w:ilvl w:val="0"/>
                <w:numId w:val="6"/>
              </w:numPr>
              <w:rPr>
                <w:szCs w:val="24"/>
              </w:rPr>
            </w:pPr>
            <w:r w:rsidRPr="00D24BA9">
              <w:rPr>
                <w:szCs w:val="24"/>
              </w:rPr>
              <w:t>nėra išlaidų pagrįstumo ir detalizuotos sąmatos</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r w:rsidRPr="00D24BA9">
              <w:rPr>
                <w:szCs w:val="24"/>
              </w:rPr>
              <w:lastRenderedPageBreak/>
              <w:t>4</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3</w:t>
            </w: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r w:rsidRPr="00D24BA9">
              <w:rPr>
                <w:szCs w:val="24"/>
              </w:rPr>
              <w:lastRenderedPageBreak/>
              <w:t>1</w:t>
            </w:r>
          </w:p>
          <w:p w:rsidR="00356A6A" w:rsidRPr="00D24BA9" w:rsidRDefault="00356A6A" w:rsidP="009A5A3A">
            <w:pPr>
              <w:jc w:val="center"/>
              <w:rPr>
                <w:szCs w:val="24"/>
              </w:rPr>
            </w:pPr>
            <w:r w:rsidRPr="00D24BA9">
              <w:rPr>
                <w:szCs w:val="24"/>
              </w:rPr>
              <w:t>0</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color w:val="00FF00"/>
                <w:szCs w:val="24"/>
              </w:rPr>
            </w:pPr>
          </w:p>
          <w:p w:rsidR="00356A6A" w:rsidRPr="00D24BA9" w:rsidRDefault="00356A6A" w:rsidP="009A5A3A">
            <w:pPr>
              <w:rPr>
                <w:b/>
                <w:color w:val="00FF00"/>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szCs w:val="24"/>
              </w:rPr>
              <w:lastRenderedPageBreak/>
              <w:t>8.</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Projekto dalyvaujančiųjų skaičius:</w:t>
            </w:r>
          </w:p>
          <w:p w:rsidR="00356A6A" w:rsidRPr="00D24BA9" w:rsidRDefault="00356A6A" w:rsidP="009A5A3A">
            <w:pPr>
              <w:numPr>
                <w:ilvl w:val="0"/>
                <w:numId w:val="7"/>
              </w:numPr>
              <w:rPr>
                <w:szCs w:val="24"/>
              </w:rPr>
            </w:pPr>
            <w:r w:rsidRPr="00D24BA9">
              <w:rPr>
                <w:szCs w:val="24"/>
              </w:rPr>
              <w:t>iki 50;</w:t>
            </w:r>
          </w:p>
          <w:p w:rsidR="00356A6A" w:rsidRPr="00D24BA9" w:rsidRDefault="00356A6A" w:rsidP="009A5A3A">
            <w:pPr>
              <w:numPr>
                <w:ilvl w:val="0"/>
                <w:numId w:val="7"/>
              </w:numPr>
              <w:rPr>
                <w:szCs w:val="24"/>
              </w:rPr>
            </w:pPr>
            <w:r w:rsidRPr="00D24BA9">
              <w:rPr>
                <w:szCs w:val="24"/>
              </w:rPr>
              <w:t xml:space="preserve">nuo 50 </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r>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p w:rsidR="00356A6A" w:rsidRPr="00D24BA9" w:rsidRDefault="00356A6A" w:rsidP="009A5A3A">
            <w:pPr>
              <w:jc w:val="center"/>
              <w:rPr>
                <w:szCs w:val="24"/>
              </w:rPr>
            </w:pPr>
            <w:r w:rsidRPr="00D24BA9">
              <w:rPr>
                <w:szCs w:val="24"/>
              </w:rPr>
              <w:t>1</w:t>
            </w:r>
          </w:p>
          <w:p w:rsidR="00356A6A" w:rsidRPr="00D24BA9" w:rsidRDefault="00356A6A" w:rsidP="009A5A3A">
            <w:pPr>
              <w:jc w:val="center"/>
              <w:rPr>
                <w:szCs w:val="24"/>
              </w:rPr>
            </w:pPr>
            <w:r w:rsidRPr="00D24BA9">
              <w:rPr>
                <w:szCs w:val="24"/>
              </w:rPr>
              <w:t>2</w:t>
            </w:r>
          </w:p>
          <w:p w:rsidR="00356A6A" w:rsidRPr="00D24BA9" w:rsidRDefault="00356A6A" w:rsidP="009A5A3A">
            <w:pPr>
              <w:jc w:val="center"/>
              <w:rPr>
                <w:szCs w:val="24"/>
              </w:rPr>
            </w:pP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Pr>
                <w:szCs w:val="24"/>
              </w:rPr>
              <w:t>9.</w:t>
            </w: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Default="00356A6A" w:rsidP="009A5A3A">
            <w:pPr>
              <w:rPr>
                <w:b/>
                <w:szCs w:val="24"/>
              </w:rPr>
            </w:pPr>
            <w:r>
              <w:rPr>
                <w:b/>
                <w:szCs w:val="24"/>
              </w:rPr>
              <w:t>Projekto tęstinumas</w:t>
            </w:r>
          </w:p>
          <w:p w:rsidR="00356A6A" w:rsidRPr="00813CAE" w:rsidRDefault="00356A6A" w:rsidP="00356A6A">
            <w:pPr>
              <w:numPr>
                <w:ilvl w:val="0"/>
                <w:numId w:val="8"/>
              </w:numPr>
              <w:jc w:val="both"/>
              <w:rPr>
                <w:szCs w:val="24"/>
              </w:rPr>
            </w:pPr>
            <w:r w:rsidRPr="00813CAE">
              <w:rPr>
                <w:szCs w:val="24"/>
              </w:rPr>
              <w:t>Naujai įgyvendinamas</w:t>
            </w:r>
          </w:p>
          <w:p w:rsidR="00356A6A" w:rsidRPr="00D24BA9" w:rsidRDefault="00356A6A" w:rsidP="00356A6A">
            <w:pPr>
              <w:numPr>
                <w:ilvl w:val="0"/>
                <w:numId w:val="8"/>
              </w:numPr>
              <w:jc w:val="both"/>
              <w:rPr>
                <w:b/>
                <w:szCs w:val="24"/>
              </w:rPr>
            </w:pPr>
            <w:r w:rsidRPr="00813CAE">
              <w:rPr>
                <w:szCs w:val="24"/>
              </w:rPr>
              <w:t>Projektas tęstinis</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Default="00356A6A" w:rsidP="009A5A3A">
            <w:pPr>
              <w:jc w:val="center"/>
              <w:rPr>
                <w:szCs w:val="24"/>
              </w:rPr>
            </w:pPr>
            <w:r>
              <w:rPr>
                <w:szCs w:val="24"/>
              </w:rPr>
              <w:t>2</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Default="00356A6A" w:rsidP="009A5A3A">
            <w:pPr>
              <w:jc w:val="center"/>
              <w:rPr>
                <w:szCs w:val="24"/>
              </w:rPr>
            </w:pPr>
          </w:p>
          <w:p w:rsidR="00356A6A" w:rsidRDefault="00356A6A" w:rsidP="009A5A3A">
            <w:pPr>
              <w:jc w:val="center"/>
              <w:rPr>
                <w:szCs w:val="24"/>
              </w:rPr>
            </w:pPr>
            <w:r>
              <w:rPr>
                <w:szCs w:val="24"/>
              </w:rPr>
              <w:t>1</w:t>
            </w:r>
          </w:p>
          <w:p w:rsidR="00356A6A" w:rsidRPr="00D24BA9" w:rsidRDefault="00356A6A" w:rsidP="009A5A3A">
            <w:pPr>
              <w:jc w:val="center"/>
              <w:rPr>
                <w:szCs w:val="24"/>
              </w:rPr>
            </w:pPr>
            <w:r>
              <w:rPr>
                <w:szCs w:val="24"/>
              </w:rPr>
              <w:t>2</w:t>
            </w: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r w:rsidR="00356A6A" w:rsidRPr="00D24BA9" w:rsidTr="009A5A3A">
        <w:tc>
          <w:tcPr>
            <w:tcW w:w="556"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c>
          <w:tcPr>
            <w:tcW w:w="4947"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b/>
                <w:szCs w:val="24"/>
              </w:rPr>
            </w:pPr>
            <w:r w:rsidRPr="00D24BA9">
              <w:rPr>
                <w:b/>
                <w:szCs w:val="24"/>
              </w:rPr>
              <w:t>Bendra balų suma</w:t>
            </w:r>
          </w:p>
        </w:tc>
        <w:tc>
          <w:tcPr>
            <w:tcW w:w="139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r w:rsidRPr="00D24BA9">
              <w:rPr>
                <w:szCs w:val="24"/>
              </w:rPr>
              <w:t>24</w:t>
            </w:r>
          </w:p>
        </w:tc>
        <w:tc>
          <w:tcPr>
            <w:tcW w:w="1363"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jc w:val="center"/>
              <w:rPr>
                <w:szCs w:val="24"/>
              </w:rPr>
            </w:pPr>
          </w:p>
        </w:tc>
        <w:tc>
          <w:tcPr>
            <w:tcW w:w="131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p>
        </w:tc>
      </w:tr>
    </w:tbl>
    <w:p w:rsidR="00356A6A" w:rsidRPr="00631E0F" w:rsidRDefault="00356A6A" w:rsidP="00356A6A">
      <w:pPr>
        <w:rPr>
          <w:szCs w:val="24"/>
        </w:rPr>
      </w:pPr>
    </w:p>
    <w:p w:rsidR="00356A6A" w:rsidRPr="00631E0F" w:rsidRDefault="00356A6A" w:rsidP="00356A6A">
      <w:pPr>
        <w:rPr>
          <w:szCs w:val="24"/>
        </w:rPr>
      </w:pPr>
    </w:p>
    <w:p w:rsidR="00356A6A" w:rsidRPr="00631E0F" w:rsidRDefault="00356A6A" w:rsidP="00356A6A">
      <w:pPr>
        <w:rPr>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0"/>
      </w:tblGrid>
      <w:tr w:rsidR="00356A6A" w:rsidRPr="00D24BA9" w:rsidTr="009A5A3A">
        <w:tc>
          <w:tcPr>
            <w:tcW w:w="9540" w:type="dxa"/>
            <w:tcBorders>
              <w:top w:val="single" w:sz="4" w:space="0" w:color="auto"/>
              <w:left w:val="single" w:sz="4" w:space="0" w:color="auto"/>
              <w:bottom w:val="single" w:sz="4" w:space="0" w:color="auto"/>
              <w:right w:val="single" w:sz="4" w:space="0" w:color="auto"/>
            </w:tcBorders>
            <w:shd w:val="clear" w:color="auto" w:fill="auto"/>
          </w:tcPr>
          <w:p w:rsidR="00356A6A" w:rsidRPr="00D24BA9" w:rsidRDefault="00356A6A" w:rsidP="009A5A3A">
            <w:pPr>
              <w:rPr>
                <w:szCs w:val="24"/>
              </w:rPr>
            </w:pPr>
            <w:r w:rsidRPr="00D24BA9">
              <w:rPr>
                <w:b/>
                <w:szCs w:val="24"/>
              </w:rPr>
              <w:t>Recenzento išvada</w:t>
            </w:r>
            <w:r w:rsidRPr="00D24BA9">
              <w:rPr>
                <w:szCs w:val="24"/>
              </w:rPr>
              <w:t xml:space="preserve"> argumentuotai (visiškai, dalinai finansuoti, nefinansuoti)</w:t>
            </w:r>
          </w:p>
          <w:p w:rsidR="00356A6A" w:rsidRPr="00D24BA9" w:rsidRDefault="00356A6A" w:rsidP="009A5A3A">
            <w:pPr>
              <w:rPr>
                <w:szCs w:val="24"/>
              </w:rPr>
            </w:pPr>
          </w:p>
          <w:p w:rsidR="00356A6A" w:rsidRPr="00D24BA9" w:rsidRDefault="00356A6A" w:rsidP="009A5A3A">
            <w:pPr>
              <w:rPr>
                <w:szCs w:val="24"/>
              </w:rPr>
            </w:pPr>
          </w:p>
          <w:p w:rsidR="00356A6A" w:rsidRPr="00D24BA9" w:rsidRDefault="00356A6A" w:rsidP="009A5A3A">
            <w:pPr>
              <w:rPr>
                <w:szCs w:val="24"/>
              </w:rPr>
            </w:pPr>
          </w:p>
        </w:tc>
      </w:tr>
    </w:tbl>
    <w:p w:rsidR="00356A6A" w:rsidRDefault="00356A6A" w:rsidP="00356A6A">
      <w:pPr>
        <w:rPr>
          <w:b/>
          <w:szCs w:val="24"/>
        </w:rPr>
      </w:pPr>
      <w:r w:rsidRPr="00631E0F">
        <w:rPr>
          <w:b/>
          <w:szCs w:val="24"/>
        </w:rPr>
        <w:t xml:space="preserve">    </w:t>
      </w:r>
    </w:p>
    <w:p w:rsidR="00356A6A" w:rsidRPr="00631E0F" w:rsidRDefault="00356A6A" w:rsidP="00356A6A">
      <w:pPr>
        <w:rPr>
          <w:b/>
          <w:szCs w:val="24"/>
        </w:rPr>
      </w:pPr>
      <w:r w:rsidRPr="00631E0F">
        <w:rPr>
          <w:b/>
          <w:szCs w:val="24"/>
        </w:rPr>
        <w:t>Surinkus mažiau kaip 15 balų projektas nefinansuojamas</w:t>
      </w:r>
    </w:p>
    <w:p w:rsidR="00356A6A" w:rsidRPr="00631E0F" w:rsidRDefault="00356A6A" w:rsidP="00356A6A">
      <w:pPr>
        <w:rPr>
          <w:b/>
          <w:szCs w:val="24"/>
        </w:rPr>
      </w:pPr>
      <w:r w:rsidRPr="00631E0F">
        <w:rPr>
          <w:b/>
          <w:szCs w:val="24"/>
        </w:rPr>
        <w:t xml:space="preserve">  </w:t>
      </w:r>
    </w:p>
    <w:p w:rsidR="00356A6A" w:rsidRPr="00631E0F" w:rsidRDefault="00356A6A" w:rsidP="00356A6A">
      <w:pPr>
        <w:rPr>
          <w:szCs w:val="24"/>
        </w:rPr>
      </w:pPr>
      <w:r w:rsidRPr="00631E0F">
        <w:rPr>
          <w:szCs w:val="24"/>
        </w:rPr>
        <w:t>Recenzento vardas, pavardė, pareigos, parašas, data</w:t>
      </w:r>
    </w:p>
    <w:p w:rsidR="00356A6A" w:rsidRPr="00631E0F" w:rsidRDefault="00356A6A" w:rsidP="00356A6A">
      <w:pPr>
        <w:jc w:val="center"/>
        <w:rPr>
          <w:szCs w:val="24"/>
        </w:rPr>
      </w:pPr>
      <w:r w:rsidRPr="00631E0F">
        <w:rPr>
          <w:szCs w:val="24"/>
        </w:rPr>
        <w:t>______________________</w:t>
      </w:r>
    </w:p>
    <w:p w:rsidR="00356A6A" w:rsidRDefault="00356A6A" w:rsidP="00356A6A">
      <w:pPr>
        <w:spacing w:after="200" w:line="276" w:lineRule="auto"/>
        <w:rPr>
          <w:szCs w:val="24"/>
        </w:rPr>
      </w:pPr>
      <w:r>
        <w:rPr>
          <w:szCs w:val="24"/>
        </w:rPr>
        <w:br w:type="page"/>
      </w:r>
    </w:p>
    <w:p w:rsidR="00356A6A" w:rsidRPr="00E80F7E" w:rsidRDefault="00356A6A" w:rsidP="00356A6A">
      <w:pPr>
        <w:ind w:left="6480" w:firstLine="1296"/>
        <w:jc w:val="right"/>
        <w:rPr>
          <w:b/>
          <w:bCs/>
          <w:szCs w:val="24"/>
        </w:rPr>
      </w:pPr>
      <w:r w:rsidRPr="00E80F7E">
        <w:rPr>
          <w:szCs w:val="24"/>
        </w:rPr>
        <w:lastRenderedPageBreak/>
        <w:t>3 priedas</w:t>
      </w:r>
      <w:r w:rsidRPr="00E80F7E">
        <w:rPr>
          <w:b/>
          <w:bCs/>
          <w:szCs w:val="24"/>
        </w:rPr>
        <w:tab/>
      </w:r>
      <w:r w:rsidRPr="00E80F7E">
        <w:rPr>
          <w:b/>
          <w:bCs/>
          <w:szCs w:val="24"/>
        </w:rPr>
        <w:tab/>
      </w:r>
      <w:r w:rsidRPr="00E80F7E">
        <w:rPr>
          <w:b/>
          <w:bCs/>
          <w:szCs w:val="24"/>
        </w:rPr>
        <w:tab/>
      </w:r>
    </w:p>
    <w:p w:rsidR="00356A6A" w:rsidRPr="00E80F7E" w:rsidRDefault="00356A6A" w:rsidP="00356A6A">
      <w:pPr>
        <w:pStyle w:val="Antrats"/>
        <w:tabs>
          <w:tab w:val="clear" w:pos="4153"/>
          <w:tab w:val="clear" w:pos="8306"/>
        </w:tabs>
        <w:jc w:val="center"/>
        <w:rPr>
          <w:sz w:val="24"/>
        </w:rPr>
      </w:pPr>
      <w:r w:rsidRPr="00E80F7E">
        <w:rPr>
          <w:b/>
          <w:bCs/>
          <w:sz w:val="24"/>
        </w:rPr>
        <w:t>BENDRUOMENĖS SVEIKATOS TARYBOS IŠVADA</w:t>
      </w:r>
    </w:p>
    <w:p w:rsidR="00356A6A" w:rsidRPr="00E80F7E" w:rsidRDefault="00356A6A" w:rsidP="00356A6A">
      <w:pPr>
        <w:pStyle w:val="Antrats"/>
        <w:tabs>
          <w:tab w:val="clear" w:pos="4153"/>
          <w:tab w:val="clear" w:pos="8306"/>
        </w:tabs>
        <w:rPr>
          <w:sz w:val="24"/>
        </w:rPr>
      </w:pPr>
    </w:p>
    <w:p w:rsidR="00356A6A" w:rsidRPr="00E80F7E" w:rsidRDefault="00356A6A" w:rsidP="00356A6A">
      <w:pPr>
        <w:pStyle w:val="Antrats"/>
        <w:tabs>
          <w:tab w:val="clear" w:pos="4153"/>
          <w:tab w:val="clear" w:pos="8306"/>
        </w:tabs>
        <w:jc w:val="both"/>
        <w:rPr>
          <w:sz w:val="24"/>
        </w:rPr>
      </w:pPr>
      <w:r w:rsidRPr="00E80F7E">
        <w:rPr>
          <w:sz w:val="24"/>
        </w:rPr>
        <w:tab/>
      </w:r>
      <w:r w:rsidRPr="00E80F7E">
        <w:rPr>
          <w:sz w:val="24"/>
          <w:szCs w:val="24"/>
        </w:rPr>
        <w:t>Plungės</w:t>
      </w:r>
      <w:r w:rsidRPr="00E80F7E">
        <w:rPr>
          <w:sz w:val="24"/>
        </w:rPr>
        <w:t xml:space="preserve"> rajono savivaldybės bendruomenės sveikatos taryba, vadovaudamasi  20…  m. …………………….d. posėdž</w:t>
      </w:r>
      <w:r>
        <w:rPr>
          <w:sz w:val="24"/>
        </w:rPr>
        <w:t xml:space="preserve">io protokolu Nr. ______________ </w:t>
      </w:r>
      <w:r w:rsidRPr="00E80F7E">
        <w:rPr>
          <w:sz w:val="24"/>
        </w:rPr>
        <w:t xml:space="preserve">aprobuoja pateiktą projektą ,,………….” ir siūlo jį finansuoti iš rajono Savivaldybės visuomenės sveikatos rėmimo specialiosios programos lėšų bei skirti ________ </w:t>
      </w:r>
      <w:proofErr w:type="spellStart"/>
      <w:r>
        <w:rPr>
          <w:sz w:val="24"/>
        </w:rPr>
        <w:t>Eur</w:t>
      </w:r>
      <w:proofErr w:type="spellEnd"/>
      <w:r>
        <w:rPr>
          <w:sz w:val="24"/>
        </w:rPr>
        <w:t xml:space="preserve"> </w:t>
      </w:r>
      <w:r w:rsidRPr="00E80F7E">
        <w:rPr>
          <w:sz w:val="24"/>
        </w:rPr>
        <w:t xml:space="preserve"> projektui  įgyvendinti.</w:t>
      </w:r>
    </w:p>
    <w:p w:rsidR="00356A6A" w:rsidRPr="00E80F7E" w:rsidRDefault="00356A6A" w:rsidP="00356A6A">
      <w:pPr>
        <w:pStyle w:val="Antrats"/>
        <w:tabs>
          <w:tab w:val="clear" w:pos="4153"/>
          <w:tab w:val="clear" w:pos="8306"/>
        </w:tabs>
        <w:jc w:val="both"/>
        <w:rPr>
          <w:sz w:val="24"/>
          <w:szCs w:val="24"/>
        </w:rPr>
      </w:pPr>
    </w:p>
    <w:p w:rsidR="00356A6A" w:rsidRPr="00E80F7E" w:rsidRDefault="00356A6A" w:rsidP="00356A6A">
      <w:pPr>
        <w:pStyle w:val="Antrats"/>
        <w:tabs>
          <w:tab w:val="clear" w:pos="4153"/>
          <w:tab w:val="clear" w:pos="8306"/>
        </w:tabs>
        <w:jc w:val="both"/>
        <w:rPr>
          <w:sz w:val="24"/>
          <w:szCs w:val="24"/>
        </w:rPr>
      </w:pPr>
    </w:p>
    <w:p w:rsidR="00356A6A" w:rsidRPr="00E80F7E" w:rsidRDefault="00356A6A" w:rsidP="00356A6A">
      <w:pPr>
        <w:pStyle w:val="Antrats"/>
        <w:tabs>
          <w:tab w:val="clear" w:pos="4153"/>
          <w:tab w:val="clear" w:pos="8306"/>
        </w:tabs>
        <w:jc w:val="both"/>
        <w:rPr>
          <w:sz w:val="24"/>
        </w:rPr>
      </w:pPr>
      <w:r w:rsidRPr="00E80F7E">
        <w:rPr>
          <w:sz w:val="24"/>
          <w:szCs w:val="24"/>
        </w:rPr>
        <w:t>Plungės</w:t>
      </w:r>
      <w:r w:rsidRPr="00E80F7E">
        <w:rPr>
          <w:sz w:val="24"/>
        </w:rPr>
        <w:t xml:space="preserve"> rajono savivaldybės</w:t>
      </w:r>
      <w:r>
        <w:rPr>
          <w:sz w:val="24"/>
        </w:rPr>
        <w:t xml:space="preserve"> </w:t>
      </w:r>
      <w:r w:rsidRPr="00E80F7E">
        <w:rPr>
          <w:sz w:val="24"/>
        </w:rPr>
        <w:t>bendruomenės sveikatos tarybos</w:t>
      </w:r>
    </w:p>
    <w:p w:rsidR="00356A6A" w:rsidRPr="00E80F7E" w:rsidRDefault="00356A6A" w:rsidP="00356A6A">
      <w:pPr>
        <w:pStyle w:val="Antrats"/>
        <w:tabs>
          <w:tab w:val="clear" w:pos="4153"/>
          <w:tab w:val="clear" w:pos="8306"/>
        </w:tabs>
        <w:jc w:val="both"/>
        <w:rPr>
          <w:sz w:val="24"/>
        </w:rPr>
      </w:pPr>
      <w:r w:rsidRPr="00E80F7E">
        <w:rPr>
          <w:sz w:val="24"/>
        </w:rPr>
        <w:t>pirmininkas (-ė) __</w:t>
      </w:r>
      <w:r>
        <w:rPr>
          <w:sz w:val="24"/>
        </w:rPr>
        <w:t>_______________</w:t>
      </w:r>
    </w:p>
    <w:p w:rsidR="00367048" w:rsidRDefault="00356A6A" w:rsidP="00356A6A">
      <w:pPr>
        <w:pStyle w:val="Antrats"/>
        <w:tabs>
          <w:tab w:val="clear" w:pos="4153"/>
          <w:tab w:val="clear" w:pos="8306"/>
        </w:tabs>
        <w:jc w:val="both"/>
        <w:rPr>
          <w:sz w:val="24"/>
        </w:rPr>
      </w:pPr>
      <w:r w:rsidRPr="00E80F7E">
        <w:rPr>
          <w:sz w:val="24"/>
        </w:rPr>
        <w:tab/>
      </w:r>
      <w:r w:rsidRPr="00E80F7E">
        <w:rPr>
          <w:sz w:val="24"/>
        </w:rPr>
        <w:tab/>
      </w:r>
      <w:r w:rsidRPr="00E80F7E">
        <w:rPr>
          <w:sz w:val="24"/>
        </w:rPr>
        <w:tab/>
        <w:t xml:space="preserve">   (parašas)</w:t>
      </w:r>
      <w:r w:rsidRPr="00E80F7E">
        <w:rPr>
          <w:sz w:val="24"/>
        </w:rPr>
        <w:tab/>
      </w:r>
      <w:r w:rsidRPr="00E80F7E">
        <w:rPr>
          <w:sz w:val="24"/>
        </w:rPr>
        <w:tab/>
        <w:t xml:space="preserve">   </w:t>
      </w:r>
      <w:r>
        <w:rPr>
          <w:sz w:val="24"/>
        </w:rPr>
        <w:t xml:space="preserve">                 (vardas, </w:t>
      </w:r>
      <w:r w:rsidRPr="00E80F7E">
        <w:rPr>
          <w:sz w:val="24"/>
        </w:rPr>
        <w:t>pavardė)</w:t>
      </w:r>
    </w:p>
    <w:p w:rsidR="00367048" w:rsidRDefault="00367048">
      <w:pPr>
        <w:spacing w:after="200" w:line="276" w:lineRule="auto"/>
        <w:rPr>
          <w:lang w:eastAsia="en-US"/>
        </w:rPr>
      </w:pPr>
    </w:p>
    <w:sectPr w:rsidR="00367048" w:rsidSect="00431069">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CE2"/>
    <w:multiLevelType w:val="hybridMultilevel"/>
    <w:tmpl w:val="814006A2"/>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nsid w:val="07504732"/>
    <w:multiLevelType w:val="multilevel"/>
    <w:tmpl w:val="F4ACFB0C"/>
    <w:lvl w:ilvl="0">
      <w:start w:val="1"/>
      <w:numFmt w:val="decimal"/>
      <w:lvlText w:val="%1."/>
      <w:lvlJc w:val="left"/>
      <w:pPr>
        <w:ind w:left="3196"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2">
    <w:nsid w:val="0FC528FB"/>
    <w:multiLevelType w:val="multilevel"/>
    <w:tmpl w:val="FE4A05C2"/>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6B309A8"/>
    <w:multiLevelType w:val="hybridMultilevel"/>
    <w:tmpl w:val="55C24916"/>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nsid w:val="17CB693E"/>
    <w:multiLevelType w:val="hybridMultilevel"/>
    <w:tmpl w:val="6FC41E2E"/>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nsid w:val="17E908BD"/>
    <w:multiLevelType w:val="hybridMultilevel"/>
    <w:tmpl w:val="F7E46F84"/>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nsid w:val="1FF94C04"/>
    <w:multiLevelType w:val="hybridMultilevel"/>
    <w:tmpl w:val="06925AF8"/>
    <w:lvl w:ilvl="0" w:tplc="04270001">
      <w:start w:val="1"/>
      <w:numFmt w:val="bullet"/>
      <w:lvlText w:val=""/>
      <w:lvlJc w:val="left"/>
      <w:pPr>
        <w:ind w:left="2013" w:hanging="360"/>
      </w:pPr>
      <w:rPr>
        <w:rFonts w:ascii="Symbol" w:hAnsi="Symbol" w:hint="default"/>
      </w:rPr>
    </w:lvl>
    <w:lvl w:ilvl="1" w:tplc="04270003" w:tentative="1">
      <w:start w:val="1"/>
      <w:numFmt w:val="bullet"/>
      <w:lvlText w:val="o"/>
      <w:lvlJc w:val="left"/>
      <w:pPr>
        <w:ind w:left="2733" w:hanging="360"/>
      </w:pPr>
      <w:rPr>
        <w:rFonts w:ascii="Courier New" w:hAnsi="Courier New" w:cs="Courier New" w:hint="default"/>
      </w:rPr>
    </w:lvl>
    <w:lvl w:ilvl="2" w:tplc="04270005" w:tentative="1">
      <w:start w:val="1"/>
      <w:numFmt w:val="bullet"/>
      <w:lvlText w:val=""/>
      <w:lvlJc w:val="left"/>
      <w:pPr>
        <w:ind w:left="3453" w:hanging="360"/>
      </w:pPr>
      <w:rPr>
        <w:rFonts w:ascii="Wingdings" w:hAnsi="Wingdings" w:hint="default"/>
      </w:rPr>
    </w:lvl>
    <w:lvl w:ilvl="3" w:tplc="04270001" w:tentative="1">
      <w:start w:val="1"/>
      <w:numFmt w:val="bullet"/>
      <w:lvlText w:val=""/>
      <w:lvlJc w:val="left"/>
      <w:pPr>
        <w:ind w:left="4173" w:hanging="360"/>
      </w:pPr>
      <w:rPr>
        <w:rFonts w:ascii="Symbol" w:hAnsi="Symbol" w:hint="default"/>
      </w:rPr>
    </w:lvl>
    <w:lvl w:ilvl="4" w:tplc="04270003" w:tentative="1">
      <w:start w:val="1"/>
      <w:numFmt w:val="bullet"/>
      <w:lvlText w:val="o"/>
      <w:lvlJc w:val="left"/>
      <w:pPr>
        <w:ind w:left="4893" w:hanging="360"/>
      </w:pPr>
      <w:rPr>
        <w:rFonts w:ascii="Courier New" w:hAnsi="Courier New" w:cs="Courier New" w:hint="default"/>
      </w:rPr>
    </w:lvl>
    <w:lvl w:ilvl="5" w:tplc="04270005" w:tentative="1">
      <w:start w:val="1"/>
      <w:numFmt w:val="bullet"/>
      <w:lvlText w:val=""/>
      <w:lvlJc w:val="left"/>
      <w:pPr>
        <w:ind w:left="5613" w:hanging="360"/>
      </w:pPr>
      <w:rPr>
        <w:rFonts w:ascii="Wingdings" w:hAnsi="Wingdings" w:hint="default"/>
      </w:rPr>
    </w:lvl>
    <w:lvl w:ilvl="6" w:tplc="04270001" w:tentative="1">
      <w:start w:val="1"/>
      <w:numFmt w:val="bullet"/>
      <w:lvlText w:val=""/>
      <w:lvlJc w:val="left"/>
      <w:pPr>
        <w:ind w:left="6333" w:hanging="360"/>
      </w:pPr>
      <w:rPr>
        <w:rFonts w:ascii="Symbol" w:hAnsi="Symbol" w:hint="default"/>
      </w:rPr>
    </w:lvl>
    <w:lvl w:ilvl="7" w:tplc="04270003" w:tentative="1">
      <w:start w:val="1"/>
      <w:numFmt w:val="bullet"/>
      <w:lvlText w:val="o"/>
      <w:lvlJc w:val="left"/>
      <w:pPr>
        <w:ind w:left="7053" w:hanging="360"/>
      </w:pPr>
      <w:rPr>
        <w:rFonts w:ascii="Courier New" w:hAnsi="Courier New" w:cs="Courier New" w:hint="default"/>
      </w:rPr>
    </w:lvl>
    <w:lvl w:ilvl="8" w:tplc="04270005" w:tentative="1">
      <w:start w:val="1"/>
      <w:numFmt w:val="bullet"/>
      <w:lvlText w:val=""/>
      <w:lvlJc w:val="left"/>
      <w:pPr>
        <w:ind w:left="7773" w:hanging="360"/>
      </w:pPr>
      <w:rPr>
        <w:rFonts w:ascii="Wingdings" w:hAnsi="Wingdings" w:hint="default"/>
      </w:rPr>
    </w:lvl>
  </w:abstractNum>
  <w:abstractNum w:abstractNumId="7">
    <w:nsid w:val="207561B8"/>
    <w:multiLevelType w:val="hybridMultilevel"/>
    <w:tmpl w:val="24BCC8F2"/>
    <w:lvl w:ilvl="0" w:tplc="04270001">
      <w:start w:val="1"/>
      <w:numFmt w:val="bullet"/>
      <w:lvlText w:val=""/>
      <w:lvlJc w:val="left"/>
      <w:pPr>
        <w:ind w:left="3316" w:hanging="360"/>
      </w:pPr>
      <w:rPr>
        <w:rFonts w:ascii="Symbol" w:hAnsi="Symbol" w:hint="default"/>
      </w:rPr>
    </w:lvl>
    <w:lvl w:ilvl="1" w:tplc="04270003" w:tentative="1">
      <w:start w:val="1"/>
      <w:numFmt w:val="bullet"/>
      <w:lvlText w:val="o"/>
      <w:lvlJc w:val="left"/>
      <w:pPr>
        <w:ind w:left="4036" w:hanging="360"/>
      </w:pPr>
      <w:rPr>
        <w:rFonts w:ascii="Courier New" w:hAnsi="Courier New" w:cs="Courier New" w:hint="default"/>
      </w:rPr>
    </w:lvl>
    <w:lvl w:ilvl="2" w:tplc="04270005" w:tentative="1">
      <w:start w:val="1"/>
      <w:numFmt w:val="bullet"/>
      <w:lvlText w:val=""/>
      <w:lvlJc w:val="left"/>
      <w:pPr>
        <w:ind w:left="4756" w:hanging="360"/>
      </w:pPr>
      <w:rPr>
        <w:rFonts w:ascii="Wingdings" w:hAnsi="Wingdings" w:hint="default"/>
      </w:rPr>
    </w:lvl>
    <w:lvl w:ilvl="3" w:tplc="04270001" w:tentative="1">
      <w:start w:val="1"/>
      <w:numFmt w:val="bullet"/>
      <w:lvlText w:val=""/>
      <w:lvlJc w:val="left"/>
      <w:pPr>
        <w:ind w:left="5476" w:hanging="360"/>
      </w:pPr>
      <w:rPr>
        <w:rFonts w:ascii="Symbol" w:hAnsi="Symbol" w:hint="default"/>
      </w:rPr>
    </w:lvl>
    <w:lvl w:ilvl="4" w:tplc="04270003" w:tentative="1">
      <w:start w:val="1"/>
      <w:numFmt w:val="bullet"/>
      <w:lvlText w:val="o"/>
      <w:lvlJc w:val="left"/>
      <w:pPr>
        <w:ind w:left="6196" w:hanging="360"/>
      </w:pPr>
      <w:rPr>
        <w:rFonts w:ascii="Courier New" w:hAnsi="Courier New" w:cs="Courier New" w:hint="default"/>
      </w:rPr>
    </w:lvl>
    <w:lvl w:ilvl="5" w:tplc="04270005" w:tentative="1">
      <w:start w:val="1"/>
      <w:numFmt w:val="bullet"/>
      <w:lvlText w:val=""/>
      <w:lvlJc w:val="left"/>
      <w:pPr>
        <w:ind w:left="6916" w:hanging="360"/>
      </w:pPr>
      <w:rPr>
        <w:rFonts w:ascii="Wingdings" w:hAnsi="Wingdings" w:hint="default"/>
      </w:rPr>
    </w:lvl>
    <w:lvl w:ilvl="6" w:tplc="04270001" w:tentative="1">
      <w:start w:val="1"/>
      <w:numFmt w:val="bullet"/>
      <w:lvlText w:val=""/>
      <w:lvlJc w:val="left"/>
      <w:pPr>
        <w:ind w:left="7636" w:hanging="360"/>
      </w:pPr>
      <w:rPr>
        <w:rFonts w:ascii="Symbol" w:hAnsi="Symbol" w:hint="default"/>
      </w:rPr>
    </w:lvl>
    <w:lvl w:ilvl="7" w:tplc="04270003" w:tentative="1">
      <w:start w:val="1"/>
      <w:numFmt w:val="bullet"/>
      <w:lvlText w:val="o"/>
      <w:lvlJc w:val="left"/>
      <w:pPr>
        <w:ind w:left="8356" w:hanging="360"/>
      </w:pPr>
      <w:rPr>
        <w:rFonts w:ascii="Courier New" w:hAnsi="Courier New" w:cs="Courier New" w:hint="default"/>
      </w:rPr>
    </w:lvl>
    <w:lvl w:ilvl="8" w:tplc="04270005" w:tentative="1">
      <w:start w:val="1"/>
      <w:numFmt w:val="bullet"/>
      <w:lvlText w:val=""/>
      <w:lvlJc w:val="left"/>
      <w:pPr>
        <w:ind w:left="9076" w:hanging="360"/>
      </w:pPr>
      <w:rPr>
        <w:rFonts w:ascii="Wingdings" w:hAnsi="Wingdings" w:hint="default"/>
      </w:rPr>
    </w:lvl>
  </w:abstractNum>
  <w:abstractNum w:abstractNumId="8">
    <w:nsid w:val="260E104F"/>
    <w:multiLevelType w:val="multilevel"/>
    <w:tmpl w:val="9236CA7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850ED5"/>
    <w:multiLevelType w:val="hybridMultilevel"/>
    <w:tmpl w:val="5916F512"/>
    <w:lvl w:ilvl="0" w:tplc="04270001">
      <w:start w:val="1"/>
      <w:numFmt w:val="bullet"/>
      <w:lvlText w:val=""/>
      <w:lvlJc w:val="left"/>
      <w:pPr>
        <w:ind w:left="7779" w:hanging="360"/>
      </w:pPr>
      <w:rPr>
        <w:rFonts w:ascii="Symbol" w:hAnsi="Symbol" w:hint="default"/>
      </w:rPr>
    </w:lvl>
    <w:lvl w:ilvl="1" w:tplc="04270003" w:tentative="1">
      <w:start w:val="1"/>
      <w:numFmt w:val="bullet"/>
      <w:lvlText w:val="o"/>
      <w:lvlJc w:val="left"/>
      <w:pPr>
        <w:ind w:left="8499" w:hanging="360"/>
      </w:pPr>
      <w:rPr>
        <w:rFonts w:ascii="Courier New" w:hAnsi="Courier New" w:cs="Courier New" w:hint="default"/>
      </w:rPr>
    </w:lvl>
    <w:lvl w:ilvl="2" w:tplc="04270005" w:tentative="1">
      <w:start w:val="1"/>
      <w:numFmt w:val="bullet"/>
      <w:lvlText w:val=""/>
      <w:lvlJc w:val="left"/>
      <w:pPr>
        <w:ind w:left="9219" w:hanging="360"/>
      </w:pPr>
      <w:rPr>
        <w:rFonts w:ascii="Wingdings" w:hAnsi="Wingdings" w:hint="default"/>
      </w:rPr>
    </w:lvl>
    <w:lvl w:ilvl="3" w:tplc="04270001" w:tentative="1">
      <w:start w:val="1"/>
      <w:numFmt w:val="bullet"/>
      <w:lvlText w:val=""/>
      <w:lvlJc w:val="left"/>
      <w:pPr>
        <w:ind w:left="9939" w:hanging="360"/>
      </w:pPr>
      <w:rPr>
        <w:rFonts w:ascii="Symbol" w:hAnsi="Symbol" w:hint="default"/>
      </w:rPr>
    </w:lvl>
    <w:lvl w:ilvl="4" w:tplc="04270003" w:tentative="1">
      <w:start w:val="1"/>
      <w:numFmt w:val="bullet"/>
      <w:lvlText w:val="o"/>
      <w:lvlJc w:val="left"/>
      <w:pPr>
        <w:ind w:left="10659" w:hanging="360"/>
      </w:pPr>
      <w:rPr>
        <w:rFonts w:ascii="Courier New" w:hAnsi="Courier New" w:cs="Courier New" w:hint="default"/>
      </w:rPr>
    </w:lvl>
    <w:lvl w:ilvl="5" w:tplc="04270005" w:tentative="1">
      <w:start w:val="1"/>
      <w:numFmt w:val="bullet"/>
      <w:lvlText w:val=""/>
      <w:lvlJc w:val="left"/>
      <w:pPr>
        <w:ind w:left="11379" w:hanging="360"/>
      </w:pPr>
      <w:rPr>
        <w:rFonts w:ascii="Wingdings" w:hAnsi="Wingdings" w:hint="default"/>
      </w:rPr>
    </w:lvl>
    <w:lvl w:ilvl="6" w:tplc="04270001" w:tentative="1">
      <w:start w:val="1"/>
      <w:numFmt w:val="bullet"/>
      <w:lvlText w:val=""/>
      <w:lvlJc w:val="left"/>
      <w:pPr>
        <w:ind w:left="12099" w:hanging="360"/>
      </w:pPr>
      <w:rPr>
        <w:rFonts w:ascii="Symbol" w:hAnsi="Symbol" w:hint="default"/>
      </w:rPr>
    </w:lvl>
    <w:lvl w:ilvl="7" w:tplc="04270003" w:tentative="1">
      <w:start w:val="1"/>
      <w:numFmt w:val="bullet"/>
      <w:lvlText w:val="o"/>
      <w:lvlJc w:val="left"/>
      <w:pPr>
        <w:ind w:left="12819" w:hanging="360"/>
      </w:pPr>
      <w:rPr>
        <w:rFonts w:ascii="Courier New" w:hAnsi="Courier New" w:cs="Courier New" w:hint="default"/>
      </w:rPr>
    </w:lvl>
    <w:lvl w:ilvl="8" w:tplc="04270005" w:tentative="1">
      <w:start w:val="1"/>
      <w:numFmt w:val="bullet"/>
      <w:lvlText w:val=""/>
      <w:lvlJc w:val="left"/>
      <w:pPr>
        <w:ind w:left="13539" w:hanging="360"/>
      </w:pPr>
      <w:rPr>
        <w:rFonts w:ascii="Wingdings" w:hAnsi="Wingdings" w:hint="default"/>
      </w:rPr>
    </w:lvl>
  </w:abstractNum>
  <w:abstractNum w:abstractNumId="10">
    <w:nsid w:val="2A5C44F1"/>
    <w:multiLevelType w:val="hybridMultilevel"/>
    <w:tmpl w:val="049064B0"/>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1">
    <w:nsid w:val="34056162"/>
    <w:multiLevelType w:val="hybridMultilevel"/>
    <w:tmpl w:val="8EB2C3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B155773"/>
    <w:multiLevelType w:val="multilevel"/>
    <w:tmpl w:val="F4ACFB0C"/>
    <w:lvl w:ilvl="0">
      <w:start w:val="1"/>
      <w:numFmt w:val="decimal"/>
      <w:lvlText w:val="%1."/>
      <w:lvlJc w:val="left"/>
      <w:pPr>
        <w:ind w:left="3196"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13">
    <w:nsid w:val="458A065A"/>
    <w:multiLevelType w:val="multilevel"/>
    <w:tmpl w:val="D71013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10F011E"/>
    <w:multiLevelType w:val="multilevel"/>
    <w:tmpl w:val="F4ACFB0C"/>
    <w:lvl w:ilvl="0">
      <w:start w:val="1"/>
      <w:numFmt w:val="decimal"/>
      <w:lvlText w:val="%1."/>
      <w:lvlJc w:val="left"/>
      <w:pPr>
        <w:ind w:left="3196"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15">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16">
    <w:nsid w:val="66034E85"/>
    <w:multiLevelType w:val="hybridMultilevel"/>
    <w:tmpl w:val="F7063BC6"/>
    <w:lvl w:ilvl="0" w:tplc="04270001">
      <w:start w:val="1"/>
      <w:numFmt w:val="bullet"/>
      <w:lvlText w:val=""/>
      <w:lvlJc w:val="left"/>
      <w:pPr>
        <w:ind w:left="3316" w:hanging="360"/>
      </w:pPr>
      <w:rPr>
        <w:rFonts w:ascii="Symbol" w:hAnsi="Symbol" w:hint="default"/>
      </w:rPr>
    </w:lvl>
    <w:lvl w:ilvl="1" w:tplc="04270003" w:tentative="1">
      <w:start w:val="1"/>
      <w:numFmt w:val="bullet"/>
      <w:lvlText w:val="o"/>
      <w:lvlJc w:val="left"/>
      <w:pPr>
        <w:ind w:left="4036" w:hanging="360"/>
      </w:pPr>
      <w:rPr>
        <w:rFonts w:ascii="Courier New" w:hAnsi="Courier New" w:cs="Courier New" w:hint="default"/>
      </w:rPr>
    </w:lvl>
    <w:lvl w:ilvl="2" w:tplc="04270005" w:tentative="1">
      <w:start w:val="1"/>
      <w:numFmt w:val="bullet"/>
      <w:lvlText w:val=""/>
      <w:lvlJc w:val="left"/>
      <w:pPr>
        <w:ind w:left="4756" w:hanging="360"/>
      </w:pPr>
      <w:rPr>
        <w:rFonts w:ascii="Wingdings" w:hAnsi="Wingdings" w:hint="default"/>
      </w:rPr>
    </w:lvl>
    <w:lvl w:ilvl="3" w:tplc="04270001" w:tentative="1">
      <w:start w:val="1"/>
      <w:numFmt w:val="bullet"/>
      <w:lvlText w:val=""/>
      <w:lvlJc w:val="left"/>
      <w:pPr>
        <w:ind w:left="5476" w:hanging="360"/>
      </w:pPr>
      <w:rPr>
        <w:rFonts w:ascii="Symbol" w:hAnsi="Symbol" w:hint="default"/>
      </w:rPr>
    </w:lvl>
    <w:lvl w:ilvl="4" w:tplc="04270003" w:tentative="1">
      <w:start w:val="1"/>
      <w:numFmt w:val="bullet"/>
      <w:lvlText w:val="o"/>
      <w:lvlJc w:val="left"/>
      <w:pPr>
        <w:ind w:left="6196" w:hanging="360"/>
      </w:pPr>
      <w:rPr>
        <w:rFonts w:ascii="Courier New" w:hAnsi="Courier New" w:cs="Courier New" w:hint="default"/>
      </w:rPr>
    </w:lvl>
    <w:lvl w:ilvl="5" w:tplc="04270005" w:tentative="1">
      <w:start w:val="1"/>
      <w:numFmt w:val="bullet"/>
      <w:lvlText w:val=""/>
      <w:lvlJc w:val="left"/>
      <w:pPr>
        <w:ind w:left="6916" w:hanging="360"/>
      </w:pPr>
      <w:rPr>
        <w:rFonts w:ascii="Wingdings" w:hAnsi="Wingdings" w:hint="default"/>
      </w:rPr>
    </w:lvl>
    <w:lvl w:ilvl="6" w:tplc="04270001" w:tentative="1">
      <w:start w:val="1"/>
      <w:numFmt w:val="bullet"/>
      <w:lvlText w:val=""/>
      <w:lvlJc w:val="left"/>
      <w:pPr>
        <w:ind w:left="7636" w:hanging="360"/>
      </w:pPr>
      <w:rPr>
        <w:rFonts w:ascii="Symbol" w:hAnsi="Symbol" w:hint="default"/>
      </w:rPr>
    </w:lvl>
    <w:lvl w:ilvl="7" w:tplc="04270003" w:tentative="1">
      <w:start w:val="1"/>
      <w:numFmt w:val="bullet"/>
      <w:lvlText w:val="o"/>
      <w:lvlJc w:val="left"/>
      <w:pPr>
        <w:ind w:left="8356" w:hanging="360"/>
      </w:pPr>
      <w:rPr>
        <w:rFonts w:ascii="Courier New" w:hAnsi="Courier New" w:cs="Courier New" w:hint="default"/>
      </w:rPr>
    </w:lvl>
    <w:lvl w:ilvl="8" w:tplc="04270005" w:tentative="1">
      <w:start w:val="1"/>
      <w:numFmt w:val="bullet"/>
      <w:lvlText w:val=""/>
      <w:lvlJc w:val="left"/>
      <w:pPr>
        <w:ind w:left="9076" w:hanging="360"/>
      </w:pPr>
      <w:rPr>
        <w:rFonts w:ascii="Wingdings" w:hAnsi="Wingdings" w:hint="default"/>
      </w:rPr>
    </w:lvl>
  </w:abstractNum>
  <w:abstractNum w:abstractNumId="17">
    <w:nsid w:val="67E170BB"/>
    <w:multiLevelType w:val="hybridMultilevel"/>
    <w:tmpl w:val="2AAC722E"/>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8">
    <w:nsid w:val="683E5188"/>
    <w:multiLevelType w:val="hybridMultilevel"/>
    <w:tmpl w:val="298EB922"/>
    <w:lvl w:ilvl="0" w:tplc="4CB4E696">
      <w:start w:val="184"/>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nsid w:val="6C7C1C5B"/>
    <w:multiLevelType w:val="hybridMultilevel"/>
    <w:tmpl w:val="1C52F270"/>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nsid w:val="6EB3057F"/>
    <w:multiLevelType w:val="hybridMultilevel"/>
    <w:tmpl w:val="F808F3CA"/>
    <w:lvl w:ilvl="0" w:tplc="04270001">
      <w:start w:val="1"/>
      <w:numFmt w:val="bullet"/>
      <w:lvlText w:val=""/>
      <w:lvlJc w:val="left"/>
      <w:pPr>
        <w:ind w:left="2490" w:hanging="360"/>
      </w:pPr>
      <w:rPr>
        <w:rFonts w:ascii="Symbol" w:hAnsi="Symbol" w:hint="default"/>
      </w:rPr>
    </w:lvl>
    <w:lvl w:ilvl="1" w:tplc="04270003" w:tentative="1">
      <w:start w:val="1"/>
      <w:numFmt w:val="bullet"/>
      <w:lvlText w:val="o"/>
      <w:lvlJc w:val="left"/>
      <w:pPr>
        <w:ind w:left="3210" w:hanging="360"/>
      </w:pPr>
      <w:rPr>
        <w:rFonts w:ascii="Courier New" w:hAnsi="Courier New" w:cs="Courier New" w:hint="default"/>
      </w:rPr>
    </w:lvl>
    <w:lvl w:ilvl="2" w:tplc="04270005" w:tentative="1">
      <w:start w:val="1"/>
      <w:numFmt w:val="bullet"/>
      <w:lvlText w:val=""/>
      <w:lvlJc w:val="left"/>
      <w:pPr>
        <w:ind w:left="3930" w:hanging="360"/>
      </w:pPr>
      <w:rPr>
        <w:rFonts w:ascii="Wingdings" w:hAnsi="Wingdings" w:hint="default"/>
      </w:rPr>
    </w:lvl>
    <w:lvl w:ilvl="3" w:tplc="04270001" w:tentative="1">
      <w:start w:val="1"/>
      <w:numFmt w:val="bullet"/>
      <w:lvlText w:val=""/>
      <w:lvlJc w:val="left"/>
      <w:pPr>
        <w:ind w:left="4650" w:hanging="360"/>
      </w:pPr>
      <w:rPr>
        <w:rFonts w:ascii="Symbol" w:hAnsi="Symbol" w:hint="default"/>
      </w:rPr>
    </w:lvl>
    <w:lvl w:ilvl="4" w:tplc="04270003" w:tentative="1">
      <w:start w:val="1"/>
      <w:numFmt w:val="bullet"/>
      <w:lvlText w:val="o"/>
      <w:lvlJc w:val="left"/>
      <w:pPr>
        <w:ind w:left="5370" w:hanging="360"/>
      </w:pPr>
      <w:rPr>
        <w:rFonts w:ascii="Courier New" w:hAnsi="Courier New" w:cs="Courier New" w:hint="default"/>
      </w:rPr>
    </w:lvl>
    <w:lvl w:ilvl="5" w:tplc="04270005" w:tentative="1">
      <w:start w:val="1"/>
      <w:numFmt w:val="bullet"/>
      <w:lvlText w:val=""/>
      <w:lvlJc w:val="left"/>
      <w:pPr>
        <w:ind w:left="6090" w:hanging="360"/>
      </w:pPr>
      <w:rPr>
        <w:rFonts w:ascii="Wingdings" w:hAnsi="Wingdings" w:hint="default"/>
      </w:rPr>
    </w:lvl>
    <w:lvl w:ilvl="6" w:tplc="04270001" w:tentative="1">
      <w:start w:val="1"/>
      <w:numFmt w:val="bullet"/>
      <w:lvlText w:val=""/>
      <w:lvlJc w:val="left"/>
      <w:pPr>
        <w:ind w:left="6810" w:hanging="360"/>
      </w:pPr>
      <w:rPr>
        <w:rFonts w:ascii="Symbol" w:hAnsi="Symbol" w:hint="default"/>
      </w:rPr>
    </w:lvl>
    <w:lvl w:ilvl="7" w:tplc="04270003" w:tentative="1">
      <w:start w:val="1"/>
      <w:numFmt w:val="bullet"/>
      <w:lvlText w:val="o"/>
      <w:lvlJc w:val="left"/>
      <w:pPr>
        <w:ind w:left="7530" w:hanging="360"/>
      </w:pPr>
      <w:rPr>
        <w:rFonts w:ascii="Courier New" w:hAnsi="Courier New" w:cs="Courier New" w:hint="default"/>
      </w:rPr>
    </w:lvl>
    <w:lvl w:ilvl="8" w:tplc="04270005" w:tentative="1">
      <w:start w:val="1"/>
      <w:numFmt w:val="bullet"/>
      <w:lvlText w:val=""/>
      <w:lvlJc w:val="left"/>
      <w:pPr>
        <w:ind w:left="8250" w:hanging="360"/>
      </w:pPr>
      <w:rPr>
        <w:rFonts w:ascii="Wingdings" w:hAnsi="Wingdings" w:hint="default"/>
      </w:rPr>
    </w:lvl>
  </w:abstractNum>
  <w:abstractNum w:abstractNumId="21">
    <w:nsid w:val="71BB68FA"/>
    <w:multiLevelType w:val="multilevel"/>
    <w:tmpl w:val="F4ACFB0C"/>
    <w:lvl w:ilvl="0">
      <w:start w:val="1"/>
      <w:numFmt w:val="decimal"/>
      <w:lvlText w:val="%1."/>
      <w:lvlJc w:val="left"/>
      <w:pPr>
        <w:ind w:left="3196"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5"/>
  </w:num>
  <w:num w:numId="10">
    <w:abstractNumId w:val="13"/>
  </w:num>
  <w:num w:numId="11">
    <w:abstractNumId w:val="8"/>
  </w:num>
  <w:num w:numId="12">
    <w:abstractNumId w:val="11"/>
  </w:num>
  <w:num w:numId="13">
    <w:abstractNumId w:val="2"/>
  </w:num>
  <w:num w:numId="14">
    <w:abstractNumId w:val="0"/>
  </w:num>
  <w:num w:numId="15">
    <w:abstractNumId w:val="16"/>
  </w:num>
  <w:num w:numId="16">
    <w:abstractNumId w:val="6"/>
  </w:num>
  <w:num w:numId="17">
    <w:abstractNumId w:val="7"/>
  </w:num>
  <w:num w:numId="18">
    <w:abstractNumId w:val="20"/>
  </w:num>
  <w:num w:numId="19">
    <w:abstractNumId w:val="9"/>
  </w:num>
  <w:num w:numId="20">
    <w:abstractNumId w:val="1"/>
  </w:num>
  <w:num w:numId="21">
    <w:abstractNumId w:val="12"/>
  </w:num>
  <w:num w:numId="22">
    <w:abstractNumId w:val="1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D5A"/>
    <w:rsid w:val="000A4AAD"/>
    <w:rsid w:val="000F1EC4"/>
    <w:rsid w:val="00115D5A"/>
    <w:rsid w:val="00141DBA"/>
    <w:rsid w:val="00173687"/>
    <w:rsid w:val="001A1FB7"/>
    <w:rsid w:val="001B7377"/>
    <w:rsid w:val="002D2FA4"/>
    <w:rsid w:val="00352C4D"/>
    <w:rsid w:val="00356A6A"/>
    <w:rsid w:val="00367048"/>
    <w:rsid w:val="00431069"/>
    <w:rsid w:val="004E28D3"/>
    <w:rsid w:val="00504B11"/>
    <w:rsid w:val="005B1BF8"/>
    <w:rsid w:val="005D1429"/>
    <w:rsid w:val="00653997"/>
    <w:rsid w:val="00656FC8"/>
    <w:rsid w:val="00765079"/>
    <w:rsid w:val="008908FD"/>
    <w:rsid w:val="00924AB4"/>
    <w:rsid w:val="009550A5"/>
    <w:rsid w:val="009A5A3A"/>
    <w:rsid w:val="00AD7841"/>
    <w:rsid w:val="00B57A87"/>
    <w:rsid w:val="00BC4FFE"/>
    <w:rsid w:val="00C3322A"/>
    <w:rsid w:val="00C541A5"/>
    <w:rsid w:val="00DE50DC"/>
    <w:rsid w:val="00E663E2"/>
    <w:rsid w:val="00EB3A8B"/>
    <w:rsid w:val="00EE4EEB"/>
    <w:rsid w:val="00FD60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115D5A"/>
    <w:pPr>
      <w:spacing w:after="0" w:line="240" w:lineRule="auto"/>
    </w:pPr>
    <w:rPr>
      <w:rFonts w:ascii="Times New Roman" w:eastAsia="Times New Roman" w:hAnsi="Times New Roman" w:cs="Times New Roman"/>
      <w:sz w:val="24"/>
      <w:szCs w:val="20"/>
      <w:lang w:eastAsia="lt-LT"/>
    </w:rPr>
  </w:style>
  <w:style w:type="paragraph" w:styleId="Antrat2">
    <w:name w:val="heading 2"/>
    <w:basedOn w:val="prastasis"/>
    <w:next w:val="prastasis"/>
    <w:link w:val="Antrat2Diagrama"/>
    <w:qFormat/>
    <w:rsid w:val="001B7377"/>
    <w:pPr>
      <w:keepNext/>
      <w:jc w:val="center"/>
      <w:outlineLvl w:val="1"/>
    </w:pPr>
    <w:rPr>
      <w:b/>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15D5A"/>
    <w:rPr>
      <w:sz w:val="16"/>
    </w:rPr>
  </w:style>
  <w:style w:type="paragraph" w:customStyle="1" w:styleId="DiagramaDiagrama1">
    <w:name w:val="Diagrama Diagrama1"/>
    <w:basedOn w:val="prastasis"/>
    <w:semiHidden/>
    <w:rsid w:val="00115D5A"/>
    <w:pPr>
      <w:spacing w:after="160" w:line="240" w:lineRule="exact"/>
    </w:pPr>
    <w:rPr>
      <w:rFonts w:ascii="Verdana" w:hAnsi="Verdana" w:cs="Verdana"/>
      <w:sz w:val="20"/>
    </w:rPr>
  </w:style>
  <w:style w:type="character" w:customStyle="1" w:styleId="Antrat2Diagrama">
    <w:name w:val="Antraštė 2 Diagrama"/>
    <w:basedOn w:val="Numatytasispastraiposriftas"/>
    <w:link w:val="Antrat2"/>
    <w:rsid w:val="001B7377"/>
    <w:rPr>
      <w:rFonts w:ascii="Times New Roman" w:eastAsia="Times New Roman" w:hAnsi="Times New Roman" w:cs="Times New Roman"/>
      <w:b/>
      <w:sz w:val="24"/>
      <w:szCs w:val="20"/>
    </w:rPr>
  </w:style>
  <w:style w:type="paragraph" w:styleId="Pagrindiniotekstotrauka">
    <w:name w:val="Body Text Indent"/>
    <w:basedOn w:val="prastasis"/>
    <w:link w:val="PagrindiniotekstotraukaDiagrama"/>
    <w:rsid w:val="001B7377"/>
    <w:pPr>
      <w:spacing w:after="120"/>
      <w:ind w:left="283" w:firstLine="720"/>
      <w:jc w:val="both"/>
    </w:pPr>
    <w:rPr>
      <w:lang w:eastAsia="en-US"/>
    </w:rPr>
  </w:style>
  <w:style w:type="character" w:customStyle="1" w:styleId="PagrindiniotekstotraukaDiagrama">
    <w:name w:val="Pagrindinio teksto įtrauka Diagrama"/>
    <w:basedOn w:val="Numatytasispastraiposriftas"/>
    <w:link w:val="Pagrindiniotekstotrauka"/>
    <w:rsid w:val="001B7377"/>
    <w:rPr>
      <w:rFonts w:ascii="Times New Roman" w:eastAsia="Times New Roman" w:hAnsi="Times New Roman" w:cs="Times New Roman"/>
      <w:sz w:val="24"/>
      <w:szCs w:val="20"/>
    </w:rPr>
  </w:style>
  <w:style w:type="paragraph" w:styleId="Antrats">
    <w:name w:val="header"/>
    <w:basedOn w:val="prastasis"/>
    <w:link w:val="AntratsDiagrama"/>
    <w:rsid w:val="001B7377"/>
    <w:pPr>
      <w:tabs>
        <w:tab w:val="center" w:pos="4153"/>
        <w:tab w:val="right" w:pos="8306"/>
      </w:tabs>
    </w:pPr>
    <w:rPr>
      <w:sz w:val="20"/>
      <w:lang w:eastAsia="en-US"/>
    </w:rPr>
  </w:style>
  <w:style w:type="character" w:customStyle="1" w:styleId="AntratsDiagrama">
    <w:name w:val="Antraštės Diagrama"/>
    <w:basedOn w:val="Numatytasispastraiposriftas"/>
    <w:link w:val="Antrats"/>
    <w:rsid w:val="001B7377"/>
    <w:rPr>
      <w:rFonts w:ascii="Times New Roman" w:eastAsia="Times New Roman" w:hAnsi="Times New Roman" w:cs="Times New Roman"/>
      <w:sz w:val="20"/>
      <w:szCs w:val="20"/>
    </w:rPr>
  </w:style>
  <w:style w:type="paragraph" w:styleId="Pagrindinistekstas3">
    <w:name w:val="Body Text 3"/>
    <w:basedOn w:val="prastasis"/>
    <w:link w:val="Pagrindinistekstas3Diagrama"/>
    <w:rsid w:val="001B7377"/>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1B7377"/>
    <w:rPr>
      <w:rFonts w:ascii="Times New Roman" w:eastAsia="Times New Roman" w:hAnsi="Times New Roman" w:cs="Times New Roman"/>
      <w:sz w:val="16"/>
      <w:szCs w:val="16"/>
    </w:rPr>
  </w:style>
  <w:style w:type="character" w:styleId="Hipersaitas">
    <w:name w:val="Hyperlink"/>
    <w:rsid w:val="001B7377"/>
    <w:rPr>
      <w:color w:val="0000FF"/>
      <w:u w:val="single"/>
    </w:rPr>
  </w:style>
  <w:style w:type="paragraph" w:styleId="Sraopastraipa">
    <w:name w:val="List Paragraph"/>
    <w:basedOn w:val="prastasis"/>
    <w:qFormat/>
    <w:rsid w:val="001B7377"/>
    <w:pPr>
      <w:ind w:left="720" w:firstLine="720"/>
      <w:contextualSpacing/>
      <w:jc w:val="both"/>
    </w:pPr>
    <w:rPr>
      <w:lang w:eastAsia="en-US"/>
    </w:rPr>
  </w:style>
  <w:style w:type="paragraph" w:customStyle="1" w:styleId="Default">
    <w:name w:val="Default"/>
    <w:rsid w:val="001B7377"/>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aliases w:val="Hyperlink"/>
    <w:qFormat/>
    <w:rsid w:val="00115D5A"/>
    <w:pPr>
      <w:spacing w:after="0" w:line="240" w:lineRule="auto"/>
    </w:pPr>
    <w:rPr>
      <w:rFonts w:ascii="Times New Roman" w:eastAsia="Times New Roman" w:hAnsi="Times New Roman" w:cs="Times New Roman"/>
      <w:sz w:val="24"/>
      <w:szCs w:val="20"/>
      <w:lang w:eastAsia="lt-LT"/>
    </w:rPr>
  </w:style>
  <w:style w:type="paragraph" w:styleId="Antrat2">
    <w:name w:val="heading 2"/>
    <w:basedOn w:val="prastasis"/>
    <w:next w:val="prastasis"/>
    <w:link w:val="Antrat2Diagrama"/>
    <w:qFormat/>
    <w:rsid w:val="001B7377"/>
    <w:pPr>
      <w:keepNext/>
      <w:jc w:val="center"/>
      <w:outlineLvl w:val="1"/>
    </w:pPr>
    <w:rPr>
      <w:b/>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115D5A"/>
    <w:rPr>
      <w:sz w:val="16"/>
    </w:rPr>
  </w:style>
  <w:style w:type="paragraph" w:customStyle="1" w:styleId="DiagramaDiagrama1">
    <w:name w:val="Diagrama Diagrama1"/>
    <w:basedOn w:val="prastasis"/>
    <w:semiHidden/>
    <w:rsid w:val="00115D5A"/>
    <w:pPr>
      <w:spacing w:after="160" w:line="240" w:lineRule="exact"/>
    </w:pPr>
    <w:rPr>
      <w:rFonts w:ascii="Verdana" w:hAnsi="Verdana" w:cs="Verdana"/>
      <w:sz w:val="20"/>
    </w:rPr>
  </w:style>
  <w:style w:type="character" w:customStyle="1" w:styleId="Antrat2Diagrama">
    <w:name w:val="Antraštė 2 Diagrama"/>
    <w:basedOn w:val="Numatytasispastraiposriftas"/>
    <w:link w:val="Antrat2"/>
    <w:rsid w:val="001B7377"/>
    <w:rPr>
      <w:rFonts w:ascii="Times New Roman" w:eastAsia="Times New Roman" w:hAnsi="Times New Roman" w:cs="Times New Roman"/>
      <w:b/>
      <w:sz w:val="24"/>
      <w:szCs w:val="20"/>
    </w:rPr>
  </w:style>
  <w:style w:type="paragraph" w:styleId="Pagrindiniotekstotrauka">
    <w:name w:val="Body Text Indent"/>
    <w:basedOn w:val="prastasis"/>
    <w:link w:val="PagrindiniotekstotraukaDiagrama"/>
    <w:rsid w:val="001B7377"/>
    <w:pPr>
      <w:spacing w:after="120"/>
      <w:ind w:left="283" w:firstLine="720"/>
      <w:jc w:val="both"/>
    </w:pPr>
    <w:rPr>
      <w:lang w:eastAsia="en-US"/>
    </w:rPr>
  </w:style>
  <w:style w:type="character" w:customStyle="1" w:styleId="PagrindiniotekstotraukaDiagrama">
    <w:name w:val="Pagrindinio teksto įtrauka Diagrama"/>
    <w:basedOn w:val="Numatytasispastraiposriftas"/>
    <w:link w:val="Pagrindiniotekstotrauka"/>
    <w:rsid w:val="001B7377"/>
    <w:rPr>
      <w:rFonts w:ascii="Times New Roman" w:eastAsia="Times New Roman" w:hAnsi="Times New Roman" w:cs="Times New Roman"/>
      <w:sz w:val="24"/>
      <w:szCs w:val="20"/>
    </w:rPr>
  </w:style>
  <w:style w:type="paragraph" w:styleId="Antrats">
    <w:name w:val="header"/>
    <w:basedOn w:val="prastasis"/>
    <w:link w:val="AntratsDiagrama"/>
    <w:rsid w:val="001B7377"/>
    <w:pPr>
      <w:tabs>
        <w:tab w:val="center" w:pos="4153"/>
        <w:tab w:val="right" w:pos="8306"/>
      </w:tabs>
    </w:pPr>
    <w:rPr>
      <w:sz w:val="20"/>
      <w:lang w:eastAsia="en-US"/>
    </w:rPr>
  </w:style>
  <w:style w:type="character" w:customStyle="1" w:styleId="AntratsDiagrama">
    <w:name w:val="Antraštės Diagrama"/>
    <w:basedOn w:val="Numatytasispastraiposriftas"/>
    <w:link w:val="Antrats"/>
    <w:rsid w:val="001B7377"/>
    <w:rPr>
      <w:rFonts w:ascii="Times New Roman" w:eastAsia="Times New Roman" w:hAnsi="Times New Roman" w:cs="Times New Roman"/>
      <w:sz w:val="20"/>
      <w:szCs w:val="20"/>
    </w:rPr>
  </w:style>
  <w:style w:type="paragraph" w:styleId="Pagrindinistekstas3">
    <w:name w:val="Body Text 3"/>
    <w:basedOn w:val="prastasis"/>
    <w:link w:val="Pagrindinistekstas3Diagrama"/>
    <w:rsid w:val="001B7377"/>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1B7377"/>
    <w:rPr>
      <w:rFonts w:ascii="Times New Roman" w:eastAsia="Times New Roman" w:hAnsi="Times New Roman" w:cs="Times New Roman"/>
      <w:sz w:val="16"/>
      <w:szCs w:val="16"/>
    </w:rPr>
  </w:style>
  <w:style w:type="character" w:styleId="Hipersaitas">
    <w:name w:val="Hyperlink"/>
    <w:rsid w:val="001B7377"/>
    <w:rPr>
      <w:color w:val="0000FF"/>
      <w:u w:val="single"/>
    </w:rPr>
  </w:style>
  <w:style w:type="paragraph" w:styleId="Sraopastraipa">
    <w:name w:val="List Paragraph"/>
    <w:basedOn w:val="prastasis"/>
    <w:qFormat/>
    <w:rsid w:val="001B7377"/>
    <w:pPr>
      <w:ind w:left="720" w:firstLine="720"/>
      <w:contextualSpacing/>
      <w:jc w:val="both"/>
    </w:pPr>
    <w:rPr>
      <w:lang w:eastAsia="en-US"/>
    </w:rPr>
  </w:style>
  <w:style w:type="paragraph" w:customStyle="1" w:styleId="Default">
    <w:name w:val="Default"/>
    <w:rsid w:val="001B7377"/>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plungesbst@gmail.com"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B34E5-AD47-4771-95E8-DD6C9E44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E604BC42</Template>
  <TotalTime>159</TotalTime>
  <Pages>15</Pages>
  <Words>20792</Words>
  <Characters>11852</Characters>
  <Application>Microsoft Office Word</Application>
  <DocSecurity>0</DocSecurity>
  <Lines>98</Lines>
  <Paragraphs>65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11</cp:revision>
  <cp:lastPrinted>2020-10-14T07:55:00Z</cp:lastPrinted>
  <dcterms:created xsi:type="dcterms:W3CDTF">2020-10-14T07:43:00Z</dcterms:created>
  <dcterms:modified xsi:type="dcterms:W3CDTF">2020-10-30T05:57:00Z</dcterms:modified>
</cp:coreProperties>
</file>