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2C6" w:rsidRDefault="00AD62C6" w:rsidP="00FA4DF9">
      <w:pPr>
        <w:jc w:val="center"/>
        <w:rPr>
          <w:b/>
          <w:noProof/>
          <w:sz w:val="28"/>
        </w:rPr>
      </w:pPr>
      <w:r>
        <w:rPr>
          <w:b/>
          <w:noProof/>
          <w:sz w:val="28"/>
          <w:lang w:eastAsia="lt-LT"/>
        </w:rPr>
        <w:drawing>
          <wp:anchor distT="0" distB="180340" distL="114300" distR="114300" simplePos="0" relativeHeight="251658240" behindDoc="1" locked="0" layoutInCell="0" allowOverlap="1">
            <wp:simplePos x="0" y="0"/>
            <wp:positionH relativeFrom="column">
              <wp:posOffset>2800350</wp:posOffset>
            </wp:positionH>
            <wp:positionV relativeFrom="paragraph">
              <wp:posOffset>-278130</wp:posOffset>
            </wp:positionV>
            <wp:extent cx="552450" cy="676275"/>
            <wp:effectExtent l="0" t="0" r="0" b="9525"/>
            <wp:wrapTopAndBottom/>
            <wp:docPr id="16" name="Paveikslėlis 16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5" descr="Herba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A4DF9" w:rsidRPr="009F7D43">
        <w:rPr>
          <w:b/>
          <w:noProof/>
          <w:sz w:val="28"/>
        </w:rPr>
        <w:t xml:space="preserve">PLUNGĖS RAJONO SAVIVALDYBĖS </w:t>
      </w:r>
    </w:p>
    <w:p w:rsidR="00FA4DF9" w:rsidRDefault="00FA4DF9" w:rsidP="00FA4DF9">
      <w:pPr>
        <w:jc w:val="center"/>
        <w:rPr>
          <w:b/>
          <w:noProof/>
          <w:sz w:val="28"/>
        </w:rPr>
      </w:pPr>
      <w:r w:rsidRPr="009F7D43">
        <w:rPr>
          <w:b/>
          <w:noProof/>
          <w:sz w:val="28"/>
        </w:rPr>
        <w:t>TARYBA</w:t>
      </w:r>
    </w:p>
    <w:p w:rsidR="00FA4DF9" w:rsidRDefault="00FA4DF9" w:rsidP="00FA4DF9">
      <w:pPr>
        <w:jc w:val="center"/>
        <w:rPr>
          <w:b/>
          <w:noProof/>
          <w:sz w:val="28"/>
        </w:rPr>
      </w:pPr>
    </w:p>
    <w:p w:rsidR="00FA4DF9" w:rsidRDefault="00FA4DF9" w:rsidP="00FA4DF9">
      <w:pPr>
        <w:jc w:val="center"/>
        <w:rPr>
          <w:b/>
          <w:sz w:val="28"/>
        </w:rPr>
      </w:pPr>
      <w:r w:rsidRPr="009F7D43">
        <w:rPr>
          <w:b/>
          <w:sz w:val="28"/>
        </w:rPr>
        <w:t>SPRENDIMAS</w:t>
      </w:r>
    </w:p>
    <w:p w:rsidR="00FA4DF9" w:rsidRDefault="00FA4DF9" w:rsidP="00FA4DF9">
      <w:pPr>
        <w:jc w:val="center"/>
        <w:rPr>
          <w:b/>
          <w:sz w:val="28"/>
        </w:rPr>
      </w:pPr>
      <w:r w:rsidRPr="009F7D43">
        <w:rPr>
          <w:b/>
          <w:sz w:val="28"/>
        </w:rPr>
        <w:t xml:space="preserve">DĖL </w:t>
      </w:r>
      <w:r w:rsidR="005B3208">
        <w:rPr>
          <w:b/>
          <w:sz w:val="28"/>
        </w:rPr>
        <w:t>PLUNGĖS RAJONO SAVIVALDYBĖS 2019</w:t>
      </w:r>
      <w:r w:rsidRPr="009F7D43">
        <w:rPr>
          <w:b/>
          <w:sz w:val="28"/>
        </w:rPr>
        <w:t xml:space="preserve"> METŲ BIUDŽETO VYKDYMO ATASKAITŲ RINKINIO PATVIRTINIMO</w:t>
      </w:r>
    </w:p>
    <w:p w:rsidR="00FA4DF9" w:rsidRDefault="00FA4DF9" w:rsidP="00FA4DF9">
      <w:pPr>
        <w:jc w:val="center"/>
        <w:rPr>
          <w:b/>
          <w:sz w:val="28"/>
        </w:rPr>
      </w:pPr>
    </w:p>
    <w:p w:rsidR="00FA4DF9" w:rsidRPr="00FA4DF9" w:rsidRDefault="007E0FD1" w:rsidP="00FA4DF9">
      <w:pPr>
        <w:jc w:val="center"/>
        <w:rPr>
          <w:sz w:val="24"/>
          <w:szCs w:val="24"/>
        </w:rPr>
      </w:pPr>
      <w:r>
        <w:rPr>
          <w:sz w:val="24"/>
          <w:szCs w:val="24"/>
        </w:rPr>
        <w:t>2020</w:t>
      </w:r>
      <w:r w:rsidR="00FA4DF9" w:rsidRPr="00FA4DF9">
        <w:rPr>
          <w:sz w:val="24"/>
          <w:szCs w:val="24"/>
        </w:rPr>
        <w:t xml:space="preserve"> m. liepos</w:t>
      </w:r>
      <w:r w:rsidR="007D1F0D">
        <w:rPr>
          <w:sz w:val="24"/>
          <w:szCs w:val="24"/>
        </w:rPr>
        <w:t xml:space="preserve"> 30</w:t>
      </w:r>
      <w:r w:rsidR="00FA4DF9" w:rsidRPr="00FA4DF9">
        <w:rPr>
          <w:sz w:val="24"/>
          <w:szCs w:val="24"/>
        </w:rPr>
        <w:t xml:space="preserve"> d. Nr.</w:t>
      </w:r>
      <w:r w:rsidR="00FA4DF9">
        <w:rPr>
          <w:sz w:val="24"/>
          <w:szCs w:val="24"/>
        </w:rPr>
        <w:t xml:space="preserve"> </w:t>
      </w:r>
      <w:r w:rsidR="00FA4DF9" w:rsidRPr="00FA4DF9">
        <w:rPr>
          <w:sz w:val="24"/>
          <w:szCs w:val="24"/>
        </w:rPr>
        <w:t>T1</w:t>
      </w:r>
      <w:r>
        <w:rPr>
          <w:sz w:val="24"/>
          <w:szCs w:val="24"/>
        </w:rPr>
        <w:t>-</w:t>
      </w:r>
      <w:r w:rsidR="00E82D1C">
        <w:rPr>
          <w:sz w:val="24"/>
          <w:szCs w:val="24"/>
        </w:rPr>
        <w:t>149</w:t>
      </w:r>
      <w:bookmarkStart w:id="0" w:name="_GoBack"/>
      <w:bookmarkEnd w:id="0"/>
    </w:p>
    <w:p w:rsidR="00FA4DF9" w:rsidRPr="00FA4DF9" w:rsidRDefault="00FA4DF9" w:rsidP="00FA4DF9">
      <w:pPr>
        <w:jc w:val="center"/>
        <w:rPr>
          <w:sz w:val="24"/>
          <w:szCs w:val="24"/>
        </w:rPr>
      </w:pPr>
      <w:r w:rsidRPr="00FA4DF9">
        <w:rPr>
          <w:sz w:val="24"/>
          <w:szCs w:val="24"/>
        </w:rPr>
        <w:t>Plungė</w:t>
      </w:r>
    </w:p>
    <w:p w:rsidR="00FA4DF9" w:rsidRDefault="00FA4DF9" w:rsidP="00FA4DF9"/>
    <w:p w:rsidR="00FA4DF9" w:rsidRPr="00F40D25" w:rsidRDefault="00FA4DF9" w:rsidP="00FA4DF9">
      <w:pPr>
        <w:ind w:firstLine="720"/>
        <w:jc w:val="both"/>
      </w:pPr>
      <w:r w:rsidRPr="00F40D25">
        <w:rPr>
          <w:sz w:val="24"/>
        </w:rPr>
        <w:t>Vadovaudamasi Lietuvos Respublikos biudžeto sandaros įstatymo 36 straipsnio 3 dalimi ir Lietuvos Respublikos vietos savivaldos įstatymo 16 straipsnio 2 dalies 15 punktu, Plungės rajono savivaldybės taryba  n u s p r e n d ž i a:</w:t>
      </w:r>
    </w:p>
    <w:p w:rsidR="00FA4DF9" w:rsidRPr="00F40D25" w:rsidRDefault="00FA4DF9" w:rsidP="00FA4DF9">
      <w:pPr>
        <w:ind w:firstLine="720"/>
        <w:jc w:val="both"/>
        <w:rPr>
          <w:sz w:val="24"/>
        </w:rPr>
      </w:pPr>
      <w:r w:rsidRPr="00F40D25">
        <w:rPr>
          <w:sz w:val="24"/>
        </w:rPr>
        <w:t>Patvirtinti pridedamus:</w:t>
      </w:r>
    </w:p>
    <w:p w:rsidR="00FA4DF9" w:rsidRPr="00F40D25" w:rsidRDefault="00FA4DF9" w:rsidP="00FA4DF9">
      <w:pPr>
        <w:ind w:firstLine="720"/>
        <w:jc w:val="both"/>
        <w:rPr>
          <w:sz w:val="24"/>
        </w:rPr>
      </w:pPr>
      <w:r w:rsidRPr="00F40D25">
        <w:rPr>
          <w:sz w:val="24"/>
        </w:rPr>
        <w:t xml:space="preserve">1. </w:t>
      </w:r>
      <w:r w:rsidR="005B3208" w:rsidRPr="00F40D25">
        <w:rPr>
          <w:sz w:val="24"/>
        </w:rPr>
        <w:t>Plungės rajono savivaldybės 2019</w:t>
      </w:r>
      <w:r w:rsidRPr="00F40D25">
        <w:rPr>
          <w:sz w:val="24"/>
        </w:rPr>
        <w:t xml:space="preserve"> metų biudžeto vykdymo ataskaitų rinkinį (1 priedas):</w:t>
      </w:r>
    </w:p>
    <w:p w:rsidR="00FA4DF9" w:rsidRPr="00F40D25" w:rsidRDefault="00FA4DF9" w:rsidP="00FA4DF9">
      <w:pPr>
        <w:ind w:firstLine="720"/>
        <w:jc w:val="both"/>
        <w:rPr>
          <w:sz w:val="24"/>
        </w:rPr>
      </w:pPr>
      <w:r w:rsidRPr="00F40D25">
        <w:rPr>
          <w:sz w:val="24"/>
        </w:rPr>
        <w:t>1.1. Biudžeto paja</w:t>
      </w:r>
      <w:r w:rsidR="005B3208" w:rsidRPr="00F40D25">
        <w:rPr>
          <w:sz w:val="24"/>
        </w:rPr>
        <w:t>mų ir išlaidų plano vykdymo 2019</w:t>
      </w:r>
      <w:r w:rsidRPr="00F40D25">
        <w:rPr>
          <w:sz w:val="24"/>
        </w:rPr>
        <w:t xml:space="preserve"> m. gruodžio 31 d. ataskaitą (forma Nr. 1- sav.);</w:t>
      </w:r>
    </w:p>
    <w:p w:rsidR="00FA4DF9" w:rsidRPr="00F40D25" w:rsidRDefault="00FA4DF9" w:rsidP="00FA4DF9">
      <w:pPr>
        <w:ind w:firstLine="720"/>
        <w:jc w:val="both"/>
        <w:rPr>
          <w:sz w:val="24"/>
        </w:rPr>
      </w:pPr>
      <w:r w:rsidRPr="00F40D25">
        <w:rPr>
          <w:sz w:val="24"/>
        </w:rPr>
        <w:t>1.2. Biudž</w:t>
      </w:r>
      <w:r w:rsidR="005B3208" w:rsidRPr="00F40D25">
        <w:rPr>
          <w:sz w:val="24"/>
        </w:rPr>
        <w:t>eto išlaidų sąmatos vykdymo 2019</w:t>
      </w:r>
      <w:r w:rsidRPr="00F40D25">
        <w:rPr>
          <w:sz w:val="24"/>
        </w:rPr>
        <w:t xml:space="preserve"> m. gruodžio 31 d. ataskaitą (forma Nr. 2 - sav.);</w:t>
      </w:r>
    </w:p>
    <w:p w:rsidR="00FA4DF9" w:rsidRPr="00F40D25" w:rsidRDefault="00FA4DF9" w:rsidP="00FA4DF9">
      <w:pPr>
        <w:ind w:firstLine="720"/>
        <w:jc w:val="both"/>
        <w:rPr>
          <w:sz w:val="24"/>
        </w:rPr>
      </w:pPr>
      <w:r w:rsidRPr="00F40D25">
        <w:rPr>
          <w:sz w:val="24"/>
        </w:rPr>
        <w:t xml:space="preserve">1.3. Paaiškinimą prie </w:t>
      </w:r>
      <w:r w:rsidR="005B3208" w:rsidRPr="00F40D25">
        <w:rPr>
          <w:sz w:val="24"/>
        </w:rPr>
        <w:t>Plungės rajono savivaldybės 2019</w:t>
      </w:r>
      <w:r w:rsidRPr="00F40D25">
        <w:rPr>
          <w:sz w:val="24"/>
        </w:rPr>
        <w:t xml:space="preserve"> metų biudžeto vykdymo ataskaitos.</w:t>
      </w:r>
    </w:p>
    <w:p w:rsidR="00FA4DF9" w:rsidRPr="00F40D25" w:rsidRDefault="00FA4DF9" w:rsidP="00FA4DF9">
      <w:pPr>
        <w:ind w:firstLine="720"/>
        <w:jc w:val="both"/>
        <w:rPr>
          <w:sz w:val="24"/>
        </w:rPr>
      </w:pPr>
      <w:r w:rsidRPr="00F40D25">
        <w:rPr>
          <w:sz w:val="24"/>
        </w:rPr>
        <w:t xml:space="preserve">2. </w:t>
      </w:r>
      <w:r w:rsidR="00A61239" w:rsidRPr="00F40D25">
        <w:rPr>
          <w:sz w:val="24"/>
        </w:rPr>
        <w:t>41 325,1</w:t>
      </w:r>
      <w:r w:rsidRPr="00F40D25">
        <w:rPr>
          <w:sz w:val="24"/>
        </w:rPr>
        <w:t xml:space="preserve"> tūkst. eurų pajamų (2 priedas), iš jų: </w:t>
      </w:r>
      <w:r w:rsidR="00A61239" w:rsidRPr="00F40D25">
        <w:rPr>
          <w:sz w:val="24"/>
        </w:rPr>
        <w:t>174,2</w:t>
      </w:r>
      <w:r w:rsidRPr="00F40D25">
        <w:rPr>
          <w:sz w:val="24"/>
        </w:rPr>
        <w:t xml:space="preserve"> tūkst. eurų </w:t>
      </w:r>
      <w:r w:rsidR="00EA07BD">
        <w:rPr>
          <w:sz w:val="24"/>
        </w:rPr>
        <w:t>–</w:t>
      </w:r>
      <w:r w:rsidR="00EA07BD" w:rsidRPr="00F40D25">
        <w:rPr>
          <w:sz w:val="24"/>
        </w:rPr>
        <w:t xml:space="preserve"> </w:t>
      </w:r>
      <w:r w:rsidRPr="00F40D25">
        <w:rPr>
          <w:sz w:val="24"/>
        </w:rPr>
        <w:t xml:space="preserve">iš Savivaldybės biudžeto išlaikomų įstaigų gautų pajamų už prekes ir paslaugas; </w:t>
      </w:r>
      <w:r w:rsidR="00A61239" w:rsidRPr="00F40D25">
        <w:rPr>
          <w:sz w:val="24"/>
        </w:rPr>
        <w:t>613,7</w:t>
      </w:r>
      <w:r w:rsidRPr="00F40D25">
        <w:rPr>
          <w:sz w:val="24"/>
        </w:rPr>
        <w:t xml:space="preserve"> tūkst. eurų </w:t>
      </w:r>
      <w:r w:rsidR="00EA07BD">
        <w:rPr>
          <w:sz w:val="24"/>
        </w:rPr>
        <w:t>–</w:t>
      </w:r>
      <w:r w:rsidR="00EA07BD" w:rsidRPr="00F40D25">
        <w:rPr>
          <w:sz w:val="24"/>
        </w:rPr>
        <w:t xml:space="preserve"> </w:t>
      </w:r>
      <w:r w:rsidRPr="00F40D25">
        <w:rPr>
          <w:sz w:val="24"/>
        </w:rPr>
        <w:t xml:space="preserve">įmokų už išlaikymą švietimo, socialinės apsaugos ir kitose įstaigose ir </w:t>
      </w:r>
      <w:r w:rsidR="00A61239" w:rsidRPr="00F40D25">
        <w:rPr>
          <w:sz w:val="24"/>
        </w:rPr>
        <w:t xml:space="preserve">200,0 </w:t>
      </w:r>
      <w:r w:rsidRPr="00F40D25">
        <w:rPr>
          <w:sz w:val="24"/>
        </w:rPr>
        <w:t xml:space="preserve">tūkst. eurų </w:t>
      </w:r>
      <w:r w:rsidR="00EA07BD">
        <w:rPr>
          <w:sz w:val="24"/>
        </w:rPr>
        <w:t>–</w:t>
      </w:r>
      <w:r w:rsidR="00EA07BD" w:rsidRPr="00F40D25">
        <w:rPr>
          <w:sz w:val="24"/>
        </w:rPr>
        <w:t xml:space="preserve"> </w:t>
      </w:r>
      <w:r w:rsidRPr="00F40D25">
        <w:rPr>
          <w:sz w:val="24"/>
        </w:rPr>
        <w:t xml:space="preserve">už ilgalaikio ir trumpalaikio materialiojo turto nuomą.  </w:t>
      </w:r>
    </w:p>
    <w:p w:rsidR="00FA4DF9" w:rsidRPr="00F40D25" w:rsidRDefault="00FA4DF9" w:rsidP="00FA4DF9">
      <w:pPr>
        <w:ind w:firstLine="720"/>
        <w:jc w:val="both"/>
        <w:rPr>
          <w:sz w:val="24"/>
        </w:rPr>
      </w:pPr>
      <w:r w:rsidRPr="00F40D25">
        <w:rPr>
          <w:sz w:val="24"/>
        </w:rPr>
        <w:t xml:space="preserve">3. </w:t>
      </w:r>
      <w:r w:rsidR="00A61239" w:rsidRPr="00F40D25">
        <w:rPr>
          <w:sz w:val="24"/>
        </w:rPr>
        <w:t>42 489,7</w:t>
      </w:r>
      <w:r w:rsidRPr="00F40D25">
        <w:rPr>
          <w:sz w:val="24"/>
        </w:rPr>
        <w:t xml:space="preserve"> tūkst. eurų išlaidų (</w:t>
      </w:r>
      <w:r w:rsidR="00A61239" w:rsidRPr="00F40D25">
        <w:rPr>
          <w:sz w:val="24"/>
        </w:rPr>
        <w:t>41 436,4 tūkst. eurų – asignavimų, 1 053,1</w:t>
      </w:r>
      <w:r w:rsidRPr="00F40D25">
        <w:rPr>
          <w:sz w:val="24"/>
        </w:rPr>
        <w:t xml:space="preserve"> tūkst. eurų </w:t>
      </w:r>
      <w:r w:rsidR="00EA07BD">
        <w:rPr>
          <w:sz w:val="24"/>
        </w:rPr>
        <w:t>–</w:t>
      </w:r>
      <w:r w:rsidR="00EA07BD" w:rsidRPr="00F40D25">
        <w:rPr>
          <w:sz w:val="24"/>
        </w:rPr>
        <w:t xml:space="preserve"> </w:t>
      </w:r>
      <w:r w:rsidRPr="00F40D25">
        <w:rPr>
          <w:sz w:val="24"/>
        </w:rPr>
        <w:t>paskoloms grąžinti</w:t>
      </w:r>
      <w:r w:rsidR="00A61239" w:rsidRPr="00F40D25">
        <w:rPr>
          <w:sz w:val="24"/>
        </w:rPr>
        <w:t xml:space="preserve"> ir 0,2 tūkst. eurų – akcijoms įsigyti</w:t>
      </w:r>
      <w:r w:rsidRPr="00F40D25">
        <w:rPr>
          <w:sz w:val="24"/>
        </w:rPr>
        <w:t xml:space="preserve">); iš jų: </w:t>
      </w:r>
      <w:r w:rsidR="00A61239" w:rsidRPr="00F40D25">
        <w:rPr>
          <w:sz w:val="24"/>
        </w:rPr>
        <w:t>20 532,3</w:t>
      </w:r>
      <w:r w:rsidRPr="00F40D25">
        <w:rPr>
          <w:sz w:val="24"/>
        </w:rPr>
        <w:t xml:space="preserve"> tūkst. eurų </w:t>
      </w:r>
      <w:r w:rsidR="00EA07BD">
        <w:rPr>
          <w:sz w:val="24"/>
        </w:rPr>
        <w:t>–</w:t>
      </w:r>
      <w:r w:rsidR="00EA07BD" w:rsidRPr="00F40D25">
        <w:rPr>
          <w:sz w:val="24"/>
        </w:rPr>
        <w:t xml:space="preserve"> </w:t>
      </w:r>
      <w:r w:rsidRPr="00F40D25">
        <w:rPr>
          <w:sz w:val="24"/>
        </w:rPr>
        <w:t xml:space="preserve">darbo užmokesčiui ir </w:t>
      </w:r>
      <w:r w:rsidR="00E0653C">
        <w:rPr>
          <w:sz w:val="24"/>
        </w:rPr>
        <w:t>10 738,6</w:t>
      </w:r>
      <w:r w:rsidR="00A61239" w:rsidRPr="00F40D25">
        <w:rPr>
          <w:sz w:val="24"/>
        </w:rPr>
        <w:t xml:space="preserve"> </w:t>
      </w:r>
      <w:r w:rsidRPr="00F40D25">
        <w:rPr>
          <w:sz w:val="24"/>
        </w:rPr>
        <w:t xml:space="preserve">tūkst. eurų </w:t>
      </w:r>
      <w:r w:rsidR="00EA07BD">
        <w:rPr>
          <w:sz w:val="24"/>
        </w:rPr>
        <w:t>–</w:t>
      </w:r>
      <w:r w:rsidR="00EA07BD" w:rsidRPr="00F40D25">
        <w:rPr>
          <w:sz w:val="24"/>
        </w:rPr>
        <w:t xml:space="preserve"> </w:t>
      </w:r>
      <w:r w:rsidRPr="00F40D25">
        <w:rPr>
          <w:sz w:val="24"/>
        </w:rPr>
        <w:t>turtui įsigyti:</w:t>
      </w:r>
    </w:p>
    <w:p w:rsidR="00FA4DF9" w:rsidRPr="00F40D25" w:rsidRDefault="00FA4DF9" w:rsidP="00FA4DF9">
      <w:pPr>
        <w:ind w:firstLine="720"/>
        <w:jc w:val="both"/>
        <w:rPr>
          <w:sz w:val="24"/>
        </w:rPr>
      </w:pPr>
      <w:r w:rsidRPr="00F40D25">
        <w:rPr>
          <w:sz w:val="24"/>
        </w:rPr>
        <w:t xml:space="preserve">3.1. </w:t>
      </w:r>
      <w:r w:rsidR="00F40D25" w:rsidRPr="00F40D25">
        <w:rPr>
          <w:sz w:val="24"/>
        </w:rPr>
        <w:t xml:space="preserve"> 20 912,2</w:t>
      </w:r>
      <w:r w:rsidRPr="00F40D25">
        <w:rPr>
          <w:sz w:val="24"/>
        </w:rPr>
        <w:t xml:space="preserve"> tūkst. eurų </w:t>
      </w:r>
      <w:r w:rsidR="00EA07BD">
        <w:rPr>
          <w:sz w:val="24"/>
        </w:rPr>
        <w:t>–</w:t>
      </w:r>
      <w:r w:rsidR="00EA07BD" w:rsidRPr="00F40D25">
        <w:rPr>
          <w:sz w:val="24"/>
        </w:rPr>
        <w:t xml:space="preserve"> </w:t>
      </w:r>
      <w:proofErr w:type="spellStart"/>
      <w:r w:rsidRPr="00F40D25">
        <w:rPr>
          <w:sz w:val="24"/>
        </w:rPr>
        <w:t>savarankiškosioms</w:t>
      </w:r>
      <w:proofErr w:type="spellEnd"/>
      <w:r w:rsidRPr="00F40D25">
        <w:rPr>
          <w:sz w:val="24"/>
        </w:rPr>
        <w:t xml:space="preserve"> savivaldybės funkcijoms vykdyti (4 priedas);</w:t>
      </w:r>
    </w:p>
    <w:p w:rsidR="00FA4DF9" w:rsidRPr="00F40D25" w:rsidRDefault="00FA4DF9" w:rsidP="00FA4DF9">
      <w:pPr>
        <w:ind w:firstLine="720"/>
        <w:jc w:val="both"/>
        <w:rPr>
          <w:sz w:val="24"/>
        </w:rPr>
      </w:pPr>
      <w:r w:rsidRPr="00F40D25">
        <w:rPr>
          <w:sz w:val="24"/>
        </w:rPr>
        <w:t xml:space="preserve">3.2. </w:t>
      </w:r>
      <w:r w:rsidR="00A30DA8">
        <w:rPr>
          <w:sz w:val="24"/>
        </w:rPr>
        <w:t xml:space="preserve"> </w:t>
      </w:r>
      <w:r w:rsidRPr="00F40D25">
        <w:rPr>
          <w:sz w:val="24"/>
        </w:rPr>
        <w:t xml:space="preserve">2 </w:t>
      </w:r>
      <w:r w:rsidR="00F40D25" w:rsidRPr="00F40D25">
        <w:rPr>
          <w:sz w:val="24"/>
        </w:rPr>
        <w:t>457,1</w:t>
      </w:r>
      <w:r w:rsidRPr="00F40D25">
        <w:rPr>
          <w:sz w:val="24"/>
        </w:rPr>
        <w:t xml:space="preserve"> tūkst. eurų </w:t>
      </w:r>
      <w:r w:rsidR="00EA07BD">
        <w:rPr>
          <w:sz w:val="24"/>
        </w:rPr>
        <w:t>–</w:t>
      </w:r>
      <w:r w:rsidR="00EA07BD" w:rsidRPr="00F40D25">
        <w:rPr>
          <w:sz w:val="24"/>
        </w:rPr>
        <w:t xml:space="preserve"> </w:t>
      </w:r>
      <w:r w:rsidRPr="00F40D25">
        <w:rPr>
          <w:sz w:val="24"/>
        </w:rPr>
        <w:t>valstybinėms (perduotoms savivaldybėms) funkcijoms  vykdyti (5 priedas);</w:t>
      </w:r>
    </w:p>
    <w:p w:rsidR="00FA4DF9" w:rsidRPr="00F40D25" w:rsidRDefault="00FA4DF9" w:rsidP="00FA4DF9">
      <w:pPr>
        <w:ind w:firstLine="720"/>
        <w:jc w:val="both"/>
        <w:rPr>
          <w:sz w:val="24"/>
        </w:rPr>
      </w:pPr>
      <w:r w:rsidRPr="00F40D25">
        <w:rPr>
          <w:sz w:val="24"/>
        </w:rPr>
        <w:t xml:space="preserve">3.3.  </w:t>
      </w:r>
      <w:r w:rsidR="00F40D25" w:rsidRPr="00F40D25">
        <w:rPr>
          <w:sz w:val="24"/>
        </w:rPr>
        <w:t>8 368,8</w:t>
      </w:r>
      <w:r w:rsidRPr="00F40D25">
        <w:rPr>
          <w:sz w:val="24"/>
        </w:rPr>
        <w:t xml:space="preserve"> tūkst. eurų </w:t>
      </w:r>
      <w:r w:rsidR="00EA07BD">
        <w:rPr>
          <w:sz w:val="24"/>
        </w:rPr>
        <w:t>–</w:t>
      </w:r>
      <w:r w:rsidR="00EA07BD" w:rsidRPr="00F40D25">
        <w:rPr>
          <w:sz w:val="24"/>
        </w:rPr>
        <w:t xml:space="preserve"> </w:t>
      </w:r>
      <w:r w:rsidRPr="00F40D25">
        <w:rPr>
          <w:sz w:val="24"/>
        </w:rPr>
        <w:t xml:space="preserve">įstaigoms </w:t>
      </w:r>
      <w:r w:rsidR="00F40D25" w:rsidRPr="00F40D25">
        <w:rPr>
          <w:sz w:val="24"/>
        </w:rPr>
        <w:t>ugdymo reikmėms</w:t>
      </w:r>
      <w:r w:rsidRPr="00F40D25">
        <w:rPr>
          <w:sz w:val="24"/>
        </w:rPr>
        <w:t xml:space="preserve"> finansuoti (6 priedas);</w:t>
      </w:r>
    </w:p>
    <w:p w:rsidR="00FA4DF9" w:rsidRPr="00F40D25" w:rsidRDefault="00FA4DF9" w:rsidP="00FA4DF9">
      <w:pPr>
        <w:ind w:firstLine="720"/>
        <w:jc w:val="both"/>
        <w:rPr>
          <w:sz w:val="24"/>
        </w:rPr>
      </w:pPr>
      <w:r w:rsidRPr="00F40D25">
        <w:rPr>
          <w:sz w:val="24"/>
        </w:rPr>
        <w:t xml:space="preserve">3.4.  </w:t>
      </w:r>
      <w:r w:rsidR="00F40D25" w:rsidRPr="00F40D25">
        <w:rPr>
          <w:sz w:val="24"/>
        </w:rPr>
        <w:t>8 579,6</w:t>
      </w:r>
      <w:r w:rsidRPr="00F40D25">
        <w:rPr>
          <w:sz w:val="24"/>
        </w:rPr>
        <w:t xml:space="preserve"> tūkst. eurų </w:t>
      </w:r>
      <w:r w:rsidR="00EA07BD">
        <w:rPr>
          <w:sz w:val="24"/>
        </w:rPr>
        <w:t xml:space="preserve">– </w:t>
      </w:r>
      <w:r w:rsidRPr="00F40D25">
        <w:rPr>
          <w:sz w:val="24"/>
        </w:rPr>
        <w:t>įstaigoms ir projektams iš kitų dotacijų finansuoti (7 priedas);</w:t>
      </w:r>
    </w:p>
    <w:p w:rsidR="00FA4DF9" w:rsidRPr="00F40D25" w:rsidRDefault="00FA4DF9" w:rsidP="00FA4DF9">
      <w:pPr>
        <w:ind w:firstLine="720"/>
        <w:jc w:val="both"/>
        <w:rPr>
          <w:sz w:val="24"/>
        </w:rPr>
      </w:pPr>
      <w:r w:rsidRPr="00F40D25">
        <w:rPr>
          <w:sz w:val="24"/>
        </w:rPr>
        <w:t xml:space="preserve">3.5. </w:t>
      </w:r>
      <w:r w:rsidR="00F40D25" w:rsidRPr="00F40D25">
        <w:rPr>
          <w:sz w:val="24"/>
        </w:rPr>
        <w:t xml:space="preserve"> 988,0</w:t>
      </w:r>
      <w:r w:rsidRPr="00F40D25">
        <w:rPr>
          <w:sz w:val="24"/>
        </w:rPr>
        <w:t xml:space="preserve"> tūkst. eurų </w:t>
      </w:r>
      <w:r w:rsidR="00EA07BD">
        <w:rPr>
          <w:sz w:val="24"/>
        </w:rPr>
        <w:t>–</w:t>
      </w:r>
      <w:r w:rsidR="00EA07BD" w:rsidRPr="00F40D25">
        <w:rPr>
          <w:sz w:val="24"/>
        </w:rPr>
        <w:t xml:space="preserve"> </w:t>
      </w:r>
      <w:r w:rsidRPr="00F40D25">
        <w:rPr>
          <w:sz w:val="24"/>
        </w:rPr>
        <w:t>biudžetinių įstaigų gautų lėšų ir pajamų už nuomą (8 priedas);</w:t>
      </w:r>
    </w:p>
    <w:p w:rsidR="00FA4DF9" w:rsidRPr="00F40D25" w:rsidRDefault="00FA4DF9" w:rsidP="00FA4DF9">
      <w:pPr>
        <w:ind w:firstLine="720"/>
        <w:jc w:val="both"/>
        <w:rPr>
          <w:sz w:val="24"/>
        </w:rPr>
      </w:pPr>
      <w:r w:rsidRPr="00F40D25">
        <w:rPr>
          <w:sz w:val="24"/>
        </w:rPr>
        <w:t xml:space="preserve">3.6. </w:t>
      </w:r>
      <w:r w:rsidR="00F40D25" w:rsidRPr="00F40D25">
        <w:rPr>
          <w:sz w:val="24"/>
        </w:rPr>
        <w:t>1</w:t>
      </w:r>
      <w:r w:rsidR="005629B8">
        <w:rPr>
          <w:sz w:val="24"/>
        </w:rPr>
        <w:t xml:space="preserve"> </w:t>
      </w:r>
      <w:r w:rsidR="00F40D25" w:rsidRPr="00F40D25">
        <w:rPr>
          <w:sz w:val="24"/>
        </w:rPr>
        <w:t>184,0</w:t>
      </w:r>
      <w:r w:rsidR="00196CD4" w:rsidRPr="00F40D25">
        <w:rPr>
          <w:sz w:val="24"/>
        </w:rPr>
        <w:t xml:space="preserve"> tūkst. eurų – 2018</w:t>
      </w:r>
      <w:r w:rsidRPr="00F40D25">
        <w:rPr>
          <w:sz w:val="24"/>
        </w:rPr>
        <w:t xml:space="preserve"> metai</w:t>
      </w:r>
      <w:r w:rsidR="00196CD4" w:rsidRPr="00F40D25">
        <w:rPr>
          <w:sz w:val="24"/>
        </w:rPr>
        <w:t>s nepanaudotų biudžeto lėšų 2019</w:t>
      </w:r>
      <w:r w:rsidRPr="00F40D25">
        <w:rPr>
          <w:sz w:val="24"/>
        </w:rPr>
        <w:t xml:space="preserve"> m. sausio 1 d. esantiems įsiskolinimams padengti ir tikslinės paskirties programoms finansuoti (9 priedas);</w:t>
      </w:r>
    </w:p>
    <w:p w:rsidR="00FA4DF9" w:rsidRPr="00F40D25" w:rsidRDefault="00FA4DF9" w:rsidP="00FA4DF9">
      <w:pPr>
        <w:ind w:firstLine="720"/>
        <w:jc w:val="both"/>
        <w:rPr>
          <w:sz w:val="24"/>
        </w:rPr>
      </w:pPr>
      <w:r w:rsidRPr="00F40D25">
        <w:rPr>
          <w:sz w:val="24"/>
        </w:rPr>
        <w:t>3.7. biudžeto a</w:t>
      </w:r>
      <w:r w:rsidR="00196CD4" w:rsidRPr="00F40D25">
        <w:rPr>
          <w:sz w:val="24"/>
        </w:rPr>
        <w:t>signavimų panaudojimo pagal 2019-2021</w:t>
      </w:r>
      <w:r w:rsidRPr="00F40D25">
        <w:rPr>
          <w:sz w:val="24"/>
        </w:rPr>
        <w:t xml:space="preserve"> metų strateginio veiklos plano programas (10 priedas).</w:t>
      </w:r>
    </w:p>
    <w:p w:rsidR="00FA4DF9" w:rsidRPr="00F40D25" w:rsidRDefault="00FA4DF9" w:rsidP="00FA4DF9">
      <w:pPr>
        <w:jc w:val="both"/>
      </w:pPr>
    </w:p>
    <w:p w:rsidR="00FA4DF9" w:rsidRPr="00F40D25" w:rsidRDefault="00FA4DF9" w:rsidP="00FA4DF9">
      <w:pPr>
        <w:jc w:val="both"/>
      </w:pPr>
    </w:p>
    <w:p w:rsidR="00FA4DF9" w:rsidRPr="00F40D25" w:rsidRDefault="00FA4DF9" w:rsidP="00AD62C6">
      <w:pPr>
        <w:tabs>
          <w:tab w:val="left" w:pos="7938"/>
        </w:tabs>
        <w:jc w:val="both"/>
        <w:rPr>
          <w:sz w:val="24"/>
        </w:rPr>
      </w:pPr>
      <w:r w:rsidRPr="00F40D25">
        <w:rPr>
          <w:sz w:val="24"/>
        </w:rPr>
        <w:t xml:space="preserve">Savivaldybės meras </w:t>
      </w:r>
      <w:r w:rsidR="00AD62C6">
        <w:rPr>
          <w:sz w:val="24"/>
        </w:rPr>
        <w:tab/>
        <w:t>Audrius Klišonis</w:t>
      </w:r>
    </w:p>
    <w:p w:rsidR="00FA4DF9" w:rsidRPr="00F40D25" w:rsidRDefault="00FA4DF9" w:rsidP="00FA4DF9">
      <w:pPr>
        <w:jc w:val="both"/>
        <w:rPr>
          <w:sz w:val="24"/>
        </w:rPr>
      </w:pPr>
    </w:p>
    <w:p w:rsidR="00B82585" w:rsidRDefault="00B82585">
      <w:pPr>
        <w:rPr>
          <w:rStyle w:val="Komentaronuoroda"/>
          <w:b/>
          <w:sz w:val="24"/>
          <w:szCs w:val="24"/>
        </w:rPr>
      </w:pPr>
    </w:p>
    <w:p w:rsidR="00B82585" w:rsidRDefault="00B82585">
      <w:pPr>
        <w:rPr>
          <w:rStyle w:val="Komentaronuoroda"/>
          <w:b/>
          <w:sz w:val="24"/>
          <w:szCs w:val="24"/>
        </w:rPr>
      </w:pPr>
    </w:p>
    <w:p w:rsidR="00272201" w:rsidRDefault="00272201" w:rsidP="00FA4DF9">
      <w:pPr>
        <w:jc w:val="center"/>
        <w:rPr>
          <w:rStyle w:val="Komentaronuoroda"/>
          <w:b/>
          <w:sz w:val="24"/>
          <w:szCs w:val="24"/>
        </w:rPr>
      </w:pPr>
    </w:p>
    <w:p w:rsidR="00272201" w:rsidRDefault="00272201" w:rsidP="00FA4DF9">
      <w:pPr>
        <w:jc w:val="center"/>
        <w:rPr>
          <w:rStyle w:val="Komentaronuoroda"/>
          <w:b/>
          <w:sz w:val="24"/>
          <w:szCs w:val="24"/>
        </w:rPr>
      </w:pPr>
    </w:p>
    <w:sectPr w:rsidR="00272201" w:rsidSect="00FA4DF9">
      <w:headerReference w:type="even" r:id="rId10"/>
      <w:footerReference w:type="even" r:id="rId11"/>
      <w:headerReference w:type="first" r:id="rId12"/>
      <w:pgSz w:w="11907" w:h="16840" w:code="9"/>
      <w:pgMar w:top="1134" w:right="567" w:bottom="1134" w:left="1701" w:header="454" w:footer="0" w:gutter="0"/>
      <w:pgNumType w:start="1"/>
      <w:cols w:space="1296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4ADC" w:rsidRDefault="00D84ADC">
      <w:r>
        <w:separator/>
      </w:r>
    </w:p>
  </w:endnote>
  <w:endnote w:type="continuationSeparator" w:id="0">
    <w:p w:rsidR="00D84ADC" w:rsidRDefault="00D84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LT">
    <w:altName w:val="Arial"/>
    <w:charset w:val="BA"/>
    <w:family w:val="swiss"/>
    <w:pitch w:val="variable"/>
    <w:sig w:usb0="00000287" w:usb1="00000000" w:usb2="00000000" w:usb3="00000000" w:csb0="0000009F" w:csb1="00000000"/>
  </w:font>
  <w:font w:name="TimesL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4ADC" w:rsidRDefault="00D84ADC" w:rsidP="004F4A00">
    <w:pPr>
      <w:pStyle w:val="Porat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>
      <w:rPr>
        <w:rStyle w:val="Puslapionumeris"/>
      </w:rPr>
      <w:t>2</w:t>
    </w:r>
    <w:r>
      <w:rPr>
        <w:rStyle w:val="Puslapionumeris"/>
      </w:rPr>
      <w:fldChar w:fldCharType="end"/>
    </w:r>
  </w:p>
  <w:p w:rsidR="00D84ADC" w:rsidRDefault="00D84ADC">
    <w:pPr>
      <w:pStyle w:val="Porat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4ADC" w:rsidRDefault="00D84ADC">
      <w:r>
        <w:separator/>
      </w:r>
    </w:p>
  </w:footnote>
  <w:footnote w:type="continuationSeparator" w:id="0">
    <w:p w:rsidR="00D84ADC" w:rsidRDefault="00D84A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4ADC" w:rsidRDefault="00D84ADC" w:rsidP="00DC2069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>
      <w:rPr>
        <w:rStyle w:val="Puslapionumeris"/>
        <w:noProof/>
      </w:rPr>
      <w:t>12</w:t>
    </w:r>
    <w:r>
      <w:rPr>
        <w:rStyle w:val="Puslapionumeris"/>
      </w:rPr>
      <w:fldChar w:fldCharType="end"/>
    </w:r>
  </w:p>
  <w:p w:rsidR="00D84ADC" w:rsidRDefault="00D84ADC">
    <w:pPr>
      <w:pStyle w:val="Antrats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4ADC" w:rsidRDefault="00D84ADC">
    <w:pPr>
      <w:pStyle w:val="Antrat1"/>
      <w:rPr>
        <w:rFonts w:ascii="Times New Roman" w:hAnsi="Times New Roman"/>
        <w:sz w:val="22"/>
      </w:rPr>
    </w:pPr>
  </w:p>
  <w:p w:rsidR="00D84ADC" w:rsidRDefault="00D84ADC">
    <w:pPr>
      <w:pStyle w:val="Antrats"/>
      <w:rPr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00645"/>
    <w:multiLevelType w:val="hybridMultilevel"/>
    <w:tmpl w:val="E15E7F48"/>
    <w:lvl w:ilvl="0" w:tplc="37BED7A2">
      <w:start w:val="2019"/>
      <w:numFmt w:val="bullet"/>
      <w:lvlText w:val="•"/>
      <w:lvlJc w:val="left"/>
      <w:pPr>
        <w:ind w:left="1290" w:hanging="123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>
    <w:nsid w:val="0778498D"/>
    <w:multiLevelType w:val="hybridMultilevel"/>
    <w:tmpl w:val="2C26F25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FA394C"/>
    <w:multiLevelType w:val="hybridMultilevel"/>
    <w:tmpl w:val="C55031E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B265D35"/>
    <w:multiLevelType w:val="hybridMultilevel"/>
    <w:tmpl w:val="237A6AF8"/>
    <w:lvl w:ilvl="0" w:tplc="216E059A">
      <w:start w:val="2"/>
      <w:numFmt w:val="decimal"/>
      <w:lvlText w:val="%1"/>
      <w:lvlJc w:val="left"/>
      <w:pPr>
        <w:tabs>
          <w:tab w:val="num" w:pos="8136"/>
        </w:tabs>
        <w:ind w:left="813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8856"/>
        </w:tabs>
        <w:ind w:left="8856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9576"/>
        </w:tabs>
        <w:ind w:left="9576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10296"/>
        </w:tabs>
        <w:ind w:left="10296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11016"/>
        </w:tabs>
        <w:ind w:left="11016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11736"/>
        </w:tabs>
        <w:ind w:left="11736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12456"/>
        </w:tabs>
        <w:ind w:left="12456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13176"/>
        </w:tabs>
        <w:ind w:left="13176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3896"/>
        </w:tabs>
        <w:ind w:left="13896" w:hanging="180"/>
      </w:pPr>
    </w:lvl>
  </w:abstractNum>
  <w:abstractNum w:abstractNumId="4">
    <w:nsid w:val="0FE44FEE"/>
    <w:multiLevelType w:val="hybridMultilevel"/>
    <w:tmpl w:val="3692CE1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9772B86"/>
    <w:multiLevelType w:val="hybridMultilevel"/>
    <w:tmpl w:val="5FAA861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B570B49"/>
    <w:multiLevelType w:val="hybridMultilevel"/>
    <w:tmpl w:val="36F0F600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D207A8A"/>
    <w:multiLevelType w:val="hybridMultilevel"/>
    <w:tmpl w:val="B390276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BE129F"/>
    <w:multiLevelType w:val="hybridMultilevel"/>
    <w:tmpl w:val="3F52AC92"/>
    <w:lvl w:ilvl="0" w:tplc="042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848185F"/>
    <w:multiLevelType w:val="hybridMultilevel"/>
    <w:tmpl w:val="5CCEB8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3A7273"/>
    <w:multiLevelType w:val="hybridMultilevel"/>
    <w:tmpl w:val="C71E7A7A"/>
    <w:lvl w:ilvl="0" w:tplc="DBDABC92">
      <w:start w:val="2018"/>
      <w:numFmt w:val="decimal"/>
      <w:lvlText w:val="%1"/>
      <w:lvlJc w:val="left"/>
      <w:pPr>
        <w:ind w:left="54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>
    <w:nsid w:val="2D2E6A2A"/>
    <w:multiLevelType w:val="multilevel"/>
    <w:tmpl w:val="3F6449E4"/>
    <w:lvl w:ilvl="0">
      <w:start w:val="1"/>
      <w:numFmt w:val="decimal"/>
      <w:lvlText w:val="%1."/>
      <w:lvlJc w:val="left"/>
      <w:pPr>
        <w:ind w:left="420" w:hanging="42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>
    <w:nsid w:val="341E3056"/>
    <w:multiLevelType w:val="hybridMultilevel"/>
    <w:tmpl w:val="13423C1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9617AD1"/>
    <w:multiLevelType w:val="hybridMultilevel"/>
    <w:tmpl w:val="D6180E88"/>
    <w:lvl w:ilvl="0" w:tplc="04270001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4">
    <w:nsid w:val="410822C2"/>
    <w:multiLevelType w:val="hybridMultilevel"/>
    <w:tmpl w:val="BC5E0EC4"/>
    <w:lvl w:ilvl="0" w:tplc="07328B4E">
      <w:start w:val="1"/>
      <w:numFmt w:val="decimal"/>
      <w:lvlText w:val="%1"/>
      <w:lvlJc w:val="left"/>
      <w:pPr>
        <w:tabs>
          <w:tab w:val="num" w:pos="8441"/>
        </w:tabs>
        <w:ind w:left="844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9161"/>
        </w:tabs>
        <w:ind w:left="9161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9881"/>
        </w:tabs>
        <w:ind w:left="9881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10601"/>
        </w:tabs>
        <w:ind w:left="10601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11321"/>
        </w:tabs>
        <w:ind w:left="11321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12041"/>
        </w:tabs>
        <w:ind w:left="12041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12761"/>
        </w:tabs>
        <w:ind w:left="12761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13481"/>
        </w:tabs>
        <w:ind w:left="13481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4201"/>
        </w:tabs>
        <w:ind w:left="14201" w:hanging="180"/>
      </w:pPr>
    </w:lvl>
  </w:abstractNum>
  <w:abstractNum w:abstractNumId="15">
    <w:nsid w:val="412E49C9"/>
    <w:multiLevelType w:val="hybridMultilevel"/>
    <w:tmpl w:val="76D8B136"/>
    <w:lvl w:ilvl="0" w:tplc="924CCF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1337692"/>
    <w:multiLevelType w:val="hybridMultilevel"/>
    <w:tmpl w:val="2580E7F6"/>
    <w:lvl w:ilvl="0" w:tplc="0427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874734"/>
    <w:multiLevelType w:val="hybridMultilevel"/>
    <w:tmpl w:val="FC06F6DA"/>
    <w:lvl w:ilvl="0" w:tplc="BAF8747A">
      <w:start w:val="2016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3701B"/>
    <w:multiLevelType w:val="hybridMultilevel"/>
    <w:tmpl w:val="1F1AA10E"/>
    <w:lvl w:ilvl="0" w:tplc="FC2E1B78">
      <w:start w:val="2016"/>
      <w:numFmt w:val="decimal"/>
      <w:lvlText w:val="%1"/>
      <w:lvlJc w:val="left"/>
      <w:pPr>
        <w:ind w:left="165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9">
    <w:nsid w:val="45D83446"/>
    <w:multiLevelType w:val="hybridMultilevel"/>
    <w:tmpl w:val="2BA819CC"/>
    <w:lvl w:ilvl="0" w:tplc="040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0">
    <w:nsid w:val="47DF6E0A"/>
    <w:multiLevelType w:val="hybridMultilevel"/>
    <w:tmpl w:val="4DCE58EC"/>
    <w:lvl w:ilvl="0" w:tplc="3708BC82">
      <w:start w:val="7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500" w:hanging="360"/>
      </w:pPr>
    </w:lvl>
    <w:lvl w:ilvl="2" w:tplc="0427001B" w:tentative="1">
      <w:start w:val="1"/>
      <w:numFmt w:val="lowerRoman"/>
      <w:lvlText w:val="%3."/>
      <w:lvlJc w:val="right"/>
      <w:pPr>
        <w:ind w:left="2220" w:hanging="180"/>
      </w:pPr>
    </w:lvl>
    <w:lvl w:ilvl="3" w:tplc="0427000F" w:tentative="1">
      <w:start w:val="1"/>
      <w:numFmt w:val="decimal"/>
      <w:lvlText w:val="%4."/>
      <w:lvlJc w:val="left"/>
      <w:pPr>
        <w:ind w:left="2940" w:hanging="360"/>
      </w:pPr>
    </w:lvl>
    <w:lvl w:ilvl="4" w:tplc="04270019" w:tentative="1">
      <w:start w:val="1"/>
      <w:numFmt w:val="lowerLetter"/>
      <w:lvlText w:val="%5."/>
      <w:lvlJc w:val="left"/>
      <w:pPr>
        <w:ind w:left="3660" w:hanging="360"/>
      </w:pPr>
    </w:lvl>
    <w:lvl w:ilvl="5" w:tplc="0427001B" w:tentative="1">
      <w:start w:val="1"/>
      <w:numFmt w:val="lowerRoman"/>
      <w:lvlText w:val="%6."/>
      <w:lvlJc w:val="right"/>
      <w:pPr>
        <w:ind w:left="4380" w:hanging="180"/>
      </w:pPr>
    </w:lvl>
    <w:lvl w:ilvl="6" w:tplc="0427000F" w:tentative="1">
      <w:start w:val="1"/>
      <w:numFmt w:val="decimal"/>
      <w:lvlText w:val="%7."/>
      <w:lvlJc w:val="left"/>
      <w:pPr>
        <w:ind w:left="5100" w:hanging="360"/>
      </w:pPr>
    </w:lvl>
    <w:lvl w:ilvl="7" w:tplc="04270019" w:tentative="1">
      <w:start w:val="1"/>
      <w:numFmt w:val="lowerLetter"/>
      <w:lvlText w:val="%8."/>
      <w:lvlJc w:val="left"/>
      <w:pPr>
        <w:ind w:left="5820" w:hanging="360"/>
      </w:pPr>
    </w:lvl>
    <w:lvl w:ilvl="8" w:tplc="0427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1">
    <w:nsid w:val="535C3974"/>
    <w:multiLevelType w:val="hybridMultilevel"/>
    <w:tmpl w:val="97FAFBD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>
    <w:nsid w:val="54EF2448"/>
    <w:multiLevelType w:val="hybridMultilevel"/>
    <w:tmpl w:val="FA54F756"/>
    <w:lvl w:ilvl="0" w:tplc="5D70FC56">
      <w:start w:val="2016"/>
      <w:numFmt w:val="decimal"/>
      <w:lvlText w:val="%1"/>
      <w:lvlJc w:val="left"/>
      <w:pPr>
        <w:ind w:left="120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9DC178E"/>
    <w:multiLevelType w:val="hybridMultilevel"/>
    <w:tmpl w:val="C1F450FA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5B4D58E3"/>
    <w:multiLevelType w:val="multilevel"/>
    <w:tmpl w:val="7774420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5C277CE6"/>
    <w:multiLevelType w:val="hybridMultilevel"/>
    <w:tmpl w:val="C5004930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5D2A596C"/>
    <w:multiLevelType w:val="hybridMultilevel"/>
    <w:tmpl w:val="A9CCA9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64AC7672"/>
    <w:multiLevelType w:val="hybridMultilevel"/>
    <w:tmpl w:val="91ACD9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7E932B9"/>
    <w:multiLevelType w:val="hybridMultilevel"/>
    <w:tmpl w:val="2E46AC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83B634F"/>
    <w:multiLevelType w:val="hybridMultilevel"/>
    <w:tmpl w:val="3DE843C4"/>
    <w:lvl w:ilvl="0" w:tplc="04270001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30">
    <w:nsid w:val="6D28705E"/>
    <w:multiLevelType w:val="multilevel"/>
    <w:tmpl w:val="AFCCC37E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60" w:hanging="1800"/>
      </w:pPr>
      <w:rPr>
        <w:rFonts w:hint="default"/>
      </w:rPr>
    </w:lvl>
  </w:abstractNum>
  <w:abstractNum w:abstractNumId="31">
    <w:nsid w:val="770302E4"/>
    <w:multiLevelType w:val="hybridMultilevel"/>
    <w:tmpl w:val="DE40C76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A694E31"/>
    <w:multiLevelType w:val="hybridMultilevel"/>
    <w:tmpl w:val="919E04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79044E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b w:val="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B98475E"/>
    <w:multiLevelType w:val="hybridMultilevel"/>
    <w:tmpl w:val="2BB890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3"/>
  </w:num>
  <w:num w:numId="4">
    <w:abstractNumId w:val="29"/>
  </w:num>
  <w:num w:numId="5">
    <w:abstractNumId w:val="14"/>
  </w:num>
  <w:num w:numId="6">
    <w:abstractNumId w:val="24"/>
  </w:num>
  <w:num w:numId="7">
    <w:abstractNumId w:val="3"/>
  </w:num>
  <w:num w:numId="8">
    <w:abstractNumId w:val="8"/>
  </w:num>
  <w:num w:numId="9">
    <w:abstractNumId w:val="25"/>
  </w:num>
  <w:num w:numId="10">
    <w:abstractNumId w:val="12"/>
  </w:num>
  <w:num w:numId="11">
    <w:abstractNumId w:val="31"/>
  </w:num>
  <w:num w:numId="12">
    <w:abstractNumId w:val="1"/>
  </w:num>
  <w:num w:numId="13">
    <w:abstractNumId w:val="20"/>
  </w:num>
  <w:num w:numId="14">
    <w:abstractNumId w:val="16"/>
  </w:num>
  <w:num w:numId="15">
    <w:abstractNumId w:val="6"/>
  </w:num>
  <w:num w:numId="16">
    <w:abstractNumId w:val="1"/>
  </w:num>
  <w:num w:numId="17">
    <w:abstractNumId w:val="11"/>
  </w:num>
  <w:num w:numId="18">
    <w:abstractNumId w:val="15"/>
  </w:num>
  <w:num w:numId="19">
    <w:abstractNumId w:val="30"/>
  </w:num>
  <w:num w:numId="2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23"/>
  </w:num>
  <w:num w:numId="23">
    <w:abstractNumId w:val="19"/>
  </w:num>
  <w:num w:numId="24">
    <w:abstractNumId w:val="26"/>
  </w:num>
  <w:num w:numId="25">
    <w:abstractNumId w:val="33"/>
  </w:num>
  <w:num w:numId="26">
    <w:abstractNumId w:val="0"/>
  </w:num>
  <w:num w:numId="27">
    <w:abstractNumId w:val="10"/>
  </w:num>
  <w:num w:numId="28">
    <w:abstractNumId w:val="28"/>
  </w:num>
  <w:num w:numId="29">
    <w:abstractNumId w:val="2"/>
  </w:num>
  <w:num w:numId="30">
    <w:abstractNumId w:val="21"/>
  </w:num>
  <w:num w:numId="31">
    <w:abstractNumId w:val="27"/>
  </w:num>
  <w:num w:numId="32">
    <w:abstractNumId w:val="17"/>
  </w:num>
  <w:num w:numId="33">
    <w:abstractNumId w:val="9"/>
  </w:num>
  <w:num w:numId="34">
    <w:abstractNumId w:val="18"/>
  </w:num>
  <w:num w:numId="35">
    <w:abstractNumId w:val="22"/>
  </w:num>
  <w:num w:numId="36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drawingGridHorizontalSpacing w:val="120"/>
  <w:displayHorizontalDrawingGridEvery w:val="2"/>
  <w:displayVerticalDrawingGridEvery w:val="2"/>
  <w:characterSpacingControl w:val="doNotCompress"/>
  <w:hdrShapeDefaults>
    <o:shapedefaults v:ext="edit" spidmax="40961" fillcolor="white">
      <v:fill color="white"/>
      <v:stroke weight="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A65"/>
    <w:rsid w:val="000000DB"/>
    <w:rsid w:val="00000E18"/>
    <w:rsid w:val="000015CC"/>
    <w:rsid w:val="00002BB0"/>
    <w:rsid w:val="0000320E"/>
    <w:rsid w:val="000037EF"/>
    <w:rsid w:val="00004AAB"/>
    <w:rsid w:val="000136C3"/>
    <w:rsid w:val="00014248"/>
    <w:rsid w:val="00014730"/>
    <w:rsid w:val="00014CA2"/>
    <w:rsid w:val="00015ACB"/>
    <w:rsid w:val="00015AF4"/>
    <w:rsid w:val="0001658B"/>
    <w:rsid w:val="00020D1E"/>
    <w:rsid w:val="00022B6C"/>
    <w:rsid w:val="0002388B"/>
    <w:rsid w:val="000250B3"/>
    <w:rsid w:val="00025EF9"/>
    <w:rsid w:val="00026688"/>
    <w:rsid w:val="00026848"/>
    <w:rsid w:val="000278BA"/>
    <w:rsid w:val="00030E6C"/>
    <w:rsid w:val="00032960"/>
    <w:rsid w:val="00033B7B"/>
    <w:rsid w:val="0003459B"/>
    <w:rsid w:val="000369E4"/>
    <w:rsid w:val="00036B0A"/>
    <w:rsid w:val="0004001C"/>
    <w:rsid w:val="00046147"/>
    <w:rsid w:val="00046C0C"/>
    <w:rsid w:val="00046D33"/>
    <w:rsid w:val="00050970"/>
    <w:rsid w:val="000531C3"/>
    <w:rsid w:val="000550F1"/>
    <w:rsid w:val="00057D97"/>
    <w:rsid w:val="00060E30"/>
    <w:rsid w:val="00061B6B"/>
    <w:rsid w:val="00063534"/>
    <w:rsid w:val="00064605"/>
    <w:rsid w:val="0006562D"/>
    <w:rsid w:val="00071CE1"/>
    <w:rsid w:val="00072633"/>
    <w:rsid w:val="00073EA3"/>
    <w:rsid w:val="00075FE4"/>
    <w:rsid w:val="0008386E"/>
    <w:rsid w:val="00083CFB"/>
    <w:rsid w:val="00086AAC"/>
    <w:rsid w:val="00086DBB"/>
    <w:rsid w:val="000876D9"/>
    <w:rsid w:val="000904D7"/>
    <w:rsid w:val="0009160C"/>
    <w:rsid w:val="0009562A"/>
    <w:rsid w:val="0009708F"/>
    <w:rsid w:val="00097891"/>
    <w:rsid w:val="00097EA4"/>
    <w:rsid w:val="000A12EB"/>
    <w:rsid w:val="000A52C8"/>
    <w:rsid w:val="000A672C"/>
    <w:rsid w:val="000B0E66"/>
    <w:rsid w:val="000B2652"/>
    <w:rsid w:val="000B3928"/>
    <w:rsid w:val="000B3E17"/>
    <w:rsid w:val="000B7004"/>
    <w:rsid w:val="000B7B50"/>
    <w:rsid w:val="000C22F4"/>
    <w:rsid w:val="000C2466"/>
    <w:rsid w:val="000C435F"/>
    <w:rsid w:val="000C4E97"/>
    <w:rsid w:val="000C4F7E"/>
    <w:rsid w:val="000D4180"/>
    <w:rsid w:val="000D67B4"/>
    <w:rsid w:val="000E0E30"/>
    <w:rsid w:val="000E1FC5"/>
    <w:rsid w:val="000E3AAC"/>
    <w:rsid w:val="000E5462"/>
    <w:rsid w:val="000E6CDD"/>
    <w:rsid w:val="000E7D89"/>
    <w:rsid w:val="000F0CEA"/>
    <w:rsid w:val="000F3740"/>
    <w:rsid w:val="000F44D8"/>
    <w:rsid w:val="000F5271"/>
    <w:rsid w:val="000F65CA"/>
    <w:rsid w:val="000F7E95"/>
    <w:rsid w:val="001001C8"/>
    <w:rsid w:val="00102F71"/>
    <w:rsid w:val="00105756"/>
    <w:rsid w:val="001066DC"/>
    <w:rsid w:val="001072A2"/>
    <w:rsid w:val="00111229"/>
    <w:rsid w:val="00114CFC"/>
    <w:rsid w:val="0012215C"/>
    <w:rsid w:val="00124B01"/>
    <w:rsid w:val="0012602E"/>
    <w:rsid w:val="00127CFB"/>
    <w:rsid w:val="00130FAA"/>
    <w:rsid w:val="001325B5"/>
    <w:rsid w:val="00133E6B"/>
    <w:rsid w:val="0013598F"/>
    <w:rsid w:val="001476D2"/>
    <w:rsid w:val="00150BC1"/>
    <w:rsid w:val="00151A9D"/>
    <w:rsid w:val="00155098"/>
    <w:rsid w:val="0015559E"/>
    <w:rsid w:val="00157E3A"/>
    <w:rsid w:val="0016394A"/>
    <w:rsid w:val="001641AE"/>
    <w:rsid w:val="00164FEA"/>
    <w:rsid w:val="00165FC8"/>
    <w:rsid w:val="0016618E"/>
    <w:rsid w:val="00166476"/>
    <w:rsid w:val="00171A48"/>
    <w:rsid w:val="001735EA"/>
    <w:rsid w:val="00174A65"/>
    <w:rsid w:val="00174B71"/>
    <w:rsid w:val="001761E6"/>
    <w:rsid w:val="00176817"/>
    <w:rsid w:val="00177B87"/>
    <w:rsid w:val="00180ED5"/>
    <w:rsid w:val="001811F8"/>
    <w:rsid w:val="00181448"/>
    <w:rsid w:val="0018288C"/>
    <w:rsid w:val="00182E61"/>
    <w:rsid w:val="0018433E"/>
    <w:rsid w:val="001862D7"/>
    <w:rsid w:val="00187EBF"/>
    <w:rsid w:val="00190267"/>
    <w:rsid w:val="0019055A"/>
    <w:rsid w:val="0019137D"/>
    <w:rsid w:val="00191A44"/>
    <w:rsid w:val="0019437F"/>
    <w:rsid w:val="0019484A"/>
    <w:rsid w:val="00195DA6"/>
    <w:rsid w:val="001967DC"/>
    <w:rsid w:val="00196CD4"/>
    <w:rsid w:val="001A0294"/>
    <w:rsid w:val="001A0AC5"/>
    <w:rsid w:val="001A3A54"/>
    <w:rsid w:val="001A4704"/>
    <w:rsid w:val="001A4852"/>
    <w:rsid w:val="001A5892"/>
    <w:rsid w:val="001A7E0D"/>
    <w:rsid w:val="001B3E7F"/>
    <w:rsid w:val="001B3F58"/>
    <w:rsid w:val="001B4B5F"/>
    <w:rsid w:val="001B5C24"/>
    <w:rsid w:val="001C080D"/>
    <w:rsid w:val="001C0A02"/>
    <w:rsid w:val="001C0BA3"/>
    <w:rsid w:val="001C2489"/>
    <w:rsid w:val="001C399E"/>
    <w:rsid w:val="001C7E09"/>
    <w:rsid w:val="001D2452"/>
    <w:rsid w:val="001D2F28"/>
    <w:rsid w:val="001D3363"/>
    <w:rsid w:val="001D49A9"/>
    <w:rsid w:val="001D5537"/>
    <w:rsid w:val="001D5A36"/>
    <w:rsid w:val="001D6B32"/>
    <w:rsid w:val="001E1AE7"/>
    <w:rsid w:val="001E2064"/>
    <w:rsid w:val="001E2C89"/>
    <w:rsid w:val="001E5F52"/>
    <w:rsid w:val="001E6013"/>
    <w:rsid w:val="001F0C24"/>
    <w:rsid w:val="001F0E04"/>
    <w:rsid w:val="001F348A"/>
    <w:rsid w:val="001F4FFE"/>
    <w:rsid w:val="001F56E6"/>
    <w:rsid w:val="001F5BA6"/>
    <w:rsid w:val="001F6602"/>
    <w:rsid w:val="001F7B87"/>
    <w:rsid w:val="002025D1"/>
    <w:rsid w:val="00202D82"/>
    <w:rsid w:val="002034E6"/>
    <w:rsid w:val="0020449A"/>
    <w:rsid w:val="002051D6"/>
    <w:rsid w:val="00205BF1"/>
    <w:rsid w:val="002079DD"/>
    <w:rsid w:val="00207CF3"/>
    <w:rsid w:val="00215BD2"/>
    <w:rsid w:val="00217879"/>
    <w:rsid w:val="002241DC"/>
    <w:rsid w:val="00225E92"/>
    <w:rsid w:val="00226D3A"/>
    <w:rsid w:val="0023043A"/>
    <w:rsid w:val="002307DB"/>
    <w:rsid w:val="00230829"/>
    <w:rsid w:val="002346D5"/>
    <w:rsid w:val="0023520C"/>
    <w:rsid w:val="00235BCD"/>
    <w:rsid w:val="00240D17"/>
    <w:rsid w:val="00242069"/>
    <w:rsid w:val="00242A10"/>
    <w:rsid w:val="0024696C"/>
    <w:rsid w:val="002504DD"/>
    <w:rsid w:val="00251046"/>
    <w:rsid w:val="0025136C"/>
    <w:rsid w:val="00252C3F"/>
    <w:rsid w:val="00253800"/>
    <w:rsid w:val="00255B5D"/>
    <w:rsid w:val="00255D16"/>
    <w:rsid w:val="002601B0"/>
    <w:rsid w:val="00261EAB"/>
    <w:rsid w:val="0026650C"/>
    <w:rsid w:val="00267DF3"/>
    <w:rsid w:val="002700B6"/>
    <w:rsid w:val="00271602"/>
    <w:rsid w:val="00272201"/>
    <w:rsid w:val="00272609"/>
    <w:rsid w:val="00275FB5"/>
    <w:rsid w:val="0028005E"/>
    <w:rsid w:val="002839B6"/>
    <w:rsid w:val="00283AF5"/>
    <w:rsid w:val="00283FE1"/>
    <w:rsid w:val="00284DAD"/>
    <w:rsid w:val="0028665F"/>
    <w:rsid w:val="00287E96"/>
    <w:rsid w:val="00290CE9"/>
    <w:rsid w:val="00293C67"/>
    <w:rsid w:val="00293FB6"/>
    <w:rsid w:val="002948C2"/>
    <w:rsid w:val="00295D5F"/>
    <w:rsid w:val="00295FE2"/>
    <w:rsid w:val="002A1186"/>
    <w:rsid w:val="002A1BA9"/>
    <w:rsid w:val="002A30B1"/>
    <w:rsid w:val="002A6883"/>
    <w:rsid w:val="002B0EBC"/>
    <w:rsid w:val="002B21F1"/>
    <w:rsid w:val="002B445E"/>
    <w:rsid w:val="002B5AA6"/>
    <w:rsid w:val="002B5BEA"/>
    <w:rsid w:val="002B6AB2"/>
    <w:rsid w:val="002B70AD"/>
    <w:rsid w:val="002C0C6F"/>
    <w:rsid w:val="002C0D14"/>
    <w:rsid w:val="002C12CD"/>
    <w:rsid w:val="002C26B8"/>
    <w:rsid w:val="002C403C"/>
    <w:rsid w:val="002C4183"/>
    <w:rsid w:val="002C5F61"/>
    <w:rsid w:val="002C7740"/>
    <w:rsid w:val="002D0D07"/>
    <w:rsid w:val="002D19C6"/>
    <w:rsid w:val="002D1E2C"/>
    <w:rsid w:val="002D24D4"/>
    <w:rsid w:val="002D3524"/>
    <w:rsid w:val="002D40E9"/>
    <w:rsid w:val="002D4186"/>
    <w:rsid w:val="002D44CC"/>
    <w:rsid w:val="002D6C97"/>
    <w:rsid w:val="002E0F1D"/>
    <w:rsid w:val="002E14B5"/>
    <w:rsid w:val="002E17CE"/>
    <w:rsid w:val="002E25F1"/>
    <w:rsid w:val="002E62E6"/>
    <w:rsid w:val="002E785E"/>
    <w:rsid w:val="002E7A1F"/>
    <w:rsid w:val="002F0548"/>
    <w:rsid w:val="002F36D1"/>
    <w:rsid w:val="002F3B71"/>
    <w:rsid w:val="002F5158"/>
    <w:rsid w:val="002F7193"/>
    <w:rsid w:val="00304CB3"/>
    <w:rsid w:val="00305FDA"/>
    <w:rsid w:val="00307087"/>
    <w:rsid w:val="00307625"/>
    <w:rsid w:val="00307EC9"/>
    <w:rsid w:val="0031286F"/>
    <w:rsid w:val="00312938"/>
    <w:rsid w:val="00312F9A"/>
    <w:rsid w:val="00313340"/>
    <w:rsid w:val="00314B50"/>
    <w:rsid w:val="00314D51"/>
    <w:rsid w:val="00321CB2"/>
    <w:rsid w:val="00322582"/>
    <w:rsid w:val="003225BA"/>
    <w:rsid w:val="00323527"/>
    <w:rsid w:val="00323629"/>
    <w:rsid w:val="003238E1"/>
    <w:rsid w:val="00324E43"/>
    <w:rsid w:val="00331F9F"/>
    <w:rsid w:val="00332228"/>
    <w:rsid w:val="00334839"/>
    <w:rsid w:val="00335558"/>
    <w:rsid w:val="00337551"/>
    <w:rsid w:val="00337C5E"/>
    <w:rsid w:val="00337D6C"/>
    <w:rsid w:val="00340BD7"/>
    <w:rsid w:val="00341CBE"/>
    <w:rsid w:val="003425D7"/>
    <w:rsid w:val="00343009"/>
    <w:rsid w:val="003435BD"/>
    <w:rsid w:val="00343961"/>
    <w:rsid w:val="00345E57"/>
    <w:rsid w:val="003530F7"/>
    <w:rsid w:val="00355AE3"/>
    <w:rsid w:val="00355E06"/>
    <w:rsid w:val="00356465"/>
    <w:rsid w:val="003602A8"/>
    <w:rsid w:val="003621AF"/>
    <w:rsid w:val="00362692"/>
    <w:rsid w:val="00362E31"/>
    <w:rsid w:val="00363357"/>
    <w:rsid w:val="00366D3E"/>
    <w:rsid w:val="003678FF"/>
    <w:rsid w:val="00370422"/>
    <w:rsid w:val="00375611"/>
    <w:rsid w:val="0038068B"/>
    <w:rsid w:val="00381745"/>
    <w:rsid w:val="00383E91"/>
    <w:rsid w:val="003852E1"/>
    <w:rsid w:val="0038755D"/>
    <w:rsid w:val="00390304"/>
    <w:rsid w:val="00392056"/>
    <w:rsid w:val="003923BF"/>
    <w:rsid w:val="00392B40"/>
    <w:rsid w:val="00392F68"/>
    <w:rsid w:val="003935B4"/>
    <w:rsid w:val="00393FAD"/>
    <w:rsid w:val="003941A2"/>
    <w:rsid w:val="00395EDE"/>
    <w:rsid w:val="00396B48"/>
    <w:rsid w:val="00397BBF"/>
    <w:rsid w:val="003A01C9"/>
    <w:rsid w:val="003A3BC5"/>
    <w:rsid w:val="003A3F19"/>
    <w:rsid w:val="003A46AC"/>
    <w:rsid w:val="003A4843"/>
    <w:rsid w:val="003B0E7A"/>
    <w:rsid w:val="003B3A1A"/>
    <w:rsid w:val="003B4374"/>
    <w:rsid w:val="003B448A"/>
    <w:rsid w:val="003B4D83"/>
    <w:rsid w:val="003B6133"/>
    <w:rsid w:val="003B61CB"/>
    <w:rsid w:val="003C1117"/>
    <w:rsid w:val="003C1510"/>
    <w:rsid w:val="003C1633"/>
    <w:rsid w:val="003C1796"/>
    <w:rsid w:val="003C376A"/>
    <w:rsid w:val="003C546E"/>
    <w:rsid w:val="003C7C5B"/>
    <w:rsid w:val="003D157A"/>
    <w:rsid w:val="003D2808"/>
    <w:rsid w:val="003D3804"/>
    <w:rsid w:val="003E1CF8"/>
    <w:rsid w:val="003E1DC9"/>
    <w:rsid w:val="003E5CB5"/>
    <w:rsid w:val="003F1108"/>
    <w:rsid w:val="003F2A6E"/>
    <w:rsid w:val="003F53D5"/>
    <w:rsid w:val="003F7844"/>
    <w:rsid w:val="0040123F"/>
    <w:rsid w:val="0040129E"/>
    <w:rsid w:val="00402CB6"/>
    <w:rsid w:val="00406638"/>
    <w:rsid w:val="004070F0"/>
    <w:rsid w:val="00411775"/>
    <w:rsid w:val="004145C3"/>
    <w:rsid w:val="00414A1A"/>
    <w:rsid w:val="0042239E"/>
    <w:rsid w:val="00423B74"/>
    <w:rsid w:val="004267D8"/>
    <w:rsid w:val="00426843"/>
    <w:rsid w:val="00427295"/>
    <w:rsid w:val="00430298"/>
    <w:rsid w:val="00431296"/>
    <w:rsid w:val="004345C5"/>
    <w:rsid w:val="004346F7"/>
    <w:rsid w:val="00434F1F"/>
    <w:rsid w:val="004364D6"/>
    <w:rsid w:val="00436F0E"/>
    <w:rsid w:val="00443147"/>
    <w:rsid w:val="004441E7"/>
    <w:rsid w:val="00444670"/>
    <w:rsid w:val="0044613A"/>
    <w:rsid w:val="0045047F"/>
    <w:rsid w:val="004505AF"/>
    <w:rsid w:val="00452881"/>
    <w:rsid w:val="00454A62"/>
    <w:rsid w:val="00454D46"/>
    <w:rsid w:val="00457701"/>
    <w:rsid w:val="00460762"/>
    <w:rsid w:val="004609C0"/>
    <w:rsid w:val="00462408"/>
    <w:rsid w:val="0046247A"/>
    <w:rsid w:val="00462A46"/>
    <w:rsid w:val="00464030"/>
    <w:rsid w:val="004666E1"/>
    <w:rsid w:val="004669FA"/>
    <w:rsid w:val="0047173A"/>
    <w:rsid w:val="004721A5"/>
    <w:rsid w:val="0047321A"/>
    <w:rsid w:val="00473D2E"/>
    <w:rsid w:val="00474636"/>
    <w:rsid w:val="004748F2"/>
    <w:rsid w:val="004816CE"/>
    <w:rsid w:val="00486143"/>
    <w:rsid w:val="004874A1"/>
    <w:rsid w:val="00487797"/>
    <w:rsid w:val="00487D47"/>
    <w:rsid w:val="00490A89"/>
    <w:rsid w:val="00491A16"/>
    <w:rsid w:val="00491D28"/>
    <w:rsid w:val="00491E3C"/>
    <w:rsid w:val="00493409"/>
    <w:rsid w:val="00494F60"/>
    <w:rsid w:val="00494F82"/>
    <w:rsid w:val="00497742"/>
    <w:rsid w:val="004A03F2"/>
    <w:rsid w:val="004A1297"/>
    <w:rsid w:val="004A20EB"/>
    <w:rsid w:val="004A22BE"/>
    <w:rsid w:val="004A45BF"/>
    <w:rsid w:val="004A5BBD"/>
    <w:rsid w:val="004A6F10"/>
    <w:rsid w:val="004B0463"/>
    <w:rsid w:val="004B07BD"/>
    <w:rsid w:val="004B30BF"/>
    <w:rsid w:val="004B4053"/>
    <w:rsid w:val="004B5F28"/>
    <w:rsid w:val="004B751D"/>
    <w:rsid w:val="004B79D5"/>
    <w:rsid w:val="004C0428"/>
    <w:rsid w:val="004C089B"/>
    <w:rsid w:val="004C14A1"/>
    <w:rsid w:val="004C19EC"/>
    <w:rsid w:val="004C28E7"/>
    <w:rsid w:val="004C2F97"/>
    <w:rsid w:val="004C43B3"/>
    <w:rsid w:val="004C4FB1"/>
    <w:rsid w:val="004C50E3"/>
    <w:rsid w:val="004C5A62"/>
    <w:rsid w:val="004C7101"/>
    <w:rsid w:val="004D13ED"/>
    <w:rsid w:val="004D3AF6"/>
    <w:rsid w:val="004D46AF"/>
    <w:rsid w:val="004D5516"/>
    <w:rsid w:val="004D5568"/>
    <w:rsid w:val="004D64BD"/>
    <w:rsid w:val="004D7147"/>
    <w:rsid w:val="004D7B5E"/>
    <w:rsid w:val="004E0CA2"/>
    <w:rsid w:val="004E1730"/>
    <w:rsid w:val="004E5350"/>
    <w:rsid w:val="004E5973"/>
    <w:rsid w:val="004E5D1A"/>
    <w:rsid w:val="004E5E06"/>
    <w:rsid w:val="004E73E8"/>
    <w:rsid w:val="004F14AF"/>
    <w:rsid w:val="004F16E2"/>
    <w:rsid w:val="004F2C7C"/>
    <w:rsid w:val="004F3F2F"/>
    <w:rsid w:val="004F4A00"/>
    <w:rsid w:val="004F63C4"/>
    <w:rsid w:val="004F702C"/>
    <w:rsid w:val="004F75B1"/>
    <w:rsid w:val="0050303C"/>
    <w:rsid w:val="0050783D"/>
    <w:rsid w:val="0051090F"/>
    <w:rsid w:val="00512D56"/>
    <w:rsid w:val="00514C1F"/>
    <w:rsid w:val="0051563C"/>
    <w:rsid w:val="00516246"/>
    <w:rsid w:val="00521F9F"/>
    <w:rsid w:val="00522FC8"/>
    <w:rsid w:val="00523602"/>
    <w:rsid w:val="00524A9A"/>
    <w:rsid w:val="00524D4E"/>
    <w:rsid w:val="0053046D"/>
    <w:rsid w:val="005347C3"/>
    <w:rsid w:val="0054066A"/>
    <w:rsid w:val="005421AB"/>
    <w:rsid w:val="005430CC"/>
    <w:rsid w:val="005448C2"/>
    <w:rsid w:val="00545110"/>
    <w:rsid w:val="005459F7"/>
    <w:rsid w:val="00545E73"/>
    <w:rsid w:val="00546748"/>
    <w:rsid w:val="00546A14"/>
    <w:rsid w:val="005473E4"/>
    <w:rsid w:val="00547D20"/>
    <w:rsid w:val="00551F27"/>
    <w:rsid w:val="00553A0C"/>
    <w:rsid w:val="0055471D"/>
    <w:rsid w:val="005547B1"/>
    <w:rsid w:val="00554E35"/>
    <w:rsid w:val="00555B76"/>
    <w:rsid w:val="00556C70"/>
    <w:rsid w:val="00556D94"/>
    <w:rsid w:val="00561697"/>
    <w:rsid w:val="005629B8"/>
    <w:rsid w:val="0056654F"/>
    <w:rsid w:val="00566DD6"/>
    <w:rsid w:val="00567AFA"/>
    <w:rsid w:val="005723C5"/>
    <w:rsid w:val="005738FA"/>
    <w:rsid w:val="0057400C"/>
    <w:rsid w:val="0057419E"/>
    <w:rsid w:val="005805E7"/>
    <w:rsid w:val="00583130"/>
    <w:rsid w:val="005845A1"/>
    <w:rsid w:val="0059222E"/>
    <w:rsid w:val="00593444"/>
    <w:rsid w:val="0059372E"/>
    <w:rsid w:val="00593F84"/>
    <w:rsid w:val="0059411B"/>
    <w:rsid w:val="00594B5F"/>
    <w:rsid w:val="00595C51"/>
    <w:rsid w:val="0059695B"/>
    <w:rsid w:val="005A1BA4"/>
    <w:rsid w:val="005A2736"/>
    <w:rsid w:val="005A47F7"/>
    <w:rsid w:val="005A50EC"/>
    <w:rsid w:val="005B11B1"/>
    <w:rsid w:val="005B1325"/>
    <w:rsid w:val="005B2F39"/>
    <w:rsid w:val="005B3208"/>
    <w:rsid w:val="005C0087"/>
    <w:rsid w:val="005C105F"/>
    <w:rsid w:val="005C2170"/>
    <w:rsid w:val="005C7EC8"/>
    <w:rsid w:val="005D3612"/>
    <w:rsid w:val="005D4806"/>
    <w:rsid w:val="005D50D1"/>
    <w:rsid w:val="005E15C9"/>
    <w:rsid w:val="005E1695"/>
    <w:rsid w:val="005E1F9C"/>
    <w:rsid w:val="005E2CCE"/>
    <w:rsid w:val="005E3221"/>
    <w:rsid w:val="005E578F"/>
    <w:rsid w:val="005E6513"/>
    <w:rsid w:val="005E7099"/>
    <w:rsid w:val="005E7ECC"/>
    <w:rsid w:val="005F06FC"/>
    <w:rsid w:val="005F0AF4"/>
    <w:rsid w:val="005F0E75"/>
    <w:rsid w:val="005F236F"/>
    <w:rsid w:val="005F7DE6"/>
    <w:rsid w:val="00601B6B"/>
    <w:rsid w:val="0060299F"/>
    <w:rsid w:val="00603646"/>
    <w:rsid w:val="00612C18"/>
    <w:rsid w:val="006144E3"/>
    <w:rsid w:val="00621FF7"/>
    <w:rsid w:val="0062254A"/>
    <w:rsid w:val="00626725"/>
    <w:rsid w:val="00627EB7"/>
    <w:rsid w:val="00630845"/>
    <w:rsid w:val="006310D4"/>
    <w:rsid w:val="006345E9"/>
    <w:rsid w:val="006358CB"/>
    <w:rsid w:val="006363D7"/>
    <w:rsid w:val="00636FE0"/>
    <w:rsid w:val="006371D1"/>
    <w:rsid w:val="00637426"/>
    <w:rsid w:val="006374B0"/>
    <w:rsid w:val="00637525"/>
    <w:rsid w:val="006411DB"/>
    <w:rsid w:val="0064162F"/>
    <w:rsid w:val="00644A44"/>
    <w:rsid w:val="00645A0C"/>
    <w:rsid w:val="00645F5B"/>
    <w:rsid w:val="0064602E"/>
    <w:rsid w:val="00646A37"/>
    <w:rsid w:val="00650895"/>
    <w:rsid w:val="006508A1"/>
    <w:rsid w:val="006518D5"/>
    <w:rsid w:val="00652309"/>
    <w:rsid w:val="006560AA"/>
    <w:rsid w:val="0066014B"/>
    <w:rsid w:val="00660972"/>
    <w:rsid w:val="00661064"/>
    <w:rsid w:val="00662072"/>
    <w:rsid w:val="00664183"/>
    <w:rsid w:val="0066440E"/>
    <w:rsid w:val="00664689"/>
    <w:rsid w:val="006667CE"/>
    <w:rsid w:val="006675F0"/>
    <w:rsid w:val="0066791D"/>
    <w:rsid w:val="00667E80"/>
    <w:rsid w:val="00671042"/>
    <w:rsid w:val="00682396"/>
    <w:rsid w:val="006838D5"/>
    <w:rsid w:val="00687089"/>
    <w:rsid w:val="006873D2"/>
    <w:rsid w:val="00690627"/>
    <w:rsid w:val="006913D1"/>
    <w:rsid w:val="0069296E"/>
    <w:rsid w:val="00693FC7"/>
    <w:rsid w:val="0069603F"/>
    <w:rsid w:val="006964BD"/>
    <w:rsid w:val="00696563"/>
    <w:rsid w:val="006A08CD"/>
    <w:rsid w:val="006A28AA"/>
    <w:rsid w:val="006A4F7D"/>
    <w:rsid w:val="006A6B06"/>
    <w:rsid w:val="006A706C"/>
    <w:rsid w:val="006A7736"/>
    <w:rsid w:val="006B0D47"/>
    <w:rsid w:val="006B744A"/>
    <w:rsid w:val="006C541A"/>
    <w:rsid w:val="006C6227"/>
    <w:rsid w:val="006C644F"/>
    <w:rsid w:val="006D0877"/>
    <w:rsid w:val="006D1103"/>
    <w:rsid w:val="006D261B"/>
    <w:rsid w:val="006D4067"/>
    <w:rsid w:val="006D6E29"/>
    <w:rsid w:val="006D6E37"/>
    <w:rsid w:val="006D71B6"/>
    <w:rsid w:val="006E1930"/>
    <w:rsid w:val="006E41B3"/>
    <w:rsid w:val="006E45A4"/>
    <w:rsid w:val="006E578F"/>
    <w:rsid w:val="006E6045"/>
    <w:rsid w:val="006E6242"/>
    <w:rsid w:val="006E6EC2"/>
    <w:rsid w:val="006E76E0"/>
    <w:rsid w:val="006F2356"/>
    <w:rsid w:val="006F2F0A"/>
    <w:rsid w:val="006F41BD"/>
    <w:rsid w:val="006F6299"/>
    <w:rsid w:val="006F6DA4"/>
    <w:rsid w:val="006F7016"/>
    <w:rsid w:val="00701B0D"/>
    <w:rsid w:val="00703E6F"/>
    <w:rsid w:val="00704E58"/>
    <w:rsid w:val="00710F13"/>
    <w:rsid w:val="00712300"/>
    <w:rsid w:val="007130BD"/>
    <w:rsid w:val="007239E8"/>
    <w:rsid w:val="00724656"/>
    <w:rsid w:val="0072565F"/>
    <w:rsid w:val="00733143"/>
    <w:rsid w:val="00737791"/>
    <w:rsid w:val="00737C1C"/>
    <w:rsid w:val="0074000D"/>
    <w:rsid w:val="00743431"/>
    <w:rsid w:val="0074425E"/>
    <w:rsid w:val="00750362"/>
    <w:rsid w:val="007513AE"/>
    <w:rsid w:val="007538C2"/>
    <w:rsid w:val="0075471F"/>
    <w:rsid w:val="00755FB7"/>
    <w:rsid w:val="007562DD"/>
    <w:rsid w:val="0075731F"/>
    <w:rsid w:val="0075733E"/>
    <w:rsid w:val="00762D76"/>
    <w:rsid w:val="00763F79"/>
    <w:rsid w:val="007650D8"/>
    <w:rsid w:val="00777BD7"/>
    <w:rsid w:val="0078058D"/>
    <w:rsid w:val="00782D92"/>
    <w:rsid w:val="00783EB0"/>
    <w:rsid w:val="00784E00"/>
    <w:rsid w:val="007857BB"/>
    <w:rsid w:val="00786671"/>
    <w:rsid w:val="00787A1C"/>
    <w:rsid w:val="007902AB"/>
    <w:rsid w:val="007905E8"/>
    <w:rsid w:val="00792374"/>
    <w:rsid w:val="007937C2"/>
    <w:rsid w:val="00793E57"/>
    <w:rsid w:val="00793EEC"/>
    <w:rsid w:val="00795037"/>
    <w:rsid w:val="007A025B"/>
    <w:rsid w:val="007A097E"/>
    <w:rsid w:val="007A14BE"/>
    <w:rsid w:val="007A1A5D"/>
    <w:rsid w:val="007A4E2F"/>
    <w:rsid w:val="007A5AAD"/>
    <w:rsid w:val="007A5B75"/>
    <w:rsid w:val="007A6DD3"/>
    <w:rsid w:val="007A7E71"/>
    <w:rsid w:val="007B0A61"/>
    <w:rsid w:val="007B1DCC"/>
    <w:rsid w:val="007B40F6"/>
    <w:rsid w:val="007B4A4E"/>
    <w:rsid w:val="007B51A8"/>
    <w:rsid w:val="007C098B"/>
    <w:rsid w:val="007C43D4"/>
    <w:rsid w:val="007C46DC"/>
    <w:rsid w:val="007C5510"/>
    <w:rsid w:val="007D1F0D"/>
    <w:rsid w:val="007D243A"/>
    <w:rsid w:val="007D27E5"/>
    <w:rsid w:val="007D2A43"/>
    <w:rsid w:val="007D2D3A"/>
    <w:rsid w:val="007D300B"/>
    <w:rsid w:val="007D45FF"/>
    <w:rsid w:val="007D47B4"/>
    <w:rsid w:val="007D4873"/>
    <w:rsid w:val="007D504E"/>
    <w:rsid w:val="007D6108"/>
    <w:rsid w:val="007D731A"/>
    <w:rsid w:val="007D7C98"/>
    <w:rsid w:val="007D7E47"/>
    <w:rsid w:val="007E0060"/>
    <w:rsid w:val="007E0DA1"/>
    <w:rsid w:val="007E0FD1"/>
    <w:rsid w:val="007E166F"/>
    <w:rsid w:val="007E4E39"/>
    <w:rsid w:val="007E50C3"/>
    <w:rsid w:val="007E69A5"/>
    <w:rsid w:val="007E740C"/>
    <w:rsid w:val="007E7AE5"/>
    <w:rsid w:val="007F131D"/>
    <w:rsid w:val="007F2D87"/>
    <w:rsid w:val="007F4424"/>
    <w:rsid w:val="007F6F56"/>
    <w:rsid w:val="007F7F4D"/>
    <w:rsid w:val="008002FF"/>
    <w:rsid w:val="00800A0B"/>
    <w:rsid w:val="008019F7"/>
    <w:rsid w:val="0080723E"/>
    <w:rsid w:val="00807321"/>
    <w:rsid w:val="0081123C"/>
    <w:rsid w:val="00814140"/>
    <w:rsid w:val="00815AFB"/>
    <w:rsid w:val="00815B90"/>
    <w:rsid w:val="00816348"/>
    <w:rsid w:val="00816E3B"/>
    <w:rsid w:val="008238A4"/>
    <w:rsid w:val="00825083"/>
    <w:rsid w:val="008269E4"/>
    <w:rsid w:val="00826FA1"/>
    <w:rsid w:val="0083143F"/>
    <w:rsid w:val="00834101"/>
    <w:rsid w:val="008350A7"/>
    <w:rsid w:val="0084625A"/>
    <w:rsid w:val="00846BC3"/>
    <w:rsid w:val="00846D67"/>
    <w:rsid w:val="0085138D"/>
    <w:rsid w:val="00854958"/>
    <w:rsid w:val="00855782"/>
    <w:rsid w:val="00856E82"/>
    <w:rsid w:val="0085783D"/>
    <w:rsid w:val="00860290"/>
    <w:rsid w:val="00860520"/>
    <w:rsid w:val="008624F0"/>
    <w:rsid w:val="00863BBB"/>
    <w:rsid w:val="00870216"/>
    <w:rsid w:val="00873043"/>
    <w:rsid w:val="00874BC2"/>
    <w:rsid w:val="00877758"/>
    <w:rsid w:val="00881776"/>
    <w:rsid w:val="008817F1"/>
    <w:rsid w:val="0088721C"/>
    <w:rsid w:val="00887230"/>
    <w:rsid w:val="00890E1A"/>
    <w:rsid w:val="00891F7B"/>
    <w:rsid w:val="00893EC2"/>
    <w:rsid w:val="008940E9"/>
    <w:rsid w:val="0089456B"/>
    <w:rsid w:val="008960BD"/>
    <w:rsid w:val="0089621F"/>
    <w:rsid w:val="00896E32"/>
    <w:rsid w:val="008A06C1"/>
    <w:rsid w:val="008A237A"/>
    <w:rsid w:val="008A2417"/>
    <w:rsid w:val="008A4CBA"/>
    <w:rsid w:val="008B08E0"/>
    <w:rsid w:val="008B0BE7"/>
    <w:rsid w:val="008B4602"/>
    <w:rsid w:val="008C5C6F"/>
    <w:rsid w:val="008C661B"/>
    <w:rsid w:val="008D15D1"/>
    <w:rsid w:val="008D34F6"/>
    <w:rsid w:val="008D44CA"/>
    <w:rsid w:val="008D51AA"/>
    <w:rsid w:val="008D5674"/>
    <w:rsid w:val="008D58CD"/>
    <w:rsid w:val="008D59CB"/>
    <w:rsid w:val="008E1B67"/>
    <w:rsid w:val="008E2AE7"/>
    <w:rsid w:val="008E68A9"/>
    <w:rsid w:val="008E6AD1"/>
    <w:rsid w:val="008E6D1D"/>
    <w:rsid w:val="008F2DD7"/>
    <w:rsid w:val="008F45FB"/>
    <w:rsid w:val="008F4981"/>
    <w:rsid w:val="00900483"/>
    <w:rsid w:val="009005B1"/>
    <w:rsid w:val="00900A61"/>
    <w:rsid w:val="00901340"/>
    <w:rsid w:val="0090363C"/>
    <w:rsid w:val="009052C9"/>
    <w:rsid w:val="00905AEE"/>
    <w:rsid w:val="00910249"/>
    <w:rsid w:val="00911438"/>
    <w:rsid w:val="009123AF"/>
    <w:rsid w:val="009137A5"/>
    <w:rsid w:val="00913B9C"/>
    <w:rsid w:val="00916556"/>
    <w:rsid w:val="00921773"/>
    <w:rsid w:val="00922817"/>
    <w:rsid w:val="009237F5"/>
    <w:rsid w:val="00923CC9"/>
    <w:rsid w:val="00924C10"/>
    <w:rsid w:val="00925540"/>
    <w:rsid w:val="00925A73"/>
    <w:rsid w:val="009263B5"/>
    <w:rsid w:val="00927409"/>
    <w:rsid w:val="0093372E"/>
    <w:rsid w:val="00934AAF"/>
    <w:rsid w:val="00935104"/>
    <w:rsid w:val="009366B3"/>
    <w:rsid w:val="009411AA"/>
    <w:rsid w:val="009414B6"/>
    <w:rsid w:val="00941825"/>
    <w:rsid w:val="0094184A"/>
    <w:rsid w:val="00942DB6"/>
    <w:rsid w:val="0094694F"/>
    <w:rsid w:val="00946BA2"/>
    <w:rsid w:val="0094778C"/>
    <w:rsid w:val="00947B2D"/>
    <w:rsid w:val="00950D29"/>
    <w:rsid w:val="00951198"/>
    <w:rsid w:val="0095292F"/>
    <w:rsid w:val="00956987"/>
    <w:rsid w:val="0095716E"/>
    <w:rsid w:val="009645AC"/>
    <w:rsid w:val="00965B18"/>
    <w:rsid w:val="00966E5D"/>
    <w:rsid w:val="0097196D"/>
    <w:rsid w:val="0097210A"/>
    <w:rsid w:val="0097382C"/>
    <w:rsid w:val="00975345"/>
    <w:rsid w:val="0097670F"/>
    <w:rsid w:val="009805E1"/>
    <w:rsid w:val="00981B07"/>
    <w:rsid w:val="00984AFD"/>
    <w:rsid w:val="00985571"/>
    <w:rsid w:val="009861CA"/>
    <w:rsid w:val="00986E54"/>
    <w:rsid w:val="0098776D"/>
    <w:rsid w:val="009877CF"/>
    <w:rsid w:val="00990536"/>
    <w:rsid w:val="0099118D"/>
    <w:rsid w:val="009942C1"/>
    <w:rsid w:val="00995DB3"/>
    <w:rsid w:val="009A0656"/>
    <w:rsid w:val="009A1CD2"/>
    <w:rsid w:val="009A2EBB"/>
    <w:rsid w:val="009A31B6"/>
    <w:rsid w:val="009A55B3"/>
    <w:rsid w:val="009A76D5"/>
    <w:rsid w:val="009A7BFE"/>
    <w:rsid w:val="009B072C"/>
    <w:rsid w:val="009B0F12"/>
    <w:rsid w:val="009B21AD"/>
    <w:rsid w:val="009B2651"/>
    <w:rsid w:val="009B2946"/>
    <w:rsid w:val="009B2A53"/>
    <w:rsid w:val="009B2D6C"/>
    <w:rsid w:val="009B3DAE"/>
    <w:rsid w:val="009B4870"/>
    <w:rsid w:val="009B62B5"/>
    <w:rsid w:val="009B7F45"/>
    <w:rsid w:val="009C5455"/>
    <w:rsid w:val="009D065B"/>
    <w:rsid w:val="009D18F4"/>
    <w:rsid w:val="009D3FEF"/>
    <w:rsid w:val="009D47F1"/>
    <w:rsid w:val="009D69F1"/>
    <w:rsid w:val="009E0749"/>
    <w:rsid w:val="009E172B"/>
    <w:rsid w:val="009E3888"/>
    <w:rsid w:val="009E3993"/>
    <w:rsid w:val="009E3A90"/>
    <w:rsid w:val="009E426D"/>
    <w:rsid w:val="009E4BF2"/>
    <w:rsid w:val="009F1165"/>
    <w:rsid w:val="009F146D"/>
    <w:rsid w:val="009F533B"/>
    <w:rsid w:val="009F6C12"/>
    <w:rsid w:val="009F7D43"/>
    <w:rsid w:val="00A0243E"/>
    <w:rsid w:val="00A02F8C"/>
    <w:rsid w:val="00A043F7"/>
    <w:rsid w:val="00A06D04"/>
    <w:rsid w:val="00A07BD7"/>
    <w:rsid w:val="00A100E6"/>
    <w:rsid w:val="00A10714"/>
    <w:rsid w:val="00A108D6"/>
    <w:rsid w:val="00A10C3A"/>
    <w:rsid w:val="00A11406"/>
    <w:rsid w:val="00A133B8"/>
    <w:rsid w:val="00A1373B"/>
    <w:rsid w:val="00A14151"/>
    <w:rsid w:val="00A23737"/>
    <w:rsid w:val="00A23C38"/>
    <w:rsid w:val="00A2415D"/>
    <w:rsid w:val="00A2563B"/>
    <w:rsid w:val="00A27083"/>
    <w:rsid w:val="00A307C7"/>
    <w:rsid w:val="00A30DA8"/>
    <w:rsid w:val="00A30F97"/>
    <w:rsid w:val="00A34504"/>
    <w:rsid w:val="00A36034"/>
    <w:rsid w:val="00A363D0"/>
    <w:rsid w:val="00A43BC2"/>
    <w:rsid w:val="00A46DFA"/>
    <w:rsid w:val="00A479AB"/>
    <w:rsid w:val="00A5055B"/>
    <w:rsid w:val="00A50978"/>
    <w:rsid w:val="00A51765"/>
    <w:rsid w:val="00A52C01"/>
    <w:rsid w:val="00A542FC"/>
    <w:rsid w:val="00A54E0A"/>
    <w:rsid w:val="00A55599"/>
    <w:rsid w:val="00A56303"/>
    <w:rsid w:val="00A56418"/>
    <w:rsid w:val="00A56CC3"/>
    <w:rsid w:val="00A61239"/>
    <w:rsid w:val="00A6149B"/>
    <w:rsid w:val="00A616F0"/>
    <w:rsid w:val="00A6302C"/>
    <w:rsid w:val="00A6385D"/>
    <w:rsid w:val="00A729D5"/>
    <w:rsid w:val="00A73E49"/>
    <w:rsid w:val="00A74438"/>
    <w:rsid w:val="00A759D6"/>
    <w:rsid w:val="00A75A25"/>
    <w:rsid w:val="00A82BC2"/>
    <w:rsid w:val="00A85D28"/>
    <w:rsid w:val="00A86784"/>
    <w:rsid w:val="00A87AC7"/>
    <w:rsid w:val="00A91F7A"/>
    <w:rsid w:val="00A923CC"/>
    <w:rsid w:val="00A9296D"/>
    <w:rsid w:val="00A92BB3"/>
    <w:rsid w:val="00A944CD"/>
    <w:rsid w:val="00A95290"/>
    <w:rsid w:val="00A95FFB"/>
    <w:rsid w:val="00A97A29"/>
    <w:rsid w:val="00AA15AA"/>
    <w:rsid w:val="00AA32CF"/>
    <w:rsid w:val="00AB4883"/>
    <w:rsid w:val="00AB538E"/>
    <w:rsid w:val="00AB58CC"/>
    <w:rsid w:val="00AC1DD7"/>
    <w:rsid w:val="00AC1F4F"/>
    <w:rsid w:val="00AC38EE"/>
    <w:rsid w:val="00AC4120"/>
    <w:rsid w:val="00AC67D5"/>
    <w:rsid w:val="00AC6F64"/>
    <w:rsid w:val="00AC7275"/>
    <w:rsid w:val="00AD1146"/>
    <w:rsid w:val="00AD18A8"/>
    <w:rsid w:val="00AD2A30"/>
    <w:rsid w:val="00AD4455"/>
    <w:rsid w:val="00AD4BF2"/>
    <w:rsid w:val="00AD62C6"/>
    <w:rsid w:val="00AE0171"/>
    <w:rsid w:val="00AE0319"/>
    <w:rsid w:val="00AE28C3"/>
    <w:rsid w:val="00AE32D8"/>
    <w:rsid w:val="00AE471B"/>
    <w:rsid w:val="00AE4D8C"/>
    <w:rsid w:val="00AE50E8"/>
    <w:rsid w:val="00AE588E"/>
    <w:rsid w:val="00AE5F3E"/>
    <w:rsid w:val="00AE7ABD"/>
    <w:rsid w:val="00AF1744"/>
    <w:rsid w:val="00AF4C62"/>
    <w:rsid w:val="00B00B57"/>
    <w:rsid w:val="00B02244"/>
    <w:rsid w:val="00B0538A"/>
    <w:rsid w:val="00B059E9"/>
    <w:rsid w:val="00B0603F"/>
    <w:rsid w:val="00B077FE"/>
    <w:rsid w:val="00B118E9"/>
    <w:rsid w:val="00B118EB"/>
    <w:rsid w:val="00B12328"/>
    <w:rsid w:val="00B12A69"/>
    <w:rsid w:val="00B12D57"/>
    <w:rsid w:val="00B134F1"/>
    <w:rsid w:val="00B13FB9"/>
    <w:rsid w:val="00B1497C"/>
    <w:rsid w:val="00B16748"/>
    <w:rsid w:val="00B20259"/>
    <w:rsid w:val="00B2608F"/>
    <w:rsid w:val="00B26581"/>
    <w:rsid w:val="00B267B8"/>
    <w:rsid w:val="00B3166D"/>
    <w:rsid w:val="00B32349"/>
    <w:rsid w:val="00B32509"/>
    <w:rsid w:val="00B330C4"/>
    <w:rsid w:val="00B330C5"/>
    <w:rsid w:val="00B3331F"/>
    <w:rsid w:val="00B3340E"/>
    <w:rsid w:val="00B33B28"/>
    <w:rsid w:val="00B36072"/>
    <w:rsid w:val="00B36838"/>
    <w:rsid w:val="00B36DAD"/>
    <w:rsid w:val="00B41869"/>
    <w:rsid w:val="00B438A0"/>
    <w:rsid w:val="00B446AD"/>
    <w:rsid w:val="00B47798"/>
    <w:rsid w:val="00B47DAA"/>
    <w:rsid w:val="00B5268F"/>
    <w:rsid w:val="00B53786"/>
    <w:rsid w:val="00B53C18"/>
    <w:rsid w:val="00B66010"/>
    <w:rsid w:val="00B6737F"/>
    <w:rsid w:val="00B67796"/>
    <w:rsid w:val="00B744FD"/>
    <w:rsid w:val="00B745F9"/>
    <w:rsid w:val="00B75994"/>
    <w:rsid w:val="00B7682C"/>
    <w:rsid w:val="00B76F72"/>
    <w:rsid w:val="00B77251"/>
    <w:rsid w:val="00B816FE"/>
    <w:rsid w:val="00B82585"/>
    <w:rsid w:val="00B82B34"/>
    <w:rsid w:val="00B855C3"/>
    <w:rsid w:val="00B857BC"/>
    <w:rsid w:val="00B86348"/>
    <w:rsid w:val="00B90A00"/>
    <w:rsid w:val="00B92A96"/>
    <w:rsid w:val="00B92CCC"/>
    <w:rsid w:val="00B9340D"/>
    <w:rsid w:val="00B958A9"/>
    <w:rsid w:val="00B96133"/>
    <w:rsid w:val="00B97067"/>
    <w:rsid w:val="00B975DE"/>
    <w:rsid w:val="00BA2C7E"/>
    <w:rsid w:val="00BA397B"/>
    <w:rsid w:val="00BB1055"/>
    <w:rsid w:val="00BB134F"/>
    <w:rsid w:val="00BB1EBC"/>
    <w:rsid w:val="00BB2426"/>
    <w:rsid w:val="00BB39CB"/>
    <w:rsid w:val="00BB3E6A"/>
    <w:rsid w:val="00BB4248"/>
    <w:rsid w:val="00BB45D4"/>
    <w:rsid w:val="00BB4BFB"/>
    <w:rsid w:val="00BB4E3B"/>
    <w:rsid w:val="00BB61E9"/>
    <w:rsid w:val="00BC07B2"/>
    <w:rsid w:val="00BC0F82"/>
    <w:rsid w:val="00BC3B8D"/>
    <w:rsid w:val="00BC46D7"/>
    <w:rsid w:val="00BC7499"/>
    <w:rsid w:val="00BD30FC"/>
    <w:rsid w:val="00BD377E"/>
    <w:rsid w:val="00BD420E"/>
    <w:rsid w:val="00BD488F"/>
    <w:rsid w:val="00BD4AD2"/>
    <w:rsid w:val="00BD79CF"/>
    <w:rsid w:val="00BD7FBE"/>
    <w:rsid w:val="00BE0EC7"/>
    <w:rsid w:val="00BE13BC"/>
    <w:rsid w:val="00BE2B72"/>
    <w:rsid w:val="00BE540F"/>
    <w:rsid w:val="00BE57C8"/>
    <w:rsid w:val="00BE5FC0"/>
    <w:rsid w:val="00BE6987"/>
    <w:rsid w:val="00BE6DD4"/>
    <w:rsid w:val="00BF04E4"/>
    <w:rsid w:val="00BF1490"/>
    <w:rsid w:val="00BF3998"/>
    <w:rsid w:val="00BF6C91"/>
    <w:rsid w:val="00BF7EBF"/>
    <w:rsid w:val="00C0001A"/>
    <w:rsid w:val="00C02EE5"/>
    <w:rsid w:val="00C030DD"/>
    <w:rsid w:val="00C030FA"/>
    <w:rsid w:val="00C0398C"/>
    <w:rsid w:val="00C03B8E"/>
    <w:rsid w:val="00C03E10"/>
    <w:rsid w:val="00C04992"/>
    <w:rsid w:val="00C05B05"/>
    <w:rsid w:val="00C05D60"/>
    <w:rsid w:val="00C06CE7"/>
    <w:rsid w:val="00C1041E"/>
    <w:rsid w:val="00C121D2"/>
    <w:rsid w:val="00C176D1"/>
    <w:rsid w:val="00C202D2"/>
    <w:rsid w:val="00C20DF5"/>
    <w:rsid w:val="00C231ED"/>
    <w:rsid w:val="00C23B17"/>
    <w:rsid w:val="00C24ED9"/>
    <w:rsid w:val="00C31463"/>
    <w:rsid w:val="00C329F4"/>
    <w:rsid w:val="00C32AC9"/>
    <w:rsid w:val="00C3330E"/>
    <w:rsid w:val="00C366D5"/>
    <w:rsid w:val="00C36DCF"/>
    <w:rsid w:val="00C40B3C"/>
    <w:rsid w:val="00C41EFF"/>
    <w:rsid w:val="00C43157"/>
    <w:rsid w:val="00C431FB"/>
    <w:rsid w:val="00C43F00"/>
    <w:rsid w:val="00C441CE"/>
    <w:rsid w:val="00C44A5C"/>
    <w:rsid w:val="00C4664F"/>
    <w:rsid w:val="00C469B4"/>
    <w:rsid w:val="00C46B58"/>
    <w:rsid w:val="00C51081"/>
    <w:rsid w:val="00C51128"/>
    <w:rsid w:val="00C51574"/>
    <w:rsid w:val="00C52544"/>
    <w:rsid w:val="00C52728"/>
    <w:rsid w:val="00C53451"/>
    <w:rsid w:val="00C562FE"/>
    <w:rsid w:val="00C60E04"/>
    <w:rsid w:val="00C63008"/>
    <w:rsid w:val="00C63B26"/>
    <w:rsid w:val="00C708F7"/>
    <w:rsid w:val="00C738B7"/>
    <w:rsid w:val="00C740A4"/>
    <w:rsid w:val="00C7450D"/>
    <w:rsid w:val="00C807E4"/>
    <w:rsid w:val="00C80B31"/>
    <w:rsid w:val="00C81F97"/>
    <w:rsid w:val="00C82508"/>
    <w:rsid w:val="00C85EAC"/>
    <w:rsid w:val="00C9061D"/>
    <w:rsid w:val="00C9180C"/>
    <w:rsid w:val="00C93BD4"/>
    <w:rsid w:val="00C9426B"/>
    <w:rsid w:val="00C942B3"/>
    <w:rsid w:val="00C94494"/>
    <w:rsid w:val="00C9497A"/>
    <w:rsid w:val="00C9717F"/>
    <w:rsid w:val="00CA2B16"/>
    <w:rsid w:val="00CA334E"/>
    <w:rsid w:val="00CA45CC"/>
    <w:rsid w:val="00CA746B"/>
    <w:rsid w:val="00CB11F4"/>
    <w:rsid w:val="00CB1270"/>
    <w:rsid w:val="00CB4E91"/>
    <w:rsid w:val="00CB65E6"/>
    <w:rsid w:val="00CB7A5C"/>
    <w:rsid w:val="00CC15F0"/>
    <w:rsid w:val="00CC3F7A"/>
    <w:rsid w:val="00CC4E1D"/>
    <w:rsid w:val="00CD018F"/>
    <w:rsid w:val="00CD1372"/>
    <w:rsid w:val="00CD18D0"/>
    <w:rsid w:val="00CD328B"/>
    <w:rsid w:val="00CD5FAF"/>
    <w:rsid w:val="00CE0944"/>
    <w:rsid w:val="00CE38FB"/>
    <w:rsid w:val="00CF17D3"/>
    <w:rsid w:val="00CF1C85"/>
    <w:rsid w:val="00CF3051"/>
    <w:rsid w:val="00CF41F8"/>
    <w:rsid w:val="00CF56D8"/>
    <w:rsid w:val="00CF597A"/>
    <w:rsid w:val="00D00EE4"/>
    <w:rsid w:val="00D041F9"/>
    <w:rsid w:val="00D045CC"/>
    <w:rsid w:val="00D04A05"/>
    <w:rsid w:val="00D0508D"/>
    <w:rsid w:val="00D0614C"/>
    <w:rsid w:val="00D07593"/>
    <w:rsid w:val="00D1086F"/>
    <w:rsid w:val="00D11243"/>
    <w:rsid w:val="00D120D3"/>
    <w:rsid w:val="00D1293A"/>
    <w:rsid w:val="00D12BC5"/>
    <w:rsid w:val="00D152EA"/>
    <w:rsid w:val="00D153C4"/>
    <w:rsid w:val="00D173FB"/>
    <w:rsid w:val="00D1753F"/>
    <w:rsid w:val="00D20667"/>
    <w:rsid w:val="00D22E28"/>
    <w:rsid w:val="00D24952"/>
    <w:rsid w:val="00D25177"/>
    <w:rsid w:val="00D2537D"/>
    <w:rsid w:val="00D262A0"/>
    <w:rsid w:val="00D26FB5"/>
    <w:rsid w:val="00D27317"/>
    <w:rsid w:val="00D3064F"/>
    <w:rsid w:val="00D32BF8"/>
    <w:rsid w:val="00D33854"/>
    <w:rsid w:val="00D34924"/>
    <w:rsid w:val="00D34DED"/>
    <w:rsid w:val="00D374C2"/>
    <w:rsid w:val="00D40257"/>
    <w:rsid w:val="00D421DE"/>
    <w:rsid w:val="00D4266E"/>
    <w:rsid w:val="00D42B60"/>
    <w:rsid w:val="00D446F7"/>
    <w:rsid w:val="00D456DB"/>
    <w:rsid w:val="00D45A3B"/>
    <w:rsid w:val="00D45EAC"/>
    <w:rsid w:val="00D5110C"/>
    <w:rsid w:val="00D51580"/>
    <w:rsid w:val="00D51EEA"/>
    <w:rsid w:val="00D53575"/>
    <w:rsid w:val="00D5562B"/>
    <w:rsid w:val="00D55DCE"/>
    <w:rsid w:val="00D611AF"/>
    <w:rsid w:val="00D65E66"/>
    <w:rsid w:val="00D70390"/>
    <w:rsid w:val="00D7059B"/>
    <w:rsid w:val="00D74E03"/>
    <w:rsid w:val="00D76E0F"/>
    <w:rsid w:val="00D82AC6"/>
    <w:rsid w:val="00D84ADC"/>
    <w:rsid w:val="00D85DEF"/>
    <w:rsid w:val="00D86FF1"/>
    <w:rsid w:val="00D8718F"/>
    <w:rsid w:val="00D87447"/>
    <w:rsid w:val="00D91308"/>
    <w:rsid w:val="00D92718"/>
    <w:rsid w:val="00D92E73"/>
    <w:rsid w:val="00D94326"/>
    <w:rsid w:val="00D95DD6"/>
    <w:rsid w:val="00D9608E"/>
    <w:rsid w:val="00D969B2"/>
    <w:rsid w:val="00D96BD2"/>
    <w:rsid w:val="00D96D1C"/>
    <w:rsid w:val="00D96DC3"/>
    <w:rsid w:val="00DA0002"/>
    <w:rsid w:val="00DA1C8E"/>
    <w:rsid w:val="00DA280D"/>
    <w:rsid w:val="00DA29C6"/>
    <w:rsid w:val="00DA54B5"/>
    <w:rsid w:val="00DA6C13"/>
    <w:rsid w:val="00DA7213"/>
    <w:rsid w:val="00DA7AFB"/>
    <w:rsid w:val="00DA7C5A"/>
    <w:rsid w:val="00DB4201"/>
    <w:rsid w:val="00DB4461"/>
    <w:rsid w:val="00DB4A1A"/>
    <w:rsid w:val="00DB5F95"/>
    <w:rsid w:val="00DB5FFF"/>
    <w:rsid w:val="00DB668B"/>
    <w:rsid w:val="00DB7A25"/>
    <w:rsid w:val="00DC1894"/>
    <w:rsid w:val="00DC2069"/>
    <w:rsid w:val="00DC2912"/>
    <w:rsid w:val="00DC31EA"/>
    <w:rsid w:val="00DC3A7A"/>
    <w:rsid w:val="00DC3DAA"/>
    <w:rsid w:val="00DC680D"/>
    <w:rsid w:val="00DC69B0"/>
    <w:rsid w:val="00DC70C3"/>
    <w:rsid w:val="00DC7BD2"/>
    <w:rsid w:val="00DD102D"/>
    <w:rsid w:val="00DD7F8F"/>
    <w:rsid w:val="00DE1A3F"/>
    <w:rsid w:val="00DE2AE9"/>
    <w:rsid w:val="00DE420B"/>
    <w:rsid w:val="00DE4B72"/>
    <w:rsid w:val="00DE6D21"/>
    <w:rsid w:val="00DE7AC2"/>
    <w:rsid w:val="00DF1F8C"/>
    <w:rsid w:val="00DF7259"/>
    <w:rsid w:val="00DF74F0"/>
    <w:rsid w:val="00E01F1C"/>
    <w:rsid w:val="00E021A6"/>
    <w:rsid w:val="00E02EDA"/>
    <w:rsid w:val="00E03231"/>
    <w:rsid w:val="00E0653C"/>
    <w:rsid w:val="00E07645"/>
    <w:rsid w:val="00E15C99"/>
    <w:rsid w:val="00E15D9E"/>
    <w:rsid w:val="00E17F61"/>
    <w:rsid w:val="00E20CE0"/>
    <w:rsid w:val="00E22C43"/>
    <w:rsid w:val="00E23995"/>
    <w:rsid w:val="00E23FDB"/>
    <w:rsid w:val="00E27F02"/>
    <w:rsid w:val="00E32171"/>
    <w:rsid w:val="00E33360"/>
    <w:rsid w:val="00E33FB6"/>
    <w:rsid w:val="00E40E34"/>
    <w:rsid w:val="00E418CC"/>
    <w:rsid w:val="00E419C1"/>
    <w:rsid w:val="00E41B71"/>
    <w:rsid w:val="00E41CC3"/>
    <w:rsid w:val="00E426CD"/>
    <w:rsid w:val="00E50078"/>
    <w:rsid w:val="00E5419E"/>
    <w:rsid w:val="00E56FFA"/>
    <w:rsid w:val="00E63309"/>
    <w:rsid w:val="00E6709F"/>
    <w:rsid w:val="00E7002A"/>
    <w:rsid w:val="00E70B0A"/>
    <w:rsid w:val="00E70E7F"/>
    <w:rsid w:val="00E720C7"/>
    <w:rsid w:val="00E73FD5"/>
    <w:rsid w:val="00E7495D"/>
    <w:rsid w:val="00E7603D"/>
    <w:rsid w:val="00E81440"/>
    <w:rsid w:val="00E81F3F"/>
    <w:rsid w:val="00E82D1C"/>
    <w:rsid w:val="00E83368"/>
    <w:rsid w:val="00E84714"/>
    <w:rsid w:val="00E84EF4"/>
    <w:rsid w:val="00E878DB"/>
    <w:rsid w:val="00E91C0C"/>
    <w:rsid w:val="00E91D7E"/>
    <w:rsid w:val="00E92A9B"/>
    <w:rsid w:val="00E94BF9"/>
    <w:rsid w:val="00E95333"/>
    <w:rsid w:val="00E97E4E"/>
    <w:rsid w:val="00EA0165"/>
    <w:rsid w:val="00EA07BD"/>
    <w:rsid w:val="00EA172A"/>
    <w:rsid w:val="00EA3554"/>
    <w:rsid w:val="00EA3A8E"/>
    <w:rsid w:val="00EA5EC9"/>
    <w:rsid w:val="00EB0527"/>
    <w:rsid w:val="00EB08B1"/>
    <w:rsid w:val="00EB0F00"/>
    <w:rsid w:val="00EB1006"/>
    <w:rsid w:val="00EB1FC3"/>
    <w:rsid w:val="00EB3670"/>
    <w:rsid w:val="00EB5534"/>
    <w:rsid w:val="00EB6277"/>
    <w:rsid w:val="00EB6A53"/>
    <w:rsid w:val="00EB6D7A"/>
    <w:rsid w:val="00EC1E37"/>
    <w:rsid w:val="00EC22B1"/>
    <w:rsid w:val="00EC23A6"/>
    <w:rsid w:val="00EC54FA"/>
    <w:rsid w:val="00EC5A65"/>
    <w:rsid w:val="00EC5D1F"/>
    <w:rsid w:val="00EC64FC"/>
    <w:rsid w:val="00EC660C"/>
    <w:rsid w:val="00EC78B6"/>
    <w:rsid w:val="00EC7D34"/>
    <w:rsid w:val="00ED0B57"/>
    <w:rsid w:val="00ED117F"/>
    <w:rsid w:val="00ED15AC"/>
    <w:rsid w:val="00ED1FE3"/>
    <w:rsid w:val="00ED21D7"/>
    <w:rsid w:val="00ED2DBC"/>
    <w:rsid w:val="00ED2E8F"/>
    <w:rsid w:val="00ED3BCA"/>
    <w:rsid w:val="00ED5612"/>
    <w:rsid w:val="00ED59C8"/>
    <w:rsid w:val="00ED6074"/>
    <w:rsid w:val="00ED6388"/>
    <w:rsid w:val="00ED712B"/>
    <w:rsid w:val="00ED713B"/>
    <w:rsid w:val="00EE04B6"/>
    <w:rsid w:val="00EE1B6B"/>
    <w:rsid w:val="00EE28DA"/>
    <w:rsid w:val="00EE2CD3"/>
    <w:rsid w:val="00EE4C16"/>
    <w:rsid w:val="00EE52AB"/>
    <w:rsid w:val="00EE5373"/>
    <w:rsid w:val="00EE56F8"/>
    <w:rsid w:val="00EE584F"/>
    <w:rsid w:val="00EE6798"/>
    <w:rsid w:val="00EE7BAB"/>
    <w:rsid w:val="00EF36F5"/>
    <w:rsid w:val="00EF40DB"/>
    <w:rsid w:val="00EF4DC9"/>
    <w:rsid w:val="00EF5723"/>
    <w:rsid w:val="00EF6104"/>
    <w:rsid w:val="00F002C7"/>
    <w:rsid w:val="00F0202A"/>
    <w:rsid w:val="00F029B8"/>
    <w:rsid w:val="00F03E15"/>
    <w:rsid w:val="00F04A7F"/>
    <w:rsid w:val="00F058DF"/>
    <w:rsid w:val="00F05988"/>
    <w:rsid w:val="00F0772E"/>
    <w:rsid w:val="00F11FA2"/>
    <w:rsid w:val="00F13445"/>
    <w:rsid w:val="00F17302"/>
    <w:rsid w:val="00F17AF7"/>
    <w:rsid w:val="00F253CC"/>
    <w:rsid w:val="00F26B52"/>
    <w:rsid w:val="00F272BD"/>
    <w:rsid w:val="00F27E58"/>
    <w:rsid w:val="00F31E63"/>
    <w:rsid w:val="00F34E6B"/>
    <w:rsid w:val="00F35020"/>
    <w:rsid w:val="00F37098"/>
    <w:rsid w:val="00F376A6"/>
    <w:rsid w:val="00F40D25"/>
    <w:rsid w:val="00F419A1"/>
    <w:rsid w:val="00F45833"/>
    <w:rsid w:val="00F53DCC"/>
    <w:rsid w:val="00F53F68"/>
    <w:rsid w:val="00F5727B"/>
    <w:rsid w:val="00F612E2"/>
    <w:rsid w:val="00F61EC7"/>
    <w:rsid w:val="00F6246A"/>
    <w:rsid w:val="00F65487"/>
    <w:rsid w:val="00F66235"/>
    <w:rsid w:val="00F67F61"/>
    <w:rsid w:val="00F70302"/>
    <w:rsid w:val="00F71397"/>
    <w:rsid w:val="00F71F05"/>
    <w:rsid w:val="00F75227"/>
    <w:rsid w:val="00F764E7"/>
    <w:rsid w:val="00F803E3"/>
    <w:rsid w:val="00F810C9"/>
    <w:rsid w:val="00F8128D"/>
    <w:rsid w:val="00F81451"/>
    <w:rsid w:val="00F85A70"/>
    <w:rsid w:val="00F8687B"/>
    <w:rsid w:val="00F90BA3"/>
    <w:rsid w:val="00F91A76"/>
    <w:rsid w:val="00F91D74"/>
    <w:rsid w:val="00F91E8A"/>
    <w:rsid w:val="00F936EB"/>
    <w:rsid w:val="00F954B0"/>
    <w:rsid w:val="00F97BEB"/>
    <w:rsid w:val="00FA3EF8"/>
    <w:rsid w:val="00FA4C4F"/>
    <w:rsid w:val="00FA4DF9"/>
    <w:rsid w:val="00FA4EB5"/>
    <w:rsid w:val="00FA53DC"/>
    <w:rsid w:val="00FA7C52"/>
    <w:rsid w:val="00FB00E4"/>
    <w:rsid w:val="00FB1E99"/>
    <w:rsid w:val="00FB1F54"/>
    <w:rsid w:val="00FC237F"/>
    <w:rsid w:val="00FC5568"/>
    <w:rsid w:val="00FC5D05"/>
    <w:rsid w:val="00FC64F8"/>
    <w:rsid w:val="00FC6E32"/>
    <w:rsid w:val="00FC7A1A"/>
    <w:rsid w:val="00FD2700"/>
    <w:rsid w:val="00FD4157"/>
    <w:rsid w:val="00FD4CAE"/>
    <w:rsid w:val="00FD6397"/>
    <w:rsid w:val="00FD6DC5"/>
    <w:rsid w:val="00FE66A2"/>
    <w:rsid w:val="00FF2FCE"/>
    <w:rsid w:val="00FF3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 fillcolor="white">
      <v:fill color="white"/>
      <v:stroke weight="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DB7A25"/>
    <w:rPr>
      <w:lang w:eastAsia="en-US"/>
    </w:rPr>
  </w:style>
  <w:style w:type="paragraph" w:styleId="Antrat1">
    <w:name w:val="heading 1"/>
    <w:basedOn w:val="prastasis"/>
    <w:next w:val="prastasis"/>
    <w:qFormat/>
    <w:rsid w:val="00EC5A65"/>
    <w:pPr>
      <w:keepNext/>
      <w:ind w:left="7200" w:firstLine="720"/>
      <w:outlineLvl w:val="0"/>
    </w:pPr>
    <w:rPr>
      <w:rFonts w:ascii="HelveticaLT" w:hAnsi="HelveticaLT"/>
      <w:sz w:val="24"/>
    </w:rPr>
  </w:style>
  <w:style w:type="paragraph" w:styleId="Antrat2">
    <w:name w:val="heading 2"/>
    <w:basedOn w:val="prastasis"/>
    <w:next w:val="prastasis"/>
    <w:qFormat/>
    <w:rsid w:val="00EC5A65"/>
    <w:pPr>
      <w:keepNext/>
      <w:jc w:val="center"/>
      <w:outlineLvl w:val="1"/>
    </w:pPr>
    <w:rPr>
      <w:b/>
      <w:sz w:val="24"/>
    </w:rPr>
  </w:style>
  <w:style w:type="paragraph" w:styleId="Antrat4">
    <w:name w:val="heading 4"/>
    <w:basedOn w:val="prastasis"/>
    <w:next w:val="prastasis"/>
    <w:qFormat/>
    <w:rsid w:val="00EC5A65"/>
    <w:pPr>
      <w:keepNext/>
      <w:spacing w:line="360" w:lineRule="auto"/>
      <w:jc w:val="both"/>
      <w:outlineLvl w:val="3"/>
    </w:pPr>
    <w:rPr>
      <w:sz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rsid w:val="00EC5A65"/>
    <w:pPr>
      <w:tabs>
        <w:tab w:val="center" w:pos="4320"/>
        <w:tab w:val="right" w:pos="8640"/>
      </w:tabs>
    </w:pPr>
  </w:style>
  <w:style w:type="paragraph" w:styleId="Porat">
    <w:name w:val="footer"/>
    <w:basedOn w:val="prastasis"/>
    <w:rsid w:val="00EC5A65"/>
    <w:pPr>
      <w:tabs>
        <w:tab w:val="center" w:pos="4320"/>
        <w:tab w:val="right" w:pos="8640"/>
      </w:tabs>
    </w:pPr>
  </w:style>
  <w:style w:type="character" w:styleId="Puslapionumeris">
    <w:name w:val="page number"/>
    <w:basedOn w:val="Numatytasispastraiposriftas"/>
    <w:rsid w:val="00EC5A65"/>
  </w:style>
  <w:style w:type="paragraph" w:styleId="Pagrindinistekstas">
    <w:name w:val="Body Text"/>
    <w:basedOn w:val="prastasis"/>
    <w:link w:val="PagrindinistekstasDiagrama"/>
    <w:rsid w:val="00EC5A65"/>
    <w:rPr>
      <w:rFonts w:ascii="TimesLT" w:hAnsi="TimesLT"/>
      <w:sz w:val="22"/>
    </w:rPr>
  </w:style>
  <w:style w:type="paragraph" w:styleId="Pavadinimas">
    <w:name w:val="Title"/>
    <w:basedOn w:val="prastasis"/>
    <w:qFormat/>
    <w:rsid w:val="00EC5A65"/>
    <w:pPr>
      <w:jc w:val="center"/>
    </w:pPr>
    <w:rPr>
      <w:b/>
      <w:sz w:val="28"/>
    </w:rPr>
  </w:style>
  <w:style w:type="paragraph" w:styleId="Antrinispavadinimas">
    <w:name w:val="Subtitle"/>
    <w:basedOn w:val="prastasis"/>
    <w:qFormat/>
    <w:rsid w:val="00EC5A65"/>
    <w:pPr>
      <w:jc w:val="center"/>
    </w:pPr>
    <w:rPr>
      <w:b/>
      <w:sz w:val="28"/>
    </w:rPr>
  </w:style>
  <w:style w:type="paragraph" w:styleId="Pagrindiniotekstotrauka">
    <w:name w:val="Body Text Indent"/>
    <w:basedOn w:val="prastasis"/>
    <w:rsid w:val="00EC5A65"/>
    <w:pPr>
      <w:spacing w:before="120"/>
      <w:ind w:left="4536"/>
      <w:jc w:val="center"/>
    </w:pPr>
    <w:rPr>
      <w:sz w:val="24"/>
    </w:rPr>
  </w:style>
  <w:style w:type="paragraph" w:styleId="Pagrindinistekstas2">
    <w:name w:val="Body Text 2"/>
    <w:basedOn w:val="prastasis"/>
    <w:rsid w:val="00EC5A65"/>
    <w:pPr>
      <w:spacing w:line="360" w:lineRule="auto"/>
      <w:jc w:val="both"/>
    </w:pPr>
    <w:rPr>
      <w:sz w:val="24"/>
    </w:rPr>
  </w:style>
  <w:style w:type="paragraph" w:styleId="Pagrindinistekstas3">
    <w:name w:val="Body Text 3"/>
    <w:basedOn w:val="prastasis"/>
    <w:rsid w:val="00EC5A65"/>
    <w:pPr>
      <w:jc w:val="both"/>
    </w:pPr>
    <w:rPr>
      <w:b/>
      <w:sz w:val="24"/>
    </w:rPr>
  </w:style>
  <w:style w:type="paragraph" w:styleId="Debesliotekstas">
    <w:name w:val="Balloon Text"/>
    <w:basedOn w:val="prastasis"/>
    <w:semiHidden/>
    <w:rsid w:val="00EB0F00"/>
    <w:rPr>
      <w:rFonts w:ascii="Tahoma" w:hAnsi="Tahoma" w:cs="Tahoma"/>
      <w:sz w:val="16"/>
      <w:szCs w:val="16"/>
    </w:rPr>
  </w:style>
  <w:style w:type="paragraph" w:styleId="prastasistinklapis">
    <w:name w:val="Normal (Web)"/>
    <w:basedOn w:val="prastasis"/>
    <w:rsid w:val="006E6EC2"/>
    <w:pPr>
      <w:spacing w:before="100" w:beforeAutospacing="1" w:after="100" w:afterAutospacing="1"/>
    </w:pPr>
    <w:rPr>
      <w:sz w:val="24"/>
      <w:szCs w:val="24"/>
      <w:lang w:eastAsia="lt-LT"/>
    </w:rPr>
  </w:style>
  <w:style w:type="character" w:styleId="Grietas">
    <w:name w:val="Strong"/>
    <w:qFormat/>
    <w:rsid w:val="004070F0"/>
    <w:rPr>
      <w:b/>
      <w:bCs/>
    </w:rPr>
  </w:style>
  <w:style w:type="table" w:styleId="Lentelstinklelis">
    <w:name w:val="Table Grid"/>
    <w:basedOn w:val="prastojilentel"/>
    <w:rsid w:val="005547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oblokas">
    <w:name w:val="Block Text"/>
    <w:basedOn w:val="prastasis"/>
    <w:rsid w:val="00763F79"/>
    <w:pPr>
      <w:ind w:left="-540" w:right="-1234" w:firstLine="1080"/>
      <w:jc w:val="both"/>
    </w:pPr>
    <w:rPr>
      <w:sz w:val="24"/>
      <w:szCs w:val="24"/>
    </w:rPr>
  </w:style>
  <w:style w:type="character" w:styleId="Komentaronuoroda">
    <w:name w:val="annotation reference"/>
    <w:semiHidden/>
    <w:rsid w:val="00763F79"/>
    <w:rPr>
      <w:sz w:val="16"/>
    </w:rPr>
  </w:style>
  <w:style w:type="paragraph" w:customStyle="1" w:styleId="DiagramaDiagrama2">
    <w:name w:val="Diagrama Diagrama2"/>
    <w:basedOn w:val="prastasis"/>
    <w:rsid w:val="00763F79"/>
    <w:pPr>
      <w:spacing w:after="160" w:line="240" w:lineRule="exact"/>
    </w:pPr>
    <w:rPr>
      <w:rFonts w:ascii="Tahoma" w:hAnsi="Tahoma"/>
      <w:lang w:val="en-US"/>
    </w:rPr>
  </w:style>
  <w:style w:type="character" w:customStyle="1" w:styleId="PagrindinistekstasDiagrama">
    <w:name w:val="Pagrindinis tekstas Diagrama"/>
    <w:link w:val="Pagrindinistekstas"/>
    <w:rsid w:val="00561697"/>
    <w:rPr>
      <w:rFonts w:ascii="TimesLT" w:hAnsi="TimesLT"/>
      <w:sz w:val="22"/>
      <w:lang w:val="lt-LT" w:eastAsia="en-US" w:bidi="ar-SA"/>
    </w:rPr>
  </w:style>
  <w:style w:type="character" w:customStyle="1" w:styleId="AntratsDiagrama">
    <w:name w:val="Antraštės Diagrama"/>
    <w:link w:val="Antrats"/>
    <w:uiPriority w:val="99"/>
    <w:rsid w:val="00CA45CC"/>
    <w:rPr>
      <w:lang w:eastAsia="en-US"/>
    </w:rPr>
  </w:style>
  <w:style w:type="paragraph" w:styleId="Sraopastraipa">
    <w:name w:val="List Paragraph"/>
    <w:basedOn w:val="prastasis"/>
    <w:uiPriority w:val="34"/>
    <w:qFormat/>
    <w:rsid w:val="00345E57"/>
    <w:pPr>
      <w:ind w:left="720"/>
      <w:contextualSpacing/>
    </w:pPr>
  </w:style>
  <w:style w:type="character" w:styleId="Emfaz">
    <w:name w:val="Emphasis"/>
    <w:basedOn w:val="Numatytasispastraiposriftas"/>
    <w:qFormat/>
    <w:rsid w:val="00491E3C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DB7A25"/>
    <w:rPr>
      <w:lang w:eastAsia="en-US"/>
    </w:rPr>
  </w:style>
  <w:style w:type="paragraph" w:styleId="Antrat1">
    <w:name w:val="heading 1"/>
    <w:basedOn w:val="prastasis"/>
    <w:next w:val="prastasis"/>
    <w:qFormat/>
    <w:rsid w:val="00EC5A65"/>
    <w:pPr>
      <w:keepNext/>
      <w:ind w:left="7200" w:firstLine="720"/>
      <w:outlineLvl w:val="0"/>
    </w:pPr>
    <w:rPr>
      <w:rFonts w:ascii="HelveticaLT" w:hAnsi="HelveticaLT"/>
      <w:sz w:val="24"/>
    </w:rPr>
  </w:style>
  <w:style w:type="paragraph" w:styleId="Antrat2">
    <w:name w:val="heading 2"/>
    <w:basedOn w:val="prastasis"/>
    <w:next w:val="prastasis"/>
    <w:qFormat/>
    <w:rsid w:val="00EC5A65"/>
    <w:pPr>
      <w:keepNext/>
      <w:jc w:val="center"/>
      <w:outlineLvl w:val="1"/>
    </w:pPr>
    <w:rPr>
      <w:b/>
      <w:sz w:val="24"/>
    </w:rPr>
  </w:style>
  <w:style w:type="paragraph" w:styleId="Antrat4">
    <w:name w:val="heading 4"/>
    <w:basedOn w:val="prastasis"/>
    <w:next w:val="prastasis"/>
    <w:qFormat/>
    <w:rsid w:val="00EC5A65"/>
    <w:pPr>
      <w:keepNext/>
      <w:spacing w:line="360" w:lineRule="auto"/>
      <w:jc w:val="both"/>
      <w:outlineLvl w:val="3"/>
    </w:pPr>
    <w:rPr>
      <w:sz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rsid w:val="00EC5A65"/>
    <w:pPr>
      <w:tabs>
        <w:tab w:val="center" w:pos="4320"/>
        <w:tab w:val="right" w:pos="8640"/>
      </w:tabs>
    </w:pPr>
  </w:style>
  <w:style w:type="paragraph" w:styleId="Porat">
    <w:name w:val="footer"/>
    <w:basedOn w:val="prastasis"/>
    <w:rsid w:val="00EC5A65"/>
    <w:pPr>
      <w:tabs>
        <w:tab w:val="center" w:pos="4320"/>
        <w:tab w:val="right" w:pos="8640"/>
      </w:tabs>
    </w:pPr>
  </w:style>
  <w:style w:type="character" w:styleId="Puslapionumeris">
    <w:name w:val="page number"/>
    <w:basedOn w:val="Numatytasispastraiposriftas"/>
    <w:rsid w:val="00EC5A65"/>
  </w:style>
  <w:style w:type="paragraph" w:styleId="Pagrindinistekstas">
    <w:name w:val="Body Text"/>
    <w:basedOn w:val="prastasis"/>
    <w:link w:val="PagrindinistekstasDiagrama"/>
    <w:rsid w:val="00EC5A65"/>
    <w:rPr>
      <w:rFonts w:ascii="TimesLT" w:hAnsi="TimesLT"/>
      <w:sz w:val="22"/>
    </w:rPr>
  </w:style>
  <w:style w:type="paragraph" w:styleId="Pavadinimas">
    <w:name w:val="Title"/>
    <w:basedOn w:val="prastasis"/>
    <w:qFormat/>
    <w:rsid w:val="00EC5A65"/>
    <w:pPr>
      <w:jc w:val="center"/>
    </w:pPr>
    <w:rPr>
      <w:b/>
      <w:sz w:val="28"/>
    </w:rPr>
  </w:style>
  <w:style w:type="paragraph" w:styleId="Antrinispavadinimas">
    <w:name w:val="Subtitle"/>
    <w:basedOn w:val="prastasis"/>
    <w:qFormat/>
    <w:rsid w:val="00EC5A65"/>
    <w:pPr>
      <w:jc w:val="center"/>
    </w:pPr>
    <w:rPr>
      <w:b/>
      <w:sz w:val="28"/>
    </w:rPr>
  </w:style>
  <w:style w:type="paragraph" w:styleId="Pagrindiniotekstotrauka">
    <w:name w:val="Body Text Indent"/>
    <w:basedOn w:val="prastasis"/>
    <w:rsid w:val="00EC5A65"/>
    <w:pPr>
      <w:spacing w:before="120"/>
      <w:ind w:left="4536"/>
      <w:jc w:val="center"/>
    </w:pPr>
    <w:rPr>
      <w:sz w:val="24"/>
    </w:rPr>
  </w:style>
  <w:style w:type="paragraph" w:styleId="Pagrindinistekstas2">
    <w:name w:val="Body Text 2"/>
    <w:basedOn w:val="prastasis"/>
    <w:rsid w:val="00EC5A65"/>
    <w:pPr>
      <w:spacing w:line="360" w:lineRule="auto"/>
      <w:jc w:val="both"/>
    </w:pPr>
    <w:rPr>
      <w:sz w:val="24"/>
    </w:rPr>
  </w:style>
  <w:style w:type="paragraph" w:styleId="Pagrindinistekstas3">
    <w:name w:val="Body Text 3"/>
    <w:basedOn w:val="prastasis"/>
    <w:rsid w:val="00EC5A65"/>
    <w:pPr>
      <w:jc w:val="both"/>
    </w:pPr>
    <w:rPr>
      <w:b/>
      <w:sz w:val="24"/>
    </w:rPr>
  </w:style>
  <w:style w:type="paragraph" w:styleId="Debesliotekstas">
    <w:name w:val="Balloon Text"/>
    <w:basedOn w:val="prastasis"/>
    <w:semiHidden/>
    <w:rsid w:val="00EB0F00"/>
    <w:rPr>
      <w:rFonts w:ascii="Tahoma" w:hAnsi="Tahoma" w:cs="Tahoma"/>
      <w:sz w:val="16"/>
      <w:szCs w:val="16"/>
    </w:rPr>
  </w:style>
  <w:style w:type="paragraph" w:styleId="prastasistinklapis">
    <w:name w:val="Normal (Web)"/>
    <w:basedOn w:val="prastasis"/>
    <w:rsid w:val="006E6EC2"/>
    <w:pPr>
      <w:spacing w:before="100" w:beforeAutospacing="1" w:after="100" w:afterAutospacing="1"/>
    </w:pPr>
    <w:rPr>
      <w:sz w:val="24"/>
      <w:szCs w:val="24"/>
      <w:lang w:eastAsia="lt-LT"/>
    </w:rPr>
  </w:style>
  <w:style w:type="character" w:styleId="Grietas">
    <w:name w:val="Strong"/>
    <w:qFormat/>
    <w:rsid w:val="004070F0"/>
    <w:rPr>
      <w:b/>
      <w:bCs/>
    </w:rPr>
  </w:style>
  <w:style w:type="table" w:styleId="Lentelstinklelis">
    <w:name w:val="Table Grid"/>
    <w:basedOn w:val="prastojilentel"/>
    <w:rsid w:val="005547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oblokas">
    <w:name w:val="Block Text"/>
    <w:basedOn w:val="prastasis"/>
    <w:rsid w:val="00763F79"/>
    <w:pPr>
      <w:ind w:left="-540" w:right="-1234" w:firstLine="1080"/>
      <w:jc w:val="both"/>
    </w:pPr>
    <w:rPr>
      <w:sz w:val="24"/>
      <w:szCs w:val="24"/>
    </w:rPr>
  </w:style>
  <w:style w:type="character" w:styleId="Komentaronuoroda">
    <w:name w:val="annotation reference"/>
    <w:semiHidden/>
    <w:rsid w:val="00763F79"/>
    <w:rPr>
      <w:sz w:val="16"/>
    </w:rPr>
  </w:style>
  <w:style w:type="paragraph" w:customStyle="1" w:styleId="DiagramaDiagrama2">
    <w:name w:val="Diagrama Diagrama2"/>
    <w:basedOn w:val="prastasis"/>
    <w:rsid w:val="00763F79"/>
    <w:pPr>
      <w:spacing w:after="160" w:line="240" w:lineRule="exact"/>
    </w:pPr>
    <w:rPr>
      <w:rFonts w:ascii="Tahoma" w:hAnsi="Tahoma"/>
      <w:lang w:val="en-US"/>
    </w:rPr>
  </w:style>
  <w:style w:type="character" w:customStyle="1" w:styleId="PagrindinistekstasDiagrama">
    <w:name w:val="Pagrindinis tekstas Diagrama"/>
    <w:link w:val="Pagrindinistekstas"/>
    <w:rsid w:val="00561697"/>
    <w:rPr>
      <w:rFonts w:ascii="TimesLT" w:hAnsi="TimesLT"/>
      <w:sz w:val="22"/>
      <w:lang w:val="lt-LT" w:eastAsia="en-US" w:bidi="ar-SA"/>
    </w:rPr>
  </w:style>
  <w:style w:type="character" w:customStyle="1" w:styleId="AntratsDiagrama">
    <w:name w:val="Antraštės Diagrama"/>
    <w:link w:val="Antrats"/>
    <w:uiPriority w:val="99"/>
    <w:rsid w:val="00CA45CC"/>
    <w:rPr>
      <w:lang w:eastAsia="en-US"/>
    </w:rPr>
  </w:style>
  <w:style w:type="paragraph" w:styleId="Sraopastraipa">
    <w:name w:val="List Paragraph"/>
    <w:basedOn w:val="prastasis"/>
    <w:uiPriority w:val="34"/>
    <w:qFormat/>
    <w:rsid w:val="00345E57"/>
    <w:pPr>
      <w:ind w:left="720"/>
      <w:contextualSpacing/>
    </w:pPr>
  </w:style>
  <w:style w:type="character" w:styleId="Emfaz">
    <w:name w:val="Emphasis"/>
    <w:basedOn w:val="Numatytasispastraiposriftas"/>
    <w:qFormat/>
    <w:rsid w:val="00491E3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7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9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5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49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05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8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868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592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5620262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5137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01989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32157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79401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13079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92716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15545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80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1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3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1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9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9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0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5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0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85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740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13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316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163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4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3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3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4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0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1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4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6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64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93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9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37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60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0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9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0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3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9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8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09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85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7185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739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428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21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866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708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607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EDF772-F377-45D5-8D32-5ABF18F88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812084BD</Template>
  <TotalTime>8</TotalTime>
  <Pages>1</Pages>
  <Words>308</Words>
  <Characters>1840</Characters>
  <Application>Microsoft Office Word</Application>
  <DocSecurity>0</DocSecurity>
  <Lines>15</Lines>
  <Paragraphs>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Forma patvirtinta</vt:lpstr>
      <vt:lpstr>Forma patvirtinta</vt:lpstr>
    </vt:vector>
  </TitlesOfParts>
  <Company>Privati</Company>
  <LinksUpToDate>false</LinksUpToDate>
  <CharactersWithSpaces>2144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 patvirtinta</dc:title>
  <dc:creator>Gasiunas</dc:creator>
  <cp:lastModifiedBy>Jovita Šumskienė</cp:lastModifiedBy>
  <cp:revision>9</cp:revision>
  <cp:lastPrinted>2020-06-30T12:11:00Z</cp:lastPrinted>
  <dcterms:created xsi:type="dcterms:W3CDTF">2020-07-01T12:42:00Z</dcterms:created>
  <dcterms:modified xsi:type="dcterms:W3CDTF">2020-07-30T13:30:00Z</dcterms:modified>
</cp:coreProperties>
</file>