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D54" w:rsidRDefault="004109C6" w:rsidP="00B64D54">
      <w:pPr>
        <w:ind w:firstLine="0"/>
        <w:jc w:val="center"/>
        <w:rPr>
          <w:b/>
          <w:sz w:val="28"/>
          <w:szCs w:val="28"/>
        </w:rPr>
      </w:pPr>
      <w:r>
        <w:rPr>
          <w:b/>
          <w:noProof/>
          <w:sz w:val="28"/>
          <w:szCs w:val="28"/>
          <w:lang w:eastAsia="lt-LT"/>
        </w:rPr>
        <w:drawing>
          <wp:anchor distT="0" distB="180340" distL="114300" distR="114300" simplePos="0" relativeHeight="251659264" behindDoc="1" locked="0" layoutInCell="0" allowOverlap="1" wp14:anchorId="6DF809B2" wp14:editId="5F98EC52">
            <wp:simplePos x="0" y="0"/>
            <wp:positionH relativeFrom="column">
              <wp:posOffset>2757170</wp:posOffset>
            </wp:positionH>
            <wp:positionV relativeFrom="paragraph">
              <wp:posOffset>-257810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D54"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ir </w:t>
      </w:r>
      <w:r w:rsidR="00932395" w:rsidRPr="00932395">
        <w:rPr>
          <w:b/>
          <w:caps/>
          <w:sz w:val="28"/>
          <w:szCs w:val="28"/>
        </w:rPr>
        <w:t>PLUNGĖS RAJONO SAVIVALDYBĖS MOKSLO RĖMIMO PROGRAMOS LĖŠŲ SKIRSTYMO KOMISIJOS DARBO REGLAMENT</w:t>
      </w:r>
      <w:r w:rsidR="00932395">
        <w:rPr>
          <w:b/>
          <w:caps/>
          <w:sz w:val="28"/>
          <w:szCs w:val="28"/>
        </w:rPr>
        <w:t xml:space="preserve">o </w:t>
      </w:r>
      <w:r w:rsidRPr="009620AE">
        <w:rPr>
          <w:b/>
          <w:caps/>
          <w:sz w:val="28"/>
          <w:szCs w:val="28"/>
        </w:rPr>
        <w:t>patvirtinimo</w:t>
      </w:r>
      <w:r>
        <w:rPr>
          <w:b/>
          <w:caps/>
          <w:sz w:val="28"/>
          <w:szCs w:val="28"/>
        </w:rPr>
        <w:t xml:space="preserve"> </w:t>
      </w:r>
    </w:p>
    <w:p w:rsidR="00B64D54" w:rsidRDefault="00B64D54" w:rsidP="00B64D54">
      <w:pPr>
        <w:ind w:firstLine="0"/>
        <w:jc w:val="center"/>
        <w:rPr>
          <w:b/>
          <w:caps/>
        </w:rPr>
      </w:pPr>
    </w:p>
    <w:p w:rsidR="00B64D54" w:rsidRDefault="00B64D54" w:rsidP="00B64D54">
      <w:pPr>
        <w:ind w:firstLine="0"/>
        <w:jc w:val="center"/>
      </w:pPr>
      <w:r>
        <w:t>20</w:t>
      </w:r>
      <w:r w:rsidR="00152552">
        <w:t>20</w:t>
      </w:r>
      <w:r>
        <w:t xml:space="preserve"> m. </w:t>
      </w:r>
      <w:r w:rsidR="00152552">
        <w:t>vasario</w:t>
      </w:r>
      <w:r w:rsidR="00932395">
        <w:t xml:space="preserve"> 13 </w:t>
      </w:r>
      <w:r>
        <w:t>d. Nr.</w:t>
      </w:r>
      <w:r w:rsidR="00A740A9">
        <w:t xml:space="preserve"> T1-</w:t>
      </w:r>
      <w:r w:rsidR="00784D1A">
        <w:t>7</w:t>
      </w:r>
      <w:r>
        <w:t xml:space="preserve"> </w:t>
      </w:r>
    </w:p>
    <w:p w:rsidR="00B64D54" w:rsidRDefault="00B64D54" w:rsidP="00B64D54">
      <w:pPr>
        <w:ind w:firstLine="0"/>
        <w:jc w:val="center"/>
      </w:pPr>
      <w:r>
        <w:t>Plungė</w:t>
      </w:r>
    </w:p>
    <w:p w:rsidR="00383C42" w:rsidRDefault="00383C42" w:rsidP="00917BDF">
      <w:pPr>
        <w:ind w:firstLine="964"/>
        <w:jc w:val="center"/>
      </w:pPr>
    </w:p>
    <w:p w:rsidR="00B64D54" w:rsidRDefault="00B6355F" w:rsidP="00357E5C">
      <w:pPr>
        <w:tabs>
          <w:tab w:val="left" w:pos="1134"/>
        </w:tabs>
        <w:rPr>
          <w:bCs/>
        </w:rPr>
      </w:pPr>
      <w:r>
        <w:rPr>
          <w:bCs/>
          <w:szCs w:val="24"/>
          <w:lang w:eastAsia="lt-LT"/>
        </w:rPr>
        <w:t xml:space="preserve"> </w:t>
      </w:r>
      <w:r w:rsidR="006C01ED" w:rsidRPr="00901CED">
        <w:rPr>
          <w:bCs/>
          <w:szCs w:val="24"/>
          <w:lang w:eastAsia="lt-LT"/>
        </w:rPr>
        <w:t>Vadovaudamasi</w:t>
      </w:r>
      <w:r w:rsidR="006C01ED">
        <w:rPr>
          <w:b/>
          <w:bCs/>
          <w:szCs w:val="24"/>
          <w:lang w:eastAsia="lt-LT"/>
        </w:rPr>
        <w:t xml:space="preserve"> </w:t>
      </w:r>
      <w:r w:rsidR="00DA32CC" w:rsidRPr="00DA32CC">
        <w:rPr>
          <w:bCs/>
          <w:szCs w:val="24"/>
          <w:lang w:eastAsia="lt-LT"/>
        </w:rPr>
        <w:t xml:space="preserve">Lietuvos Respublikos vietos savivaldos įstatymo </w:t>
      </w:r>
      <w:r w:rsidR="00541DE3">
        <w:rPr>
          <w:bCs/>
          <w:szCs w:val="24"/>
          <w:lang w:eastAsia="lt-LT"/>
        </w:rPr>
        <w:t xml:space="preserve">16 straipsnio 2 dalies 6 punktu, </w:t>
      </w:r>
      <w:r w:rsidR="00DA32CC" w:rsidRPr="00DA32CC">
        <w:rPr>
          <w:bCs/>
          <w:szCs w:val="24"/>
          <w:lang w:eastAsia="lt-LT"/>
        </w:rPr>
        <w:t>18 straipsnio 1 dalimi</w:t>
      </w:r>
      <w:r w:rsidR="00DA32CC">
        <w:rPr>
          <w:bCs/>
          <w:szCs w:val="24"/>
          <w:lang w:eastAsia="lt-LT"/>
        </w:rPr>
        <w:t xml:space="preserve"> ir</w:t>
      </w:r>
      <w:r w:rsidR="00541DE3">
        <w:rPr>
          <w:bCs/>
          <w:szCs w:val="24"/>
          <w:lang w:eastAsia="lt-LT"/>
        </w:rPr>
        <w:t xml:space="preserve"> </w:t>
      </w:r>
      <w:r w:rsidR="00DA32CC" w:rsidRPr="00DA32CC">
        <w:rPr>
          <w:bCs/>
          <w:szCs w:val="24"/>
          <w:lang w:eastAsia="lt-LT"/>
        </w:rPr>
        <w:t>Lietuvos Respublikos švietimo įstatymo 58 straipsnio 1 dalies 1 punktu</w:t>
      </w:r>
      <w:r w:rsidR="00DA32CC">
        <w:rPr>
          <w:bCs/>
          <w:szCs w:val="24"/>
          <w:lang w:eastAsia="lt-LT"/>
        </w:rPr>
        <w:t xml:space="preserve">, </w:t>
      </w:r>
      <w:r w:rsidR="00B64D54">
        <w:rPr>
          <w:bCs/>
        </w:rPr>
        <w:t>Plungės rajono savivaldybės taryba n u s p r e n d ž i a:</w:t>
      </w:r>
      <w:r w:rsidR="00B64D54">
        <w:rPr>
          <w:bCs/>
        </w:rPr>
        <w:tab/>
      </w:r>
    </w:p>
    <w:p w:rsidR="00843463" w:rsidRDefault="00917BDF" w:rsidP="00357E5C">
      <w:pPr>
        <w:pStyle w:val="Sraopastraipa1"/>
        <w:keepNext/>
        <w:tabs>
          <w:tab w:val="left" w:pos="0"/>
          <w:tab w:val="left" w:pos="720"/>
          <w:tab w:val="left" w:pos="1134"/>
        </w:tabs>
        <w:ind w:left="0" w:firstLine="720"/>
        <w:jc w:val="both"/>
      </w:pPr>
      <w:r>
        <w:t xml:space="preserve">1. </w:t>
      </w:r>
      <w:r w:rsidR="000B2896">
        <w:t>Patvirtinti</w:t>
      </w:r>
      <w:r w:rsidR="00843463">
        <w:t xml:space="preserve">: </w:t>
      </w:r>
    </w:p>
    <w:p w:rsidR="00843463" w:rsidRDefault="00843463" w:rsidP="00357E5C">
      <w:pPr>
        <w:pStyle w:val="Sraopastraipa1"/>
        <w:keepNext/>
        <w:tabs>
          <w:tab w:val="left" w:pos="0"/>
          <w:tab w:val="left" w:pos="720"/>
          <w:tab w:val="left" w:pos="1134"/>
        </w:tabs>
        <w:ind w:left="0" w:firstLine="720"/>
        <w:jc w:val="both"/>
        <w:rPr>
          <w:bCs/>
        </w:rPr>
      </w:pPr>
      <w:r>
        <w:t xml:space="preserve">1. 1. </w:t>
      </w:r>
      <w:r w:rsidR="00B64D54" w:rsidRPr="00D27695">
        <w:rPr>
          <w:bCs/>
        </w:rPr>
        <w:t xml:space="preserve">Plungės rajono savivaldybės </w:t>
      </w:r>
      <w:r>
        <w:rPr>
          <w:bCs/>
        </w:rPr>
        <w:t>M</w:t>
      </w:r>
      <w:r w:rsidR="00DA32CC">
        <w:rPr>
          <w:bCs/>
        </w:rPr>
        <w:t>okslo rėmimo program</w:t>
      </w:r>
      <w:r>
        <w:rPr>
          <w:bCs/>
        </w:rPr>
        <w:t>os</w:t>
      </w:r>
      <w:r w:rsidR="00DA32CC">
        <w:rPr>
          <w:bCs/>
        </w:rPr>
        <w:t xml:space="preserve"> lėšų skyrimo ir naudojimo </w:t>
      </w:r>
      <w:r w:rsidR="00932395">
        <w:rPr>
          <w:bCs/>
        </w:rPr>
        <w:t>tvarkos aprašą</w:t>
      </w:r>
      <w:r>
        <w:rPr>
          <w:bCs/>
        </w:rPr>
        <w:t xml:space="preserve"> (1 priedas);</w:t>
      </w:r>
      <w:r w:rsidR="00932395">
        <w:rPr>
          <w:bCs/>
        </w:rPr>
        <w:t xml:space="preserve"> </w:t>
      </w:r>
    </w:p>
    <w:p w:rsidR="00B64D54" w:rsidRDefault="00843463" w:rsidP="00357E5C">
      <w:pPr>
        <w:pStyle w:val="Sraopastraipa1"/>
        <w:keepNext/>
        <w:tabs>
          <w:tab w:val="left" w:pos="0"/>
          <w:tab w:val="left" w:pos="720"/>
          <w:tab w:val="left" w:pos="1134"/>
        </w:tabs>
        <w:ind w:left="0" w:firstLine="720"/>
        <w:jc w:val="both"/>
        <w:rPr>
          <w:bCs/>
        </w:rPr>
      </w:pPr>
      <w:r>
        <w:rPr>
          <w:bCs/>
        </w:rPr>
        <w:t xml:space="preserve">1. 2. </w:t>
      </w:r>
      <w:r w:rsidR="00932395">
        <w:rPr>
          <w:bCs/>
        </w:rPr>
        <w:t>P</w:t>
      </w:r>
      <w:r w:rsidR="00932395" w:rsidRPr="00932395">
        <w:rPr>
          <w:bCs/>
        </w:rPr>
        <w:t xml:space="preserve">lungės rajono savivaldybės </w:t>
      </w:r>
      <w:r>
        <w:rPr>
          <w:bCs/>
        </w:rPr>
        <w:t>M</w:t>
      </w:r>
      <w:r w:rsidR="00932395" w:rsidRPr="00932395">
        <w:rPr>
          <w:bCs/>
        </w:rPr>
        <w:t>okslo rėmimo programos lėšų skirstymo komisijos darbo reglament</w:t>
      </w:r>
      <w:r w:rsidR="00932395">
        <w:rPr>
          <w:bCs/>
        </w:rPr>
        <w:t>ą</w:t>
      </w:r>
      <w:r>
        <w:rPr>
          <w:bCs/>
        </w:rPr>
        <w:t xml:space="preserve"> (2 priedas)</w:t>
      </w:r>
      <w:r w:rsidR="00932395">
        <w:rPr>
          <w:bCs/>
        </w:rPr>
        <w:t>.</w:t>
      </w:r>
    </w:p>
    <w:p w:rsidR="00AF2294" w:rsidRPr="00917BDF" w:rsidRDefault="00917BDF" w:rsidP="00357E5C">
      <w:pPr>
        <w:tabs>
          <w:tab w:val="left" w:pos="1134"/>
        </w:tabs>
        <w:rPr>
          <w:szCs w:val="24"/>
          <w:lang w:eastAsia="lt-LT"/>
        </w:rPr>
      </w:pPr>
      <w:r>
        <w:rPr>
          <w:szCs w:val="24"/>
          <w:lang w:eastAsia="lt-LT"/>
        </w:rPr>
        <w:t xml:space="preserve">2. </w:t>
      </w:r>
      <w:r w:rsidR="00413D10" w:rsidRPr="00917BDF">
        <w:rPr>
          <w:szCs w:val="24"/>
          <w:lang w:eastAsia="lt-LT"/>
        </w:rPr>
        <w:t>Pripažinti netekusi</w:t>
      </w:r>
      <w:r w:rsidR="00932395" w:rsidRPr="00917BDF">
        <w:rPr>
          <w:szCs w:val="24"/>
          <w:lang w:eastAsia="lt-LT"/>
        </w:rPr>
        <w:t xml:space="preserve">u </w:t>
      </w:r>
      <w:r w:rsidR="00413D10" w:rsidRPr="00917BDF">
        <w:rPr>
          <w:szCs w:val="24"/>
          <w:lang w:eastAsia="lt-LT"/>
        </w:rPr>
        <w:t>galios</w:t>
      </w:r>
      <w:r w:rsidR="009469CC" w:rsidRPr="00917BDF">
        <w:rPr>
          <w:szCs w:val="24"/>
          <w:lang w:eastAsia="lt-LT"/>
        </w:rPr>
        <w:t xml:space="preserve"> </w:t>
      </w:r>
      <w:r w:rsidR="000B2896" w:rsidRPr="00917BDF">
        <w:rPr>
          <w:szCs w:val="24"/>
          <w:lang w:eastAsia="lt-LT"/>
        </w:rPr>
        <w:t>Plungės rajono savivaldybės tarybos</w:t>
      </w:r>
      <w:r w:rsidR="00A740A9" w:rsidRPr="00917BDF">
        <w:rPr>
          <w:szCs w:val="24"/>
          <w:lang w:eastAsia="lt-LT"/>
        </w:rPr>
        <w:t xml:space="preserve"> </w:t>
      </w:r>
      <w:r w:rsidR="000B2896" w:rsidRPr="00917BDF">
        <w:rPr>
          <w:szCs w:val="24"/>
          <w:lang w:eastAsia="lt-LT"/>
        </w:rPr>
        <w:t xml:space="preserve"> 2017 m. </w:t>
      </w:r>
      <w:r w:rsidR="00932395" w:rsidRPr="00917BDF">
        <w:rPr>
          <w:szCs w:val="24"/>
          <w:lang w:eastAsia="lt-LT"/>
        </w:rPr>
        <w:t xml:space="preserve">kovo 30 </w:t>
      </w:r>
      <w:r w:rsidR="000B2896" w:rsidRPr="00917BDF">
        <w:rPr>
          <w:szCs w:val="24"/>
          <w:lang w:eastAsia="lt-LT"/>
        </w:rPr>
        <w:t>d. sprendimą Nr. T1-</w:t>
      </w:r>
      <w:r w:rsidR="00932395" w:rsidRPr="00917BDF">
        <w:rPr>
          <w:szCs w:val="24"/>
          <w:lang w:eastAsia="lt-LT"/>
        </w:rPr>
        <w:t xml:space="preserve">58 </w:t>
      </w:r>
      <w:r w:rsidR="000B2896" w:rsidRPr="00917BDF">
        <w:rPr>
          <w:szCs w:val="24"/>
          <w:lang w:eastAsia="lt-LT"/>
        </w:rPr>
        <w:t xml:space="preserve">„Dėl Plungės rajono savivaldybės </w:t>
      </w:r>
      <w:r w:rsidR="00932395" w:rsidRPr="00917BDF">
        <w:rPr>
          <w:szCs w:val="24"/>
          <w:lang w:eastAsia="lt-LT"/>
        </w:rPr>
        <w:t>mokslo rėmimo programos lėšų skirstymo komisijos darbo reglamento ir mokslo rėmimo programos kriterijų aprašo patvirtinimo</w:t>
      </w:r>
      <w:r w:rsidR="000B2896" w:rsidRPr="00917BDF">
        <w:rPr>
          <w:szCs w:val="24"/>
          <w:lang w:eastAsia="lt-LT"/>
        </w:rPr>
        <w:t>“</w:t>
      </w:r>
      <w:r w:rsidR="00932395" w:rsidRPr="00917BDF">
        <w:rPr>
          <w:szCs w:val="24"/>
          <w:lang w:eastAsia="lt-LT"/>
        </w:rPr>
        <w:t>.</w:t>
      </w:r>
      <w:r w:rsidR="005D36ED" w:rsidRPr="00917BDF">
        <w:rPr>
          <w:szCs w:val="24"/>
          <w:lang w:eastAsia="lt-LT"/>
        </w:rPr>
        <w:tab/>
      </w:r>
    </w:p>
    <w:p w:rsidR="00413D10" w:rsidRDefault="00413D10" w:rsidP="005D36ED">
      <w:pPr>
        <w:tabs>
          <w:tab w:val="left" w:pos="1134"/>
        </w:tabs>
      </w:pPr>
    </w:p>
    <w:p w:rsidR="00B64D54" w:rsidRDefault="00B64D54" w:rsidP="005D36ED">
      <w:pPr>
        <w:tabs>
          <w:tab w:val="left" w:pos="1134"/>
        </w:tabs>
      </w:pPr>
    </w:p>
    <w:p w:rsidR="00413D10" w:rsidRDefault="00B64D54" w:rsidP="00931835">
      <w:pPr>
        <w:tabs>
          <w:tab w:val="left" w:pos="1134"/>
          <w:tab w:val="left" w:pos="7938"/>
        </w:tabs>
        <w:ind w:firstLine="0"/>
      </w:pPr>
      <w:r>
        <w:t>Savivaldybės meras</w:t>
      </w:r>
      <w:r w:rsidR="00931835">
        <w:t xml:space="preserve"> </w:t>
      </w:r>
      <w:r w:rsidR="00931835">
        <w:tab/>
        <w:t>Audrius Klišonis</w:t>
      </w: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B64D54" w:rsidRDefault="00B64D54" w:rsidP="005D36ED">
      <w:pPr>
        <w:tabs>
          <w:tab w:val="left" w:pos="1134"/>
        </w:tabs>
      </w:pPr>
    </w:p>
    <w:p w:rsidR="0082033D" w:rsidRPr="005717E9" w:rsidRDefault="0082033D" w:rsidP="005D36ED">
      <w:pPr>
        <w:tabs>
          <w:tab w:val="left" w:pos="1134"/>
        </w:tabs>
        <w:ind w:firstLine="0"/>
      </w:pPr>
    </w:p>
    <w:p w:rsidR="00670C90" w:rsidRDefault="00670C90">
      <w:pPr>
        <w:ind w:firstLine="0"/>
        <w:jc w:val="left"/>
      </w:pPr>
      <w:r>
        <w:br w:type="page"/>
      </w:r>
    </w:p>
    <w:p w:rsidR="005D36ED" w:rsidRPr="005D36ED" w:rsidRDefault="005D36ED" w:rsidP="005D36ED">
      <w:pPr>
        <w:tabs>
          <w:tab w:val="left" w:pos="1134"/>
        </w:tabs>
        <w:ind w:firstLine="0"/>
        <w:jc w:val="left"/>
      </w:pPr>
      <w:r w:rsidRPr="005D36ED">
        <w:lastRenderedPageBreak/>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5D36ED" w:rsidRPr="005D36ED" w:rsidRDefault="005D36ED" w:rsidP="005D36ED">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tarybos 20</w:t>
      </w:r>
      <w:r w:rsidR="00932395">
        <w:t>20</w:t>
      </w:r>
      <w:r w:rsidRPr="005D36ED">
        <w:t xml:space="preserve"> m. </w:t>
      </w:r>
      <w:r w:rsidR="00932395">
        <w:t xml:space="preserve">vasario 13 </w:t>
      </w:r>
      <w:r w:rsidRPr="005D36ED">
        <w:t>d.</w:t>
      </w:r>
      <w:r w:rsidRPr="005D36ED">
        <w:rPr>
          <w:b/>
        </w:rPr>
        <w:t xml:space="preserve"> </w:t>
      </w:r>
    </w:p>
    <w:p w:rsidR="005D36ED" w:rsidRDefault="005D36ED" w:rsidP="005D36ED">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w:t>
      </w:r>
      <w:r w:rsidR="00843463">
        <w:t>o</w:t>
      </w:r>
      <w:r w:rsidRPr="005D36ED">
        <w:t xml:space="preserve"> Nr. T1-</w:t>
      </w:r>
      <w:r w:rsidR="00784D1A">
        <w:t>7</w:t>
      </w:r>
      <w:r w:rsidRPr="005D36ED">
        <w:t xml:space="preserve"> </w:t>
      </w:r>
    </w:p>
    <w:p w:rsidR="00843463" w:rsidRDefault="00843463" w:rsidP="005D36ED">
      <w:pPr>
        <w:tabs>
          <w:tab w:val="left" w:pos="1134"/>
        </w:tabs>
        <w:ind w:firstLine="0"/>
        <w:jc w:val="left"/>
      </w:pPr>
      <w:r>
        <w:tab/>
      </w:r>
      <w:r>
        <w:tab/>
      </w:r>
      <w:r>
        <w:tab/>
      </w:r>
      <w:r>
        <w:tab/>
      </w:r>
      <w:r>
        <w:tab/>
      </w:r>
      <w:r>
        <w:tab/>
      </w:r>
      <w:r>
        <w:tab/>
      </w:r>
      <w:r>
        <w:tab/>
      </w:r>
      <w:r>
        <w:tab/>
        <w:t>1 priedas</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D65AE9">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programos lėšų skirstymo komisija (toliau – Komisija).</w:t>
      </w:r>
    </w:p>
    <w:p w:rsidR="00932395" w:rsidRDefault="00932395" w:rsidP="00D65AE9">
      <w:pPr>
        <w:tabs>
          <w:tab w:val="left" w:pos="1134"/>
        </w:tabs>
      </w:pPr>
      <w:r>
        <w:t>2. Šio Aprašo paskirtis:</w:t>
      </w:r>
    </w:p>
    <w:p w:rsidR="00932395" w:rsidRDefault="00932395" w:rsidP="00D65AE9">
      <w:pPr>
        <w:tabs>
          <w:tab w:val="left" w:pos="1134"/>
        </w:tabs>
      </w:pPr>
      <w:r>
        <w:t xml:space="preserve">2.1. apibrėžti skiriamų </w:t>
      </w:r>
      <w:r w:rsidR="00624CAC">
        <w:t>S</w:t>
      </w:r>
      <w:r>
        <w:t>avivaldybės lėšų paskirstymo principus;</w:t>
      </w:r>
    </w:p>
    <w:p w:rsidR="00932395" w:rsidRDefault="00932395" w:rsidP="00D65AE9">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rsidP="00D65AE9">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932395" w:rsidRDefault="00932395" w:rsidP="00D65AE9">
      <w:pPr>
        <w:tabs>
          <w:tab w:val="left" w:pos="1134"/>
        </w:tabs>
      </w:pPr>
      <w:r>
        <w:t xml:space="preserve">2.4. nustatyti kitas lėšų skyrimo gaires ir sritis Komisijos nariams, kuriomis vadovaudamasi, Komisija teikia siūlymus dėl lėšų paskirstymo Plungės rajono savivaldybės </w:t>
      </w:r>
      <w:r w:rsidR="00624CAC">
        <w:t>a</w:t>
      </w:r>
      <w:r>
        <w:t>dministracijos direktoriui.</w:t>
      </w:r>
    </w:p>
    <w:p w:rsidR="00932395" w:rsidRDefault="00932395" w:rsidP="00D65AE9">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9B45A0">
      <w:pPr>
        <w:tabs>
          <w:tab w:val="left" w:pos="1134"/>
        </w:tabs>
        <w:ind w:firstLine="0"/>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932395" w:rsidP="00D65AE9">
      <w:pPr>
        <w:tabs>
          <w:tab w:val="left" w:pos="1134"/>
        </w:tabs>
      </w:pPr>
      <w:r>
        <w:t xml:space="preserve">4. Kiekvienų metų pradžioje, patvirtinus </w:t>
      </w:r>
      <w:r w:rsidR="00624CAC">
        <w:t>S</w:t>
      </w:r>
      <w:r>
        <w:t xml:space="preserve">avivaldybės biudžetą, į posėdį susirinkusi Komisija nusprendžia, kokiomis dalimis einamaisiais metais bus paskirstomos </w:t>
      </w:r>
      <w:r w:rsidR="00624CAC">
        <w:t>M</w:t>
      </w:r>
      <w:r>
        <w:t>okslo rėmimo programos lėšos, atsižvelgiant į gautus asignavimus.</w:t>
      </w:r>
    </w:p>
    <w:p w:rsidR="00932395" w:rsidRDefault="00932395" w:rsidP="00D65AE9">
      <w:pPr>
        <w:tabs>
          <w:tab w:val="left" w:pos="1134"/>
        </w:tabs>
      </w:pPr>
      <w:r>
        <w:t>5. Atsižvelgiant į kasmet skiriamą finansavimą, Mokslo rėmimo programos lėšas Komisijai siūloma paskirstyti šioms reikmėms:</w:t>
      </w:r>
    </w:p>
    <w:p w:rsidR="00932395" w:rsidRDefault="00932395" w:rsidP="00D65AE9">
      <w:pPr>
        <w:tabs>
          <w:tab w:val="left" w:pos="1134"/>
        </w:tabs>
      </w:pPr>
      <w:r>
        <w:t>5.1. nacionalinių ir regioninių olimpiadų, varžybų, konkursų dalyvių (</w:t>
      </w:r>
      <w:r w:rsidR="00624CAC">
        <w:t>prireikus -</w:t>
      </w:r>
      <w:r>
        <w:t xml:space="preserve"> ir mokytojų) kelionės ir nakvynės išlaidoms kompensuoti;</w:t>
      </w:r>
    </w:p>
    <w:p w:rsidR="00932395" w:rsidRDefault="00932395" w:rsidP="00D65AE9">
      <w:pPr>
        <w:tabs>
          <w:tab w:val="left" w:pos="1134"/>
        </w:tabs>
      </w:pPr>
      <w:r>
        <w:t>5.2. piniginėms premijoms skirti mokiniams</w:t>
      </w:r>
      <w:r w:rsidR="00624CAC">
        <w:t>,</w:t>
      </w:r>
      <w:r>
        <w:t xml:space="preserve"> pasiekusiems aukštų </w:t>
      </w:r>
      <w:r w:rsidR="00624CAC">
        <w:t xml:space="preserve">rezultatų </w:t>
      </w:r>
      <w:r>
        <w:t>regioninėse, nacionalinėse, tarptautinėse olimpiadose ar konkursuose</w:t>
      </w:r>
      <w:r w:rsidR="00624CAC">
        <w:t>,</w:t>
      </w:r>
      <w:r>
        <w:t xml:space="preserve"> ir juos rengusiems mokytojams;</w:t>
      </w:r>
    </w:p>
    <w:p w:rsidR="00932395" w:rsidRDefault="00932395" w:rsidP="00D65AE9">
      <w:pPr>
        <w:tabs>
          <w:tab w:val="left" w:pos="1134"/>
        </w:tabs>
      </w:pPr>
      <w:r>
        <w:t xml:space="preserve">5.3. </w:t>
      </w:r>
      <w:r w:rsidR="00624CAC">
        <w:t>p</w:t>
      </w:r>
      <w:r>
        <w:t>adėkos raštams ir kitoms reprezentacinėms išlaidoms;</w:t>
      </w:r>
    </w:p>
    <w:p w:rsidR="00932395" w:rsidRDefault="00932395" w:rsidP="00D65AE9">
      <w:pPr>
        <w:tabs>
          <w:tab w:val="left" w:pos="1134"/>
        </w:tabs>
      </w:pPr>
      <w:r>
        <w:t xml:space="preserve">5.4. </w:t>
      </w:r>
      <w:r w:rsidR="00624CAC">
        <w:t>k</w:t>
      </w:r>
      <w:r>
        <w:t>onkursų ir tradicinių rajono renginių organizavimui;</w:t>
      </w:r>
    </w:p>
    <w:p w:rsidR="00932395" w:rsidRDefault="00932395" w:rsidP="00D65AE9">
      <w:pPr>
        <w:tabs>
          <w:tab w:val="left" w:pos="1134"/>
        </w:tabs>
      </w:pPr>
      <w:r>
        <w:t xml:space="preserve">5.5. </w:t>
      </w:r>
      <w:r w:rsidR="00624CAC">
        <w:t>p</w:t>
      </w:r>
      <w:r>
        <w:t>edagogų kvalifikacijos tobulinimo re</w:t>
      </w:r>
      <w:r w:rsidR="002E5964">
        <w:t>n</w:t>
      </w:r>
      <w:r>
        <w:t>ginių organizavimui ar jų kelionės išlaidų padengimui;</w:t>
      </w:r>
    </w:p>
    <w:p w:rsidR="00932395" w:rsidRDefault="00932395" w:rsidP="00D65AE9">
      <w:pPr>
        <w:tabs>
          <w:tab w:val="left" w:pos="1134"/>
        </w:tabs>
      </w:pPr>
      <w:r>
        <w:t xml:space="preserve">5.6. </w:t>
      </w:r>
      <w:r w:rsidR="00624CAC">
        <w:t>G</w:t>
      </w:r>
      <w:r>
        <w:t>abių vaikų ugdymo programai vykdyti;</w:t>
      </w:r>
    </w:p>
    <w:p w:rsidR="00932395" w:rsidRDefault="00932395" w:rsidP="00D65AE9">
      <w:pPr>
        <w:tabs>
          <w:tab w:val="left" w:pos="1134"/>
        </w:tabs>
      </w:pPr>
      <w:r>
        <w:t xml:space="preserve">5.7. </w:t>
      </w:r>
      <w:r w:rsidR="00624CAC">
        <w:t>e</w:t>
      </w:r>
      <w:r>
        <w:t>dukacinių erdvių zonų įkūrimui arba atnaujinimui rajono švietimo įstaigose;</w:t>
      </w:r>
    </w:p>
    <w:p w:rsidR="00932395" w:rsidRDefault="00932395" w:rsidP="00D65AE9">
      <w:pPr>
        <w:tabs>
          <w:tab w:val="left" w:pos="1134"/>
        </w:tabs>
      </w:pPr>
      <w:r>
        <w:t>5.8. IKT plėtrai švietimo įstaigose;</w:t>
      </w:r>
    </w:p>
    <w:p w:rsidR="00932395" w:rsidRDefault="00932395" w:rsidP="00D65AE9">
      <w:pPr>
        <w:tabs>
          <w:tab w:val="left" w:pos="1134"/>
        </w:tabs>
      </w:pPr>
      <w:r>
        <w:t xml:space="preserve">5.9. </w:t>
      </w:r>
      <w:r w:rsidR="00624CAC">
        <w:t>k</w:t>
      </w:r>
      <w:r>
        <w:t>itoms su švietimo sritimi susijusioms reikmėms, Komisijos sprendimu.</w:t>
      </w:r>
    </w:p>
    <w:p w:rsidR="00932395" w:rsidRDefault="00932395" w:rsidP="00D65AE9">
      <w:pPr>
        <w:tabs>
          <w:tab w:val="left" w:pos="1134"/>
        </w:tabs>
      </w:pPr>
      <w:r>
        <w:t>6. Programos lėšos skiriamos:</w:t>
      </w:r>
    </w:p>
    <w:p w:rsidR="00932395" w:rsidRDefault="00932395" w:rsidP="00D65AE9">
      <w:pPr>
        <w:tabs>
          <w:tab w:val="left" w:pos="1134"/>
        </w:tabs>
      </w:pPr>
      <w:r>
        <w:lastRenderedPageBreak/>
        <w:t xml:space="preserve">6.1. 5.1., 5.2., 5.3, 5.4, 5.5. ir 5.9. punktuose nurodytos lėšos skiriamos </w:t>
      </w:r>
      <w:r w:rsidR="00624CAC">
        <w:t>A</w:t>
      </w:r>
      <w:r>
        <w:t>dministracijos direktoriaus įsakymu, Komisijos (arba Administracijos direktoriaus, jei to pageidauja Komisija) nustatyta tvarka. Taip pat lėšos gali būti skiriamos gavus įstaigų ar kitų suinteresuotų asmenų prašymus, gavus Mokslo rėmimo programos Komisijos daugumos narių pritarimą;</w:t>
      </w:r>
    </w:p>
    <w:p w:rsidR="00932395" w:rsidRDefault="00932395" w:rsidP="00D65AE9">
      <w:pPr>
        <w:tabs>
          <w:tab w:val="left" w:pos="1134"/>
        </w:tabs>
      </w:pPr>
      <w:r>
        <w:t xml:space="preserve">6.2. 5.6., 5.7., 5.8. punktuose nurodytų lėšų skirimo tvarkos nustatomos </w:t>
      </w:r>
      <w:r w:rsidR="00624CAC">
        <w:t>A</w:t>
      </w:r>
      <w:r>
        <w:t>dministracijos direktoriaus įsakymais, Komisijos teikimu.</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7. Su prašymu skirti pinigines premijas už aukštus rezultatus regioninėse, nacionalinėse ir tarptautinėse olimpiadose ir konkursuose bei juos parengusius mokytojus apdovanoti  turi teisę visos Plungės rajono bendrojo ugdymo mokyklos ir neformaliojo švietimo įstaigos.</w:t>
      </w:r>
    </w:p>
    <w:p w:rsidR="00932395" w:rsidRDefault="00932395" w:rsidP="00D65AE9">
      <w:pPr>
        <w:tabs>
          <w:tab w:val="left" w:pos="1134"/>
        </w:tabs>
      </w:pPr>
      <w:r>
        <w:t>8. Komisija, metų pradžioje nustatydama, kokiomis dalimis bus skirstomos lėšos einamaisiais metais, nustato konkrečią pinigų sumą, kokia bus skirta premijoms</w:t>
      </w:r>
      <w:r w:rsidR="00624CAC">
        <w:t>,</w:t>
      </w:r>
      <w:r>
        <w:t xml:space="preserve"> ir nustato konkrečių premijų skaičių Plungės rajono meno mokykloms. Piniginių premijų dydžius bendrojo ugdymo mokykloms Komisija nustato</w:t>
      </w:r>
      <w:r w:rsidR="00624CAC">
        <w:t>,</w:t>
      </w:r>
      <w:r>
        <w:t xml:space="preserve"> atsižvelgdama pagal pateiktus įstaigų prašymus.</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regioniniame (išskyrus meno mokyklas), nacionaliniame ar tarptautiniame konkurse ar olimpiadoje;</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932395" w:rsidRDefault="00932395" w:rsidP="00D65AE9">
      <w:pPr>
        <w:tabs>
          <w:tab w:val="left" w:pos="1134"/>
        </w:tabs>
      </w:pPr>
      <w:r>
        <w:t xml:space="preserve">9.3. įstaigos, teikiančios prašymus svarstyti mokinius ar kolektyvus bei jų vadovus  piniginėmis premijomis apdovanoti, privalo pateikti siūlomo mokinio ar kolektyvo diplomą, liudijantį apie laimėtą aukščiausią prizinę vietą ir (jei diplome nenurodyta)  informaciją apie konkursą ar olimpiadą (kur vyko, kiek dalyvavo </w:t>
      </w:r>
      <w:proofErr w:type="spellStart"/>
      <w:r>
        <w:t>konkursantų</w:t>
      </w:r>
      <w:proofErr w:type="spellEnd"/>
      <w:r>
        <w:t xml:space="preserve"> ir koki</w:t>
      </w:r>
      <w:r w:rsidR="00624CAC">
        <w:t>oms</w:t>
      </w:r>
      <w:r>
        <w:t xml:space="preserve"> šali</w:t>
      </w:r>
      <w:r w:rsidR="00624CAC">
        <w:t>m</w:t>
      </w:r>
      <w:r>
        <w:t>s atstovavo). Komisija turi teisę paprašyti papildomų dokumentų, siekdama įvertinti prašomos premijos tikslingumą;</w:t>
      </w:r>
    </w:p>
    <w:p w:rsidR="00932395" w:rsidRDefault="00932395" w:rsidP="00D65AE9">
      <w:pPr>
        <w:tabs>
          <w:tab w:val="left" w:pos="1134"/>
        </w:tabs>
      </w:pPr>
      <w:r>
        <w:t>9.4. jeigu bendrojo ugdymo mokyklų ar meno mokyklų mokiniai dalyvauja keliuose konkursuose ar olimpiadose ir pasiekia rezultatų, suteikiančių teisę gauti piniginę premiją, tai apdovanojimas pinigine premija skiriamas už geriausią tais metais pasiektą rezultatą.</w:t>
      </w:r>
    </w:p>
    <w:p w:rsidR="00932395" w:rsidRDefault="00932395" w:rsidP="00D65AE9">
      <w:pPr>
        <w:tabs>
          <w:tab w:val="left" w:pos="1134"/>
        </w:tabs>
      </w:pPr>
      <w:r>
        <w:t>10. Komisija turi teisę siūlyti Administracijos direktoriui patvirtinti ir papildomus lėšų skyrimo kriterijus, atsiradus nenumatytoms aplinkybėms.</w:t>
      </w:r>
    </w:p>
    <w:p w:rsidR="00932395" w:rsidRDefault="00932395" w:rsidP="009B45A0">
      <w:pPr>
        <w:tabs>
          <w:tab w:val="left" w:pos="1134"/>
        </w:tabs>
        <w:ind w:firstLine="0"/>
      </w:pPr>
    </w:p>
    <w:p w:rsidR="00932395" w:rsidRPr="00917BDF" w:rsidRDefault="00932395" w:rsidP="00932395">
      <w:pPr>
        <w:tabs>
          <w:tab w:val="left" w:pos="1134"/>
        </w:tabs>
        <w:ind w:firstLine="0"/>
        <w:jc w:val="center"/>
        <w:rPr>
          <w:b/>
        </w:rPr>
      </w:pPr>
      <w:r w:rsidRPr="00917BDF">
        <w:rPr>
          <w:b/>
        </w:rPr>
        <w:t>IV 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932395" w:rsidP="00D65AE9">
      <w:pPr>
        <w:tabs>
          <w:tab w:val="left" w:pos="1134"/>
        </w:tabs>
      </w:pPr>
      <w:r>
        <w:t xml:space="preserve">11. Aprašo nuostatos ir </w:t>
      </w:r>
      <w:r w:rsidR="00624CAC">
        <w:t>A</w:t>
      </w:r>
      <w:r>
        <w:t>dministracijos direktoriaus įsakymai</w:t>
      </w:r>
      <w:r w:rsidR="00624CAC">
        <w:t>,</w:t>
      </w:r>
      <w:r>
        <w:t xml:space="preserve"> susiję su </w:t>
      </w:r>
      <w:r w:rsidR="00624CAC">
        <w:t>A</w:t>
      </w:r>
      <w:r>
        <w:t>prašo nuostatų įgyvendinimu</w:t>
      </w:r>
      <w:r w:rsidR="00624CAC">
        <w:t>,</w:t>
      </w:r>
      <w:r>
        <w:t xml:space="preserve"> skelbiami Plungės rajono savivaldybės tinkla</w:t>
      </w:r>
      <w:r w:rsidR="00624CAC">
        <w:t>la</w:t>
      </w:r>
      <w:r>
        <w:t>pyje.</w:t>
      </w:r>
    </w:p>
    <w:p w:rsidR="00932395" w:rsidRDefault="00932395" w:rsidP="00D65AE9">
      <w:pPr>
        <w:tabs>
          <w:tab w:val="left" w:pos="1134"/>
        </w:tabs>
      </w:pPr>
      <w:r>
        <w:t>12. Aprašas gali būti keičiamas arba naikinamas Plungės rajono savivaldybės tarybos sprendimu.</w:t>
      </w:r>
    </w:p>
    <w:p w:rsidR="00932395" w:rsidRDefault="00932395" w:rsidP="009B45A0">
      <w:pPr>
        <w:tabs>
          <w:tab w:val="left" w:pos="1134"/>
        </w:tabs>
        <w:ind w:firstLine="0"/>
      </w:pPr>
    </w:p>
    <w:p w:rsidR="00932395" w:rsidRDefault="00917BDF" w:rsidP="00932395">
      <w:pPr>
        <w:tabs>
          <w:tab w:val="left" w:pos="1134"/>
        </w:tabs>
        <w:ind w:firstLine="0"/>
        <w:jc w:val="left"/>
      </w:pPr>
      <w:r>
        <w:t xml:space="preserve">                                                    _____________________________     </w:t>
      </w:r>
    </w:p>
    <w:p w:rsidR="00670C90" w:rsidRDefault="00670C90">
      <w:pPr>
        <w:ind w:firstLine="0"/>
        <w:jc w:val="left"/>
      </w:pPr>
      <w:r>
        <w:br w:type="page"/>
      </w:r>
    </w:p>
    <w:p w:rsidR="00932395" w:rsidRPr="005D36ED" w:rsidRDefault="00932395" w:rsidP="00932395">
      <w:pPr>
        <w:tabs>
          <w:tab w:val="left" w:pos="1134"/>
        </w:tabs>
        <w:ind w:firstLine="0"/>
        <w:jc w:val="left"/>
      </w:pPr>
      <w:r w:rsidRPr="005D36ED">
        <w:lastRenderedPageBreak/>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932395" w:rsidRPr="005D36ED" w:rsidRDefault="00932395" w:rsidP="00932395">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tarybos 20</w:t>
      </w:r>
      <w:r>
        <w:t>20</w:t>
      </w:r>
      <w:r w:rsidRPr="005D36ED">
        <w:t xml:space="preserve"> m. </w:t>
      </w:r>
      <w:r>
        <w:t xml:space="preserve">vasario 13 </w:t>
      </w:r>
      <w:r w:rsidRPr="005D36ED">
        <w:t>d.</w:t>
      </w:r>
      <w:r w:rsidRPr="005D36ED">
        <w:rPr>
          <w:b/>
        </w:rPr>
        <w:t xml:space="preserve"> </w:t>
      </w:r>
    </w:p>
    <w:p w:rsidR="00843463" w:rsidRDefault="00932395" w:rsidP="00932395">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w:t>
      </w:r>
      <w:r w:rsidR="00843463">
        <w:t>o</w:t>
      </w:r>
      <w:r w:rsidRPr="005D36ED">
        <w:t xml:space="preserve"> Nr. T1-</w:t>
      </w:r>
      <w:r w:rsidR="00784D1A">
        <w:t>7</w:t>
      </w:r>
      <w:bookmarkStart w:id="0" w:name="_GoBack"/>
      <w:bookmarkEnd w:id="0"/>
    </w:p>
    <w:p w:rsidR="00932395" w:rsidRDefault="00843463" w:rsidP="00932395">
      <w:pPr>
        <w:tabs>
          <w:tab w:val="left" w:pos="1134"/>
        </w:tabs>
        <w:ind w:firstLine="0"/>
        <w:jc w:val="left"/>
      </w:pPr>
      <w:r>
        <w:tab/>
      </w:r>
      <w:r>
        <w:tab/>
      </w:r>
      <w:r>
        <w:tab/>
      </w:r>
      <w:r>
        <w:tab/>
      </w:r>
      <w:r>
        <w:tab/>
      </w:r>
      <w:r>
        <w:tab/>
      </w:r>
      <w:r>
        <w:tab/>
      </w:r>
      <w:r>
        <w:tab/>
      </w:r>
      <w:r>
        <w:tab/>
        <w:t>2 priedas</w:t>
      </w:r>
      <w:r w:rsidR="00932395" w:rsidRPr="005D36ED">
        <w:t xml:space="preserve"> </w:t>
      </w:r>
    </w:p>
    <w:p w:rsidR="00932395" w:rsidRDefault="00932395" w:rsidP="00932395">
      <w:pPr>
        <w:tabs>
          <w:tab w:val="left" w:pos="1134"/>
        </w:tabs>
        <w:ind w:firstLine="0"/>
        <w:jc w:val="center"/>
        <w:rPr>
          <w:b/>
        </w:rPr>
      </w:pPr>
    </w:p>
    <w:p w:rsidR="00932395" w:rsidRPr="00932395" w:rsidRDefault="00932395" w:rsidP="00932395">
      <w:pPr>
        <w:tabs>
          <w:tab w:val="left" w:pos="1134"/>
        </w:tabs>
        <w:ind w:firstLine="0"/>
        <w:jc w:val="center"/>
        <w:rPr>
          <w:b/>
        </w:rPr>
      </w:pPr>
      <w:r w:rsidRPr="00932395">
        <w:rPr>
          <w:b/>
        </w:rPr>
        <w:t>PLUNGĖS RAJONO SAVIVALDYBĖS MOKSLO RĖMIMO PROGRAMOS LĖŠŲ SKIRSTYMO KOMISIJOS DARBO REGLAMENTAS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BENDROJI DALIS</w:t>
      </w:r>
    </w:p>
    <w:p w:rsidR="00932395" w:rsidRDefault="00932395" w:rsidP="00932395">
      <w:pPr>
        <w:tabs>
          <w:tab w:val="left" w:pos="1134"/>
        </w:tabs>
        <w:ind w:firstLine="0"/>
        <w:jc w:val="left"/>
      </w:pPr>
    </w:p>
    <w:p w:rsidR="00932395" w:rsidRDefault="00932395" w:rsidP="00D65AE9">
      <w:pPr>
        <w:tabs>
          <w:tab w:val="left" w:pos="1134"/>
        </w:tabs>
      </w:pPr>
      <w:r>
        <w:t>1. Plungės rajono savivaldybės Mokslo rėmimo programos lėšų skirstymo komisija (toliau -Komisija) sudaroma ir veikia, vadovaudamasi Plungės rajono savivaldybės Mokslo rėmimo programos lėšų skyrimo ir naudojimo tvarkos aprašu, šiuo Reglamentu ir kitomis Plungės r</w:t>
      </w:r>
      <w:r w:rsidR="00624CAC">
        <w:t>ajono</w:t>
      </w:r>
      <w:r>
        <w:t xml:space="preserve"> savivaldybės Administracijos direktoriaus nustatytomis tvarkomis, numatytomis Plungės rajono savivaldybės </w:t>
      </w:r>
      <w:r w:rsidR="00624CAC">
        <w:t>M</w:t>
      </w:r>
      <w:r>
        <w:t>okslo rėmimo programos lėšų skyrimo ir naudojimo tvarkos aprašo 6 punkte.</w:t>
      </w:r>
    </w:p>
    <w:p w:rsidR="00932395" w:rsidRDefault="00932395" w:rsidP="00D65AE9">
      <w:pPr>
        <w:tabs>
          <w:tab w:val="left" w:pos="1134"/>
        </w:tabs>
      </w:pPr>
      <w:r>
        <w:t>2. Šis Darbo reglamentas nustato Komisijos darbo tvarką, funkcijas, teises bei atsakomybę.</w:t>
      </w:r>
    </w:p>
    <w:p w:rsidR="00932395" w:rsidRDefault="00932395" w:rsidP="00D65AE9">
      <w:pPr>
        <w:tabs>
          <w:tab w:val="left" w:pos="1134"/>
        </w:tabs>
      </w:pPr>
      <w:r>
        <w:t>3. Komisijos veikla grindžiama kolegialiu klausimų svarstymu ir sprendimų priėmimu.</w:t>
      </w:r>
    </w:p>
    <w:p w:rsidR="00932395" w:rsidRDefault="00932395" w:rsidP="00D65AE9">
      <w:pPr>
        <w:tabs>
          <w:tab w:val="left" w:pos="1134"/>
        </w:tabs>
      </w:pPr>
      <w:r>
        <w:t xml:space="preserve">4. Šį Reglamentą bei Lėšų skirstymo komisijos sudėtį tvirtina ir keičia Savivaldybės taryba. </w:t>
      </w:r>
    </w:p>
    <w:p w:rsidR="00932395" w:rsidRDefault="00932395" w:rsidP="009B45A0">
      <w:pPr>
        <w:tabs>
          <w:tab w:val="left" w:pos="1134"/>
        </w:tabs>
        <w:ind w:firstLine="0"/>
      </w:pPr>
    </w:p>
    <w:p w:rsidR="00932395" w:rsidRPr="00917BDF" w:rsidRDefault="00932395" w:rsidP="006E0CE7">
      <w:pPr>
        <w:tabs>
          <w:tab w:val="left" w:pos="1134"/>
        </w:tabs>
        <w:ind w:firstLine="0"/>
        <w:jc w:val="center"/>
        <w:rPr>
          <w:b/>
        </w:rPr>
      </w:pPr>
      <w:r w:rsidRPr="00917BDF">
        <w:rPr>
          <w:b/>
        </w:rPr>
        <w:t>II SKYRIUS</w:t>
      </w:r>
    </w:p>
    <w:p w:rsidR="00932395" w:rsidRPr="00917BDF" w:rsidRDefault="00932395" w:rsidP="006E0CE7">
      <w:pPr>
        <w:tabs>
          <w:tab w:val="left" w:pos="1134"/>
        </w:tabs>
        <w:ind w:firstLine="0"/>
        <w:jc w:val="center"/>
        <w:rPr>
          <w:b/>
        </w:rPr>
      </w:pPr>
      <w:r w:rsidRPr="00917BDF">
        <w:rPr>
          <w:b/>
        </w:rPr>
        <w:t>DARBO TVARKA</w:t>
      </w:r>
    </w:p>
    <w:p w:rsidR="00932395" w:rsidRPr="00917BDF" w:rsidRDefault="00932395" w:rsidP="00932395">
      <w:pPr>
        <w:tabs>
          <w:tab w:val="left" w:pos="1134"/>
        </w:tabs>
        <w:ind w:firstLine="0"/>
        <w:jc w:val="left"/>
        <w:rPr>
          <w:b/>
        </w:rPr>
      </w:pPr>
    </w:p>
    <w:p w:rsidR="00932395" w:rsidRDefault="00932395" w:rsidP="00D65AE9">
      <w:pPr>
        <w:tabs>
          <w:tab w:val="left" w:pos="1134"/>
        </w:tabs>
      </w:pPr>
      <w:r>
        <w:t>5. Komisiją sudaro 5 asmenys. Į Komisiją du atstovus siūlo Plungės rajono savivaldybės Švietimo taryba, o j</w:t>
      </w:r>
      <w:r w:rsidR="00232D48">
        <w:t>os</w:t>
      </w:r>
      <w:r>
        <w:t xml:space="preserve"> nesant </w:t>
      </w:r>
      <w:r w:rsidR="00232D48">
        <w:t xml:space="preserve">- </w:t>
      </w:r>
      <w:r>
        <w:t>Plungės rajono švietimo įstaigos</w:t>
      </w:r>
      <w:r w:rsidR="00232D48">
        <w:t>;</w:t>
      </w:r>
      <w:r>
        <w:t xml:space="preserve"> 2 atstovus siūlo Plungės rajono savivaldybės taryba ir vieną atstovą siūlo Plungės r</w:t>
      </w:r>
      <w:r w:rsidR="00232D48">
        <w:t>ajono</w:t>
      </w:r>
      <w:r>
        <w:t xml:space="preserve"> savivaldybės administracijos direktorius. </w:t>
      </w:r>
    </w:p>
    <w:p w:rsidR="00932395" w:rsidRDefault="00932395" w:rsidP="00D65AE9">
      <w:pPr>
        <w:tabs>
          <w:tab w:val="left" w:pos="1134"/>
        </w:tabs>
      </w:pPr>
      <w:r>
        <w:t>6. Komisija atviru balsavimu renka Komisijos pirmininką ir  pirmininko pavaduotoją.</w:t>
      </w:r>
    </w:p>
    <w:p w:rsidR="00932395" w:rsidRDefault="00932395" w:rsidP="00D65AE9">
      <w:pPr>
        <w:tabs>
          <w:tab w:val="left" w:pos="1134"/>
        </w:tabs>
      </w:pPr>
      <w:r>
        <w:t>7. Komisiją techniškai aptarnauja Savivaldybės administracijos direktoriaus įsakymu paskirtas asmuo.</w:t>
      </w:r>
    </w:p>
    <w:p w:rsidR="00932395" w:rsidRDefault="00932395" w:rsidP="00D65AE9">
      <w:pPr>
        <w:tabs>
          <w:tab w:val="left" w:pos="1134"/>
        </w:tabs>
      </w:pPr>
      <w:r>
        <w:t xml:space="preserve">8. Komisijos posėdžiai yra vieši ir rengiami ne rečiau kaip 3 kartus per metus. Komisijos posėdžius šaukia Komisijos pirmininkas, o kai jo nėra - pirmininko pavaduotojas. </w:t>
      </w:r>
    </w:p>
    <w:p w:rsidR="00932395" w:rsidRDefault="00932395" w:rsidP="00D65AE9">
      <w:pPr>
        <w:tabs>
          <w:tab w:val="left" w:pos="1134"/>
        </w:tabs>
      </w:pPr>
      <w:r>
        <w:t>9. Neeilinis Komisijos posėdis gali būti sušauktas, jeigu to prašo ne mažiau kaip trečdalis Komisijos narių arba Komisijos pirmininko iniciatyva.</w:t>
      </w:r>
    </w:p>
    <w:p w:rsidR="00932395" w:rsidRDefault="00932395" w:rsidP="00D65AE9">
      <w:pPr>
        <w:tabs>
          <w:tab w:val="left" w:pos="1134"/>
        </w:tabs>
      </w:pPr>
      <w:r>
        <w:t>10. Komisija:</w:t>
      </w:r>
    </w:p>
    <w:p w:rsidR="00932395" w:rsidRDefault="00932395" w:rsidP="00D65AE9">
      <w:pPr>
        <w:tabs>
          <w:tab w:val="left" w:pos="1134"/>
        </w:tabs>
      </w:pPr>
      <w:r>
        <w:t>10.1. nustato paraiškos ir prašymo formas bei paraiškų priėmimo terminą premijoms už aukštus pasiekimus olimpiadose ir konkursuose gauti;</w:t>
      </w:r>
    </w:p>
    <w:p w:rsidR="00932395" w:rsidRDefault="00932395" w:rsidP="00D65AE9">
      <w:pPr>
        <w:tabs>
          <w:tab w:val="left" w:pos="1134"/>
        </w:tabs>
      </w:pPr>
      <w:r>
        <w:t>10.2. vertina paraiškas, skirsto Programos lėšas;</w:t>
      </w:r>
    </w:p>
    <w:p w:rsidR="00932395" w:rsidRDefault="00932395" w:rsidP="00D65AE9">
      <w:pPr>
        <w:tabs>
          <w:tab w:val="left" w:pos="1134"/>
        </w:tabs>
      </w:pPr>
      <w:r>
        <w:t xml:space="preserve">10.3.  kasmet pateikia Savivaldybės administracijos direktoriui </w:t>
      </w:r>
      <w:r w:rsidR="00E519F9">
        <w:t>K</w:t>
      </w:r>
      <w:r>
        <w:t>omisijos veiklos ataskaitą;</w:t>
      </w:r>
    </w:p>
    <w:p w:rsidR="00932395" w:rsidRDefault="00932395" w:rsidP="00D65AE9">
      <w:pPr>
        <w:tabs>
          <w:tab w:val="left" w:pos="1134"/>
        </w:tabs>
      </w:pPr>
      <w:r>
        <w:t>10.4. atlieka kitas funkcijas</w:t>
      </w:r>
      <w:r w:rsidR="00E519F9">
        <w:t>,</w:t>
      </w:r>
      <w:r>
        <w:t xml:space="preserve"> numatytas Plungės rajono savivaldybės </w:t>
      </w:r>
      <w:r w:rsidR="00E519F9">
        <w:t>M</w:t>
      </w:r>
      <w:r>
        <w:t>okslo rėmimo programos lėšų skyrimo ir naudojimo tvarkos apraše.</w:t>
      </w:r>
    </w:p>
    <w:p w:rsidR="00932395" w:rsidRDefault="00932395" w:rsidP="00D65AE9">
      <w:pPr>
        <w:tabs>
          <w:tab w:val="left" w:pos="1134"/>
        </w:tabs>
      </w:pPr>
      <w:r>
        <w:t xml:space="preserve">11. Komisijos posėdis laikomas teisėtu, jeigu jame dalyvauja ne mažiau kaip pusė Komisijos narių. Komisijos sprendimai priimami paprasta balsų dauguma. Balsams pasiskirsčius po lygiai, lemia Komisijos pirmininko balsas. </w:t>
      </w:r>
    </w:p>
    <w:p w:rsidR="00932395" w:rsidRDefault="00932395" w:rsidP="00D65AE9">
      <w:pPr>
        <w:tabs>
          <w:tab w:val="left" w:pos="1134"/>
        </w:tabs>
      </w:pPr>
      <w:r>
        <w:t>12. Skubiais atvejais arba kai nėra tikslinga kviesti posėd</w:t>
      </w:r>
      <w:r w:rsidR="00E519F9">
        <w:t>žio</w:t>
      </w:r>
      <w:r>
        <w:t xml:space="preserve">, </w:t>
      </w:r>
      <w:r w:rsidR="00E519F9">
        <w:t>K</w:t>
      </w:r>
      <w:r>
        <w:t xml:space="preserve">omisijos pirmininko sprendimu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būti kviečiamas Komisijos posėdis.   </w:t>
      </w:r>
    </w:p>
    <w:p w:rsidR="00932395" w:rsidRDefault="00932395" w:rsidP="00D65AE9">
      <w:pPr>
        <w:tabs>
          <w:tab w:val="left" w:pos="1134"/>
        </w:tabs>
      </w:pPr>
      <w:r>
        <w:t>13.  Komisijos sprendimai įforminami protokolu.</w:t>
      </w:r>
    </w:p>
    <w:p w:rsidR="00932395" w:rsidRDefault="00932395" w:rsidP="00D65AE9">
      <w:pPr>
        <w:tabs>
          <w:tab w:val="left" w:pos="1134"/>
        </w:tabs>
      </w:pPr>
      <w:r>
        <w:t>14. Komisijos protokolą pasirašo posėdžio pirmininkas ir posėdžio sekretorius.</w:t>
      </w:r>
    </w:p>
    <w:p w:rsidR="00932395" w:rsidRDefault="00932395" w:rsidP="00932395">
      <w:pPr>
        <w:tabs>
          <w:tab w:val="left" w:pos="1134"/>
        </w:tabs>
        <w:ind w:firstLine="0"/>
        <w:jc w:val="left"/>
      </w:pPr>
    </w:p>
    <w:p w:rsidR="00932395" w:rsidRPr="00917BDF" w:rsidRDefault="00932395" w:rsidP="006E0CE7">
      <w:pPr>
        <w:tabs>
          <w:tab w:val="left" w:pos="1134"/>
        </w:tabs>
        <w:ind w:firstLine="0"/>
        <w:jc w:val="center"/>
        <w:rPr>
          <w:b/>
        </w:rPr>
      </w:pPr>
      <w:r w:rsidRPr="00917BDF">
        <w:rPr>
          <w:b/>
        </w:rPr>
        <w:lastRenderedPageBreak/>
        <w:t>III SKYRIUS</w:t>
      </w:r>
    </w:p>
    <w:p w:rsidR="00932395" w:rsidRPr="00917BDF" w:rsidRDefault="00932395" w:rsidP="006E0CE7">
      <w:pPr>
        <w:tabs>
          <w:tab w:val="left" w:pos="1134"/>
        </w:tabs>
        <w:ind w:firstLine="0"/>
        <w:jc w:val="center"/>
        <w:rPr>
          <w:b/>
        </w:rPr>
      </w:pPr>
      <w:r w:rsidRPr="00917BDF">
        <w:rPr>
          <w:b/>
        </w:rPr>
        <w:t>DOKUMENTŲ PATEIKIMO BEI JŲ SVARSTYMO TVARKA</w:t>
      </w:r>
    </w:p>
    <w:p w:rsidR="00932395" w:rsidRDefault="00932395" w:rsidP="00932395">
      <w:pPr>
        <w:tabs>
          <w:tab w:val="left" w:pos="1134"/>
        </w:tabs>
        <w:ind w:firstLine="0"/>
        <w:jc w:val="left"/>
      </w:pPr>
    </w:p>
    <w:p w:rsidR="00932395" w:rsidRDefault="00932395" w:rsidP="00D65AE9">
      <w:pPr>
        <w:tabs>
          <w:tab w:val="left" w:pos="1134"/>
        </w:tabs>
      </w:pPr>
      <w:r>
        <w:t>1</w:t>
      </w:r>
      <w:r w:rsidR="003C508B">
        <w:t>5</w:t>
      </w:r>
      <w:r>
        <w:t>. Iki Komisijos nustatytos datos įstaigos ar organizacijos pateikia Komisijos sekretoriui nustatytos formos  paraiškas ir  reikalingų dokumentų kopijas.</w:t>
      </w:r>
    </w:p>
    <w:p w:rsidR="00932395" w:rsidRDefault="00932395" w:rsidP="00D65AE9">
      <w:pPr>
        <w:tabs>
          <w:tab w:val="left" w:pos="1134"/>
        </w:tabs>
      </w:pPr>
      <w:r>
        <w:t>1</w:t>
      </w:r>
      <w:r w:rsidR="003C508B">
        <w:t>6</w:t>
      </w:r>
      <w:r>
        <w:t>. Komisijos sekretorius:</w:t>
      </w:r>
    </w:p>
    <w:p w:rsidR="00932395" w:rsidRDefault="00932395" w:rsidP="00D65AE9">
      <w:pPr>
        <w:tabs>
          <w:tab w:val="left" w:pos="1134"/>
        </w:tabs>
      </w:pPr>
      <w:r>
        <w:t>1</w:t>
      </w:r>
      <w:r w:rsidR="003C508B">
        <w:t>6</w:t>
      </w:r>
      <w:r>
        <w:t>.1. registruoja pretendentų pateiktus dokumentus;</w:t>
      </w:r>
    </w:p>
    <w:p w:rsidR="00932395" w:rsidRDefault="00932395" w:rsidP="00D65AE9">
      <w:pPr>
        <w:tabs>
          <w:tab w:val="left" w:pos="1134"/>
        </w:tabs>
      </w:pPr>
      <w:r>
        <w:t>1</w:t>
      </w:r>
      <w:r w:rsidR="003C508B">
        <w:t>6</w:t>
      </w:r>
      <w:r>
        <w:t>.2. patikrina, ar pateikti visi reikalingi dokumentai;</w:t>
      </w:r>
    </w:p>
    <w:p w:rsidR="00932395" w:rsidRDefault="00932395" w:rsidP="00D65AE9">
      <w:pPr>
        <w:tabs>
          <w:tab w:val="left" w:pos="1134"/>
        </w:tabs>
      </w:pPr>
      <w:r>
        <w:t>1</w:t>
      </w:r>
      <w:r w:rsidR="003C508B">
        <w:t>6</w:t>
      </w:r>
      <w:r>
        <w:t>.3. jei reikia, Komisijos pavedimu patikslina informaciją.</w:t>
      </w:r>
    </w:p>
    <w:p w:rsidR="00932395" w:rsidRDefault="00932395" w:rsidP="00D65AE9">
      <w:pPr>
        <w:tabs>
          <w:tab w:val="left" w:pos="1134"/>
        </w:tabs>
      </w:pPr>
      <w:r>
        <w:t>1</w:t>
      </w:r>
      <w:r w:rsidR="003C508B">
        <w:t>7</w:t>
      </w:r>
      <w:r>
        <w:t xml:space="preserve">. Vadovaudamasi Plungės rajono savivaldybės Mokslo rėmimo programos lėšų skirstymo ir naudojimo tvarka, Komisija išanalizuoja gautas paraiškas, pasiūlo galimo finansavimo dydį ir teikia Savivaldybės administracijos direktoriui tvirtinti. </w:t>
      </w:r>
    </w:p>
    <w:p w:rsidR="00932395" w:rsidRDefault="00932395" w:rsidP="009B45A0">
      <w:pPr>
        <w:tabs>
          <w:tab w:val="left" w:pos="1134"/>
        </w:tabs>
        <w:ind w:firstLine="0"/>
      </w:pPr>
    </w:p>
    <w:p w:rsidR="00932395" w:rsidRPr="00917BDF" w:rsidRDefault="00932395" w:rsidP="006E0CE7">
      <w:pPr>
        <w:tabs>
          <w:tab w:val="left" w:pos="1134"/>
        </w:tabs>
        <w:ind w:firstLine="0"/>
        <w:jc w:val="center"/>
        <w:rPr>
          <w:b/>
        </w:rPr>
      </w:pPr>
      <w:r w:rsidRPr="00917BDF">
        <w:rPr>
          <w:b/>
        </w:rPr>
        <w:t>IV SKYRIUS</w:t>
      </w:r>
    </w:p>
    <w:p w:rsidR="00932395" w:rsidRPr="00917BDF" w:rsidRDefault="00932395" w:rsidP="006E0CE7">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932395" w:rsidP="00D65AE9">
      <w:pPr>
        <w:tabs>
          <w:tab w:val="left" w:pos="1134"/>
        </w:tabs>
      </w:pPr>
      <w:r>
        <w:t>1</w:t>
      </w:r>
      <w:r w:rsidR="003C508B">
        <w:t>8</w:t>
      </w:r>
      <w:r>
        <w:t xml:space="preserve">. Komisija už savo veiklą atsiskaito Savivaldybės tarybai kartą </w:t>
      </w:r>
      <w:r w:rsidR="00E519F9">
        <w:t xml:space="preserve">per </w:t>
      </w:r>
      <w:r>
        <w:t>metu</w:t>
      </w:r>
      <w:r w:rsidR="00E519F9">
        <w:t>s</w:t>
      </w:r>
      <w:r>
        <w:t>.</w:t>
      </w:r>
    </w:p>
    <w:p w:rsidR="00932395" w:rsidRDefault="003C508B" w:rsidP="00D65AE9">
      <w:pPr>
        <w:tabs>
          <w:tab w:val="left" w:pos="1134"/>
        </w:tabs>
      </w:pPr>
      <w:r>
        <w:t>19</w:t>
      </w:r>
      <w:r w:rsidR="00932395">
        <w:t>. Nepanaudotos lėšos turi būti grąžinamos į biudžetą iki einamųjų metų gruodžio 31 d.</w:t>
      </w:r>
    </w:p>
    <w:p w:rsidR="00932395" w:rsidRDefault="00932395" w:rsidP="00917BDF">
      <w:pPr>
        <w:tabs>
          <w:tab w:val="left" w:pos="1134"/>
        </w:tabs>
        <w:ind w:firstLine="964"/>
        <w:jc w:val="left"/>
      </w:pPr>
    </w:p>
    <w:p w:rsidR="00932395" w:rsidRPr="005D36ED" w:rsidRDefault="00917BDF" w:rsidP="005D36ED">
      <w:pPr>
        <w:tabs>
          <w:tab w:val="left" w:pos="1134"/>
        </w:tabs>
        <w:ind w:firstLine="0"/>
        <w:jc w:val="left"/>
      </w:pPr>
      <w:r>
        <w:t xml:space="preserve">                                              ___________________________________    </w:t>
      </w:r>
    </w:p>
    <w:p w:rsidR="00670C90" w:rsidRDefault="00670C90">
      <w:pPr>
        <w:ind w:firstLine="0"/>
        <w:jc w:val="left"/>
        <w:rPr>
          <w:b/>
          <w:szCs w:val="24"/>
        </w:rPr>
      </w:pPr>
    </w:p>
    <w:sectPr w:rsidR="00670C90" w:rsidSect="002E69CD">
      <w:footerReference w:type="even" r:id="rId10"/>
      <w:footerReference w:type="default" r:id="rId11"/>
      <w:headerReference w:type="first" r:id="rId12"/>
      <w:footerReference w:type="first" r:id="rId13"/>
      <w:pgSz w:w="11907" w:h="16839"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B17" w:rsidRDefault="00EA6B17">
      <w:r>
        <w:separator/>
      </w:r>
    </w:p>
  </w:endnote>
  <w:endnote w:type="continuationSeparator" w:id="0">
    <w:p w:rsidR="00EA6B17" w:rsidRDefault="00EA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B17" w:rsidRDefault="00EA6B17">
      <w:r>
        <w:separator/>
      </w:r>
    </w:p>
  </w:footnote>
  <w:footnote w:type="continuationSeparator" w:id="0">
    <w:p w:rsidR="00EA6B17" w:rsidRDefault="00EA6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5439"/>
    <w:rsid w:val="0009653E"/>
    <w:rsid w:val="000B2896"/>
    <w:rsid w:val="000F0B88"/>
    <w:rsid w:val="00152552"/>
    <w:rsid w:val="00166395"/>
    <w:rsid w:val="00232D48"/>
    <w:rsid w:val="002D516B"/>
    <w:rsid w:val="002E5964"/>
    <w:rsid w:val="002E69CD"/>
    <w:rsid w:val="0033606C"/>
    <w:rsid w:val="0035350C"/>
    <w:rsid w:val="00357E5C"/>
    <w:rsid w:val="00383C42"/>
    <w:rsid w:val="003C508B"/>
    <w:rsid w:val="003E5DDD"/>
    <w:rsid w:val="003F7344"/>
    <w:rsid w:val="004109C6"/>
    <w:rsid w:val="00413D10"/>
    <w:rsid w:val="004530E1"/>
    <w:rsid w:val="00465128"/>
    <w:rsid w:val="0047156C"/>
    <w:rsid w:val="004856C5"/>
    <w:rsid w:val="00541DE3"/>
    <w:rsid w:val="00542F53"/>
    <w:rsid w:val="005717E9"/>
    <w:rsid w:val="005D36ED"/>
    <w:rsid w:val="00624CAC"/>
    <w:rsid w:val="00670C90"/>
    <w:rsid w:val="006C01ED"/>
    <w:rsid w:val="006E0CE7"/>
    <w:rsid w:val="007558C8"/>
    <w:rsid w:val="00774C85"/>
    <w:rsid w:val="00784D1A"/>
    <w:rsid w:val="007D6907"/>
    <w:rsid w:val="0082033D"/>
    <w:rsid w:val="00843463"/>
    <w:rsid w:val="00880C1A"/>
    <w:rsid w:val="008903F2"/>
    <w:rsid w:val="008F4A3F"/>
    <w:rsid w:val="00901CED"/>
    <w:rsid w:val="0091211D"/>
    <w:rsid w:val="00917BDF"/>
    <w:rsid w:val="00931835"/>
    <w:rsid w:val="00932395"/>
    <w:rsid w:val="009469CC"/>
    <w:rsid w:val="009B45A0"/>
    <w:rsid w:val="00A226BC"/>
    <w:rsid w:val="00A740A9"/>
    <w:rsid w:val="00AF2294"/>
    <w:rsid w:val="00B6355F"/>
    <w:rsid w:val="00B64D54"/>
    <w:rsid w:val="00CB17A4"/>
    <w:rsid w:val="00D3498D"/>
    <w:rsid w:val="00D47B44"/>
    <w:rsid w:val="00D65AE9"/>
    <w:rsid w:val="00DA32CC"/>
    <w:rsid w:val="00E05DB4"/>
    <w:rsid w:val="00E50E9D"/>
    <w:rsid w:val="00E519F9"/>
    <w:rsid w:val="00E915F4"/>
    <w:rsid w:val="00EA6B17"/>
    <w:rsid w:val="00EC493A"/>
    <w:rsid w:val="00EE626A"/>
    <w:rsid w:val="00F26C59"/>
    <w:rsid w:val="00F3369D"/>
    <w:rsid w:val="00F81075"/>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27A86-2B27-40C5-BB87-281AD98D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EBEBF48</Template>
  <TotalTime>14</TotalTime>
  <Pages>5</Pages>
  <Words>1316</Words>
  <Characters>9682</Characters>
  <Application>Microsoft Office Word</Application>
  <DocSecurity>0</DocSecurity>
  <Lines>80</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10</cp:revision>
  <dcterms:created xsi:type="dcterms:W3CDTF">2020-02-04T13:39:00Z</dcterms:created>
  <dcterms:modified xsi:type="dcterms:W3CDTF">2020-02-13T14:00:00Z</dcterms:modified>
</cp:coreProperties>
</file>