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302" w:rsidRPr="00E60302" w:rsidRDefault="00C33AA8" w:rsidP="00C33AA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2747645</wp:posOffset>
            </wp:positionH>
            <wp:positionV relativeFrom="paragraph">
              <wp:posOffset>-282575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0302" w:rsidRPr="00E60302">
        <w:rPr>
          <w:b/>
          <w:sz w:val="28"/>
          <w:szCs w:val="28"/>
        </w:rPr>
        <w:t>PLUNGĖS RAJONO SAVIVALDYBĖS</w:t>
      </w:r>
    </w:p>
    <w:p w:rsidR="00E60302" w:rsidRPr="00E60302" w:rsidRDefault="00E60302" w:rsidP="00C33AA8">
      <w:pPr>
        <w:jc w:val="center"/>
        <w:rPr>
          <w:b/>
          <w:sz w:val="28"/>
          <w:szCs w:val="28"/>
        </w:rPr>
      </w:pPr>
      <w:r w:rsidRPr="00E60302">
        <w:rPr>
          <w:b/>
          <w:sz w:val="28"/>
          <w:szCs w:val="28"/>
        </w:rPr>
        <w:t>TARYBA</w:t>
      </w:r>
    </w:p>
    <w:p w:rsidR="00E60302" w:rsidRPr="00E60302" w:rsidRDefault="00E60302" w:rsidP="00C33AA8">
      <w:pPr>
        <w:jc w:val="center"/>
        <w:rPr>
          <w:b/>
          <w:sz w:val="28"/>
          <w:szCs w:val="28"/>
        </w:rPr>
      </w:pPr>
    </w:p>
    <w:p w:rsidR="00E60302" w:rsidRPr="00E60302" w:rsidRDefault="00E60302" w:rsidP="00C33AA8">
      <w:pPr>
        <w:jc w:val="center"/>
        <w:rPr>
          <w:b/>
          <w:sz w:val="28"/>
          <w:szCs w:val="28"/>
        </w:rPr>
      </w:pPr>
      <w:r w:rsidRPr="00E60302">
        <w:rPr>
          <w:b/>
          <w:sz w:val="28"/>
          <w:szCs w:val="28"/>
        </w:rPr>
        <w:t>SPRENDIMAS</w:t>
      </w:r>
    </w:p>
    <w:p w:rsidR="00E60302" w:rsidRPr="00E60302" w:rsidRDefault="00E60302" w:rsidP="00C33AA8">
      <w:pPr>
        <w:jc w:val="center"/>
        <w:rPr>
          <w:b/>
          <w:sz w:val="28"/>
          <w:szCs w:val="28"/>
        </w:rPr>
      </w:pPr>
      <w:r w:rsidRPr="00E60302">
        <w:rPr>
          <w:b/>
          <w:sz w:val="28"/>
          <w:szCs w:val="28"/>
        </w:rPr>
        <w:t>DĖL SUTIKIMO PARDUOTI SAVIVALDYBEI NUOSAVYBĖS TEISE PRIKLAUSANČIO ŽEMĖS SKLYPO DALĮ</w:t>
      </w:r>
    </w:p>
    <w:p w:rsidR="00E60302" w:rsidRDefault="00E60302" w:rsidP="00C33AA8">
      <w:pPr>
        <w:jc w:val="center"/>
      </w:pPr>
    </w:p>
    <w:p w:rsidR="00E60302" w:rsidRDefault="00E60302" w:rsidP="00C33AA8">
      <w:pPr>
        <w:jc w:val="center"/>
      </w:pPr>
      <w:r>
        <w:t>2019 m. lapkričio 28 d. Nr. T1-</w:t>
      </w:r>
      <w:r w:rsidR="000F1244">
        <w:t>289</w:t>
      </w:r>
      <w:bookmarkStart w:id="0" w:name="_GoBack"/>
      <w:bookmarkEnd w:id="0"/>
    </w:p>
    <w:p w:rsidR="00F13EF7" w:rsidRDefault="00E60302" w:rsidP="00C33AA8">
      <w:pPr>
        <w:jc w:val="center"/>
      </w:pPr>
      <w:r>
        <w:t>Plungė</w:t>
      </w:r>
    </w:p>
    <w:p w:rsidR="00E60302" w:rsidRDefault="00E60302" w:rsidP="00E60302"/>
    <w:p w:rsidR="00F13EF7" w:rsidRDefault="00F13EF7" w:rsidP="00E60302">
      <w:pPr>
        <w:ind w:firstLine="720"/>
        <w:jc w:val="both"/>
      </w:pPr>
      <w:r>
        <w:t>Vadovaudamasi Lietuvos Respublikos vietos savivaldos įstatymo 6 straipsnio 3 punktu, Lietuvos Respublikos valstybės ir savivaldybių turto valdymo, naudojimo ir disponavimo juo įstatymo 20 straipsnio 2 dalies 5 punktu, Lietuvos Respublikos žemės įstatymo 19 straipsnio 2 dalimi, Plungės rajono savivaldybei nuosavybės teise priklausančios žemės perdavimo patikėjimo teise, perdavimo neatlygintinai naudoti (panaudai), nuomos ir perleidimo tvarkos aprašo, patvirtinto Plungės rajono savivaldybės tarybos 2019</w:t>
      </w:r>
      <w:r w:rsidRPr="00F14EDE">
        <w:t xml:space="preserve"> m. </w:t>
      </w:r>
      <w:r>
        <w:t>rugsėjo 26 d. sprendimu</w:t>
      </w:r>
      <w:r w:rsidRPr="00F14EDE">
        <w:t xml:space="preserve"> Nr. T1-</w:t>
      </w:r>
      <w:r>
        <w:t>220,</w:t>
      </w:r>
      <w:r w:rsidRPr="00F14EDE">
        <w:t xml:space="preserve"> </w:t>
      </w:r>
      <w:r>
        <w:t xml:space="preserve"> 36 punktu bei atsižvelgdama </w:t>
      </w:r>
      <w:r w:rsidRPr="00A25CF1">
        <w:t xml:space="preserve">į </w:t>
      </w:r>
      <w:r>
        <w:t>R.G. 2019 m. lapkričio 4 d. prašymą „Dėl žemės išsipirkimo prie namo XX</w:t>
      </w:r>
      <w:r w:rsidR="00BD319A">
        <w:t>X</w:t>
      </w:r>
      <w:r>
        <w:t xml:space="preserve">X“, Plungės rajono savivaldybės taryba </w:t>
      </w:r>
      <w:r w:rsidRPr="00DE2EB2">
        <w:rPr>
          <w:spacing w:val="40"/>
        </w:rPr>
        <w:t>nusprendžia</w:t>
      </w:r>
      <w:r>
        <w:t>:</w:t>
      </w:r>
    </w:p>
    <w:p w:rsidR="00F13EF7" w:rsidRDefault="00F13EF7" w:rsidP="00E60302">
      <w:pPr>
        <w:numPr>
          <w:ilvl w:val="0"/>
          <w:numId w:val="1"/>
        </w:numPr>
        <w:tabs>
          <w:tab w:val="left" w:pos="0"/>
          <w:tab w:val="left" w:pos="900"/>
        </w:tabs>
        <w:ind w:left="0" w:firstLine="720"/>
        <w:jc w:val="both"/>
      </w:pPr>
      <w:r>
        <w:t xml:space="preserve">Sutikti parduoti Plungės rajono savivaldybei nuosavybės teise priklausančio žemės sklypo, esančio </w:t>
      </w:r>
      <w:r w:rsidR="00BD319A">
        <w:t>XXXX</w:t>
      </w:r>
      <w:r>
        <w:t>, Plungėje, dalį už vidutinę rinkos vertę:</w:t>
      </w:r>
    </w:p>
    <w:p w:rsidR="00F13EF7" w:rsidRPr="00276C93" w:rsidRDefault="00F13EF7" w:rsidP="00F13EF7">
      <w:pPr>
        <w:tabs>
          <w:tab w:val="left" w:pos="0"/>
          <w:tab w:val="left" w:pos="900"/>
        </w:tabs>
        <w:ind w:left="851"/>
        <w:jc w:val="both"/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1249"/>
        <w:gridCol w:w="1670"/>
        <w:gridCol w:w="1400"/>
        <w:gridCol w:w="1537"/>
        <w:gridCol w:w="1120"/>
        <w:gridCol w:w="1110"/>
        <w:gridCol w:w="1412"/>
      </w:tblGrid>
      <w:tr w:rsidR="00F13EF7" w:rsidTr="002A2C3C">
        <w:trPr>
          <w:trHeight w:val="159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F7" w:rsidRDefault="00F13EF7" w:rsidP="002A2C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Adresas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F7" w:rsidRDefault="00F13EF7" w:rsidP="002A2C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Buto unikalus Nr.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F7" w:rsidRDefault="00F13EF7" w:rsidP="002A2C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Buto savininkas / pirkėjas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F7" w:rsidRDefault="00F13EF7" w:rsidP="002A2C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Buto plotas su bendro naudojimo patalpomis,  m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F7" w:rsidRDefault="00F13EF7" w:rsidP="002A2C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Butui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color w:val="000000"/>
              </w:rPr>
              <w:t>tenkanti žemės sklypo dalis, ha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F7" w:rsidRDefault="00F13EF7" w:rsidP="002A2C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Žemės sklypo dalies kaina, </w:t>
            </w:r>
            <w:proofErr w:type="spellStart"/>
            <w:r>
              <w:rPr>
                <w:color w:val="000000"/>
              </w:rPr>
              <w:t>Eur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EF7" w:rsidRDefault="00F13EF7" w:rsidP="002A2C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Papildomos pirkimo-pardavimo sutarties sąlygos</w:t>
            </w:r>
          </w:p>
        </w:tc>
      </w:tr>
      <w:tr w:rsidR="00F13EF7" w:rsidTr="002A2C3C">
        <w:trPr>
          <w:trHeight w:val="6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F7" w:rsidRDefault="00F13EF7" w:rsidP="002A2C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XXX</w:t>
            </w:r>
          </w:p>
          <w:p w:rsidR="00F13EF7" w:rsidRPr="00A1468D" w:rsidRDefault="00F13EF7" w:rsidP="002A2C3C">
            <w:pPr>
              <w:jc w:val="center"/>
              <w:rPr>
                <w:color w:val="000000"/>
              </w:rPr>
            </w:pPr>
            <w:r w:rsidRPr="00A1468D">
              <w:rPr>
                <w:color w:val="000000"/>
              </w:rPr>
              <w:t>Plungė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F7" w:rsidRPr="00A1468D" w:rsidRDefault="00BD319A" w:rsidP="00BD3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XXXX</w:t>
            </w:r>
            <w:r w:rsidR="00F13EF7" w:rsidRPr="00A1468D">
              <w:rPr>
                <w:color w:val="000000"/>
              </w:rPr>
              <w:t>-</w:t>
            </w:r>
            <w:r>
              <w:rPr>
                <w:color w:val="000000"/>
              </w:rPr>
              <w:t>XXXX</w:t>
            </w:r>
            <w:r w:rsidR="00F13EF7" w:rsidRPr="00A1468D">
              <w:rPr>
                <w:color w:val="000000"/>
              </w:rPr>
              <w:t>-</w:t>
            </w:r>
            <w:r>
              <w:rPr>
                <w:color w:val="000000"/>
              </w:rPr>
              <w:t>XXXX</w:t>
            </w:r>
            <w:r w:rsidR="00F13EF7" w:rsidRPr="00A1468D">
              <w:rPr>
                <w:color w:val="000000"/>
              </w:rPr>
              <w:t>:</w:t>
            </w:r>
            <w:r>
              <w:rPr>
                <w:color w:val="000000"/>
              </w:rPr>
              <w:t>XXXX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F7" w:rsidRPr="00A1468D" w:rsidRDefault="00F13EF7" w:rsidP="002A2C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R.G.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F7" w:rsidRPr="00A1468D" w:rsidRDefault="00F13EF7" w:rsidP="002A2C3C">
            <w:pPr>
              <w:jc w:val="center"/>
              <w:rPr>
                <w:color w:val="000000"/>
              </w:rPr>
            </w:pPr>
            <w:r w:rsidRPr="00A1468D">
              <w:rPr>
                <w:color w:val="000000"/>
              </w:rPr>
              <w:t>47,54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F7" w:rsidRPr="00A1468D" w:rsidRDefault="00F13EF7" w:rsidP="002A2C3C">
            <w:pPr>
              <w:jc w:val="center"/>
              <w:rPr>
                <w:color w:val="000000"/>
              </w:rPr>
            </w:pPr>
            <w:r w:rsidRPr="00A1468D">
              <w:rPr>
                <w:color w:val="000000"/>
              </w:rPr>
              <w:t>0,014</w:t>
            </w:r>
            <w:r>
              <w:rPr>
                <w:color w:val="000000"/>
              </w:rPr>
              <w:t xml:space="preserve"> </w:t>
            </w:r>
            <w:r w:rsidRPr="00A1468D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EF7" w:rsidRPr="00A1468D" w:rsidRDefault="00F13EF7" w:rsidP="002A2C3C">
            <w:pPr>
              <w:jc w:val="center"/>
              <w:rPr>
                <w:color w:val="000000"/>
              </w:rPr>
            </w:pPr>
            <w:r w:rsidRPr="00A1468D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A1468D">
              <w:rPr>
                <w:color w:val="000000"/>
              </w:rPr>
              <w:t>386,02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F7" w:rsidRPr="00A1468D" w:rsidRDefault="00F13EF7" w:rsidP="002A2C3C">
            <w:pPr>
              <w:jc w:val="center"/>
              <w:rPr>
                <w:color w:val="000000"/>
              </w:rPr>
            </w:pPr>
            <w:r w:rsidRPr="00A1468D">
              <w:rPr>
                <w:color w:val="000000"/>
              </w:rPr>
              <w:t>-</w:t>
            </w:r>
          </w:p>
        </w:tc>
      </w:tr>
    </w:tbl>
    <w:p w:rsidR="00F13EF7" w:rsidRDefault="00F13EF7" w:rsidP="00F13EF7">
      <w:pPr>
        <w:tabs>
          <w:tab w:val="left" w:pos="0"/>
          <w:tab w:val="left" w:pos="900"/>
        </w:tabs>
        <w:jc w:val="both"/>
      </w:pPr>
    </w:p>
    <w:p w:rsidR="00F13EF7" w:rsidRDefault="00F13EF7" w:rsidP="00E60302">
      <w:pPr>
        <w:pStyle w:val="Sraopastraipa"/>
        <w:numPr>
          <w:ilvl w:val="0"/>
          <w:numId w:val="1"/>
        </w:numPr>
        <w:ind w:left="0" w:firstLine="720"/>
        <w:rPr>
          <w:szCs w:val="24"/>
          <w:lang w:eastAsia="lt-LT"/>
        </w:rPr>
      </w:pPr>
      <w:r w:rsidRPr="00EF1857">
        <w:rPr>
          <w:szCs w:val="24"/>
          <w:lang w:eastAsia="lt-LT"/>
        </w:rPr>
        <w:t>Nustatyti, kad:</w:t>
      </w:r>
    </w:p>
    <w:p w:rsidR="00F13EF7" w:rsidRPr="00A1468D" w:rsidRDefault="00F13EF7" w:rsidP="00E60302">
      <w:pPr>
        <w:pStyle w:val="Sraopastraipa"/>
        <w:numPr>
          <w:ilvl w:val="1"/>
          <w:numId w:val="1"/>
        </w:numPr>
        <w:ind w:left="0" w:firstLine="720"/>
        <w:rPr>
          <w:szCs w:val="24"/>
          <w:lang w:eastAsia="lt-LT"/>
        </w:rPr>
      </w:pPr>
      <w:r w:rsidRPr="00A1468D">
        <w:rPr>
          <w:szCs w:val="24"/>
          <w:lang w:eastAsia="lt-LT"/>
        </w:rPr>
        <w:t xml:space="preserve"> nuosavybės teisė į įsigytą </w:t>
      </w:r>
      <w:r>
        <w:t>žemės sklypo dalį</w:t>
      </w:r>
      <w:r w:rsidRPr="00A1468D">
        <w:rPr>
          <w:szCs w:val="24"/>
          <w:lang w:eastAsia="lt-LT"/>
        </w:rPr>
        <w:t xml:space="preserve"> pereina, kai pirkėjas visiškai atsiskaito už parduotą Savivaldybės </w:t>
      </w:r>
      <w:r>
        <w:t>žemės sklypo dalį</w:t>
      </w:r>
      <w:r w:rsidRPr="00A1468D">
        <w:rPr>
          <w:szCs w:val="24"/>
          <w:lang w:eastAsia="lt-LT"/>
        </w:rPr>
        <w:t>;</w:t>
      </w:r>
    </w:p>
    <w:p w:rsidR="00F13EF7" w:rsidRDefault="00F13EF7" w:rsidP="00E60302">
      <w:pPr>
        <w:pStyle w:val="Sraopastraipa"/>
        <w:numPr>
          <w:ilvl w:val="1"/>
          <w:numId w:val="1"/>
        </w:numPr>
        <w:ind w:left="0" w:firstLine="720"/>
        <w:rPr>
          <w:szCs w:val="24"/>
          <w:lang w:eastAsia="lt-LT"/>
        </w:rPr>
      </w:pPr>
      <w:r>
        <w:rPr>
          <w:szCs w:val="24"/>
          <w:lang w:eastAsia="lt-LT"/>
        </w:rPr>
        <w:t>Savivaldybės žemės sklypo dalies pirkimo – pardavimo sutarties sudarymo išlaidas apmoka pirkėjas;</w:t>
      </w:r>
    </w:p>
    <w:p w:rsidR="00F13EF7" w:rsidRPr="00FD1005" w:rsidRDefault="00F13EF7" w:rsidP="00E60302">
      <w:pPr>
        <w:pStyle w:val="Sraopastraipa"/>
        <w:numPr>
          <w:ilvl w:val="1"/>
          <w:numId w:val="1"/>
        </w:numPr>
        <w:tabs>
          <w:tab w:val="left" w:pos="1276"/>
        </w:tabs>
        <w:ind w:left="0" w:firstLine="720"/>
      </w:pPr>
      <w:r>
        <w:rPr>
          <w:szCs w:val="24"/>
          <w:lang w:eastAsia="lt-LT"/>
        </w:rPr>
        <w:t>l</w:t>
      </w:r>
      <w:r w:rsidRPr="00EF1857">
        <w:rPr>
          <w:szCs w:val="24"/>
          <w:lang w:eastAsia="lt-LT"/>
        </w:rPr>
        <w:t>ėšos</w:t>
      </w:r>
      <w:r>
        <w:rPr>
          <w:szCs w:val="24"/>
          <w:lang w:eastAsia="lt-LT"/>
        </w:rPr>
        <w:t>, vykdant pirkimo – pardavimo sutartį, pervedamos į Savivaldybės administracijos sąskaitą LT</w:t>
      </w:r>
      <w:r w:rsidR="00BD319A">
        <w:rPr>
          <w:szCs w:val="24"/>
          <w:lang w:eastAsia="lt-LT"/>
        </w:rPr>
        <w:t>XXXXXXXXXX</w:t>
      </w:r>
      <w:r>
        <w:rPr>
          <w:szCs w:val="24"/>
          <w:lang w:eastAsia="lt-LT"/>
        </w:rPr>
        <w:t xml:space="preserve">. </w:t>
      </w:r>
    </w:p>
    <w:p w:rsidR="00F13EF7" w:rsidRPr="00EF1857" w:rsidRDefault="00F13EF7" w:rsidP="00E60302">
      <w:pPr>
        <w:pStyle w:val="Sraopastraipa"/>
        <w:numPr>
          <w:ilvl w:val="0"/>
          <w:numId w:val="1"/>
        </w:numPr>
        <w:ind w:left="0" w:firstLine="720"/>
      </w:pPr>
      <w:r w:rsidRPr="00EF1857">
        <w:t>Įgalioti Plungės rajono savivaldybės administracijos direktorių, o jo nesant - Administracijos direktoriaus pavaduotoją notarų biure pasira</w:t>
      </w:r>
      <w:r>
        <w:t>šyti sprendimo 1 punkte nurodytos Savivaldybės žemės sklypo dalies</w:t>
      </w:r>
      <w:r w:rsidRPr="00EF1857">
        <w:t xml:space="preserve"> pirkimo - pardavimo sutart</w:t>
      </w:r>
      <w:r>
        <w:t xml:space="preserve">į </w:t>
      </w:r>
      <w:r w:rsidRPr="00EF1857">
        <w:t xml:space="preserve">ir kitus dokumentus, susijusius su </w:t>
      </w:r>
      <w:r>
        <w:t xml:space="preserve">žemės </w:t>
      </w:r>
      <w:r w:rsidRPr="00EF1857">
        <w:t>pardavimu.</w:t>
      </w:r>
    </w:p>
    <w:p w:rsidR="00F13EF7" w:rsidRDefault="00F13EF7" w:rsidP="00F13EF7">
      <w:pPr>
        <w:tabs>
          <w:tab w:val="left" w:pos="0"/>
          <w:tab w:val="left" w:pos="709"/>
          <w:tab w:val="left" w:pos="993"/>
        </w:tabs>
        <w:ind w:left="1211"/>
        <w:jc w:val="both"/>
      </w:pPr>
    </w:p>
    <w:p w:rsidR="00E60302" w:rsidRDefault="00E60302" w:rsidP="00F13EF7">
      <w:pPr>
        <w:tabs>
          <w:tab w:val="left" w:pos="0"/>
          <w:tab w:val="left" w:pos="709"/>
          <w:tab w:val="left" w:pos="993"/>
        </w:tabs>
        <w:ind w:left="1211"/>
        <w:jc w:val="both"/>
      </w:pPr>
    </w:p>
    <w:p w:rsidR="00E60302" w:rsidRPr="00E60302" w:rsidRDefault="00E60302" w:rsidP="00E60302">
      <w:pPr>
        <w:rPr>
          <w:rStyle w:val="Komentaronuoroda"/>
          <w:sz w:val="24"/>
        </w:rPr>
      </w:pPr>
      <w:r w:rsidRPr="00E60302">
        <w:rPr>
          <w:rStyle w:val="Komentaronuoroda"/>
          <w:sz w:val="24"/>
        </w:rPr>
        <w:t xml:space="preserve">Savivaldybės mero pavaduotoja, </w:t>
      </w:r>
    </w:p>
    <w:p w:rsidR="00E60302" w:rsidRPr="00E60302" w:rsidRDefault="00E60302" w:rsidP="00E60302">
      <w:pPr>
        <w:tabs>
          <w:tab w:val="left" w:pos="7371"/>
          <w:tab w:val="left" w:pos="7655"/>
          <w:tab w:val="left" w:pos="7797"/>
        </w:tabs>
      </w:pPr>
      <w:r w:rsidRPr="00E60302">
        <w:t xml:space="preserve">pavaduojanti Savivaldybės merą </w:t>
      </w:r>
      <w:r w:rsidRPr="00E60302">
        <w:tab/>
        <w:t xml:space="preserve">Asta </w:t>
      </w:r>
      <w:proofErr w:type="spellStart"/>
      <w:r w:rsidRPr="00E60302">
        <w:t>Beierle</w:t>
      </w:r>
      <w:proofErr w:type="spellEnd"/>
      <w:r w:rsidRPr="00E60302">
        <w:t xml:space="preserve"> </w:t>
      </w:r>
      <w:proofErr w:type="spellStart"/>
      <w:r w:rsidRPr="00E60302">
        <w:t>Eigirdienė</w:t>
      </w:r>
      <w:proofErr w:type="spellEnd"/>
    </w:p>
    <w:sectPr w:rsidR="00E60302" w:rsidRPr="00E60302" w:rsidSect="00C33AA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F4417E"/>
    <w:multiLevelType w:val="multilevel"/>
    <w:tmpl w:val="5DA2ACBE"/>
    <w:lvl w:ilvl="0">
      <w:start w:val="1"/>
      <w:numFmt w:val="decimal"/>
      <w:lvlText w:val="%1."/>
      <w:lvlJc w:val="left"/>
      <w:pPr>
        <w:ind w:left="1692" w:hanging="97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6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EF7"/>
    <w:rsid w:val="000F1244"/>
    <w:rsid w:val="00BD319A"/>
    <w:rsid w:val="00C33AA8"/>
    <w:rsid w:val="00C33EE3"/>
    <w:rsid w:val="00C40E9D"/>
    <w:rsid w:val="00CD0A00"/>
    <w:rsid w:val="00E60302"/>
    <w:rsid w:val="00F1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13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F13EF7"/>
    <w:pPr>
      <w:ind w:left="720" w:firstLine="720"/>
      <w:contextualSpacing/>
      <w:jc w:val="both"/>
    </w:pPr>
    <w:rPr>
      <w:rFonts w:eastAsia="Calibri"/>
      <w:szCs w:val="20"/>
      <w:lang w:eastAsia="en-US"/>
    </w:rPr>
  </w:style>
  <w:style w:type="character" w:styleId="Komentaronuoroda">
    <w:name w:val="annotation reference"/>
    <w:semiHidden/>
    <w:rsid w:val="00E60302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13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F13EF7"/>
    <w:pPr>
      <w:ind w:left="720" w:firstLine="720"/>
      <w:contextualSpacing/>
      <w:jc w:val="both"/>
    </w:pPr>
    <w:rPr>
      <w:rFonts w:eastAsia="Calibri"/>
      <w:szCs w:val="20"/>
      <w:lang w:eastAsia="en-US"/>
    </w:rPr>
  </w:style>
  <w:style w:type="character" w:styleId="Komentaronuoroda">
    <w:name w:val="annotation reference"/>
    <w:semiHidden/>
    <w:rsid w:val="00E60302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A6C582AE</Template>
  <TotalTime>36</TotalTime>
  <Pages>1</Pages>
  <Words>1296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Štuikytė</dc:creator>
  <cp:lastModifiedBy>Jovita Šumskienė</cp:lastModifiedBy>
  <cp:revision>6</cp:revision>
  <dcterms:created xsi:type="dcterms:W3CDTF">2019-11-14T12:11:00Z</dcterms:created>
  <dcterms:modified xsi:type="dcterms:W3CDTF">2019-11-29T06:52:00Z</dcterms:modified>
</cp:coreProperties>
</file>