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25310461"/>
    <w:bookmarkEnd w:id="1"/>
    <w:p w:rsidR="00236450" w:rsidRDefault="00323C8E" w:rsidP="00971542">
      <w:pPr>
        <w:jc w:val="center"/>
        <w:rPr>
          <w:b/>
          <w:sz w:val="28"/>
          <w:szCs w:val="28"/>
          <w:lang w:eastAsia="en-US"/>
        </w:rPr>
      </w:pPr>
      <w:r w:rsidRPr="00236450">
        <w:rPr>
          <w:b/>
          <w:sz w:val="28"/>
          <w:szCs w:val="28"/>
          <w:lang w:eastAsia="en-US"/>
        </w:rPr>
        <w:object w:dxaOrig="9638" w:dyaOrig="1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82.25pt;height:567pt" o:ole="">
            <v:imagedata r:id="rId7" o:title=""/>
          </v:shape>
          <o:OLEObject Type="Embed" ProgID="Word.Document.12" ShapeID="_x0000_i1027" DrawAspect="Content" ObjectID="_1625632143" r:id="rId8">
            <o:FieldCodes>\s</o:FieldCodes>
          </o:OLEObject>
        </w:object>
      </w:r>
      <w:bookmarkEnd w:id="0"/>
    </w:p>
    <w:sectPr w:rsidR="00236450" w:rsidSect="00550DFD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5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0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2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3"/>
  </w:num>
  <w:num w:numId="11">
    <w:abstractNumId w:val="12"/>
  </w:num>
  <w:num w:numId="12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9"/>
  </w:num>
  <w:num w:numId="14">
    <w:abstractNumId w:val="9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38D2"/>
    <w:rsid w:val="000F42C1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23C9"/>
    <w:rsid w:val="00134AD2"/>
    <w:rsid w:val="00136780"/>
    <w:rsid w:val="00136DA0"/>
    <w:rsid w:val="001377AD"/>
    <w:rsid w:val="00142164"/>
    <w:rsid w:val="00144600"/>
    <w:rsid w:val="001474A9"/>
    <w:rsid w:val="001475B0"/>
    <w:rsid w:val="00154B38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131B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450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A4A"/>
    <w:rsid w:val="00272832"/>
    <w:rsid w:val="002738EE"/>
    <w:rsid w:val="002767A0"/>
    <w:rsid w:val="00277C70"/>
    <w:rsid w:val="00282283"/>
    <w:rsid w:val="00286E93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2E7F33"/>
    <w:rsid w:val="003015DB"/>
    <w:rsid w:val="00301B79"/>
    <w:rsid w:val="003135EA"/>
    <w:rsid w:val="00315AB5"/>
    <w:rsid w:val="00317FD9"/>
    <w:rsid w:val="003210FF"/>
    <w:rsid w:val="003221DC"/>
    <w:rsid w:val="00323432"/>
    <w:rsid w:val="00323C8E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134A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5DC4"/>
    <w:rsid w:val="004B000C"/>
    <w:rsid w:val="004B0E73"/>
    <w:rsid w:val="004B3B37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3140A"/>
    <w:rsid w:val="00632108"/>
    <w:rsid w:val="00632B33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3104"/>
    <w:rsid w:val="007C4635"/>
    <w:rsid w:val="007D13AD"/>
    <w:rsid w:val="007E1CB6"/>
    <w:rsid w:val="007F1B8B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51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38F5"/>
    <w:rsid w:val="008E180D"/>
    <w:rsid w:val="008E3907"/>
    <w:rsid w:val="008E7971"/>
    <w:rsid w:val="008F19F7"/>
    <w:rsid w:val="0090153B"/>
    <w:rsid w:val="009027F4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25C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3177"/>
    <w:rsid w:val="0095460C"/>
    <w:rsid w:val="009606DA"/>
    <w:rsid w:val="00963920"/>
    <w:rsid w:val="00971542"/>
    <w:rsid w:val="00973E69"/>
    <w:rsid w:val="00974264"/>
    <w:rsid w:val="009748A5"/>
    <w:rsid w:val="00980E3E"/>
    <w:rsid w:val="00982268"/>
    <w:rsid w:val="00986913"/>
    <w:rsid w:val="009928E4"/>
    <w:rsid w:val="00992E26"/>
    <w:rsid w:val="009A524B"/>
    <w:rsid w:val="009A56FD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CE4"/>
    <w:rsid w:val="009F2D95"/>
    <w:rsid w:val="009F3375"/>
    <w:rsid w:val="009F4407"/>
    <w:rsid w:val="009F480A"/>
    <w:rsid w:val="009F4CF5"/>
    <w:rsid w:val="009F7E2C"/>
    <w:rsid w:val="00A0111A"/>
    <w:rsid w:val="00A11356"/>
    <w:rsid w:val="00A12149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EF6"/>
    <w:rsid w:val="00B1670A"/>
    <w:rsid w:val="00B175C6"/>
    <w:rsid w:val="00B20098"/>
    <w:rsid w:val="00B24938"/>
    <w:rsid w:val="00B26372"/>
    <w:rsid w:val="00B32AD1"/>
    <w:rsid w:val="00B3397A"/>
    <w:rsid w:val="00B45A90"/>
    <w:rsid w:val="00B62EC7"/>
    <w:rsid w:val="00B6746F"/>
    <w:rsid w:val="00B718B6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3DD9"/>
    <w:rsid w:val="00C3439C"/>
    <w:rsid w:val="00C3454E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D1170"/>
    <w:rsid w:val="00CD1902"/>
    <w:rsid w:val="00CD3509"/>
    <w:rsid w:val="00CD4EE7"/>
    <w:rsid w:val="00CE5C26"/>
    <w:rsid w:val="00D006D1"/>
    <w:rsid w:val="00D053C1"/>
    <w:rsid w:val="00D12C5C"/>
    <w:rsid w:val="00D17D31"/>
    <w:rsid w:val="00D20E60"/>
    <w:rsid w:val="00D215AE"/>
    <w:rsid w:val="00D368F7"/>
    <w:rsid w:val="00D441DA"/>
    <w:rsid w:val="00D500CA"/>
    <w:rsid w:val="00D51B4A"/>
    <w:rsid w:val="00D63566"/>
    <w:rsid w:val="00D64035"/>
    <w:rsid w:val="00D65EFE"/>
    <w:rsid w:val="00D72194"/>
    <w:rsid w:val="00D73D0D"/>
    <w:rsid w:val="00D76EAB"/>
    <w:rsid w:val="00D805E7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63178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53AA"/>
    <w:rsid w:val="00F36D06"/>
    <w:rsid w:val="00F40AB4"/>
    <w:rsid w:val="00F42938"/>
    <w:rsid w:val="00F4569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4EB3"/>
    <w:rsid w:val="00F95386"/>
    <w:rsid w:val="00F97BFC"/>
    <w:rsid w:val="00FA5DF5"/>
    <w:rsid w:val="00FB07CB"/>
    <w:rsid w:val="00FB0BEB"/>
    <w:rsid w:val="00FB1BE0"/>
    <w:rsid w:val="00FB2FAD"/>
    <w:rsid w:val="00FB4B0C"/>
    <w:rsid w:val="00FD0DE6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D2D47-9DBD-4F41-9A6F-6AFD0577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9C8E9F85</Template>
  <TotalTime>6</TotalTime>
  <Pages>1</Pages>
  <Words>0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7</cp:revision>
  <cp:lastPrinted>2017-04-25T10:48:00Z</cp:lastPrinted>
  <dcterms:created xsi:type="dcterms:W3CDTF">2019-07-11T04:57:00Z</dcterms:created>
  <dcterms:modified xsi:type="dcterms:W3CDTF">2019-07-26T04:43:00Z</dcterms:modified>
</cp:coreProperties>
</file>