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C1" w:rsidRDefault="000C35E8" w:rsidP="000C35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2707005</wp:posOffset>
            </wp:positionH>
            <wp:positionV relativeFrom="paragraph">
              <wp:posOffset>-448310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CC1">
        <w:rPr>
          <w:b/>
          <w:sz w:val="28"/>
          <w:szCs w:val="28"/>
        </w:rPr>
        <w:t>PLUNGĖS RAJONO SAVIVALDYBĖS</w:t>
      </w:r>
    </w:p>
    <w:p w:rsidR="005F3CC1" w:rsidRDefault="005F3CC1" w:rsidP="000C35E8">
      <w:pPr>
        <w:jc w:val="center"/>
        <w:rPr>
          <w:b/>
          <w:sz w:val="28"/>
          <w:szCs w:val="28"/>
        </w:rPr>
      </w:pPr>
      <w:r w:rsidRPr="005F3CC1">
        <w:rPr>
          <w:b/>
          <w:sz w:val="28"/>
          <w:szCs w:val="28"/>
        </w:rPr>
        <w:t>TARYBA</w:t>
      </w:r>
    </w:p>
    <w:p w:rsidR="005F3CC1" w:rsidRPr="005F3CC1" w:rsidRDefault="005F3CC1" w:rsidP="000C35E8">
      <w:pPr>
        <w:jc w:val="center"/>
        <w:rPr>
          <w:b/>
          <w:sz w:val="28"/>
          <w:szCs w:val="28"/>
        </w:rPr>
      </w:pPr>
    </w:p>
    <w:p w:rsidR="005F3CC1" w:rsidRPr="005F3CC1" w:rsidRDefault="005F3CC1" w:rsidP="000C35E8">
      <w:pPr>
        <w:jc w:val="center"/>
        <w:rPr>
          <w:b/>
          <w:sz w:val="28"/>
          <w:szCs w:val="28"/>
        </w:rPr>
      </w:pPr>
      <w:r w:rsidRPr="005F3CC1">
        <w:rPr>
          <w:b/>
          <w:sz w:val="28"/>
          <w:szCs w:val="28"/>
        </w:rPr>
        <w:t>SPRENDIMAS</w:t>
      </w:r>
    </w:p>
    <w:p w:rsidR="005F3CC1" w:rsidRPr="005F3CC1" w:rsidRDefault="005F3CC1" w:rsidP="000C35E8">
      <w:pPr>
        <w:jc w:val="center"/>
        <w:rPr>
          <w:b/>
          <w:sz w:val="28"/>
          <w:szCs w:val="28"/>
        </w:rPr>
      </w:pPr>
      <w:r w:rsidRPr="005F3CC1">
        <w:rPr>
          <w:b/>
          <w:sz w:val="28"/>
          <w:szCs w:val="28"/>
        </w:rPr>
        <w:t>DĖL ATSTOVO DELEGAVIMO Į PLUNGĖS RAJONO SAVIVALDYBĖS KULTŪROS CENTRO TARYBĄ</w:t>
      </w:r>
    </w:p>
    <w:p w:rsidR="005F3CC1" w:rsidRDefault="005F3CC1" w:rsidP="000C35E8"/>
    <w:p w:rsidR="005F3CC1" w:rsidRDefault="005F3CC1" w:rsidP="000C35E8">
      <w:pPr>
        <w:jc w:val="center"/>
      </w:pPr>
      <w:r>
        <w:t>2019 m. balandžio 25 d. Nr. T1-</w:t>
      </w:r>
      <w:r w:rsidR="008F637F">
        <w:t>84</w:t>
      </w:r>
    </w:p>
    <w:p w:rsidR="00C3516A" w:rsidRDefault="005F3CC1" w:rsidP="000C35E8">
      <w:pPr>
        <w:jc w:val="center"/>
      </w:pPr>
      <w:r>
        <w:t>Plungė</w:t>
      </w:r>
    </w:p>
    <w:p w:rsidR="005F3CC1" w:rsidRDefault="005F3CC1" w:rsidP="005F3CC1">
      <w:pPr>
        <w:jc w:val="center"/>
      </w:pPr>
    </w:p>
    <w:p w:rsidR="00C3516A" w:rsidRDefault="00085E5C" w:rsidP="005F3CC1">
      <w:pPr>
        <w:ind w:firstLine="720"/>
        <w:jc w:val="both"/>
        <w:outlineLvl w:val="0"/>
        <w:rPr>
          <w:rFonts w:eastAsia="Batang"/>
        </w:rPr>
      </w:pPr>
      <w:r w:rsidRPr="0050453B">
        <w:rPr>
          <w:szCs w:val="24"/>
        </w:rPr>
        <w:t>Vadovaudamasi Lietuvos Respublikos vietos savivaldos įstatymo 16 straipsnio 4 dalimi</w:t>
      </w:r>
      <w:r>
        <w:rPr>
          <w:szCs w:val="24"/>
        </w:rPr>
        <w:t xml:space="preserve">, </w:t>
      </w:r>
      <w:r w:rsidR="00A70493">
        <w:rPr>
          <w:szCs w:val="24"/>
        </w:rPr>
        <w:t>Plungės rajono savivaldybės kultūros centro nuostatų, patvirtintų Plungės rajono savivaldybės tarybos 2015 m. liepos 30 d. sprendimu Nr. T1-194 „Dėl Plungės rajono savivaldybės kultūros centro nuostatų patvirtinimo“</w:t>
      </w:r>
      <w:r w:rsidR="00C43F75">
        <w:rPr>
          <w:szCs w:val="24"/>
        </w:rPr>
        <w:t>,</w:t>
      </w:r>
      <w:r w:rsidR="00A70493">
        <w:rPr>
          <w:szCs w:val="24"/>
        </w:rPr>
        <w:t xml:space="preserve"> 26.2 papunkčiu ir atsižvelgdama į Plungės rajono savivaldybės kultūros centro 2019 m. kovo 5 d. raštą Nr. V3-93, </w:t>
      </w:r>
      <w:r w:rsidR="00C3516A" w:rsidRPr="00DE2911">
        <w:rPr>
          <w:rFonts w:eastAsia="Batang"/>
        </w:rPr>
        <w:t xml:space="preserve">Plungės rajono savivaldybės taryba </w:t>
      </w:r>
      <w:r w:rsidR="005F3CC1">
        <w:rPr>
          <w:rFonts w:eastAsia="Batang"/>
        </w:rPr>
        <w:t xml:space="preserve">                   </w:t>
      </w:r>
      <w:r w:rsidR="00C3516A" w:rsidRPr="00DE2911">
        <w:rPr>
          <w:rFonts w:eastAsia="Batang"/>
        </w:rPr>
        <w:t xml:space="preserve">n u s p r e n d ž i a:  </w:t>
      </w:r>
    </w:p>
    <w:p w:rsidR="00085E5C" w:rsidRDefault="00085E5C" w:rsidP="005F3CC1">
      <w:pPr>
        <w:ind w:firstLine="720"/>
        <w:jc w:val="both"/>
        <w:outlineLvl w:val="0"/>
        <w:rPr>
          <w:szCs w:val="24"/>
        </w:rPr>
      </w:pPr>
      <w:r w:rsidRPr="0050453B">
        <w:rPr>
          <w:szCs w:val="24"/>
        </w:rPr>
        <w:t xml:space="preserve">Deleguoti </w:t>
      </w:r>
      <w:r w:rsidR="008F637F">
        <w:rPr>
          <w:szCs w:val="24"/>
        </w:rPr>
        <w:t xml:space="preserve">Savivaldybės tarybos narę Jolantą </w:t>
      </w:r>
      <w:proofErr w:type="spellStart"/>
      <w:r w:rsidR="008F637F">
        <w:rPr>
          <w:szCs w:val="24"/>
        </w:rPr>
        <w:t>Skurdauskienę</w:t>
      </w:r>
      <w:bookmarkStart w:id="0" w:name="_GoBack"/>
      <w:bookmarkEnd w:id="0"/>
      <w:proofErr w:type="spellEnd"/>
      <w:r w:rsidR="00F27C89">
        <w:rPr>
          <w:szCs w:val="24"/>
        </w:rPr>
        <w:t xml:space="preserve"> </w:t>
      </w:r>
      <w:r>
        <w:rPr>
          <w:szCs w:val="24"/>
        </w:rPr>
        <w:t xml:space="preserve">į </w:t>
      </w:r>
      <w:r w:rsidR="00D2126A">
        <w:rPr>
          <w:szCs w:val="24"/>
        </w:rPr>
        <w:t xml:space="preserve">Plungės rajono savivaldybės </w:t>
      </w:r>
      <w:r w:rsidRPr="0050453B">
        <w:rPr>
          <w:szCs w:val="24"/>
        </w:rPr>
        <w:t xml:space="preserve">kultūros </w:t>
      </w:r>
      <w:r w:rsidR="00D2126A">
        <w:rPr>
          <w:szCs w:val="24"/>
        </w:rPr>
        <w:t xml:space="preserve">centro </w:t>
      </w:r>
      <w:r w:rsidRPr="0050453B">
        <w:rPr>
          <w:szCs w:val="24"/>
        </w:rPr>
        <w:t>tarybą.</w:t>
      </w:r>
    </w:p>
    <w:p w:rsidR="005F3CC1" w:rsidRDefault="005F3CC1" w:rsidP="005F3CC1">
      <w:pPr>
        <w:ind w:firstLine="720"/>
        <w:jc w:val="both"/>
        <w:outlineLvl w:val="0"/>
        <w:rPr>
          <w:szCs w:val="24"/>
        </w:rPr>
      </w:pPr>
    </w:p>
    <w:p w:rsidR="005F3CC1" w:rsidRPr="005F3CC1" w:rsidRDefault="005F3CC1" w:rsidP="005F3CC1">
      <w:pPr>
        <w:ind w:firstLine="720"/>
        <w:jc w:val="both"/>
        <w:outlineLvl w:val="0"/>
        <w:rPr>
          <w:rFonts w:eastAsia="Batang"/>
        </w:rPr>
      </w:pPr>
    </w:p>
    <w:p w:rsidR="00C3516A" w:rsidRDefault="00C3516A" w:rsidP="00C3516A">
      <w:r>
        <w:t>Savivaldybės meras</w:t>
      </w:r>
      <w:r>
        <w:tab/>
      </w:r>
      <w:r>
        <w:tab/>
        <w:t xml:space="preserve">          </w:t>
      </w:r>
      <w:r>
        <w:tab/>
      </w:r>
      <w:r>
        <w:tab/>
        <w:t xml:space="preserve">                         </w:t>
      </w:r>
      <w:r w:rsidR="000C35E8">
        <w:t>Audrius Klišonis</w:t>
      </w:r>
    </w:p>
    <w:p w:rsidR="00C3516A" w:rsidRDefault="00C3516A" w:rsidP="00C3516A">
      <w:pPr>
        <w:ind w:firstLine="737"/>
        <w:jc w:val="both"/>
      </w:pPr>
    </w:p>
    <w:p w:rsidR="00C3516A" w:rsidRDefault="00C3516A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5F3CC1" w:rsidRDefault="005F3CC1" w:rsidP="00C3516A">
      <w:pPr>
        <w:ind w:firstLine="737"/>
        <w:jc w:val="both"/>
      </w:pPr>
    </w:p>
    <w:p w:rsidR="00C3516A" w:rsidRDefault="00C3516A" w:rsidP="00C3516A">
      <w:pPr>
        <w:jc w:val="both"/>
      </w:pPr>
    </w:p>
    <w:sectPr w:rsidR="00C3516A" w:rsidSect="005F3CC1">
      <w:footerReference w:type="default" r:id="rId9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B3" w:rsidRDefault="00AA1CB3" w:rsidP="00BF41C5">
      <w:r>
        <w:separator/>
      </w:r>
    </w:p>
  </w:endnote>
  <w:endnote w:type="continuationSeparator" w:id="0">
    <w:p w:rsidR="00AA1CB3" w:rsidRDefault="00AA1CB3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93" w:rsidRDefault="00A70493">
    <w:pPr>
      <w:pStyle w:val="Porat"/>
      <w:jc w:val="right"/>
    </w:pPr>
  </w:p>
  <w:p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B3" w:rsidRDefault="00AA1CB3" w:rsidP="00BF41C5">
      <w:r>
        <w:separator/>
      </w:r>
    </w:p>
  </w:footnote>
  <w:footnote w:type="continuationSeparator" w:id="0">
    <w:p w:rsidR="00AA1CB3" w:rsidRDefault="00AA1CB3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5698A"/>
    <w:rsid w:val="00085E5C"/>
    <w:rsid w:val="00097BD4"/>
    <w:rsid w:val="000B3A17"/>
    <w:rsid w:val="000B761E"/>
    <w:rsid w:val="000C35E8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56F8"/>
    <w:rsid w:val="0020056A"/>
    <w:rsid w:val="00212B32"/>
    <w:rsid w:val="00234B2B"/>
    <w:rsid w:val="002368F7"/>
    <w:rsid w:val="00260E62"/>
    <w:rsid w:val="0026308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70317"/>
    <w:rsid w:val="0037523B"/>
    <w:rsid w:val="00385AD8"/>
    <w:rsid w:val="00390E40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784C"/>
    <w:rsid w:val="004A6944"/>
    <w:rsid w:val="004E1560"/>
    <w:rsid w:val="004F7CD1"/>
    <w:rsid w:val="00503DED"/>
    <w:rsid w:val="00515A7F"/>
    <w:rsid w:val="00540BC3"/>
    <w:rsid w:val="005513C1"/>
    <w:rsid w:val="00560EA3"/>
    <w:rsid w:val="00574E92"/>
    <w:rsid w:val="005774AB"/>
    <w:rsid w:val="00584482"/>
    <w:rsid w:val="005A63FB"/>
    <w:rsid w:val="005D44D4"/>
    <w:rsid w:val="005D53CC"/>
    <w:rsid w:val="005E3044"/>
    <w:rsid w:val="005E4871"/>
    <w:rsid w:val="005F3CC1"/>
    <w:rsid w:val="005F4FA8"/>
    <w:rsid w:val="00612DA8"/>
    <w:rsid w:val="00613258"/>
    <w:rsid w:val="00615B96"/>
    <w:rsid w:val="006279D1"/>
    <w:rsid w:val="00637D6D"/>
    <w:rsid w:val="00640913"/>
    <w:rsid w:val="00646648"/>
    <w:rsid w:val="00662B2A"/>
    <w:rsid w:val="00664791"/>
    <w:rsid w:val="006703A5"/>
    <w:rsid w:val="006A2311"/>
    <w:rsid w:val="006A24A4"/>
    <w:rsid w:val="006A2DAC"/>
    <w:rsid w:val="006B5AC8"/>
    <w:rsid w:val="006F2B1F"/>
    <w:rsid w:val="0070064D"/>
    <w:rsid w:val="00705610"/>
    <w:rsid w:val="007136E4"/>
    <w:rsid w:val="00725BDA"/>
    <w:rsid w:val="007438C2"/>
    <w:rsid w:val="00751EC7"/>
    <w:rsid w:val="00782C7B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8F637F"/>
    <w:rsid w:val="00900BA7"/>
    <w:rsid w:val="00935917"/>
    <w:rsid w:val="00943311"/>
    <w:rsid w:val="00961575"/>
    <w:rsid w:val="00987002"/>
    <w:rsid w:val="009B0BA5"/>
    <w:rsid w:val="009C179D"/>
    <w:rsid w:val="009C74EA"/>
    <w:rsid w:val="009D3434"/>
    <w:rsid w:val="009E12FB"/>
    <w:rsid w:val="009E47AE"/>
    <w:rsid w:val="00A13FB4"/>
    <w:rsid w:val="00A5636D"/>
    <w:rsid w:val="00A575C1"/>
    <w:rsid w:val="00A649C7"/>
    <w:rsid w:val="00A70493"/>
    <w:rsid w:val="00A77473"/>
    <w:rsid w:val="00A83797"/>
    <w:rsid w:val="00AA0E91"/>
    <w:rsid w:val="00AA1CB3"/>
    <w:rsid w:val="00AB0369"/>
    <w:rsid w:val="00AC74F0"/>
    <w:rsid w:val="00AD1340"/>
    <w:rsid w:val="00AE28C0"/>
    <w:rsid w:val="00AE38EB"/>
    <w:rsid w:val="00B1124E"/>
    <w:rsid w:val="00B128AC"/>
    <w:rsid w:val="00B62BF4"/>
    <w:rsid w:val="00B87142"/>
    <w:rsid w:val="00B9094A"/>
    <w:rsid w:val="00BA3C5E"/>
    <w:rsid w:val="00BA65F0"/>
    <w:rsid w:val="00BB083E"/>
    <w:rsid w:val="00BB4C72"/>
    <w:rsid w:val="00BC0A47"/>
    <w:rsid w:val="00BD01B1"/>
    <w:rsid w:val="00BD0A54"/>
    <w:rsid w:val="00BD30E8"/>
    <w:rsid w:val="00BF41C5"/>
    <w:rsid w:val="00C17289"/>
    <w:rsid w:val="00C3516A"/>
    <w:rsid w:val="00C4070B"/>
    <w:rsid w:val="00C43F75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1E59"/>
    <w:rsid w:val="00D11E8C"/>
    <w:rsid w:val="00D2126A"/>
    <w:rsid w:val="00D3630D"/>
    <w:rsid w:val="00D41CFB"/>
    <w:rsid w:val="00D441FB"/>
    <w:rsid w:val="00D85B5F"/>
    <w:rsid w:val="00DA6166"/>
    <w:rsid w:val="00DC254B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F2104E"/>
    <w:rsid w:val="00F26214"/>
    <w:rsid w:val="00F27C89"/>
    <w:rsid w:val="00F324DA"/>
    <w:rsid w:val="00F42D69"/>
    <w:rsid w:val="00F52EE2"/>
    <w:rsid w:val="00FA7215"/>
    <w:rsid w:val="00FC3709"/>
    <w:rsid w:val="00FD70C6"/>
    <w:rsid w:val="00FD7490"/>
    <w:rsid w:val="00FE4A86"/>
    <w:rsid w:val="00FE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F52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4F6AB9CD</Template>
  <TotalTime>9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8</cp:revision>
  <cp:lastPrinted>2017-03-10T08:05:00Z</cp:lastPrinted>
  <dcterms:created xsi:type="dcterms:W3CDTF">2019-03-07T08:26:00Z</dcterms:created>
  <dcterms:modified xsi:type="dcterms:W3CDTF">2019-04-25T13:08:00Z</dcterms:modified>
</cp:coreProperties>
</file>