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3D9" w:rsidRDefault="00341DED" w:rsidP="002F03D9">
      <w:pPr>
        <w:jc w:val="center"/>
        <w:rPr>
          <w:b/>
          <w:bCs/>
          <w:sz w:val="28"/>
          <w:szCs w:val="28"/>
        </w:rPr>
      </w:pPr>
      <w:r>
        <w:rPr>
          <w:b/>
          <w:noProof/>
          <w:sz w:val="28"/>
          <w:lang w:eastAsia="lt-LT"/>
        </w:rPr>
        <w:drawing>
          <wp:anchor distT="0" distB="180340" distL="114300" distR="114300" simplePos="0" relativeHeight="251659264" behindDoc="1" locked="0" layoutInCell="0" allowOverlap="1" wp14:anchorId="620AF9AD" wp14:editId="5A195250">
            <wp:simplePos x="0" y="0"/>
            <wp:positionH relativeFrom="column">
              <wp:posOffset>2796540</wp:posOffset>
            </wp:positionH>
            <wp:positionV relativeFrom="paragraph">
              <wp:posOffset>-374015</wp:posOffset>
            </wp:positionV>
            <wp:extent cx="552450" cy="676275"/>
            <wp:effectExtent l="0" t="0" r="0" b="9525"/>
            <wp:wrapTopAndBottom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03D9">
        <w:rPr>
          <w:b/>
          <w:bCs/>
          <w:sz w:val="28"/>
          <w:szCs w:val="28"/>
        </w:rPr>
        <w:t>PLUNGĖS RAJONO SAVIVALDYBĖS</w:t>
      </w:r>
    </w:p>
    <w:p w:rsidR="002F03D9" w:rsidRDefault="002F03D9" w:rsidP="002F03D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TARYBA</w:t>
      </w:r>
    </w:p>
    <w:p w:rsidR="002F03D9" w:rsidRDefault="002F03D9" w:rsidP="002F03D9">
      <w:pPr>
        <w:jc w:val="center"/>
        <w:rPr>
          <w:b/>
          <w:bCs/>
          <w:sz w:val="28"/>
          <w:szCs w:val="28"/>
        </w:rPr>
      </w:pPr>
    </w:p>
    <w:p w:rsidR="002F03D9" w:rsidRDefault="002F03D9" w:rsidP="002F03D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SPRENDIMAS</w:t>
      </w:r>
    </w:p>
    <w:p w:rsidR="002F03D9" w:rsidRDefault="002F03D9" w:rsidP="002F03D9">
      <w:pPr>
        <w:jc w:val="center"/>
        <w:rPr>
          <w:rStyle w:val="Komentaronuoroda"/>
          <w:sz w:val="28"/>
        </w:rPr>
      </w:pPr>
      <w:r>
        <w:rPr>
          <w:rStyle w:val="Komentaronuoroda"/>
          <w:b/>
          <w:sz w:val="28"/>
          <w:szCs w:val="28"/>
        </w:rPr>
        <w:t>DĖL PAVEDIMO PLUNGĖS RAJONO SAVIVALDYBĖS KONTROLĖS IR AUDITO TARNYBAI</w:t>
      </w:r>
    </w:p>
    <w:p w:rsidR="002F03D9" w:rsidRDefault="002F03D9" w:rsidP="002F03D9">
      <w:pPr>
        <w:jc w:val="center"/>
        <w:rPr>
          <w:rStyle w:val="Komentaronuoroda"/>
          <w:b/>
          <w:sz w:val="28"/>
        </w:rPr>
      </w:pPr>
    </w:p>
    <w:p w:rsidR="002F03D9" w:rsidRDefault="002F03D9" w:rsidP="002F03D9">
      <w:pPr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2018 m. lapkričio 29 d. Nr. T1-</w:t>
      </w:r>
      <w:r w:rsidR="00F1178E">
        <w:rPr>
          <w:rStyle w:val="Komentaronuoroda"/>
          <w:sz w:val="24"/>
        </w:rPr>
        <w:t>265</w:t>
      </w:r>
    </w:p>
    <w:p w:rsidR="002F03D9" w:rsidRDefault="002F03D9" w:rsidP="002F03D9">
      <w:pPr>
        <w:jc w:val="center"/>
      </w:pPr>
      <w:r>
        <w:rPr>
          <w:rStyle w:val="Komentaronuoroda"/>
          <w:sz w:val="24"/>
        </w:rPr>
        <w:t>Plungė</w:t>
      </w:r>
    </w:p>
    <w:p w:rsidR="002F03D9" w:rsidRDefault="002F03D9" w:rsidP="002F03D9"/>
    <w:p w:rsidR="002F03D9" w:rsidRPr="008C4BD4" w:rsidRDefault="002F03D9" w:rsidP="002F03D9">
      <w:pPr>
        <w:tabs>
          <w:tab w:val="left" w:pos="709"/>
        </w:tabs>
        <w:ind w:firstLine="720"/>
        <w:jc w:val="both"/>
      </w:pPr>
      <w:r w:rsidRPr="008C4BD4">
        <w:t>Vadovaudamasi Lietuvos Respublikos vietos savivaldos įstatymo 16 straipsnio 2 dalies 24 punktu ir 20 straipsnio 2 dalies 10 punktu, Plungės rajono savivaldybės taryba  n u s p r e n d ž i a:</w:t>
      </w:r>
    </w:p>
    <w:p w:rsidR="002F03D9" w:rsidRPr="008C4BD4" w:rsidRDefault="002F03D9" w:rsidP="002F03D9">
      <w:pPr>
        <w:ind w:firstLine="720"/>
        <w:jc w:val="both"/>
      </w:pPr>
      <w:r w:rsidRPr="008C4BD4">
        <w:t>1. Pavesti Plungės rajono savivaldybės Kontrolės ir audito tarnybai atlikti neplanuotą tikrinimą ir nustatyti, ar Žemaičių dailės muziejus, teikdamas Centrinei projektų valdymo agentūrai paraišką Nr. 05.4.1–CPVA-K-303-02-0006 projekto „Mykolo Oginskio rūmų rekonstravimo ir pritaikymo Žemaičių dailės muziejui baigiamieji darbai“ finansavimui gauti, kartu su paraiška laiku pateikė visus reikiamus dokumentus.</w:t>
      </w:r>
    </w:p>
    <w:p w:rsidR="002F03D9" w:rsidRPr="008C4BD4" w:rsidRDefault="002F03D9" w:rsidP="002F03D9">
      <w:pPr>
        <w:ind w:firstLine="720"/>
      </w:pPr>
      <w:r w:rsidRPr="008C4BD4">
        <w:t>2. Tikrinimą atlikti iki 2018 m. gruodžio 20 d.</w:t>
      </w:r>
    </w:p>
    <w:p w:rsidR="002F03D9" w:rsidRDefault="002F03D9" w:rsidP="002F03D9">
      <w:pPr>
        <w:ind w:left="720"/>
      </w:pPr>
    </w:p>
    <w:p w:rsidR="002F03D9" w:rsidRDefault="002F03D9" w:rsidP="002F03D9">
      <w:pPr>
        <w:ind w:left="720"/>
      </w:pPr>
    </w:p>
    <w:p w:rsidR="00341DED" w:rsidRPr="00341DED" w:rsidRDefault="00341DED" w:rsidP="00341DED">
      <w:r w:rsidRPr="00341DED">
        <w:rPr>
          <w:rStyle w:val="Komentaronuoroda"/>
          <w:sz w:val="24"/>
        </w:rPr>
        <w:t xml:space="preserve">Savivaldybės mero </w:t>
      </w:r>
      <w:r w:rsidRPr="00341DED">
        <w:t xml:space="preserve">pavaduotojas, </w:t>
      </w:r>
    </w:p>
    <w:p w:rsidR="002F03D9" w:rsidRDefault="00341DED" w:rsidP="00341DED">
      <w:r w:rsidRPr="00341DED">
        <w:t>pavaduojantis Savivaldybės merą</w:t>
      </w:r>
      <w:r>
        <w:tab/>
      </w:r>
      <w:r>
        <w:tab/>
      </w:r>
      <w:r>
        <w:tab/>
      </w:r>
      <w:r>
        <w:tab/>
        <w:t>Mindaugas Jurčius</w:t>
      </w:r>
    </w:p>
    <w:p w:rsidR="002F03D9" w:rsidRDefault="002F03D9" w:rsidP="002F03D9"/>
    <w:p w:rsidR="002F03D9" w:rsidRDefault="002F03D9" w:rsidP="002F03D9"/>
    <w:p w:rsidR="002F03D9" w:rsidRDefault="002F03D9" w:rsidP="002F03D9"/>
    <w:p w:rsidR="002F03D9" w:rsidRDefault="002F03D9" w:rsidP="002F03D9">
      <w:bookmarkStart w:id="0" w:name="_GoBack"/>
      <w:bookmarkEnd w:id="0"/>
    </w:p>
    <w:p w:rsidR="002F03D9" w:rsidRDefault="002F03D9" w:rsidP="002F03D9"/>
    <w:p w:rsidR="002F03D9" w:rsidRDefault="002F03D9" w:rsidP="002F03D9"/>
    <w:p w:rsidR="002F03D9" w:rsidRDefault="002F03D9" w:rsidP="002F03D9"/>
    <w:p w:rsidR="002F03D9" w:rsidRDefault="002F03D9" w:rsidP="002F03D9"/>
    <w:p w:rsidR="002F03D9" w:rsidRDefault="002F03D9" w:rsidP="002F03D9"/>
    <w:p w:rsidR="002F03D9" w:rsidRDefault="002F03D9" w:rsidP="002F03D9"/>
    <w:p w:rsidR="002F03D9" w:rsidRDefault="002F03D9" w:rsidP="002F03D9"/>
    <w:p w:rsidR="002F03D9" w:rsidRDefault="002F03D9" w:rsidP="002F03D9"/>
    <w:p w:rsidR="002F03D9" w:rsidRDefault="002F03D9" w:rsidP="002F03D9"/>
    <w:p w:rsidR="002F03D9" w:rsidRDefault="002F03D9" w:rsidP="002F03D9"/>
    <w:p w:rsidR="002F03D9" w:rsidRDefault="002F03D9" w:rsidP="002F03D9"/>
    <w:p w:rsidR="002F03D9" w:rsidRDefault="002F03D9" w:rsidP="002F03D9"/>
    <w:p w:rsidR="002F03D9" w:rsidRDefault="002F03D9" w:rsidP="002F03D9"/>
    <w:p w:rsidR="002F03D9" w:rsidRDefault="002F03D9" w:rsidP="002F03D9"/>
    <w:p w:rsidR="002F03D9" w:rsidRDefault="002F03D9" w:rsidP="002F03D9"/>
    <w:p w:rsidR="002F03D9" w:rsidRDefault="002F03D9" w:rsidP="002F03D9"/>
    <w:p w:rsidR="002F03D9" w:rsidRDefault="002F03D9" w:rsidP="002F03D9"/>
    <w:sectPr w:rsidR="002F03D9" w:rsidSect="00E33EAB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3D9"/>
    <w:rsid w:val="002F03D9"/>
    <w:rsid w:val="00341DED"/>
    <w:rsid w:val="006225FD"/>
    <w:rsid w:val="008C4BD4"/>
    <w:rsid w:val="00E33EAB"/>
    <w:rsid w:val="00E8623E"/>
    <w:rsid w:val="00EC732A"/>
    <w:rsid w:val="00F1178E"/>
    <w:rsid w:val="00F92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F03D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unhideWhenUsed/>
    <w:rsid w:val="002F03D9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F03D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unhideWhenUsed/>
    <w:rsid w:val="002F03D9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25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825D1953</Template>
  <TotalTime>3</TotalTime>
  <Pages>1</Pages>
  <Words>585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Štuikytė</dc:creator>
  <cp:lastModifiedBy>Jovita Šumskienė</cp:lastModifiedBy>
  <cp:revision>8</cp:revision>
  <cp:lastPrinted>2018-11-30T07:29:00Z</cp:lastPrinted>
  <dcterms:created xsi:type="dcterms:W3CDTF">2018-11-21T09:40:00Z</dcterms:created>
  <dcterms:modified xsi:type="dcterms:W3CDTF">2018-11-30T07:29:00Z</dcterms:modified>
</cp:coreProperties>
</file>