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D86" w:rsidRPr="00694D86" w:rsidRDefault="00694D86" w:rsidP="005A3623">
      <w:pPr>
        <w:ind w:firstLine="0"/>
        <w:jc w:val="center"/>
        <w:rPr>
          <w:b/>
          <w:sz w:val="28"/>
          <w:szCs w:val="28"/>
        </w:rPr>
      </w:pPr>
      <w:r>
        <w:rPr>
          <w:b/>
          <w:noProof/>
          <w:sz w:val="28"/>
        </w:rPr>
        <w:drawing>
          <wp:anchor distT="0" distB="180340" distL="114300" distR="114300" simplePos="0" relativeHeight="251659264" behindDoc="1" locked="0" layoutInCell="0" allowOverlap="1" wp14:anchorId="7B701A28" wp14:editId="16A8711C">
            <wp:simplePos x="0" y="0"/>
            <wp:positionH relativeFrom="column">
              <wp:posOffset>2804160</wp:posOffset>
            </wp:positionH>
            <wp:positionV relativeFrom="paragraph">
              <wp:posOffset>-348615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2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4D86">
        <w:rPr>
          <w:b/>
          <w:sz w:val="28"/>
          <w:szCs w:val="28"/>
        </w:rPr>
        <w:t>PLUNGĖS RAJONO SAVIVALDYBĖS</w:t>
      </w:r>
    </w:p>
    <w:p w:rsidR="00694D86" w:rsidRPr="00694D86" w:rsidRDefault="00694D86" w:rsidP="005A3623">
      <w:pPr>
        <w:ind w:firstLine="0"/>
        <w:jc w:val="center"/>
        <w:rPr>
          <w:b/>
          <w:sz w:val="28"/>
          <w:szCs w:val="28"/>
        </w:rPr>
      </w:pPr>
      <w:r w:rsidRPr="00694D86">
        <w:rPr>
          <w:b/>
          <w:sz w:val="28"/>
          <w:szCs w:val="28"/>
        </w:rPr>
        <w:t>TARYBA</w:t>
      </w:r>
    </w:p>
    <w:p w:rsidR="00694D86" w:rsidRPr="00694D86" w:rsidRDefault="00694D86" w:rsidP="005A3623">
      <w:pPr>
        <w:ind w:firstLine="0"/>
        <w:jc w:val="center"/>
        <w:rPr>
          <w:b/>
          <w:sz w:val="28"/>
          <w:szCs w:val="28"/>
        </w:rPr>
      </w:pPr>
    </w:p>
    <w:p w:rsidR="00694D86" w:rsidRPr="00694D86" w:rsidRDefault="00694D86" w:rsidP="005A3623">
      <w:pPr>
        <w:ind w:firstLine="0"/>
        <w:jc w:val="center"/>
        <w:rPr>
          <w:b/>
          <w:sz w:val="28"/>
          <w:szCs w:val="28"/>
        </w:rPr>
      </w:pPr>
      <w:r w:rsidRPr="00694D86">
        <w:rPr>
          <w:b/>
          <w:sz w:val="28"/>
          <w:szCs w:val="28"/>
        </w:rPr>
        <w:t>SPRENDIMAS</w:t>
      </w:r>
    </w:p>
    <w:p w:rsidR="00694D86" w:rsidRPr="00694D86" w:rsidRDefault="00694D86" w:rsidP="005A3623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DĖL NARKOTIKŲ KONTROLĖS</w:t>
      </w:r>
      <w:r w:rsidRPr="00694D86">
        <w:rPr>
          <w:b/>
          <w:sz w:val="28"/>
          <w:szCs w:val="28"/>
        </w:rPr>
        <w:t xml:space="preserve"> IR NARKOMANIJOS PREVENCIJOS KOMISIJOS PATVIRTINIMO</w:t>
      </w:r>
    </w:p>
    <w:p w:rsidR="00694D86" w:rsidRDefault="00694D86" w:rsidP="005A3623">
      <w:pPr>
        <w:ind w:firstLine="0"/>
        <w:jc w:val="center"/>
      </w:pPr>
    </w:p>
    <w:p w:rsidR="00694D86" w:rsidRDefault="00694D86" w:rsidP="005A3623">
      <w:pPr>
        <w:ind w:firstLine="0"/>
        <w:jc w:val="center"/>
      </w:pPr>
      <w:r>
        <w:t>2018 m. spalio 25 d. Nr. T1-</w:t>
      </w:r>
      <w:r w:rsidR="005A3623">
        <w:t>235</w:t>
      </w:r>
      <w:bookmarkStart w:id="0" w:name="_GoBack"/>
      <w:bookmarkEnd w:id="0"/>
    </w:p>
    <w:p w:rsidR="00B634E3" w:rsidRDefault="00694D86" w:rsidP="005A3623">
      <w:pPr>
        <w:ind w:firstLine="0"/>
        <w:jc w:val="center"/>
      </w:pPr>
      <w:r>
        <w:t>Plungė</w:t>
      </w:r>
    </w:p>
    <w:p w:rsidR="00694D86" w:rsidRDefault="00694D86" w:rsidP="00694D86"/>
    <w:p w:rsidR="00B634E3" w:rsidRPr="00BA70F2" w:rsidRDefault="00B634E3" w:rsidP="009E264F">
      <w:r w:rsidRPr="00BA70F2">
        <w:t>Vadovaudamasi Lietuvos Respubli</w:t>
      </w:r>
      <w:r>
        <w:t xml:space="preserve">kos vietos savivaldos įstatymo </w:t>
      </w:r>
      <w:r w:rsidRPr="00BA70F2">
        <w:t>16 straipsnio 2 dalies 6 punktu, Plungės rajono savivaldybės taryba n u s p r e n d ž i a:</w:t>
      </w:r>
    </w:p>
    <w:p w:rsidR="00B634E3" w:rsidRDefault="00B634E3" w:rsidP="009E264F">
      <w:r w:rsidRPr="00BA70F2">
        <w:t>1.</w:t>
      </w:r>
      <w:r>
        <w:t xml:space="preserve"> Patvirtinti</w:t>
      </w:r>
      <w:r w:rsidRPr="00BA70F2">
        <w:t xml:space="preserve"> VII</w:t>
      </w:r>
      <w:r>
        <w:t>I</w:t>
      </w:r>
      <w:r w:rsidRPr="00BA70F2">
        <w:t xml:space="preserve"> šaukimo </w:t>
      </w:r>
      <w:r>
        <w:t xml:space="preserve">Plungės </w:t>
      </w:r>
      <w:r w:rsidRPr="00BA70F2">
        <w:t xml:space="preserve">rajono savivaldybės tarybos </w:t>
      </w:r>
      <w:r>
        <w:t xml:space="preserve">įgaliojimų </w:t>
      </w:r>
      <w:r w:rsidRPr="00BA70F2">
        <w:t>kadencij</w:t>
      </w:r>
      <w:r>
        <w:t xml:space="preserve">ai </w:t>
      </w:r>
      <w:r w:rsidRPr="00BA70F2">
        <w:t xml:space="preserve"> </w:t>
      </w:r>
      <w:r>
        <w:t>Narkotikų kontrolės ir narkomanijos prevencijos komisiją</w:t>
      </w:r>
      <w:r w:rsidRPr="00BA70F2">
        <w:t>:</w:t>
      </w:r>
    </w:p>
    <w:p w:rsidR="004A5A7B" w:rsidRDefault="004A5A7B" w:rsidP="009E264F">
      <w:r>
        <w:t>Mant</w:t>
      </w:r>
      <w:r w:rsidR="00806FD1">
        <w:t>as Česnauska</w:t>
      </w:r>
      <w:r>
        <w:t>s, Plungės rajono savivaldybės mero patarėjas;</w:t>
      </w:r>
    </w:p>
    <w:p w:rsidR="004A5A7B" w:rsidRDefault="004A5A7B" w:rsidP="009E264F">
      <w:r>
        <w:t xml:space="preserve">Vytautas </w:t>
      </w:r>
      <w:proofErr w:type="spellStart"/>
      <w:r>
        <w:t>Gedvainis</w:t>
      </w:r>
      <w:proofErr w:type="spellEnd"/>
      <w:r>
        <w:t xml:space="preserve">, Plungės Šv. Jono </w:t>
      </w:r>
      <w:r w:rsidRPr="004A5A7B">
        <w:t xml:space="preserve">Krikštytojo </w:t>
      </w:r>
      <w:r>
        <w:t>parapijos dekanas</w:t>
      </w:r>
      <w:r w:rsidRPr="004A5A7B">
        <w:t xml:space="preserve"> klebonas</w:t>
      </w:r>
      <w:r>
        <w:t>;</w:t>
      </w:r>
    </w:p>
    <w:p w:rsidR="004A5A7B" w:rsidRDefault="004A5A7B" w:rsidP="009E264F">
      <w:r>
        <w:t>Oresta Gerulskienė, Plungės rajono savivaldybės gydytoja;</w:t>
      </w:r>
    </w:p>
    <w:p w:rsidR="004A5A7B" w:rsidRDefault="004A5A7B" w:rsidP="009E264F">
      <w:r>
        <w:t>Giedrė Jankauskienė, A. Klišonio komercinės firmos ,,Inesa“ socialinė darbuotoja;</w:t>
      </w:r>
    </w:p>
    <w:p w:rsidR="004A5A7B" w:rsidRDefault="004A5A7B" w:rsidP="009E264F">
      <w:r>
        <w:t>Ingrida Juškaitė, Klaipėdos apskrities VPK Plungės rajono policijos komisariato Viešosios policijos skyriaus viršininkė;</w:t>
      </w:r>
    </w:p>
    <w:p w:rsidR="004A5A7B" w:rsidRDefault="004A5A7B" w:rsidP="009E264F">
      <w:r>
        <w:t xml:space="preserve">Jūratė Karalienė, </w:t>
      </w:r>
      <w:r w:rsidRPr="004A5A7B">
        <w:t>Plungės</w:t>
      </w:r>
      <w:r>
        <w:t xml:space="preserve"> paslaugų ir </w:t>
      </w:r>
      <w:r w:rsidRPr="004A5A7B">
        <w:t xml:space="preserve">švietimo </w:t>
      </w:r>
      <w:r>
        <w:t xml:space="preserve">pagalbos </w:t>
      </w:r>
      <w:r w:rsidRPr="004A5A7B">
        <w:t>centro</w:t>
      </w:r>
      <w:r>
        <w:t xml:space="preserve"> Pedagoginės psichologinės tarnybos vedėja;</w:t>
      </w:r>
    </w:p>
    <w:p w:rsidR="004A5A7B" w:rsidRDefault="004A5A7B" w:rsidP="009E264F">
      <w:r>
        <w:t xml:space="preserve">Žydrūnas Purauskis, Plungės rajono savivaldybės mero patarėjas; </w:t>
      </w:r>
    </w:p>
    <w:p w:rsidR="004A5A7B" w:rsidRDefault="004A5A7B" w:rsidP="009E264F">
      <w:r>
        <w:t>Gintautas Rimeikis,</w:t>
      </w:r>
      <w:r w:rsidRPr="0014037F">
        <w:t xml:space="preserve"> </w:t>
      </w:r>
      <w:r>
        <w:t>Plungės rajono savivaldybės administracijos Švietimo, kultūros ir sporto skyriaus vedėjas;</w:t>
      </w:r>
    </w:p>
    <w:p w:rsidR="004A5A7B" w:rsidRDefault="004A5A7B" w:rsidP="009E264F">
      <w:r>
        <w:t>Stanislava Simonavičienė, Savivaldybės bendruomenės sveikatos tarybos pirmininkė;</w:t>
      </w:r>
    </w:p>
    <w:p w:rsidR="00B634E3" w:rsidRDefault="00B634E3" w:rsidP="009E264F">
      <w:r>
        <w:t xml:space="preserve">Juozas Šlepetis, Sveikatos ir socialinių reikalų komiteto pirmininkas; </w:t>
      </w:r>
    </w:p>
    <w:p w:rsidR="004A5A7B" w:rsidRDefault="004A5A7B" w:rsidP="009E264F">
      <w:r>
        <w:t xml:space="preserve">Vilma Šlyžienė, Plungės rajono savivaldybės administracijos Socialinės paramos skyriaus vedėjo pavaduotoja; </w:t>
      </w:r>
    </w:p>
    <w:p w:rsidR="004A5A7B" w:rsidRDefault="004A5A7B" w:rsidP="009E264F">
      <w:r>
        <w:t>Vytautas Tumas, Plungės rajono savivaldybės administracijos Juridin</w:t>
      </w:r>
      <w:r w:rsidR="009E264F">
        <w:t>io ir personalo administravimo skyriaus</w:t>
      </w:r>
      <w:r>
        <w:t xml:space="preserve"> vedėjas;</w:t>
      </w:r>
    </w:p>
    <w:p w:rsidR="00B634E3" w:rsidRDefault="00B634E3" w:rsidP="009E264F">
      <w:r>
        <w:t xml:space="preserve">Jurga Venckuvienė, </w:t>
      </w:r>
      <w:r w:rsidR="0014037F">
        <w:t xml:space="preserve">Plungės rajono savivaldybės administracijos Švietimo, kultūros ir sporto skyriaus </w:t>
      </w:r>
      <w:r>
        <w:t>jaunimo reikalų koordinatorė;</w:t>
      </w:r>
      <w:r w:rsidR="004A5A7B">
        <w:t xml:space="preserve"> </w:t>
      </w:r>
    </w:p>
    <w:p w:rsidR="004A5A7B" w:rsidRPr="007F2A67" w:rsidRDefault="004A5A7B" w:rsidP="009E264F">
      <w:r w:rsidRPr="007F2A67">
        <w:rPr>
          <w:szCs w:val="24"/>
        </w:rPr>
        <w:t>Aušra Vyšniauskienė, Telšių apskrities vaiko teisių apsaugos skyri</w:t>
      </w:r>
      <w:r>
        <w:rPr>
          <w:szCs w:val="24"/>
        </w:rPr>
        <w:t>a</w:t>
      </w:r>
      <w:r w:rsidRPr="007F2A67">
        <w:rPr>
          <w:szCs w:val="24"/>
        </w:rPr>
        <w:t>us Plungės rajone vyr. specialistė</w:t>
      </w:r>
      <w:r w:rsidR="002B7562">
        <w:rPr>
          <w:szCs w:val="24"/>
        </w:rPr>
        <w:t>;</w:t>
      </w:r>
    </w:p>
    <w:p w:rsidR="00B634E3" w:rsidRDefault="00B634E3" w:rsidP="009E264F">
      <w:r>
        <w:t>Daiva Zablockienė, Plungės rajono savivaldybės visuomenės sveikatos biuro direktorė</w:t>
      </w:r>
      <w:r w:rsidR="002B7562">
        <w:t>.</w:t>
      </w:r>
    </w:p>
    <w:p w:rsidR="00B634E3" w:rsidRDefault="00B634E3" w:rsidP="009E264F">
      <w:r w:rsidRPr="0008769C">
        <w:t>2</w:t>
      </w:r>
      <w:r>
        <w:t>. Skirti Giedrę Jankauskienę Komisijos pirminink</w:t>
      </w:r>
      <w:r w:rsidR="0014037F">
        <w:t>e</w:t>
      </w:r>
      <w:r w:rsidR="004A5A7B">
        <w:t>,</w:t>
      </w:r>
      <w:r w:rsidR="004A5A7B" w:rsidRPr="004A5A7B">
        <w:t xml:space="preserve"> </w:t>
      </w:r>
      <w:r w:rsidR="004A5A7B">
        <w:t xml:space="preserve">Orestą </w:t>
      </w:r>
      <w:proofErr w:type="spellStart"/>
      <w:r w:rsidR="004A5A7B">
        <w:t>Gerulskienę</w:t>
      </w:r>
      <w:proofErr w:type="spellEnd"/>
      <w:r w:rsidR="004A5A7B">
        <w:t xml:space="preserve"> - Komisijos pirmininko pavaduotoja.</w:t>
      </w:r>
    </w:p>
    <w:p w:rsidR="00B634E3" w:rsidRDefault="004A5A7B" w:rsidP="009E264F">
      <w:r>
        <w:t>3</w:t>
      </w:r>
      <w:r w:rsidR="00B634E3">
        <w:t xml:space="preserve">. </w:t>
      </w:r>
      <w:r w:rsidR="00B634E3" w:rsidRPr="00544227">
        <w:rPr>
          <w:lang w:eastAsia="lt-LT"/>
        </w:rPr>
        <w:t xml:space="preserve">Pripažinti netekusiu galios </w:t>
      </w:r>
      <w:r w:rsidR="00B634E3" w:rsidRPr="006A4D18">
        <w:t>Plungės rajono</w:t>
      </w:r>
      <w:r w:rsidR="00B634E3" w:rsidRPr="00544227">
        <w:rPr>
          <w:lang w:eastAsia="lt-LT"/>
        </w:rPr>
        <w:t xml:space="preserve"> </w:t>
      </w:r>
      <w:r w:rsidR="00B634E3">
        <w:rPr>
          <w:lang w:eastAsia="lt-LT"/>
        </w:rPr>
        <w:t>savivaldybės tarybos 2015</w:t>
      </w:r>
      <w:r w:rsidR="00B634E3" w:rsidRPr="006A4D18">
        <w:rPr>
          <w:lang w:eastAsia="lt-LT"/>
        </w:rPr>
        <w:t xml:space="preserve"> m. </w:t>
      </w:r>
      <w:r w:rsidR="00C721B6">
        <w:rPr>
          <w:lang w:eastAsia="lt-LT"/>
        </w:rPr>
        <w:t>birželio 25</w:t>
      </w:r>
      <w:r w:rsidR="00B634E3" w:rsidRPr="006A4D18">
        <w:rPr>
          <w:lang w:eastAsia="lt-LT"/>
        </w:rPr>
        <w:t xml:space="preserve"> d. sprendimą Nr. T1-</w:t>
      </w:r>
      <w:r w:rsidR="00B634E3">
        <w:rPr>
          <w:lang w:eastAsia="lt-LT"/>
        </w:rPr>
        <w:t>153</w:t>
      </w:r>
      <w:r w:rsidR="00B634E3" w:rsidRPr="00544227">
        <w:rPr>
          <w:lang w:eastAsia="lt-LT"/>
        </w:rPr>
        <w:t xml:space="preserve"> „</w:t>
      </w:r>
      <w:r w:rsidR="00B634E3">
        <w:t>D</w:t>
      </w:r>
      <w:r w:rsidR="00B634E3" w:rsidRPr="004D687E">
        <w:t xml:space="preserve">ėl </w:t>
      </w:r>
      <w:r w:rsidR="00B634E3">
        <w:t>P</w:t>
      </w:r>
      <w:r w:rsidR="00B634E3" w:rsidRPr="004D687E">
        <w:t xml:space="preserve">lungės rajono savivaldybės </w:t>
      </w:r>
      <w:r w:rsidR="00B634E3">
        <w:t>Narkotikų kontrolės ir narkomanijos prevencijos komisijos</w:t>
      </w:r>
      <w:r w:rsidR="00B634E3" w:rsidRPr="00BA70F2">
        <w:t xml:space="preserve"> </w:t>
      </w:r>
      <w:r w:rsidR="00B634E3">
        <w:t>patvirtinimo</w:t>
      </w:r>
      <w:r w:rsidR="00B634E3" w:rsidRPr="00544227">
        <w:rPr>
          <w:lang w:eastAsia="lt-LT"/>
        </w:rPr>
        <w:t>“.</w:t>
      </w:r>
    </w:p>
    <w:p w:rsidR="00B634E3" w:rsidRDefault="00B634E3" w:rsidP="00B634E3">
      <w:pPr>
        <w:ind w:firstLine="0"/>
      </w:pPr>
    </w:p>
    <w:p w:rsidR="00694D86" w:rsidRDefault="00694D86" w:rsidP="00B634E3">
      <w:pPr>
        <w:ind w:firstLine="0"/>
      </w:pPr>
    </w:p>
    <w:p w:rsidR="00B634E3" w:rsidRDefault="00694D86" w:rsidP="00B634E3">
      <w:pPr>
        <w:ind w:firstLine="0"/>
      </w:pPr>
      <w:r>
        <w:t>Savivaldybės meras</w:t>
      </w:r>
      <w:r>
        <w:tab/>
      </w:r>
      <w:r>
        <w:tab/>
      </w:r>
      <w:r>
        <w:tab/>
      </w:r>
      <w:r>
        <w:tab/>
        <w:t xml:space="preserve"> </w:t>
      </w:r>
      <w:r>
        <w:tab/>
        <w:t xml:space="preserve">   Audrius Klišonis</w:t>
      </w:r>
    </w:p>
    <w:p w:rsidR="00B634E3" w:rsidRDefault="00B634E3" w:rsidP="00B634E3"/>
    <w:sectPr w:rsidR="00B634E3" w:rsidSect="00694D86">
      <w:pgSz w:w="11906" w:h="16838"/>
      <w:pgMar w:top="1134" w:right="567" w:bottom="1134" w:left="1701" w:header="567" w:footer="567" w:gutter="0"/>
      <w:pgNumType w:start="1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4E3"/>
    <w:rsid w:val="0008769C"/>
    <w:rsid w:val="0014037F"/>
    <w:rsid w:val="00173687"/>
    <w:rsid w:val="0025749A"/>
    <w:rsid w:val="002B7562"/>
    <w:rsid w:val="004A5A7B"/>
    <w:rsid w:val="00504B11"/>
    <w:rsid w:val="005A3623"/>
    <w:rsid w:val="00602331"/>
    <w:rsid w:val="00694D86"/>
    <w:rsid w:val="007F2A67"/>
    <w:rsid w:val="00806FD1"/>
    <w:rsid w:val="0082127B"/>
    <w:rsid w:val="0088484A"/>
    <w:rsid w:val="009E264F"/>
    <w:rsid w:val="00B634E3"/>
    <w:rsid w:val="00B92388"/>
    <w:rsid w:val="00C721B6"/>
    <w:rsid w:val="00CF173B"/>
    <w:rsid w:val="00E8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634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ntrat3">
    <w:name w:val="heading 3"/>
    <w:basedOn w:val="prastasis"/>
    <w:link w:val="Antrat3Diagrama"/>
    <w:uiPriority w:val="9"/>
    <w:qFormat/>
    <w:rsid w:val="007F2A67"/>
    <w:pPr>
      <w:spacing w:before="100" w:beforeAutospacing="1" w:after="100" w:afterAutospacing="1"/>
      <w:ind w:firstLine="0"/>
      <w:jc w:val="left"/>
      <w:outlineLvl w:val="2"/>
    </w:pPr>
    <w:rPr>
      <w:b/>
      <w:bCs/>
      <w:sz w:val="27"/>
      <w:szCs w:val="27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B634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1">
    <w:name w:val="Diagrama Diagrama1"/>
    <w:basedOn w:val="prastasis"/>
    <w:semiHidden/>
    <w:rsid w:val="00B634E3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basedOn w:val="Numatytasispastraiposriftas"/>
    <w:semiHidden/>
    <w:rsid w:val="00B634E3"/>
    <w:rPr>
      <w:sz w:val="16"/>
    </w:rPr>
  </w:style>
  <w:style w:type="paragraph" w:styleId="Sraopastraipa">
    <w:name w:val="List Paragraph"/>
    <w:basedOn w:val="prastasis"/>
    <w:uiPriority w:val="34"/>
    <w:qFormat/>
    <w:rsid w:val="00B634E3"/>
    <w:pPr>
      <w:ind w:left="720"/>
      <w:contextualSpacing/>
    </w:pPr>
  </w:style>
  <w:style w:type="character" w:customStyle="1" w:styleId="Antrat3Diagrama">
    <w:name w:val="Antraštė 3 Diagrama"/>
    <w:basedOn w:val="Numatytasispastraiposriftas"/>
    <w:link w:val="Antrat3"/>
    <w:uiPriority w:val="9"/>
    <w:rsid w:val="007F2A67"/>
    <w:rPr>
      <w:rFonts w:ascii="Times New Roman" w:eastAsia="Times New Roman" w:hAnsi="Times New Roman" w:cs="Times New Roman"/>
      <w:b/>
      <w:bCs/>
      <w:sz w:val="27"/>
      <w:szCs w:val="27"/>
      <w:lang w:eastAsia="lt-LT"/>
    </w:rPr>
  </w:style>
  <w:style w:type="paragraph" w:customStyle="1" w:styleId="CharChar">
    <w:name w:val="Char Char"/>
    <w:basedOn w:val="prastasis"/>
    <w:semiHidden/>
    <w:rsid w:val="0008769C"/>
    <w:pPr>
      <w:spacing w:before="360" w:after="240" w:line="240" w:lineRule="exact"/>
      <w:ind w:firstLine="0"/>
    </w:pPr>
    <w:rPr>
      <w:lang w:val="en-GB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4037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4037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634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ntrat3">
    <w:name w:val="heading 3"/>
    <w:basedOn w:val="prastasis"/>
    <w:link w:val="Antrat3Diagrama"/>
    <w:uiPriority w:val="9"/>
    <w:qFormat/>
    <w:rsid w:val="007F2A67"/>
    <w:pPr>
      <w:spacing w:before="100" w:beforeAutospacing="1" w:after="100" w:afterAutospacing="1"/>
      <w:ind w:firstLine="0"/>
      <w:jc w:val="left"/>
      <w:outlineLvl w:val="2"/>
    </w:pPr>
    <w:rPr>
      <w:b/>
      <w:bCs/>
      <w:sz w:val="27"/>
      <w:szCs w:val="27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B634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1">
    <w:name w:val="Diagrama Diagrama1"/>
    <w:basedOn w:val="prastasis"/>
    <w:semiHidden/>
    <w:rsid w:val="00B634E3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basedOn w:val="Numatytasispastraiposriftas"/>
    <w:semiHidden/>
    <w:rsid w:val="00B634E3"/>
    <w:rPr>
      <w:sz w:val="16"/>
    </w:rPr>
  </w:style>
  <w:style w:type="paragraph" w:styleId="Sraopastraipa">
    <w:name w:val="List Paragraph"/>
    <w:basedOn w:val="prastasis"/>
    <w:uiPriority w:val="34"/>
    <w:qFormat/>
    <w:rsid w:val="00B634E3"/>
    <w:pPr>
      <w:ind w:left="720"/>
      <w:contextualSpacing/>
    </w:pPr>
  </w:style>
  <w:style w:type="character" w:customStyle="1" w:styleId="Antrat3Diagrama">
    <w:name w:val="Antraštė 3 Diagrama"/>
    <w:basedOn w:val="Numatytasispastraiposriftas"/>
    <w:link w:val="Antrat3"/>
    <w:uiPriority w:val="9"/>
    <w:rsid w:val="007F2A67"/>
    <w:rPr>
      <w:rFonts w:ascii="Times New Roman" w:eastAsia="Times New Roman" w:hAnsi="Times New Roman" w:cs="Times New Roman"/>
      <w:b/>
      <w:bCs/>
      <w:sz w:val="27"/>
      <w:szCs w:val="27"/>
      <w:lang w:eastAsia="lt-LT"/>
    </w:rPr>
  </w:style>
  <w:style w:type="paragraph" w:customStyle="1" w:styleId="CharChar">
    <w:name w:val="Char Char"/>
    <w:basedOn w:val="prastasis"/>
    <w:semiHidden/>
    <w:rsid w:val="0008769C"/>
    <w:pPr>
      <w:spacing w:before="360" w:after="240" w:line="240" w:lineRule="exact"/>
      <w:ind w:firstLine="0"/>
    </w:pPr>
    <w:rPr>
      <w:lang w:val="en-GB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4037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4037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6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77E4C8B</Template>
  <TotalTime>6</TotalTime>
  <Pages>1</Pages>
  <Words>1410</Words>
  <Characters>805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6</cp:revision>
  <dcterms:created xsi:type="dcterms:W3CDTF">2018-10-22T11:43:00Z</dcterms:created>
  <dcterms:modified xsi:type="dcterms:W3CDTF">2018-10-25T13:41:00Z</dcterms:modified>
</cp:coreProperties>
</file>