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AF" w:rsidRPr="002C5BAF" w:rsidRDefault="00746671" w:rsidP="00746671">
      <w:pPr>
        <w:pStyle w:val="Pavadinimas"/>
        <w:rPr>
          <w:sz w:val="28"/>
          <w:szCs w:val="28"/>
          <w:lang w:eastAsia="lt-LT"/>
        </w:rPr>
      </w:pPr>
      <w:r>
        <w:rPr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2777490</wp:posOffset>
            </wp:positionH>
            <wp:positionV relativeFrom="paragraph">
              <wp:posOffset>-302895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BAF" w:rsidRPr="002C5BAF">
        <w:rPr>
          <w:sz w:val="28"/>
          <w:szCs w:val="28"/>
          <w:lang w:eastAsia="lt-LT"/>
        </w:rPr>
        <w:t>PLUNGĖS RAJONO SAVIVALDYBĖS</w:t>
      </w:r>
    </w:p>
    <w:p w:rsidR="002C5BAF" w:rsidRPr="002C5BAF" w:rsidRDefault="002C5BAF" w:rsidP="00746671">
      <w:pPr>
        <w:pStyle w:val="Pavadinimas"/>
        <w:rPr>
          <w:sz w:val="28"/>
          <w:szCs w:val="28"/>
          <w:lang w:eastAsia="lt-LT"/>
        </w:rPr>
      </w:pPr>
      <w:r w:rsidRPr="002C5BAF">
        <w:rPr>
          <w:sz w:val="28"/>
          <w:szCs w:val="28"/>
          <w:lang w:eastAsia="lt-LT"/>
        </w:rPr>
        <w:t>TARYBA</w:t>
      </w:r>
    </w:p>
    <w:p w:rsidR="002C5BAF" w:rsidRPr="002C5BAF" w:rsidRDefault="002C5BAF" w:rsidP="00746671">
      <w:pPr>
        <w:pStyle w:val="Pavadinimas"/>
        <w:rPr>
          <w:sz w:val="28"/>
          <w:szCs w:val="28"/>
          <w:lang w:eastAsia="lt-LT"/>
        </w:rPr>
      </w:pPr>
    </w:p>
    <w:p w:rsidR="002C5BAF" w:rsidRPr="002C5BAF" w:rsidRDefault="002C5BAF" w:rsidP="00746671">
      <w:pPr>
        <w:pStyle w:val="Pavadinimas"/>
        <w:rPr>
          <w:sz w:val="28"/>
          <w:szCs w:val="28"/>
          <w:lang w:eastAsia="lt-LT"/>
        </w:rPr>
      </w:pPr>
      <w:r w:rsidRPr="002C5BAF">
        <w:rPr>
          <w:sz w:val="28"/>
          <w:szCs w:val="28"/>
          <w:lang w:eastAsia="lt-LT"/>
        </w:rPr>
        <w:t>SPRENDIMAS</w:t>
      </w:r>
    </w:p>
    <w:p w:rsidR="002C5BAF" w:rsidRPr="002C5BAF" w:rsidRDefault="00562266" w:rsidP="00746671">
      <w:pPr>
        <w:pStyle w:val="Pavadinimas"/>
        <w:rPr>
          <w:sz w:val="28"/>
          <w:szCs w:val="28"/>
          <w:lang w:eastAsia="lt-LT"/>
        </w:rPr>
      </w:pPr>
      <w:r>
        <w:rPr>
          <w:sz w:val="28"/>
          <w:szCs w:val="28"/>
          <w:lang w:eastAsia="lt-LT"/>
        </w:rPr>
        <w:t xml:space="preserve">DĖL </w:t>
      </w:r>
      <w:r w:rsidR="002C5BAF" w:rsidRPr="002C5BAF">
        <w:rPr>
          <w:sz w:val="28"/>
          <w:szCs w:val="28"/>
          <w:lang w:eastAsia="lt-LT"/>
        </w:rPr>
        <w:t>VŠĮ PLUNGĖS RAJONO SAVIVALDYBĖS LIGONINĖS LAIKINO APNAKVINDINIMO PASLAUGOS TEIKIMO KAINOS NUSTATYMO</w:t>
      </w:r>
    </w:p>
    <w:p w:rsidR="002C5BAF" w:rsidRDefault="002C5BAF" w:rsidP="00746671">
      <w:pPr>
        <w:pStyle w:val="Pavadinimas"/>
        <w:rPr>
          <w:lang w:eastAsia="lt-LT"/>
        </w:rPr>
      </w:pPr>
    </w:p>
    <w:p w:rsidR="002C5BAF" w:rsidRPr="002C5BAF" w:rsidRDefault="002C5BAF" w:rsidP="00746671">
      <w:pPr>
        <w:pStyle w:val="Pavadinimas"/>
        <w:rPr>
          <w:b w:val="0"/>
          <w:lang w:eastAsia="lt-LT"/>
        </w:rPr>
      </w:pPr>
      <w:r w:rsidRPr="002C5BAF">
        <w:rPr>
          <w:b w:val="0"/>
          <w:lang w:eastAsia="lt-LT"/>
        </w:rPr>
        <w:t>2018 m. rugsėjo 27 d. Nr. T1-</w:t>
      </w:r>
      <w:r w:rsidR="008E6B08">
        <w:rPr>
          <w:b w:val="0"/>
          <w:lang w:eastAsia="lt-LT"/>
        </w:rPr>
        <w:t>183</w:t>
      </w:r>
      <w:bookmarkStart w:id="0" w:name="_GoBack"/>
      <w:bookmarkEnd w:id="0"/>
    </w:p>
    <w:p w:rsidR="002C5BAF" w:rsidRPr="002C5BAF" w:rsidRDefault="002C5BAF" w:rsidP="00746671">
      <w:pPr>
        <w:pStyle w:val="Pavadinimas"/>
        <w:rPr>
          <w:b w:val="0"/>
          <w:lang w:eastAsia="lt-LT"/>
        </w:rPr>
      </w:pPr>
      <w:r w:rsidRPr="002C5BAF">
        <w:rPr>
          <w:b w:val="0"/>
          <w:lang w:eastAsia="lt-LT"/>
        </w:rPr>
        <w:t>Plungė</w:t>
      </w:r>
    </w:p>
    <w:p w:rsidR="00D505E5" w:rsidRDefault="00D505E5" w:rsidP="00D505E5">
      <w:pPr>
        <w:pStyle w:val="Pavadinimas"/>
        <w:ind w:firstLine="680"/>
        <w:jc w:val="both"/>
        <w:rPr>
          <w:b w:val="0"/>
          <w:lang w:eastAsia="lt-LT"/>
        </w:rPr>
      </w:pPr>
      <w:bookmarkStart w:id="1" w:name="part_079a9d5641b34f9aa2de5cb2be76477b"/>
      <w:bookmarkStart w:id="2" w:name="part_4573417b392e461b97d8676f4e9f57a7"/>
      <w:bookmarkEnd w:id="1"/>
      <w:bookmarkEnd w:id="2"/>
    </w:p>
    <w:p w:rsidR="00D505E5" w:rsidRPr="00676D52" w:rsidRDefault="00D505E5" w:rsidP="00D505E5">
      <w:pPr>
        <w:pStyle w:val="Pavadinimas"/>
        <w:ind w:firstLine="680"/>
        <w:jc w:val="both"/>
        <w:rPr>
          <w:b w:val="0"/>
        </w:rPr>
      </w:pPr>
      <w:r w:rsidRPr="00676D52">
        <w:rPr>
          <w:b w:val="0"/>
          <w:lang w:eastAsia="lt-LT"/>
        </w:rPr>
        <w:t xml:space="preserve">Vadovaudamasi Lietuvos Respublikos vietos savivaldos įstatymo 16 straipsnio 4 dalimi, </w:t>
      </w:r>
      <w:r w:rsidRPr="00676D52">
        <w:rPr>
          <w:b w:val="0"/>
        </w:rPr>
        <w:t>viešosios įstaigos Plungės rajono savivaldybės ligoninės įstatų</w:t>
      </w:r>
      <w:r>
        <w:rPr>
          <w:b w:val="0"/>
        </w:rPr>
        <w:t xml:space="preserve"> 30.5 punktu</w:t>
      </w:r>
      <w:r w:rsidRPr="00676D52">
        <w:rPr>
          <w:b w:val="0"/>
        </w:rPr>
        <w:t xml:space="preserve">, patvirtintu Plungės rajono savivaldybės tarybos 2010 m. spalio 28 d. sprendimu Nr.T1-236 </w:t>
      </w:r>
      <w:r w:rsidRPr="00676D52">
        <w:rPr>
          <w:b w:val="0"/>
          <w:lang w:eastAsia="lt-LT"/>
        </w:rPr>
        <w:t xml:space="preserve">ir atsižvelgdama į </w:t>
      </w:r>
      <w:proofErr w:type="spellStart"/>
      <w:r w:rsidRPr="00676D52">
        <w:rPr>
          <w:b w:val="0"/>
          <w:lang w:eastAsia="lt-LT"/>
        </w:rPr>
        <w:t>VšĮ</w:t>
      </w:r>
      <w:proofErr w:type="spellEnd"/>
      <w:r w:rsidRPr="00676D52">
        <w:rPr>
          <w:b w:val="0"/>
          <w:lang w:eastAsia="lt-LT"/>
        </w:rPr>
        <w:t xml:space="preserve"> Plungės rajono savivaldybės ligoninės 2018 m. rugsėjo 6 d. raštą Nr. V-352 „Dėl neblaivių asmenų laikino </w:t>
      </w:r>
      <w:proofErr w:type="spellStart"/>
      <w:r w:rsidRPr="00676D52">
        <w:rPr>
          <w:b w:val="0"/>
          <w:lang w:eastAsia="lt-LT"/>
        </w:rPr>
        <w:t>apnakvindinimo</w:t>
      </w:r>
      <w:proofErr w:type="spellEnd"/>
      <w:r w:rsidRPr="00676D52">
        <w:rPr>
          <w:b w:val="0"/>
          <w:lang w:eastAsia="lt-LT"/>
        </w:rPr>
        <w:t xml:space="preserve"> paslaugų sąnaudų paskaičiavimo“, Plungės rajono savivaldybės taryba </w:t>
      </w:r>
      <w:r w:rsidRPr="00676D52">
        <w:rPr>
          <w:b w:val="0"/>
          <w:spacing w:val="40"/>
          <w:lang w:eastAsia="lt-LT"/>
        </w:rPr>
        <w:t>nusprendžia:</w:t>
      </w:r>
    </w:p>
    <w:p w:rsidR="00D505E5" w:rsidRPr="00676D52" w:rsidRDefault="00D505E5" w:rsidP="00D505E5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676D52">
        <w:rPr>
          <w:rFonts w:ascii="Times New Roman" w:hAnsi="Times New Roman" w:cs="Times New Roman"/>
          <w:sz w:val="24"/>
          <w:szCs w:val="24"/>
          <w:lang w:eastAsia="lt-LT"/>
        </w:rPr>
        <w:t xml:space="preserve">Nustatyti </w:t>
      </w:r>
      <w:proofErr w:type="spellStart"/>
      <w:r w:rsidRPr="00676D52">
        <w:rPr>
          <w:rFonts w:ascii="Times New Roman" w:hAnsi="Times New Roman" w:cs="Times New Roman"/>
          <w:sz w:val="24"/>
          <w:szCs w:val="24"/>
          <w:lang w:eastAsia="lt-LT"/>
        </w:rPr>
        <w:t>VšĮ</w:t>
      </w:r>
      <w:proofErr w:type="spellEnd"/>
      <w:r w:rsidRPr="00676D52">
        <w:rPr>
          <w:rFonts w:ascii="Times New Roman" w:hAnsi="Times New Roman" w:cs="Times New Roman"/>
          <w:sz w:val="24"/>
          <w:szCs w:val="24"/>
          <w:lang w:eastAsia="lt-LT"/>
        </w:rPr>
        <w:t xml:space="preserve"> Plungės rajono savivaldybės ligoninėje neblaivių asmenų </w:t>
      </w:r>
      <w:r w:rsidRPr="00676D52">
        <w:rPr>
          <w:rFonts w:ascii="Times New Roman" w:hAnsi="Times New Roman" w:cs="Times New Roman"/>
          <w:sz w:val="24"/>
          <w:szCs w:val="24"/>
        </w:rPr>
        <w:t xml:space="preserve">laikino </w:t>
      </w:r>
      <w:proofErr w:type="spellStart"/>
      <w:r w:rsidRPr="00676D52">
        <w:rPr>
          <w:rFonts w:ascii="Times New Roman" w:hAnsi="Times New Roman" w:cs="Times New Roman"/>
          <w:sz w:val="24"/>
          <w:szCs w:val="24"/>
        </w:rPr>
        <w:t>apnakvindinimo</w:t>
      </w:r>
      <w:proofErr w:type="spellEnd"/>
      <w:r w:rsidRPr="00676D52">
        <w:rPr>
          <w:rFonts w:ascii="Times New Roman" w:hAnsi="Times New Roman" w:cs="Times New Roman"/>
          <w:sz w:val="24"/>
          <w:szCs w:val="24"/>
        </w:rPr>
        <w:t xml:space="preserve"> paslaugos kainą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76D52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16,42 </w:t>
      </w:r>
      <w:proofErr w:type="spellStart"/>
      <w:r w:rsidRPr="00676D52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Pr="00676D52">
        <w:rPr>
          <w:rFonts w:ascii="Times New Roman" w:hAnsi="Times New Roman" w:cs="Times New Roman"/>
          <w:sz w:val="24"/>
          <w:szCs w:val="24"/>
          <w:lang w:eastAsia="lt-LT"/>
        </w:rPr>
        <w:t xml:space="preserve"> už parą. </w:t>
      </w:r>
    </w:p>
    <w:p w:rsidR="00D505E5" w:rsidRPr="00AD7EF3" w:rsidRDefault="00D505E5" w:rsidP="00F26FBB">
      <w:pPr>
        <w:rPr>
          <w:rFonts w:ascii="Times New Roman" w:hAnsi="Times New Roman" w:cs="Times New Roman"/>
          <w:sz w:val="24"/>
          <w:szCs w:val="24"/>
        </w:rPr>
      </w:pPr>
    </w:p>
    <w:p w:rsidR="00F26FBB" w:rsidRPr="00AD7EF3" w:rsidRDefault="00F26FBB" w:rsidP="00F26FBB">
      <w:pPr>
        <w:rPr>
          <w:rFonts w:ascii="Times New Roman" w:hAnsi="Times New Roman" w:cs="Times New Roman"/>
          <w:sz w:val="24"/>
          <w:szCs w:val="24"/>
        </w:rPr>
      </w:pPr>
      <w:r w:rsidRPr="00AD7EF3">
        <w:rPr>
          <w:rFonts w:ascii="Times New Roman" w:hAnsi="Times New Roman" w:cs="Times New Roman"/>
          <w:sz w:val="24"/>
          <w:szCs w:val="24"/>
        </w:rPr>
        <w:t>Savivaldybės mer</w:t>
      </w:r>
      <w:r w:rsidR="00746671">
        <w:rPr>
          <w:rFonts w:ascii="Times New Roman" w:hAnsi="Times New Roman" w:cs="Times New Roman"/>
          <w:sz w:val="24"/>
          <w:szCs w:val="24"/>
        </w:rPr>
        <w:t>as</w:t>
      </w:r>
      <w:r w:rsidR="00746671">
        <w:rPr>
          <w:rFonts w:ascii="Times New Roman" w:hAnsi="Times New Roman" w:cs="Times New Roman"/>
          <w:sz w:val="24"/>
          <w:szCs w:val="24"/>
        </w:rPr>
        <w:tab/>
      </w:r>
      <w:r w:rsidR="00746671">
        <w:rPr>
          <w:rFonts w:ascii="Times New Roman" w:hAnsi="Times New Roman" w:cs="Times New Roman"/>
          <w:sz w:val="24"/>
          <w:szCs w:val="24"/>
        </w:rPr>
        <w:tab/>
      </w:r>
      <w:r w:rsidR="00746671">
        <w:rPr>
          <w:rFonts w:ascii="Times New Roman" w:hAnsi="Times New Roman" w:cs="Times New Roman"/>
          <w:sz w:val="24"/>
          <w:szCs w:val="24"/>
        </w:rPr>
        <w:tab/>
      </w:r>
      <w:r w:rsidR="00746671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AD7EF3">
        <w:rPr>
          <w:rFonts w:ascii="Times New Roman" w:hAnsi="Times New Roman" w:cs="Times New Roman"/>
          <w:sz w:val="24"/>
          <w:szCs w:val="24"/>
        </w:rPr>
        <w:t xml:space="preserve"> </w:t>
      </w:r>
      <w:r w:rsidR="00746671">
        <w:rPr>
          <w:rFonts w:ascii="Times New Roman" w:hAnsi="Times New Roman" w:cs="Times New Roman"/>
          <w:sz w:val="24"/>
          <w:szCs w:val="24"/>
        </w:rPr>
        <w:t>Audrius Klišonis</w:t>
      </w:r>
    </w:p>
    <w:sectPr w:rsidR="00F26FBB" w:rsidRPr="00AD7EF3" w:rsidSect="002C5BA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29DA"/>
    <w:multiLevelType w:val="hybridMultilevel"/>
    <w:tmpl w:val="2B6AFBA2"/>
    <w:lvl w:ilvl="0" w:tplc="06F0A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D4B69"/>
    <w:multiLevelType w:val="hybridMultilevel"/>
    <w:tmpl w:val="FA728D46"/>
    <w:lvl w:ilvl="0" w:tplc="A0322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AB534C"/>
    <w:multiLevelType w:val="hybridMultilevel"/>
    <w:tmpl w:val="BCC697EC"/>
    <w:lvl w:ilvl="0" w:tplc="BA6662EE">
      <w:start w:val="19"/>
      <w:numFmt w:val="decimal"/>
      <w:lvlText w:val="%1."/>
      <w:lvlJc w:val="left"/>
      <w:pPr>
        <w:ind w:left="115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77" w:hanging="360"/>
      </w:pPr>
    </w:lvl>
    <w:lvl w:ilvl="2" w:tplc="0427001B" w:tentative="1">
      <w:start w:val="1"/>
      <w:numFmt w:val="lowerRoman"/>
      <w:lvlText w:val="%3."/>
      <w:lvlJc w:val="right"/>
      <w:pPr>
        <w:ind w:left="2597" w:hanging="180"/>
      </w:pPr>
    </w:lvl>
    <w:lvl w:ilvl="3" w:tplc="0427000F" w:tentative="1">
      <w:start w:val="1"/>
      <w:numFmt w:val="decimal"/>
      <w:lvlText w:val="%4."/>
      <w:lvlJc w:val="left"/>
      <w:pPr>
        <w:ind w:left="3317" w:hanging="360"/>
      </w:pPr>
    </w:lvl>
    <w:lvl w:ilvl="4" w:tplc="04270019" w:tentative="1">
      <w:start w:val="1"/>
      <w:numFmt w:val="lowerLetter"/>
      <w:lvlText w:val="%5."/>
      <w:lvlJc w:val="left"/>
      <w:pPr>
        <w:ind w:left="4037" w:hanging="360"/>
      </w:pPr>
    </w:lvl>
    <w:lvl w:ilvl="5" w:tplc="0427001B" w:tentative="1">
      <w:start w:val="1"/>
      <w:numFmt w:val="lowerRoman"/>
      <w:lvlText w:val="%6."/>
      <w:lvlJc w:val="right"/>
      <w:pPr>
        <w:ind w:left="4757" w:hanging="180"/>
      </w:pPr>
    </w:lvl>
    <w:lvl w:ilvl="6" w:tplc="0427000F" w:tentative="1">
      <w:start w:val="1"/>
      <w:numFmt w:val="decimal"/>
      <w:lvlText w:val="%7."/>
      <w:lvlJc w:val="left"/>
      <w:pPr>
        <w:ind w:left="5477" w:hanging="360"/>
      </w:pPr>
    </w:lvl>
    <w:lvl w:ilvl="7" w:tplc="04270019" w:tentative="1">
      <w:start w:val="1"/>
      <w:numFmt w:val="lowerLetter"/>
      <w:lvlText w:val="%8."/>
      <w:lvlJc w:val="left"/>
      <w:pPr>
        <w:ind w:left="6197" w:hanging="360"/>
      </w:pPr>
    </w:lvl>
    <w:lvl w:ilvl="8" w:tplc="0427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3">
    <w:nsid w:val="3DC573BF"/>
    <w:multiLevelType w:val="hybridMultilevel"/>
    <w:tmpl w:val="CF2EA3DE"/>
    <w:lvl w:ilvl="0" w:tplc="B316DA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55FF9"/>
    <w:multiLevelType w:val="hybridMultilevel"/>
    <w:tmpl w:val="139A4C06"/>
    <w:lvl w:ilvl="0" w:tplc="7D6CF6C8">
      <w:start w:val="1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0A24AD4"/>
    <w:multiLevelType w:val="hybridMultilevel"/>
    <w:tmpl w:val="BADAAC48"/>
    <w:lvl w:ilvl="0" w:tplc="0427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D4"/>
    <w:rsid w:val="000066D9"/>
    <w:rsid w:val="00012E14"/>
    <w:rsid w:val="00014338"/>
    <w:rsid w:val="0008533B"/>
    <w:rsid w:val="00093245"/>
    <w:rsid w:val="000C5EA2"/>
    <w:rsid w:val="000F1FF7"/>
    <w:rsid w:val="001376D4"/>
    <w:rsid w:val="00150590"/>
    <w:rsid w:val="001508D0"/>
    <w:rsid w:val="00186971"/>
    <w:rsid w:val="00223367"/>
    <w:rsid w:val="00276503"/>
    <w:rsid w:val="00276EA1"/>
    <w:rsid w:val="00277EF9"/>
    <w:rsid w:val="002A053F"/>
    <w:rsid w:val="002C5BAF"/>
    <w:rsid w:val="002F5F16"/>
    <w:rsid w:val="003833E4"/>
    <w:rsid w:val="003C6793"/>
    <w:rsid w:val="003D1E3D"/>
    <w:rsid w:val="004013B2"/>
    <w:rsid w:val="004026A3"/>
    <w:rsid w:val="004F52F8"/>
    <w:rsid w:val="0051022A"/>
    <w:rsid w:val="00524689"/>
    <w:rsid w:val="00562266"/>
    <w:rsid w:val="005831DF"/>
    <w:rsid w:val="005B30C7"/>
    <w:rsid w:val="005E58FA"/>
    <w:rsid w:val="00634414"/>
    <w:rsid w:val="00676D52"/>
    <w:rsid w:val="006B499A"/>
    <w:rsid w:val="006F0C29"/>
    <w:rsid w:val="00704CF2"/>
    <w:rsid w:val="00737101"/>
    <w:rsid w:val="00746671"/>
    <w:rsid w:val="00764D15"/>
    <w:rsid w:val="00773CA8"/>
    <w:rsid w:val="007A1E6E"/>
    <w:rsid w:val="007B462A"/>
    <w:rsid w:val="00813AE3"/>
    <w:rsid w:val="0083685D"/>
    <w:rsid w:val="008B6C79"/>
    <w:rsid w:val="008D09AA"/>
    <w:rsid w:val="008E6B08"/>
    <w:rsid w:val="00925990"/>
    <w:rsid w:val="009431EA"/>
    <w:rsid w:val="0094362E"/>
    <w:rsid w:val="00950BD9"/>
    <w:rsid w:val="00953F11"/>
    <w:rsid w:val="00955B80"/>
    <w:rsid w:val="00995E19"/>
    <w:rsid w:val="009B4526"/>
    <w:rsid w:val="00A24BA7"/>
    <w:rsid w:val="00A37E29"/>
    <w:rsid w:val="00A45F53"/>
    <w:rsid w:val="00AD7EF3"/>
    <w:rsid w:val="00AF7ED8"/>
    <w:rsid w:val="00BA315A"/>
    <w:rsid w:val="00BA3B34"/>
    <w:rsid w:val="00C67511"/>
    <w:rsid w:val="00D505E5"/>
    <w:rsid w:val="00DA3F29"/>
    <w:rsid w:val="00E85922"/>
    <w:rsid w:val="00EC3BD9"/>
    <w:rsid w:val="00F26FBB"/>
    <w:rsid w:val="00F31BAC"/>
    <w:rsid w:val="00F92681"/>
    <w:rsid w:val="00FA5C74"/>
    <w:rsid w:val="00FB1902"/>
    <w:rsid w:val="00FE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376D4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376D4"/>
    <w:pPr>
      <w:ind w:left="720"/>
      <w:contextualSpacing/>
    </w:pPr>
  </w:style>
  <w:style w:type="table" w:styleId="Lentelstinklelis">
    <w:name w:val="Table Grid"/>
    <w:basedOn w:val="prastojilentel"/>
    <w:rsid w:val="00F2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F26FBB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0C29"/>
    <w:rPr>
      <w:rFonts w:ascii="Tahoma" w:hAnsi="Tahoma" w:cs="Tahoma"/>
      <w:sz w:val="16"/>
      <w:szCs w:val="16"/>
    </w:rPr>
  </w:style>
  <w:style w:type="paragraph" w:styleId="Pavadinimas">
    <w:name w:val="Title"/>
    <w:basedOn w:val="prastasis"/>
    <w:link w:val="PavadinimasDiagrama"/>
    <w:qFormat/>
    <w:rsid w:val="00676D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676D5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376D4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376D4"/>
    <w:pPr>
      <w:ind w:left="720"/>
      <w:contextualSpacing/>
    </w:pPr>
  </w:style>
  <w:style w:type="table" w:styleId="Lentelstinklelis">
    <w:name w:val="Table Grid"/>
    <w:basedOn w:val="prastojilentel"/>
    <w:rsid w:val="00F2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F26FBB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0C29"/>
    <w:rPr>
      <w:rFonts w:ascii="Tahoma" w:hAnsi="Tahoma" w:cs="Tahoma"/>
      <w:sz w:val="16"/>
      <w:szCs w:val="16"/>
    </w:rPr>
  </w:style>
  <w:style w:type="paragraph" w:styleId="Pavadinimas">
    <w:name w:val="Title"/>
    <w:basedOn w:val="prastasis"/>
    <w:link w:val="PavadinimasDiagrama"/>
    <w:qFormat/>
    <w:rsid w:val="00676D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676D5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125EA-E1E6-4B10-9BDB-DA774C72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9C79D32</Template>
  <TotalTime>14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Admn</dc:creator>
  <cp:lastModifiedBy>Jovita Šumskienė</cp:lastModifiedBy>
  <cp:revision>9</cp:revision>
  <cp:lastPrinted>2018-07-26T05:57:00Z</cp:lastPrinted>
  <dcterms:created xsi:type="dcterms:W3CDTF">2018-09-11T05:10:00Z</dcterms:created>
  <dcterms:modified xsi:type="dcterms:W3CDTF">2018-09-28T05:02:00Z</dcterms:modified>
</cp:coreProperties>
</file>