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36" w:rsidRDefault="00A47E4C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-285115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06E83">
        <w:rPr>
          <w:b/>
          <w:sz w:val="28"/>
          <w:szCs w:val="28"/>
        </w:rPr>
        <w:t>PLUNGĖS RAJONO SAVIVALDYBĖS</w:t>
      </w:r>
    </w:p>
    <w:p w:rsidR="00D56554" w:rsidRPr="00A06E83" w:rsidRDefault="00D56554" w:rsidP="00D56554">
      <w:pPr>
        <w:jc w:val="center"/>
        <w:rPr>
          <w:b/>
          <w:sz w:val="28"/>
          <w:szCs w:val="28"/>
        </w:rPr>
      </w:pPr>
      <w:r w:rsidRPr="00A06E83">
        <w:rPr>
          <w:b/>
          <w:sz w:val="28"/>
          <w:szCs w:val="28"/>
        </w:rPr>
        <w:t>TARYBA</w:t>
      </w:r>
    </w:p>
    <w:p w:rsidR="00D56554" w:rsidRPr="00A06E83" w:rsidRDefault="00D56554" w:rsidP="00D56554">
      <w:pPr>
        <w:jc w:val="center"/>
        <w:rPr>
          <w:b/>
          <w:sz w:val="28"/>
          <w:szCs w:val="28"/>
        </w:rPr>
      </w:pPr>
    </w:p>
    <w:p w:rsidR="00D56554" w:rsidRPr="00A06E83" w:rsidRDefault="00D56554" w:rsidP="00D56554">
      <w:pPr>
        <w:jc w:val="center"/>
        <w:rPr>
          <w:b/>
          <w:sz w:val="28"/>
          <w:szCs w:val="28"/>
        </w:rPr>
      </w:pPr>
      <w:r w:rsidRPr="00A06E83">
        <w:rPr>
          <w:b/>
          <w:sz w:val="28"/>
          <w:szCs w:val="28"/>
        </w:rPr>
        <w:t>SPRENDIMAS</w:t>
      </w:r>
    </w:p>
    <w:p w:rsidR="00D56554" w:rsidRPr="00A06E83" w:rsidRDefault="00D56554" w:rsidP="007A44F1">
      <w:pPr>
        <w:jc w:val="center"/>
        <w:rPr>
          <w:b/>
          <w:caps/>
          <w:sz w:val="28"/>
          <w:szCs w:val="28"/>
        </w:rPr>
      </w:pPr>
      <w:r w:rsidRPr="00A06E83">
        <w:rPr>
          <w:b/>
          <w:caps/>
          <w:sz w:val="28"/>
          <w:szCs w:val="28"/>
        </w:rPr>
        <w:t xml:space="preserve">DĖL </w:t>
      </w:r>
      <w:r w:rsidR="008C7302" w:rsidRPr="00A06E83">
        <w:rPr>
          <w:b/>
          <w:caps/>
          <w:sz w:val="28"/>
          <w:szCs w:val="28"/>
        </w:rPr>
        <w:t>PLUNGĖS RAJONO SAVIVALDYBĖS TARYBOS 201</w:t>
      </w:r>
      <w:r w:rsidR="00B21D33">
        <w:rPr>
          <w:b/>
          <w:caps/>
          <w:sz w:val="28"/>
          <w:szCs w:val="28"/>
        </w:rPr>
        <w:t>7</w:t>
      </w:r>
      <w:r w:rsidR="008C7302" w:rsidRPr="00A06E83">
        <w:rPr>
          <w:b/>
          <w:caps/>
          <w:sz w:val="28"/>
          <w:szCs w:val="28"/>
        </w:rPr>
        <w:t xml:space="preserve"> M. </w:t>
      </w:r>
      <w:r w:rsidR="00B21D33">
        <w:rPr>
          <w:b/>
          <w:caps/>
          <w:sz w:val="28"/>
          <w:szCs w:val="28"/>
        </w:rPr>
        <w:t>birželio 29 d.</w:t>
      </w:r>
      <w:r w:rsidR="00C96689">
        <w:rPr>
          <w:b/>
          <w:caps/>
          <w:sz w:val="28"/>
          <w:szCs w:val="28"/>
        </w:rPr>
        <w:t xml:space="preserve"> SPRENDIMO</w:t>
      </w:r>
      <w:r w:rsidR="00B21D33">
        <w:rPr>
          <w:b/>
          <w:caps/>
          <w:sz w:val="28"/>
          <w:szCs w:val="28"/>
        </w:rPr>
        <w:t xml:space="preserve"> nr</w:t>
      </w:r>
      <w:r w:rsidR="00C96689">
        <w:rPr>
          <w:b/>
          <w:caps/>
          <w:sz w:val="28"/>
          <w:szCs w:val="28"/>
        </w:rPr>
        <w:t>.</w:t>
      </w:r>
      <w:r w:rsidR="00B21D33">
        <w:rPr>
          <w:b/>
          <w:caps/>
          <w:sz w:val="28"/>
          <w:szCs w:val="28"/>
        </w:rPr>
        <w:t xml:space="preserve"> t1-145 „dėl plungės rajono savivaldybės tarybos 2013 m. liepos 25 d. sprendimo nr. t1-192 </w:t>
      </w:r>
      <w:r w:rsidR="008C7302" w:rsidRPr="00A06E83">
        <w:rPr>
          <w:b/>
          <w:caps/>
          <w:sz w:val="28"/>
          <w:szCs w:val="28"/>
        </w:rPr>
        <w:t>„DĖL ENERGINIO EFEKTYVUMO DIDINIMO DAUGIABUČIUOSE NAMUOSE PROGRAMOS PATVIRTINIMO“ PAKEITIMO</w:t>
      </w:r>
      <w:r w:rsidR="00B21D33">
        <w:rPr>
          <w:b/>
          <w:caps/>
          <w:sz w:val="28"/>
          <w:szCs w:val="28"/>
        </w:rPr>
        <w:t>“ pakeitimo</w:t>
      </w:r>
    </w:p>
    <w:p w:rsidR="0014648E" w:rsidRDefault="0014648E" w:rsidP="00D56554">
      <w:pPr>
        <w:jc w:val="center"/>
        <w:rPr>
          <w:b/>
          <w:caps/>
        </w:rPr>
      </w:pPr>
    </w:p>
    <w:p w:rsidR="00D56554" w:rsidRDefault="008C7302" w:rsidP="00D56554">
      <w:pPr>
        <w:jc w:val="center"/>
      </w:pPr>
      <w:r>
        <w:t>201</w:t>
      </w:r>
      <w:r w:rsidR="00B21D33">
        <w:t>8</w:t>
      </w:r>
      <w:r>
        <w:t xml:space="preserve"> m. </w:t>
      </w:r>
      <w:r w:rsidR="00B21D33">
        <w:t>gegužės</w:t>
      </w:r>
      <w:r>
        <w:t xml:space="preserve"> 2</w:t>
      </w:r>
      <w:r w:rsidR="00B21D33">
        <w:t>4</w:t>
      </w:r>
      <w:r>
        <w:t xml:space="preserve"> d. </w:t>
      </w:r>
      <w:r w:rsidR="00D56554">
        <w:t>Nr.</w:t>
      </w:r>
      <w:r>
        <w:t xml:space="preserve"> T1-</w:t>
      </w:r>
      <w:r w:rsidR="00586B2C">
        <w:t>106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062836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E2EB2" w:rsidRDefault="008C7302" w:rsidP="00062836">
      <w:pPr>
        <w:tabs>
          <w:tab w:val="num" w:pos="-3261"/>
        </w:tabs>
        <w:ind w:firstLine="720"/>
        <w:jc w:val="both"/>
      </w:pPr>
      <w:r>
        <w:t>1.</w:t>
      </w:r>
      <w:r w:rsidR="00A9586E">
        <w:t xml:space="preserve"> </w:t>
      </w:r>
      <w:r>
        <w:t>Papildyti Energinio efektyvumo didinimo daugiabučiuose namuose programą, patvirtintą Plungės rajono savivaldybės tarybos 201</w:t>
      </w:r>
      <w:r w:rsidR="00D92833">
        <w:t>3</w:t>
      </w:r>
      <w:r>
        <w:t xml:space="preserve"> m. </w:t>
      </w:r>
      <w:r w:rsidR="00D92833">
        <w:t>liepos</w:t>
      </w:r>
      <w:r>
        <w:t xml:space="preserve"> 2</w:t>
      </w:r>
      <w:r w:rsidR="00D92833">
        <w:t>5</w:t>
      </w:r>
      <w:r>
        <w:t xml:space="preserve"> d. spre</w:t>
      </w:r>
      <w:r w:rsidR="00B21D33">
        <w:t>ndimu Nr. T1-1</w:t>
      </w:r>
      <w:r w:rsidR="00D92833">
        <w:t>92 (</w:t>
      </w:r>
      <w:r w:rsidR="00C96689">
        <w:t xml:space="preserve">kartu su </w:t>
      </w:r>
      <w:r w:rsidR="00D92833">
        <w:t xml:space="preserve">2017 m. birželio 29 d. </w:t>
      </w:r>
      <w:r w:rsidR="00C96689">
        <w:t xml:space="preserve">sprendimu </w:t>
      </w:r>
      <w:r w:rsidR="00D92833">
        <w:t>Nr. T1-145)</w:t>
      </w:r>
      <w:r w:rsidR="00A9586E">
        <w:t>,</w:t>
      </w:r>
      <w:r>
        <w:t xml:space="preserve"> </w:t>
      </w:r>
      <w:r w:rsidR="00A9586E">
        <w:t xml:space="preserve">numatant </w:t>
      </w:r>
      <w:r w:rsidR="00B21D33">
        <w:t>ketvirtuoju</w:t>
      </w:r>
      <w:r w:rsidR="00E9021E">
        <w:t xml:space="preserve"> etapu </w:t>
      </w:r>
      <w:r w:rsidR="00C96689">
        <w:t>modernizuoti</w:t>
      </w:r>
      <w:r w:rsidR="00E9021E">
        <w:t xml:space="preserve"> </w:t>
      </w:r>
      <w:r w:rsidR="00B21D33">
        <w:t>1</w:t>
      </w:r>
      <w:r w:rsidR="00E9021E">
        <w:t>7 gyvenam</w:t>
      </w:r>
      <w:r w:rsidR="00B21D33">
        <w:t>ųjų</w:t>
      </w:r>
      <w:r w:rsidR="00E9021E">
        <w:t xml:space="preserve"> nam</w:t>
      </w:r>
      <w:r w:rsidR="00B21D33">
        <w:t>ų</w:t>
      </w:r>
      <w:r w:rsidR="00E9021E">
        <w:t xml:space="preserve"> (sąrašas – sprendimo </w:t>
      </w:r>
      <w:r w:rsidR="00B21D33" w:rsidRPr="00F56B93">
        <w:t>3</w:t>
      </w:r>
      <w:r w:rsidR="00E9021E">
        <w:t xml:space="preserve"> priede).</w:t>
      </w:r>
    </w:p>
    <w:p w:rsidR="00D92833" w:rsidRDefault="00A44304" w:rsidP="00062836">
      <w:pPr>
        <w:tabs>
          <w:tab w:val="num" w:pos="-3261"/>
        </w:tabs>
        <w:ind w:firstLine="720"/>
        <w:jc w:val="both"/>
      </w:pPr>
      <w:r>
        <w:t xml:space="preserve">2. Pakeisti sprendimo 4 punktu sudaryto Programos įgyvendinimo priežiūros komiteto sudėtį </w:t>
      </w:r>
      <w:r w:rsidR="00D92833">
        <w:t xml:space="preserve">ir </w:t>
      </w:r>
      <w:r w:rsidR="00C96689">
        <w:t>punktą</w:t>
      </w:r>
      <w:r w:rsidR="00D92833">
        <w:t xml:space="preserve"> išdėstyti taip:</w:t>
      </w:r>
    </w:p>
    <w:p w:rsidR="00D92833" w:rsidRDefault="00D92833" w:rsidP="00062836">
      <w:pPr>
        <w:tabs>
          <w:tab w:val="num" w:pos="-3261"/>
        </w:tabs>
        <w:ind w:firstLine="720"/>
        <w:jc w:val="both"/>
      </w:pPr>
      <w:r>
        <w:t>„4.1. Mindaugas Jurčius, Savivaldybės mero pavaduotojas, Priežiūros komiteto pirmininkas;</w:t>
      </w:r>
    </w:p>
    <w:p w:rsidR="00D92833" w:rsidRDefault="00D92833" w:rsidP="00062836">
      <w:pPr>
        <w:tabs>
          <w:tab w:val="num" w:pos="-3261"/>
        </w:tabs>
        <w:ind w:firstLine="720"/>
        <w:jc w:val="both"/>
      </w:pPr>
      <w:r>
        <w:t>4.2. Martynas Čiuželis, Vietos ūkio skyriaus vedėjas;</w:t>
      </w:r>
    </w:p>
    <w:p w:rsidR="00A44304" w:rsidRDefault="00D92833" w:rsidP="00062836">
      <w:pPr>
        <w:tabs>
          <w:tab w:val="num" w:pos="-3261"/>
        </w:tabs>
        <w:ind w:firstLine="720"/>
        <w:jc w:val="both"/>
      </w:pPr>
      <w:r>
        <w:t>4.3.</w:t>
      </w:r>
      <w:r w:rsidR="00E9021E">
        <w:t xml:space="preserve"> </w:t>
      </w:r>
      <w:r>
        <w:t>Tomas Jocys, Architektūros ir teritorijų planavimo skyriaus vedėj</w:t>
      </w:r>
      <w:r w:rsidR="00C96689">
        <w:t>as</w:t>
      </w:r>
      <w:r>
        <w:t>;</w:t>
      </w:r>
    </w:p>
    <w:p w:rsidR="00A874C9" w:rsidRDefault="00A874C9" w:rsidP="00062836">
      <w:pPr>
        <w:tabs>
          <w:tab w:val="num" w:pos="-3261"/>
        </w:tabs>
        <w:ind w:firstLine="720"/>
        <w:jc w:val="both"/>
      </w:pPr>
      <w:r>
        <w:t>4.4. Kazys Milierius, Vietos ūkio skyriaus vyr. specialistas;</w:t>
      </w:r>
    </w:p>
    <w:p w:rsidR="00C96689" w:rsidRDefault="00A874C9" w:rsidP="00062836">
      <w:pPr>
        <w:tabs>
          <w:tab w:val="num" w:pos="-3261"/>
        </w:tabs>
        <w:ind w:firstLine="720"/>
        <w:jc w:val="both"/>
      </w:pPr>
      <w:r>
        <w:t>4.5. Gintautas Vaitkevičius, Savivaldybės mero patarėjas</w:t>
      </w:r>
      <w:r w:rsidR="00C96689">
        <w:t>.</w:t>
      </w:r>
    </w:p>
    <w:p w:rsidR="00A874C9" w:rsidRDefault="00C96689" w:rsidP="00062836">
      <w:pPr>
        <w:tabs>
          <w:tab w:val="num" w:pos="-3261"/>
        </w:tabs>
        <w:ind w:firstLine="720"/>
        <w:jc w:val="both"/>
      </w:pPr>
      <w:r>
        <w:t>P</w:t>
      </w:r>
      <w:r w:rsidR="00A874C9">
        <w:t xml:space="preserve">avesti Komitetui vykdyti gyvenamųjų namų atnaujinimo (modernizavimo) </w:t>
      </w:r>
      <w:r>
        <w:t xml:space="preserve">ketvirtojo etapo </w:t>
      </w:r>
      <w:r w:rsidR="00A874C9">
        <w:t>įgyvendinimo priežiūrą“.</w:t>
      </w:r>
    </w:p>
    <w:p w:rsidR="00A9586E" w:rsidRDefault="00A9586E" w:rsidP="00A06E83">
      <w:pPr>
        <w:jc w:val="both"/>
      </w:pPr>
      <w:r>
        <w:t xml:space="preserve">          </w:t>
      </w:r>
    </w:p>
    <w:p w:rsidR="00DE2EB2" w:rsidRDefault="00DE2EB2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A47E4C">
        <w:t xml:space="preserve">   Audrius Klišonis</w:t>
      </w:r>
    </w:p>
    <w:p w:rsidR="00A47E4C" w:rsidRDefault="00A47E4C">
      <w:r>
        <w:br w:type="page"/>
      </w:r>
    </w:p>
    <w:p w:rsidR="00901E11" w:rsidRDefault="00901E11" w:rsidP="00165242">
      <w:pPr>
        <w:ind w:left="5184" w:firstLine="1296"/>
        <w:jc w:val="both"/>
      </w:pPr>
      <w:r>
        <w:lastRenderedPageBreak/>
        <w:t>Plungės rajono savivaldybės</w:t>
      </w:r>
    </w:p>
    <w:p w:rsidR="00901E11" w:rsidRDefault="00A55E45" w:rsidP="00165242">
      <w:pPr>
        <w:ind w:left="5184" w:firstLine="1296"/>
        <w:jc w:val="both"/>
      </w:pPr>
      <w:r>
        <w:t>t</w:t>
      </w:r>
      <w:r w:rsidR="00901E11">
        <w:t>arybos 2018 m. gegužės 24</w:t>
      </w:r>
      <w:r w:rsidR="00165242">
        <w:t xml:space="preserve"> d.</w:t>
      </w:r>
    </w:p>
    <w:p w:rsidR="00901E11" w:rsidRDefault="00A55E45" w:rsidP="00165242">
      <w:pPr>
        <w:ind w:left="5184" w:firstLine="1296"/>
        <w:jc w:val="both"/>
      </w:pPr>
      <w:r>
        <w:t>s</w:t>
      </w:r>
      <w:r w:rsidR="00901E11">
        <w:t>prendim</w:t>
      </w:r>
      <w:r>
        <w:t>o</w:t>
      </w:r>
      <w:r w:rsidR="00901E11">
        <w:t xml:space="preserve"> Nr. T1-</w:t>
      </w:r>
      <w:r w:rsidR="000E12C1">
        <w:t>106</w:t>
      </w:r>
      <w:bookmarkStart w:id="0" w:name="_GoBack"/>
      <w:bookmarkEnd w:id="0"/>
    </w:p>
    <w:p w:rsidR="00901E11" w:rsidRDefault="00901E11" w:rsidP="00165242">
      <w:pPr>
        <w:ind w:left="5184" w:firstLine="1296"/>
        <w:jc w:val="both"/>
      </w:pPr>
      <w:r>
        <w:t xml:space="preserve">3 priedas </w:t>
      </w:r>
    </w:p>
    <w:p w:rsidR="00901E11" w:rsidRDefault="00901E11" w:rsidP="00901E11">
      <w:pPr>
        <w:jc w:val="both"/>
      </w:pPr>
    </w:p>
    <w:p w:rsidR="00901E11" w:rsidRPr="00DE4728" w:rsidRDefault="00901E11" w:rsidP="00165242">
      <w:pPr>
        <w:tabs>
          <w:tab w:val="left" w:pos="851"/>
        </w:tabs>
        <w:jc w:val="center"/>
        <w:rPr>
          <w:b/>
        </w:rPr>
      </w:pPr>
      <w:r w:rsidRPr="00DE4728">
        <w:rPr>
          <w:b/>
        </w:rPr>
        <w:t>IV</w:t>
      </w:r>
      <w:r w:rsidR="00DE4728" w:rsidRPr="00DE4728">
        <w:rPr>
          <w:b/>
        </w:rPr>
        <w:t xml:space="preserve"> </w:t>
      </w:r>
      <w:r w:rsidRPr="00DE4728">
        <w:rPr>
          <w:b/>
        </w:rPr>
        <w:t>ETAPO</w:t>
      </w:r>
      <w:r w:rsidR="00DE4728" w:rsidRPr="00DE4728">
        <w:rPr>
          <w:b/>
        </w:rPr>
        <w:t xml:space="preserve"> DAUGIABUČIŲ GYVENAMŲJŲ NAMŲ ATNAUJINIMO      (MODERNIZAVIMO)</w:t>
      </w:r>
      <w:r w:rsidRPr="00DE4728">
        <w:rPr>
          <w:b/>
        </w:rPr>
        <w:t xml:space="preserve"> SĄRAŠAS</w:t>
      </w:r>
    </w:p>
    <w:p w:rsidR="00A97405" w:rsidRPr="00DE4728" w:rsidRDefault="00A97405" w:rsidP="00165242">
      <w:pPr>
        <w:jc w:val="center"/>
        <w:rPr>
          <w:b/>
        </w:rPr>
      </w:pP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134"/>
        <w:gridCol w:w="993"/>
        <w:gridCol w:w="850"/>
        <w:gridCol w:w="1843"/>
        <w:gridCol w:w="1560"/>
        <w:gridCol w:w="1098"/>
      </w:tblGrid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</w:p>
          <w:p w:rsidR="00A97405" w:rsidRDefault="00A97405" w:rsidP="00A97405">
            <w:pPr>
              <w:jc w:val="both"/>
            </w:pPr>
            <w:r>
              <w:t>Eil.</w:t>
            </w:r>
          </w:p>
          <w:p w:rsidR="00A97405" w:rsidRDefault="00A97405" w:rsidP="00A97405">
            <w:pPr>
              <w:jc w:val="both"/>
            </w:pPr>
            <w:r>
              <w:t>Nr.</w:t>
            </w:r>
          </w:p>
        </w:tc>
        <w:tc>
          <w:tcPr>
            <w:tcW w:w="1701" w:type="dxa"/>
          </w:tcPr>
          <w:p w:rsidR="00A97405" w:rsidRDefault="00A97405" w:rsidP="00901E11">
            <w:pPr>
              <w:jc w:val="both"/>
            </w:pPr>
            <w:r>
              <w:t>Namo adresas</w:t>
            </w:r>
          </w:p>
        </w:tc>
        <w:tc>
          <w:tcPr>
            <w:tcW w:w="1134" w:type="dxa"/>
          </w:tcPr>
          <w:p w:rsidR="00A97405" w:rsidRDefault="00A97405" w:rsidP="00A97405">
            <w:pPr>
              <w:jc w:val="both"/>
            </w:pPr>
            <w:r>
              <w:t xml:space="preserve">Namo bendrasis </w:t>
            </w:r>
          </w:p>
          <w:p w:rsidR="00A97405" w:rsidRDefault="00A97405" w:rsidP="00A97405">
            <w:pPr>
              <w:jc w:val="both"/>
            </w:pPr>
            <w:r>
              <w:t>naudingasis</w:t>
            </w:r>
          </w:p>
          <w:p w:rsidR="00A97405" w:rsidRDefault="00A97405" w:rsidP="00A97405">
            <w:pPr>
              <w:jc w:val="both"/>
            </w:pPr>
            <w:r>
              <w:t>plotas m²</w:t>
            </w:r>
          </w:p>
        </w:tc>
        <w:tc>
          <w:tcPr>
            <w:tcW w:w="993" w:type="dxa"/>
          </w:tcPr>
          <w:p w:rsidR="00A97405" w:rsidRDefault="00A97405" w:rsidP="00A97405">
            <w:pPr>
              <w:jc w:val="both"/>
            </w:pPr>
            <w:r>
              <w:t xml:space="preserve">Aukštų </w:t>
            </w:r>
          </w:p>
          <w:p w:rsidR="00A97405" w:rsidRDefault="00A97405" w:rsidP="00A97405">
            <w:pPr>
              <w:jc w:val="both"/>
            </w:pPr>
            <w:r>
              <w:t>skaičius</w:t>
            </w:r>
          </w:p>
        </w:tc>
        <w:tc>
          <w:tcPr>
            <w:tcW w:w="850" w:type="dxa"/>
          </w:tcPr>
          <w:p w:rsidR="00A97405" w:rsidRDefault="00A97405" w:rsidP="00901E11">
            <w:pPr>
              <w:jc w:val="both"/>
            </w:pPr>
            <w:r>
              <w:t>Butų skaičius</w:t>
            </w:r>
          </w:p>
        </w:tc>
        <w:tc>
          <w:tcPr>
            <w:tcW w:w="1843" w:type="dxa"/>
          </w:tcPr>
          <w:p w:rsidR="006F5836" w:rsidRDefault="006F5836" w:rsidP="006F5836">
            <w:pPr>
              <w:jc w:val="both"/>
            </w:pPr>
            <w:r>
              <w:t xml:space="preserve">Šilumos </w:t>
            </w:r>
            <w:proofErr w:type="spellStart"/>
            <w:r>
              <w:t>suvart</w:t>
            </w:r>
            <w:proofErr w:type="spellEnd"/>
            <w:r>
              <w:t xml:space="preserve">. </w:t>
            </w:r>
            <w:proofErr w:type="spellStart"/>
            <w:r>
              <w:t>kWh</w:t>
            </w:r>
            <w:proofErr w:type="spellEnd"/>
            <w:r>
              <w:t>/m²/m</w:t>
            </w:r>
          </w:p>
          <w:p w:rsidR="00A97405" w:rsidRDefault="006F5836" w:rsidP="006F5836">
            <w:pPr>
              <w:jc w:val="both"/>
            </w:pPr>
            <w:r>
              <w:t>(be  karšto vandens ruošimo)</w:t>
            </w:r>
          </w:p>
        </w:tc>
        <w:tc>
          <w:tcPr>
            <w:tcW w:w="1560" w:type="dxa"/>
          </w:tcPr>
          <w:p w:rsidR="00A97405" w:rsidRDefault="006F5836" w:rsidP="00B94AE2">
            <w:pPr>
              <w:jc w:val="both"/>
            </w:pPr>
            <w:r w:rsidRPr="006F5836">
              <w:t>Namo valdymo forma</w:t>
            </w:r>
          </w:p>
        </w:tc>
        <w:tc>
          <w:tcPr>
            <w:tcW w:w="1098" w:type="dxa"/>
          </w:tcPr>
          <w:p w:rsidR="00A97405" w:rsidRDefault="00B94AE2" w:rsidP="00901E11">
            <w:pPr>
              <w:jc w:val="both"/>
            </w:pPr>
            <w:r>
              <w:t>Pastabos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1.</w:t>
            </w:r>
          </w:p>
        </w:tc>
        <w:tc>
          <w:tcPr>
            <w:tcW w:w="1701" w:type="dxa"/>
          </w:tcPr>
          <w:p w:rsidR="00A97405" w:rsidRDefault="00B94AE2" w:rsidP="00901E11">
            <w:pPr>
              <w:jc w:val="both"/>
            </w:pPr>
            <w:r>
              <w:t>V. Mačernio g. 16</w:t>
            </w:r>
          </w:p>
        </w:tc>
        <w:tc>
          <w:tcPr>
            <w:tcW w:w="1134" w:type="dxa"/>
          </w:tcPr>
          <w:p w:rsidR="00A97405" w:rsidRDefault="00B94AE2" w:rsidP="00901E11">
            <w:pPr>
              <w:jc w:val="both"/>
            </w:pPr>
            <w:r>
              <w:t>3021,93</w:t>
            </w:r>
          </w:p>
        </w:tc>
        <w:tc>
          <w:tcPr>
            <w:tcW w:w="993" w:type="dxa"/>
          </w:tcPr>
          <w:p w:rsidR="00A97405" w:rsidRDefault="00B94AE2" w:rsidP="00901E11">
            <w:pPr>
              <w:jc w:val="both"/>
            </w:pPr>
            <w:r>
              <w:t xml:space="preserve">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</w:t>
            </w:r>
            <w:r w:rsidR="00B94AE2">
              <w:t>55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</w:t>
            </w:r>
            <w:r w:rsidR="00B94AE2">
              <w:t>346,74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B94AE2" w:rsidRPr="00B94AE2">
              <w:t>dministruojamas</w:t>
            </w:r>
          </w:p>
        </w:tc>
        <w:tc>
          <w:tcPr>
            <w:tcW w:w="1098" w:type="dxa"/>
          </w:tcPr>
          <w:p w:rsidR="00A97405" w:rsidRDefault="00B94AE2" w:rsidP="00901E11">
            <w:pPr>
              <w:jc w:val="both"/>
            </w:pPr>
            <w:r>
              <w:t>1</w:t>
            </w:r>
            <w:r w:rsidR="00B929C7">
              <w:t>969</w:t>
            </w:r>
            <w:r w:rsidR="00DE4728">
              <w:t xml:space="preserve">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2.</w:t>
            </w:r>
          </w:p>
        </w:tc>
        <w:tc>
          <w:tcPr>
            <w:tcW w:w="1701" w:type="dxa"/>
          </w:tcPr>
          <w:p w:rsidR="00A97405" w:rsidRDefault="00B94AE2" w:rsidP="00901E11">
            <w:pPr>
              <w:jc w:val="both"/>
            </w:pPr>
            <w:r w:rsidRPr="00B94AE2">
              <w:t xml:space="preserve">V. Mačernio g. </w:t>
            </w:r>
            <w:r>
              <w:t>3</w:t>
            </w:r>
          </w:p>
        </w:tc>
        <w:tc>
          <w:tcPr>
            <w:tcW w:w="1134" w:type="dxa"/>
          </w:tcPr>
          <w:p w:rsidR="00A97405" w:rsidRDefault="00B94AE2" w:rsidP="00901E11">
            <w:pPr>
              <w:jc w:val="both"/>
            </w:pPr>
            <w:r>
              <w:t>1989,77</w:t>
            </w:r>
          </w:p>
        </w:tc>
        <w:tc>
          <w:tcPr>
            <w:tcW w:w="993" w:type="dxa"/>
          </w:tcPr>
          <w:p w:rsidR="00A97405" w:rsidRDefault="00A166F9" w:rsidP="00901E11">
            <w:pPr>
              <w:jc w:val="both"/>
            </w:pPr>
            <w:r>
              <w:t xml:space="preserve">   </w:t>
            </w:r>
            <w:r w:rsidR="00B94AE2">
              <w:t>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</w:t>
            </w:r>
            <w:r w:rsidR="00B94AE2">
              <w:t>30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</w:t>
            </w:r>
            <w:r w:rsidR="00B94AE2">
              <w:t>184,84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B94AE2" w:rsidP="00901E11">
            <w:pPr>
              <w:jc w:val="both"/>
            </w:pPr>
            <w:r>
              <w:t>1976</w:t>
            </w:r>
            <w:r w:rsidR="007359C1">
              <w:t xml:space="preserve">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3.</w:t>
            </w:r>
          </w:p>
        </w:tc>
        <w:tc>
          <w:tcPr>
            <w:tcW w:w="1701" w:type="dxa"/>
          </w:tcPr>
          <w:p w:rsidR="00A97405" w:rsidRDefault="00B94AE2" w:rsidP="00B94AE2">
            <w:pPr>
              <w:jc w:val="both"/>
            </w:pPr>
            <w:r>
              <w:t>V. Mačernio g. 9</w:t>
            </w:r>
          </w:p>
        </w:tc>
        <w:tc>
          <w:tcPr>
            <w:tcW w:w="1134" w:type="dxa"/>
          </w:tcPr>
          <w:p w:rsidR="00A97405" w:rsidRDefault="00B94AE2" w:rsidP="00901E11">
            <w:pPr>
              <w:jc w:val="both"/>
            </w:pPr>
            <w:r>
              <w:t>3540,5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60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</w:t>
            </w:r>
            <w:r w:rsidR="00DA2ABF">
              <w:t>288,06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6F41BF" w:rsidP="00901E11">
            <w:pPr>
              <w:jc w:val="both"/>
            </w:pPr>
            <w:r>
              <w:t>1975</w:t>
            </w:r>
            <w:r w:rsidR="007359C1">
              <w:t xml:space="preserve">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4.</w:t>
            </w:r>
          </w:p>
        </w:tc>
        <w:tc>
          <w:tcPr>
            <w:tcW w:w="1701" w:type="dxa"/>
          </w:tcPr>
          <w:p w:rsidR="00A97405" w:rsidRDefault="00B94AE2" w:rsidP="00B94AE2">
            <w:pPr>
              <w:jc w:val="both"/>
            </w:pPr>
            <w:r w:rsidRPr="00B94AE2">
              <w:t>V. Mačernio g. 1</w:t>
            </w:r>
            <w:r>
              <w:t>3</w:t>
            </w:r>
          </w:p>
        </w:tc>
        <w:tc>
          <w:tcPr>
            <w:tcW w:w="1134" w:type="dxa"/>
          </w:tcPr>
          <w:p w:rsidR="00A97405" w:rsidRDefault="00B94AE2" w:rsidP="00901E11">
            <w:pPr>
              <w:jc w:val="both"/>
            </w:pPr>
            <w:r>
              <w:t>3543,32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58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</w:t>
            </w:r>
            <w:r w:rsidR="00DA2ABF">
              <w:t>304,16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B929C7" w:rsidP="00901E11">
            <w:pPr>
              <w:jc w:val="both"/>
            </w:pPr>
            <w:r>
              <w:t>1976</w:t>
            </w:r>
            <w:r w:rsidR="007359C1">
              <w:t xml:space="preserve">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5.</w:t>
            </w:r>
          </w:p>
        </w:tc>
        <w:tc>
          <w:tcPr>
            <w:tcW w:w="1701" w:type="dxa"/>
          </w:tcPr>
          <w:p w:rsidR="00A97405" w:rsidRDefault="00B94AE2" w:rsidP="00B94AE2">
            <w:pPr>
              <w:jc w:val="both"/>
            </w:pPr>
            <w:r>
              <w:t>V. Mačernio g. 35</w:t>
            </w:r>
          </w:p>
        </w:tc>
        <w:tc>
          <w:tcPr>
            <w:tcW w:w="1134" w:type="dxa"/>
          </w:tcPr>
          <w:p w:rsidR="00A97405" w:rsidRDefault="00B94AE2" w:rsidP="00901E11">
            <w:pPr>
              <w:jc w:val="both"/>
            </w:pPr>
            <w:r>
              <w:t>3141,96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49</w:t>
            </w:r>
          </w:p>
        </w:tc>
        <w:tc>
          <w:tcPr>
            <w:tcW w:w="1843" w:type="dxa"/>
          </w:tcPr>
          <w:p w:rsidR="00A97405" w:rsidRDefault="00123160" w:rsidP="00901E11">
            <w:pPr>
              <w:jc w:val="both"/>
            </w:pPr>
            <w:r>
              <w:t xml:space="preserve">     304,66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6F41BF" w:rsidP="00901E11">
            <w:pPr>
              <w:jc w:val="both"/>
            </w:pPr>
            <w:r>
              <w:t>1973</w:t>
            </w:r>
            <w:r w:rsidR="007359C1">
              <w:t xml:space="preserve">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6.</w:t>
            </w:r>
          </w:p>
        </w:tc>
        <w:tc>
          <w:tcPr>
            <w:tcW w:w="1701" w:type="dxa"/>
          </w:tcPr>
          <w:p w:rsidR="00A97405" w:rsidRDefault="00B94AE2" w:rsidP="00B94AE2">
            <w:pPr>
              <w:jc w:val="both"/>
            </w:pPr>
            <w:r>
              <w:t>V. Mačernio g. 43</w:t>
            </w:r>
          </w:p>
        </w:tc>
        <w:tc>
          <w:tcPr>
            <w:tcW w:w="1134" w:type="dxa"/>
          </w:tcPr>
          <w:p w:rsidR="00A97405" w:rsidRDefault="00B94AE2" w:rsidP="00901E11">
            <w:pPr>
              <w:jc w:val="both"/>
            </w:pPr>
            <w:r>
              <w:t>3817,02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60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293,63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6F41BF" w:rsidP="00901E11">
            <w:pPr>
              <w:jc w:val="both"/>
            </w:pPr>
            <w:r>
              <w:t>1973</w:t>
            </w:r>
            <w:r w:rsidR="007359C1">
              <w:t xml:space="preserve">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7.</w:t>
            </w:r>
          </w:p>
        </w:tc>
        <w:tc>
          <w:tcPr>
            <w:tcW w:w="1701" w:type="dxa"/>
          </w:tcPr>
          <w:p w:rsidR="00A97405" w:rsidRDefault="00B94AE2" w:rsidP="00B94AE2">
            <w:pPr>
              <w:jc w:val="both"/>
            </w:pPr>
            <w:r>
              <w:t>V. Mačernio g. 39</w:t>
            </w:r>
          </w:p>
        </w:tc>
        <w:tc>
          <w:tcPr>
            <w:tcW w:w="1134" w:type="dxa"/>
          </w:tcPr>
          <w:p w:rsidR="00A97405" w:rsidRDefault="00B94AE2" w:rsidP="00901E11">
            <w:pPr>
              <w:jc w:val="both"/>
            </w:pPr>
            <w:r>
              <w:t>3716,5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60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287,82</w:t>
            </w:r>
          </w:p>
        </w:tc>
        <w:tc>
          <w:tcPr>
            <w:tcW w:w="1560" w:type="dxa"/>
          </w:tcPr>
          <w:p w:rsidR="00A97405" w:rsidRDefault="0033068F" w:rsidP="00901E11">
            <w:pPr>
              <w:jc w:val="both"/>
            </w:pPr>
            <w:r>
              <w:t>bendrija „Eglė-2“</w:t>
            </w:r>
          </w:p>
        </w:tc>
        <w:tc>
          <w:tcPr>
            <w:tcW w:w="1098" w:type="dxa"/>
          </w:tcPr>
          <w:p w:rsidR="00A97405" w:rsidRDefault="006F41BF" w:rsidP="00901E11">
            <w:pPr>
              <w:jc w:val="both"/>
            </w:pPr>
            <w:r>
              <w:t>1973</w:t>
            </w:r>
            <w:r w:rsidR="007359C1">
              <w:t xml:space="preserve">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8.</w:t>
            </w:r>
          </w:p>
        </w:tc>
        <w:tc>
          <w:tcPr>
            <w:tcW w:w="1701" w:type="dxa"/>
          </w:tcPr>
          <w:p w:rsidR="00A97405" w:rsidRDefault="00B94AE2" w:rsidP="00901E11">
            <w:pPr>
              <w:jc w:val="both"/>
            </w:pPr>
            <w:r>
              <w:t xml:space="preserve">V. Mačernio g. </w:t>
            </w:r>
            <w:r w:rsidRPr="00B94AE2">
              <w:t>6</w:t>
            </w:r>
            <w:r>
              <w:t>1</w:t>
            </w:r>
          </w:p>
        </w:tc>
        <w:tc>
          <w:tcPr>
            <w:tcW w:w="1134" w:type="dxa"/>
          </w:tcPr>
          <w:p w:rsidR="00A97405" w:rsidRDefault="00A166F9" w:rsidP="00901E11">
            <w:pPr>
              <w:jc w:val="both"/>
            </w:pPr>
            <w:r>
              <w:t>2201,40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45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219,06</w:t>
            </w:r>
          </w:p>
        </w:tc>
        <w:tc>
          <w:tcPr>
            <w:tcW w:w="1560" w:type="dxa"/>
          </w:tcPr>
          <w:p w:rsidR="00A97405" w:rsidRDefault="0033068F" w:rsidP="00901E11">
            <w:pPr>
              <w:jc w:val="both"/>
            </w:pPr>
            <w:r>
              <w:t>bendrija „Pakrantė“</w:t>
            </w:r>
          </w:p>
        </w:tc>
        <w:tc>
          <w:tcPr>
            <w:tcW w:w="1098" w:type="dxa"/>
          </w:tcPr>
          <w:p w:rsidR="00A97405" w:rsidRDefault="006F41BF" w:rsidP="00901E11">
            <w:pPr>
              <w:jc w:val="both"/>
            </w:pPr>
            <w:r>
              <w:t>1971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9.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r>
              <w:t>A. Jucio g. 32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4125,22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60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366,84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B</w:t>
            </w:r>
            <w:r w:rsidR="0033068F">
              <w:t>endrija „Aitvaras“</w:t>
            </w:r>
          </w:p>
        </w:tc>
        <w:tc>
          <w:tcPr>
            <w:tcW w:w="1098" w:type="dxa"/>
          </w:tcPr>
          <w:p w:rsidR="00A97405" w:rsidRDefault="00B929C7" w:rsidP="00901E11">
            <w:pPr>
              <w:jc w:val="both"/>
            </w:pPr>
            <w:r>
              <w:t>1986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10.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r>
              <w:t>A. Jucio g. 10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3549,79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60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333,02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B929C7" w:rsidP="00901E11">
            <w:pPr>
              <w:jc w:val="both"/>
            </w:pPr>
            <w:r>
              <w:t>1981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11.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r>
              <w:t>A. Jucio g. 6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3540,78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60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316,29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B</w:t>
            </w:r>
            <w:r w:rsidR="0033068F">
              <w:t>endrija „Gintaras“</w:t>
            </w:r>
          </w:p>
        </w:tc>
        <w:tc>
          <w:tcPr>
            <w:tcW w:w="1098" w:type="dxa"/>
          </w:tcPr>
          <w:p w:rsidR="00A97405" w:rsidRDefault="00B929C7" w:rsidP="00901E11">
            <w:pPr>
              <w:jc w:val="both"/>
            </w:pPr>
            <w:r>
              <w:t>1981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12.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r>
              <w:t>S. Neries g. 4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375,27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2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13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73,66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73364C" w:rsidP="00901E11">
            <w:pPr>
              <w:jc w:val="both"/>
            </w:pPr>
            <w:r>
              <w:t>1938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13.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r>
              <w:t>A. Vaišvilos g. 7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2998,33</w:t>
            </w:r>
          </w:p>
        </w:tc>
        <w:tc>
          <w:tcPr>
            <w:tcW w:w="993" w:type="dxa"/>
          </w:tcPr>
          <w:p w:rsidR="00A97405" w:rsidRDefault="00A52354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49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304,37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73364C" w:rsidP="00901E11">
            <w:pPr>
              <w:jc w:val="both"/>
            </w:pPr>
            <w:r>
              <w:t>1977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14.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r w:rsidRPr="00EB783C">
              <w:t xml:space="preserve">A. Vaišvilos g. </w:t>
            </w:r>
            <w:r>
              <w:t>2</w:t>
            </w:r>
            <w:r w:rsidRPr="00EB783C">
              <w:t>7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2563,01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</w:t>
            </w:r>
            <w:r w:rsidR="00D12216">
              <w:t xml:space="preserve"> </w:t>
            </w:r>
            <w:r>
              <w:t>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54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403,65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A</w:t>
            </w:r>
            <w:r w:rsidR="002675E7" w:rsidRPr="002675E7">
              <w:t>dministruojamas</w:t>
            </w:r>
          </w:p>
        </w:tc>
        <w:tc>
          <w:tcPr>
            <w:tcW w:w="1098" w:type="dxa"/>
          </w:tcPr>
          <w:p w:rsidR="00A97405" w:rsidRDefault="0073364C" w:rsidP="00901E11">
            <w:pPr>
              <w:jc w:val="both"/>
            </w:pPr>
            <w:r>
              <w:t>1967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15.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proofErr w:type="spellStart"/>
            <w:r w:rsidRPr="00EB783C">
              <w:t>Mendeno</w:t>
            </w:r>
            <w:proofErr w:type="spellEnd"/>
            <w:r w:rsidRPr="00EB783C">
              <w:t xml:space="preserve"> skg. 4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1885,05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</w:t>
            </w:r>
            <w:r w:rsidR="00D12216">
              <w:t xml:space="preserve"> </w:t>
            </w:r>
            <w:r>
              <w:t>5</w:t>
            </w:r>
          </w:p>
        </w:tc>
        <w:tc>
          <w:tcPr>
            <w:tcW w:w="850" w:type="dxa"/>
          </w:tcPr>
          <w:p w:rsidR="00A97405" w:rsidRDefault="00025FD6" w:rsidP="00901E11">
            <w:pPr>
              <w:jc w:val="both"/>
            </w:pPr>
            <w:r>
              <w:t xml:space="preserve"> 30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178,90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B</w:t>
            </w:r>
            <w:r w:rsidR="0033068F">
              <w:t>endrija „Rugelis“</w:t>
            </w:r>
          </w:p>
        </w:tc>
        <w:tc>
          <w:tcPr>
            <w:tcW w:w="1098" w:type="dxa"/>
          </w:tcPr>
          <w:p w:rsidR="00A97405" w:rsidRDefault="0073364C" w:rsidP="00901E11">
            <w:pPr>
              <w:jc w:val="both"/>
            </w:pPr>
            <w:r>
              <w:t>1992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16.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proofErr w:type="spellStart"/>
            <w:r w:rsidRPr="00EB783C">
              <w:t>Mendeno</w:t>
            </w:r>
            <w:proofErr w:type="spellEnd"/>
            <w:r w:rsidRPr="00EB783C">
              <w:t xml:space="preserve"> skg. </w:t>
            </w:r>
            <w:r>
              <w:t>6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1897,90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5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30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139,07</w:t>
            </w:r>
          </w:p>
        </w:tc>
        <w:tc>
          <w:tcPr>
            <w:tcW w:w="1560" w:type="dxa"/>
          </w:tcPr>
          <w:p w:rsidR="00A97405" w:rsidRDefault="00DE4728" w:rsidP="0033068F">
            <w:pPr>
              <w:jc w:val="both"/>
            </w:pPr>
            <w:r>
              <w:t>B</w:t>
            </w:r>
            <w:r w:rsidR="0033068F">
              <w:t>endrija „Rugelis“</w:t>
            </w:r>
          </w:p>
        </w:tc>
        <w:tc>
          <w:tcPr>
            <w:tcW w:w="1098" w:type="dxa"/>
          </w:tcPr>
          <w:p w:rsidR="00A97405" w:rsidRDefault="0073364C" w:rsidP="00901E11">
            <w:pPr>
              <w:jc w:val="both"/>
            </w:pPr>
            <w:r>
              <w:t>1992 m.</w:t>
            </w:r>
          </w:p>
        </w:tc>
      </w:tr>
      <w:tr w:rsidR="00B94AE2" w:rsidTr="00B94AE2">
        <w:tc>
          <w:tcPr>
            <w:tcW w:w="675" w:type="dxa"/>
          </w:tcPr>
          <w:p w:rsidR="00A97405" w:rsidRDefault="00A97405" w:rsidP="00901E11">
            <w:pPr>
              <w:jc w:val="both"/>
            </w:pPr>
            <w:r>
              <w:t>17.</w:t>
            </w:r>
          </w:p>
        </w:tc>
        <w:tc>
          <w:tcPr>
            <w:tcW w:w="1701" w:type="dxa"/>
          </w:tcPr>
          <w:p w:rsidR="00A97405" w:rsidRDefault="00EB783C" w:rsidP="00901E11">
            <w:pPr>
              <w:jc w:val="both"/>
            </w:pPr>
            <w:r>
              <w:t>Vytauto g. 27</w:t>
            </w:r>
          </w:p>
        </w:tc>
        <w:tc>
          <w:tcPr>
            <w:tcW w:w="1134" w:type="dxa"/>
          </w:tcPr>
          <w:p w:rsidR="00A97405" w:rsidRDefault="00A86BF3" w:rsidP="00901E11">
            <w:pPr>
              <w:jc w:val="both"/>
            </w:pPr>
            <w:r>
              <w:t>529,48</w:t>
            </w:r>
          </w:p>
        </w:tc>
        <w:tc>
          <w:tcPr>
            <w:tcW w:w="993" w:type="dxa"/>
          </w:tcPr>
          <w:p w:rsidR="00A97405" w:rsidRDefault="00A0715C" w:rsidP="00901E11">
            <w:pPr>
              <w:jc w:val="both"/>
            </w:pPr>
            <w:r>
              <w:t xml:space="preserve">    3</w:t>
            </w:r>
          </w:p>
        </w:tc>
        <w:tc>
          <w:tcPr>
            <w:tcW w:w="850" w:type="dxa"/>
          </w:tcPr>
          <w:p w:rsidR="00A97405" w:rsidRDefault="00AA0F04" w:rsidP="00901E11">
            <w:pPr>
              <w:jc w:val="both"/>
            </w:pPr>
            <w:r>
              <w:t xml:space="preserve"> 10</w:t>
            </w:r>
          </w:p>
        </w:tc>
        <w:tc>
          <w:tcPr>
            <w:tcW w:w="1843" w:type="dxa"/>
          </w:tcPr>
          <w:p w:rsidR="00A97405" w:rsidRDefault="00D12216" w:rsidP="00901E11">
            <w:pPr>
              <w:jc w:val="both"/>
            </w:pPr>
            <w:r>
              <w:t xml:space="preserve">     59,59</w:t>
            </w:r>
          </w:p>
        </w:tc>
        <w:tc>
          <w:tcPr>
            <w:tcW w:w="1560" w:type="dxa"/>
          </w:tcPr>
          <w:p w:rsidR="00A97405" w:rsidRDefault="00DE4728" w:rsidP="00901E11">
            <w:pPr>
              <w:jc w:val="both"/>
            </w:pPr>
            <w:r>
              <w:t>B</w:t>
            </w:r>
            <w:r w:rsidR="0033068F">
              <w:t>endrija „Klevas“</w:t>
            </w:r>
          </w:p>
        </w:tc>
        <w:tc>
          <w:tcPr>
            <w:tcW w:w="1098" w:type="dxa"/>
          </w:tcPr>
          <w:p w:rsidR="00A97405" w:rsidRDefault="0073364C" w:rsidP="00901E11">
            <w:pPr>
              <w:jc w:val="both"/>
            </w:pPr>
            <w:r>
              <w:t>1961 m.</w:t>
            </w:r>
          </w:p>
        </w:tc>
      </w:tr>
    </w:tbl>
    <w:p w:rsidR="00A97405" w:rsidRDefault="00A97405" w:rsidP="00901E11">
      <w:pPr>
        <w:jc w:val="both"/>
      </w:pPr>
    </w:p>
    <w:p w:rsidR="00A55125" w:rsidRDefault="00A55125" w:rsidP="00901E11">
      <w:pPr>
        <w:jc w:val="both"/>
      </w:pPr>
      <w:r>
        <w:t xml:space="preserve">           --------------------------------------------------------------------------------------------------------</w:t>
      </w:r>
    </w:p>
    <w:sectPr w:rsidR="00A55125" w:rsidSect="0006283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9B"/>
    <w:rsid w:val="00023791"/>
    <w:rsid w:val="00025FD6"/>
    <w:rsid w:val="00062836"/>
    <w:rsid w:val="00072080"/>
    <w:rsid w:val="000D0B1B"/>
    <w:rsid w:val="000E12C1"/>
    <w:rsid w:val="00123160"/>
    <w:rsid w:val="0014648E"/>
    <w:rsid w:val="00165242"/>
    <w:rsid w:val="001767B0"/>
    <w:rsid w:val="00207B9B"/>
    <w:rsid w:val="002675E7"/>
    <w:rsid w:val="00267763"/>
    <w:rsid w:val="002E25C0"/>
    <w:rsid w:val="002E5472"/>
    <w:rsid w:val="002F3EF0"/>
    <w:rsid w:val="0033068F"/>
    <w:rsid w:val="0033648D"/>
    <w:rsid w:val="00352D76"/>
    <w:rsid w:val="00372F92"/>
    <w:rsid w:val="00395865"/>
    <w:rsid w:val="003A0A6B"/>
    <w:rsid w:val="004256BA"/>
    <w:rsid w:val="00447D9D"/>
    <w:rsid w:val="004831B5"/>
    <w:rsid w:val="00577823"/>
    <w:rsid w:val="00586B2C"/>
    <w:rsid w:val="00594FDA"/>
    <w:rsid w:val="005D6283"/>
    <w:rsid w:val="005E1008"/>
    <w:rsid w:val="00604ACF"/>
    <w:rsid w:val="006F41BF"/>
    <w:rsid w:val="006F5609"/>
    <w:rsid w:val="006F5836"/>
    <w:rsid w:val="0073364C"/>
    <w:rsid w:val="007359C1"/>
    <w:rsid w:val="00784767"/>
    <w:rsid w:val="0079072E"/>
    <w:rsid w:val="007A44F1"/>
    <w:rsid w:val="007D46EC"/>
    <w:rsid w:val="00876F4A"/>
    <w:rsid w:val="008C7302"/>
    <w:rsid w:val="008D4280"/>
    <w:rsid w:val="008F473D"/>
    <w:rsid w:val="00901E11"/>
    <w:rsid w:val="009027B9"/>
    <w:rsid w:val="009840A3"/>
    <w:rsid w:val="009E488B"/>
    <w:rsid w:val="00A06E83"/>
    <w:rsid w:val="00A0715C"/>
    <w:rsid w:val="00A14E0D"/>
    <w:rsid w:val="00A166F9"/>
    <w:rsid w:val="00A44304"/>
    <w:rsid w:val="00A47E4C"/>
    <w:rsid w:val="00A52354"/>
    <w:rsid w:val="00A55125"/>
    <w:rsid w:val="00A55E45"/>
    <w:rsid w:val="00A86BF3"/>
    <w:rsid w:val="00A874C9"/>
    <w:rsid w:val="00A9586E"/>
    <w:rsid w:val="00A97405"/>
    <w:rsid w:val="00AA0F04"/>
    <w:rsid w:val="00AC3E68"/>
    <w:rsid w:val="00B21D33"/>
    <w:rsid w:val="00B674BB"/>
    <w:rsid w:val="00B929C7"/>
    <w:rsid w:val="00B94AE2"/>
    <w:rsid w:val="00BB7E25"/>
    <w:rsid w:val="00C300CE"/>
    <w:rsid w:val="00C35B4D"/>
    <w:rsid w:val="00C96689"/>
    <w:rsid w:val="00CB00D1"/>
    <w:rsid w:val="00CC66BA"/>
    <w:rsid w:val="00CC7F9D"/>
    <w:rsid w:val="00D12216"/>
    <w:rsid w:val="00D222D1"/>
    <w:rsid w:val="00D56554"/>
    <w:rsid w:val="00D66FEE"/>
    <w:rsid w:val="00D92833"/>
    <w:rsid w:val="00DA2163"/>
    <w:rsid w:val="00DA2ABF"/>
    <w:rsid w:val="00DE2EB2"/>
    <w:rsid w:val="00DE4728"/>
    <w:rsid w:val="00DE6703"/>
    <w:rsid w:val="00DF2D6F"/>
    <w:rsid w:val="00E11ADE"/>
    <w:rsid w:val="00E46FDB"/>
    <w:rsid w:val="00E61579"/>
    <w:rsid w:val="00E725B7"/>
    <w:rsid w:val="00E9021E"/>
    <w:rsid w:val="00EB783C"/>
    <w:rsid w:val="00F01168"/>
    <w:rsid w:val="00F56B93"/>
    <w:rsid w:val="00FA36D3"/>
    <w:rsid w:val="00FC0AE0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6D16E-64BE-474A-B988-8C71F519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9</TotalTime>
  <Pages>2</Pages>
  <Words>420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7</cp:revision>
  <cp:lastPrinted>2004-11-10T12:39:00Z</cp:lastPrinted>
  <dcterms:created xsi:type="dcterms:W3CDTF">2018-05-09T11:22:00Z</dcterms:created>
  <dcterms:modified xsi:type="dcterms:W3CDTF">2018-05-24T13:53:00Z</dcterms:modified>
</cp:coreProperties>
</file>