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0D" w:rsidRPr="0073070D" w:rsidRDefault="0073070D" w:rsidP="0073070D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FC421AE" wp14:editId="124CD12D">
            <wp:simplePos x="0" y="0"/>
            <wp:positionH relativeFrom="column">
              <wp:posOffset>2790825</wp:posOffset>
            </wp:positionH>
            <wp:positionV relativeFrom="paragraph">
              <wp:posOffset>-301625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070D">
        <w:rPr>
          <w:b/>
          <w:sz w:val="28"/>
          <w:szCs w:val="28"/>
        </w:rPr>
        <w:t>PLUNGĖS RAJONO SAVIVALDYBĖS</w:t>
      </w:r>
    </w:p>
    <w:p w:rsidR="0073070D" w:rsidRPr="0073070D" w:rsidRDefault="0073070D" w:rsidP="0073070D">
      <w:pPr>
        <w:ind w:firstLine="0"/>
        <w:jc w:val="center"/>
        <w:rPr>
          <w:b/>
          <w:sz w:val="28"/>
          <w:szCs w:val="28"/>
        </w:rPr>
      </w:pPr>
      <w:r w:rsidRPr="0073070D">
        <w:rPr>
          <w:b/>
          <w:sz w:val="28"/>
          <w:szCs w:val="28"/>
        </w:rPr>
        <w:t>TARYBA</w:t>
      </w:r>
    </w:p>
    <w:p w:rsidR="0073070D" w:rsidRPr="0073070D" w:rsidRDefault="0073070D" w:rsidP="0073070D">
      <w:pPr>
        <w:ind w:firstLine="0"/>
        <w:jc w:val="center"/>
        <w:rPr>
          <w:b/>
          <w:sz w:val="28"/>
          <w:szCs w:val="28"/>
        </w:rPr>
      </w:pPr>
    </w:p>
    <w:p w:rsidR="0073070D" w:rsidRPr="0073070D" w:rsidRDefault="0073070D" w:rsidP="0073070D">
      <w:pPr>
        <w:ind w:firstLine="0"/>
        <w:jc w:val="center"/>
        <w:rPr>
          <w:b/>
          <w:sz w:val="28"/>
          <w:szCs w:val="28"/>
        </w:rPr>
      </w:pPr>
      <w:r w:rsidRPr="0073070D">
        <w:rPr>
          <w:b/>
          <w:sz w:val="28"/>
          <w:szCs w:val="28"/>
        </w:rPr>
        <w:t>SPRENDIMAS</w:t>
      </w:r>
    </w:p>
    <w:p w:rsidR="0073070D" w:rsidRPr="0073070D" w:rsidRDefault="0073070D" w:rsidP="0073070D">
      <w:pPr>
        <w:ind w:firstLine="0"/>
        <w:jc w:val="center"/>
        <w:rPr>
          <w:b/>
          <w:sz w:val="28"/>
          <w:szCs w:val="28"/>
        </w:rPr>
      </w:pPr>
      <w:r w:rsidRPr="0073070D">
        <w:rPr>
          <w:b/>
          <w:sz w:val="28"/>
          <w:szCs w:val="28"/>
        </w:rPr>
        <w:t>DĖL  PLUNGĖS RAJONO SAVIVALDYBĖS TARYBOS 2017 M. KOVO 30 D. SPRENDIMO NR.T1-64 ,,DĖL ATSTOVŲ DELEGAVIMO Į VŠĮ PLUNGĖS RAJONO GREITOSIOS MEDICINOS PAGALBOS STEBĖTOJŲ TARYBĄ“ PAKEITIMO</w:t>
      </w:r>
    </w:p>
    <w:p w:rsidR="0073070D" w:rsidRDefault="0073070D" w:rsidP="0073070D">
      <w:pPr>
        <w:ind w:firstLine="0"/>
        <w:jc w:val="center"/>
      </w:pPr>
    </w:p>
    <w:p w:rsidR="0073070D" w:rsidRDefault="0073070D" w:rsidP="0073070D">
      <w:pPr>
        <w:ind w:firstLine="0"/>
        <w:jc w:val="center"/>
      </w:pPr>
      <w:r>
        <w:t>2018 m. vasario 15 d. Nr. T1-</w:t>
      </w:r>
      <w:r w:rsidR="00B52777">
        <w:t>14</w:t>
      </w:r>
      <w:bookmarkStart w:id="0" w:name="_GoBack"/>
      <w:bookmarkEnd w:id="0"/>
    </w:p>
    <w:p w:rsidR="005100A1" w:rsidRDefault="0073070D" w:rsidP="0073070D">
      <w:pPr>
        <w:ind w:firstLine="0"/>
        <w:jc w:val="center"/>
      </w:pPr>
      <w:r>
        <w:t>Plungė</w:t>
      </w:r>
    </w:p>
    <w:p w:rsidR="0073070D" w:rsidRDefault="0073070D" w:rsidP="0073070D">
      <w:pPr>
        <w:ind w:firstLine="0"/>
      </w:pPr>
    </w:p>
    <w:p w:rsidR="005100A1" w:rsidRDefault="005100A1" w:rsidP="0073070D">
      <w:r>
        <w:t xml:space="preserve">Plungės rajono savivaldybės taryba n u s p r e n d ž i a:             </w:t>
      </w:r>
    </w:p>
    <w:p w:rsidR="005100A1" w:rsidRPr="00393122" w:rsidRDefault="005100A1" w:rsidP="0073070D">
      <w:pPr>
        <w:rPr>
          <w:color w:val="010101"/>
          <w:szCs w:val="24"/>
          <w:shd w:val="clear" w:color="auto" w:fill="FFFFFF"/>
        </w:rPr>
      </w:pPr>
      <w:r>
        <w:t>Pakeisti P</w:t>
      </w:r>
      <w:r w:rsidRPr="004D687E">
        <w:t>lungės rajono savivaldybės tarybos 2</w:t>
      </w:r>
      <w:r>
        <w:t>017 m.  kovo 30 d. sprendimu</w:t>
      </w:r>
      <w:r w:rsidRPr="004D687E">
        <w:t xml:space="preserve"> </w:t>
      </w:r>
      <w:r>
        <w:t>N</w:t>
      </w:r>
      <w:r w:rsidRPr="004D687E">
        <w:t xml:space="preserve">r. </w:t>
      </w:r>
      <w:r>
        <w:t>T1-64</w:t>
      </w:r>
      <w:r w:rsidRPr="004D687E">
        <w:t xml:space="preserve"> „</w:t>
      </w:r>
      <w:r>
        <w:t>D</w:t>
      </w:r>
      <w:r w:rsidRPr="004D687E">
        <w:t xml:space="preserve">ėl </w:t>
      </w:r>
      <w:r>
        <w:t xml:space="preserve">atstovų delegavimo į </w:t>
      </w:r>
      <w:proofErr w:type="spellStart"/>
      <w:r>
        <w:t>VšĮ</w:t>
      </w:r>
      <w:proofErr w:type="spellEnd"/>
      <w:r>
        <w:t xml:space="preserve"> Plungės rajono greitosios medicinos pagalbos </w:t>
      </w:r>
      <w:r w:rsidRPr="00D32BCD">
        <w:t>stebėtojų tarybą</w:t>
      </w:r>
      <w:r w:rsidRPr="004D687E">
        <w:t>“</w:t>
      </w:r>
      <w:r>
        <w:t xml:space="preserve"> patvirtintos </w:t>
      </w:r>
      <w:r w:rsidR="004A26C9">
        <w:t>S</w:t>
      </w:r>
      <w:r>
        <w:t xml:space="preserve">tebėtojų tarybos sudėtį ir vietoje </w:t>
      </w:r>
      <w:r>
        <w:rPr>
          <w:color w:val="010101"/>
          <w:szCs w:val="24"/>
          <w:shd w:val="clear" w:color="auto" w:fill="FFFFFF"/>
        </w:rPr>
        <w:t xml:space="preserve">Vidmanto Mončio, </w:t>
      </w:r>
      <w:r>
        <w:t>P</w:t>
      </w:r>
      <w:r w:rsidRPr="004D687E">
        <w:t xml:space="preserve">lungės rajono savivaldybės </w:t>
      </w:r>
      <w:r>
        <w:t xml:space="preserve">administracijos </w:t>
      </w:r>
      <w:r>
        <w:rPr>
          <w:color w:val="010101"/>
          <w:szCs w:val="24"/>
          <w:shd w:val="clear" w:color="auto" w:fill="FFFFFF"/>
        </w:rPr>
        <w:t>vyriausiojo specialisto</w:t>
      </w:r>
      <w:r w:rsidR="004A26C9">
        <w:rPr>
          <w:color w:val="010101"/>
          <w:szCs w:val="24"/>
          <w:shd w:val="clear" w:color="auto" w:fill="FFFFFF"/>
        </w:rPr>
        <w:t>,</w:t>
      </w:r>
      <w:r w:rsidR="001C44CC">
        <w:rPr>
          <w:color w:val="000000"/>
        </w:rPr>
        <w:t xml:space="preserve"> įrašyti</w:t>
      </w:r>
      <w:r>
        <w:rPr>
          <w:color w:val="000000"/>
        </w:rPr>
        <w:t xml:space="preserve"> </w:t>
      </w:r>
      <w:r w:rsidR="001C44CC">
        <w:rPr>
          <w:color w:val="000000"/>
        </w:rPr>
        <w:t xml:space="preserve">Orestą </w:t>
      </w:r>
      <w:proofErr w:type="spellStart"/>
      <w:r w:rsidR="001C44CC">
        <w:rPr>
          <w:color w:val="000000"/>
        </w:rPr>
        <w:t>Gerulskienę</w:t>
      </w:r>
      <w:proofErr w:type="spellEnd"/>
      <w:r>
        <w:rPr>
          <w:color w:val="000000"/>
        </w:rPr>
        <w:t xml:space="preserve">, </w:t>
      </w:r>
      <w:r w:rsidR="001C44CC">
        <w:rPr>
          <w:color w:val="010101"/>
          <w:szCs w:val="24"/>
          <w:shd w:val="clear" w:color="auto" w:fill="FFFFFF"/>
        </w:rPr>
        <w:t>savivaldybės gydytoją</w:t>
      </w:r>
      <w:r>
        <w:rPr>
          <w:color w:val="000000"/>
        </w:rPr>
        <w:t>.</w:t>
      </w:r>
    </w:p>
    <w:p w:rsidR="005100A1" w:rsidRDefault="005100A1" w:rsidP="0073070D">
      <w:r>
        <w:t>Šis sprendimas gali būti skundžiamas Lietuvos Respublikos administracinių bylų teisenos įstatymo nustatyta tvarka.</w:t>
      </w:r>
    </w:p>
    <w:p w:rsidR="005100A1" w:rsidRDefault="005100A1" w:rsidP="005100A1">
      <w:pPr>
        <w:ind w:firstLine="1296"/>
      </w:pPr>
    </w:p>
    <w:p w:rsidR="005100A1" w:rsidRPr="001A6FD9" w:rsidRDefault="005100A1" w:rsidP="005100A1">
      <w:pPr>
        <w:rPr>
          <w:szCs w:val="24"/>
        </w:rPr>
      </w:pPr>
    </w:p>
    <w:p w:rsidR="005100A1" w:rsidRDefault="005100A1" w:rsidP="001F1DA9">
      <w:pPr>
        <w:tabs>
          <w:tab w:val="left" w:pos="7938"/>
        </w:tabs>
        <w:ind w:firstLine="0"/>
      </w:pPr>
      <w:r w:rsidRPr="00C415F6">
        <w:t>Savivaldybės meras</w:t>
      </w:r>
      <w:r w:rsidR="001F1DA9">
        <w:t xml:space="preserve"> </w:t>
      </w:r>
      <w:r w:rsidR="001F1DA9">
        <w:tab/>
        <w:t>Audrius Klišonis</w:t>
      </w:r>
    </w:p>
    <w:p w:rsidR="005100A1" w:rsidRDefault="005100A1" w:rsidP="005100A1">
      <w:pPr>
        <w:ind w:firstLine="0"/>
      </w:pPr>
    </w:p>
    <w:sectPr w:rsidR="005100A1" w:rsidSect="0073070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1153"/>
    <w:multiLevelType w:val="hybridMultilevel"/>
    <w:tmpl w:val="98DA7D76"/>
    <w:lvl w:ilvl="0" w:tplc="0427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A1"/>
    <w:rsid w:val="0004031D"/>
    <w:rsid w:val="00077CD8"/>
    <w:rsid w:val="00173687"/>
    <w:rsid w:val="001C44CC"/>
    <w:rsid w:val="001F1DA9"/>
    <w:rsid w:val="002874AA"/>
    <w:rsid w:val="00322F53"/>
    <w:rsid w:val="00342D5D"/>
    <w:rsid w:val="003735CC"/>
    <w:rsid w:val="003E78F0"/>
    <w:rsid w:val="003F7FFA"/>
    <w:rsid w:val="004A26C9"/>
    <w:rsid w:val="00504B11"/>
    <w:rsid w:val="005100A1"/>
    <w:rsid w:val="005E752E"/>
    <w:rsid w:val="00656ABF"/>
    <w:rsid w:val="006A436F"/>
    <w:rsid w:val="006C63AF"/>
    <w:rsid w:val="0073070D"/>
    <w:rsid w:val="007A537A"/>
    <w:rsid w:val="00856AEA"/>
    <w:rsid w:val="00B52777"/>
    <w:rsid w:val="00CC34E4"/>
    <w:rsid w:val="00CE53FF"/>
    <w:rsid w:val="00D06BD5"/>
    <w:rsid w:val="00E5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100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1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5100A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2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26C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077C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100A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1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5100A1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2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26C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077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4588047E</Template>
  <TotalTime>6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dcterms:created xsi:type="dcterms:W3CDTF">2018-01-23T13:37:00Z</dcterms:created>
  <dcterms:modified xsi:type="dcterms:W3CDTF">2018-02-15T14:18:00Z</dcterms:modified>
</cp:coreProperties>
</file>