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3A5" w:rsidRDefault="006731D2" w:rsidP="006731D2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 wp14:anchorId="1C560BC5" wp14:editId="2C0E4DB3">
            <wp:simplePos x="0" y="0"/>
            <wp:positionH relativeFrom="column">
              <wp:posOffset>2745105</wp:posOffset>
            </wp:positionH>
            <wp:positionV relativeFrom="paragraph">
              <wp:posOffset>-281305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22B" w:rsidRPr="00F61764">
        <w:rPr>
          <w:b/>
          <w:sz w:val="28"/>
          <w:szCs w:val="28"/>
        </w:rPr>
        <w:t>PLUNGĖS RAJONO SAVIVALDYBĖS</w:t>
      </w:r>
    </w:p>
    <w:p w:rsidR="00C4322B" w:rsidRPr="00F61764" w:rsidRDefault="00C4322B" w:rsidP="006731D2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C4322B" w:rsidRPr="00F61764" w:rsidRDefault="00C4322B" w:rsidP="006731D2">
      <w:pPr>
        <w:jc w:val="center"/>
        <w:rPr>
          <w:b/>
          <w:sz w:val="28"/>
          <w:szCs w:val="28"/>
        </w:rPr>
      </w:pPr>
    </w:p>
    <w:p w:rsidR="00C4322B" w:rsidRPr="00F61764" w:rsidRDefault="00C4322B" w:rsidP="006731D2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C4322B" w:rsidRPr="00F61764" w:rsidRDefault="00C4322B" w:rsidP="006731D2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>PRITARIMO SKIRTI savivaldybės lėšAS</w:t>
      </w:r>
      <w:r w:rsidRPr="00F61764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PRISIDĖTI PRIE ĮGYVENDINAMŲ INVESTICIJŲ PROJEKTŲ</w:t>
      </w:r>
    </w:p>
    <w:p w:rsidR="00C4322B" w:rsidRDefault="00C4322B" w:rsidP="006731D2">
      <w:pPr>
        <w:jc w:val="center"/>
      </w:pPr>
    </w:p>
    <w:p w:rsidR="00C4322B" w:rsidRDefault="00C4322B" w:rsidP="006731D2">
      <w:pPr>
        <w:jc w:val="center"/>
      </w:pPr>
      <w:r>
        <w:t>2017 m. rugsėjo 21 d. Nr. T1-</w:t>
      </w:r>
      <w:r w:rsidR="00692C25">
        <w:t>220</w:t>
      </w:r>
      <w:bookmarkStart w:id="0" w:name="_GoBack"/>
      <w:bookmarkEnd w:id="0"/>
      <w:r>
        <w:t xml:space="preserve"> </w:t>
      </w:r>
    </w:p>
    <w:p w:rsidR="00C4322B" w:rsidRDefault="00C4322B" w:rsidP="006731D2">
      <w:pPr>
        <w:jc w:val="center"/>
        <w:rPr>
          <w:b/>
        </w:rPr>
      </w:pPr>
      <w:r>
        <w:t>Plungė</w:t>
      </w:r>
    </w:p>
    <w:p w:rsidR="00C4322B" w:rsidRDefault="00C4322B" w:rsidP="00C4322B">
      <w:pPr>
        <w:ind w:firstLine="737"/>
      </w:pPr>
    </w:p>
    <w:p w:rsidR="00C4322B" w:rsidRDefault="00C4322B" w:rsidP="00C673A5">
      <w:pPr>
        <w:pStyle w:val="tactin"/>
        <w:ind w:firstLine="720"/>
        <w:jc w:val="both"/>
      </w:pPr>
      <w:r>
        <w:t xml:space="preserve">Vadovaudamasi Lietuvos Respublikos vietos savivaldos įstatymo 16 straipsnio </w:t>
      </w:r>
      <w:r w:rsidR="00AC6618">
        <w:t>2 dalies 30 punktu,</w:t>
      </w:r>
      <w:r>
        <w:t xml:space="preserve">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C4322B" w:rsidRDefault="00C4322B" w:rsidP="00C673A5">
      <w:pPr>
        <w:tabs>
          <w:tab w:val="num" w:pos="-3261"/>
        </w:tabs>
        <w:ind w:firstLine="720"/>
        <w:jc w:val="both"/>
      </w:pPr>
      <w:r>
        <w:t xml:space="preserve">Pritarti Savivaldybės lėšų skyrimui prisidėti prie įgyvendinamų investicijų projektų: </w:t>
      </w:r>
    </w:p>
    <w:p w:rsidR="00C4322B" w:rsidRDefault="00C4322B" w:rsidP="00C673A5">
      <w:pPr>
        <w:pStyle w:val="Sraopastraipa"/>
        <w:numPr>
          <w:ilvl w:val="0"/>
          <w:numId w:val="3"/>
        </w:numPr>
        <w:tabs>
          <w:tab w:val="left" w:pos="851"/>
        </w:tabs>
        <w:ind w:left="0" w:firstLine="720"/>
        <w:jc w:val="both"/>
      </w:pPr>
      <w:r w:rsidRPr="00EF2C0B">
        <w:t xml:space="preserve">Privažiavimo kelio prie </w:t>
      </w:r>
      <w:r>
        <w:t xml:space="preserve">Plungės r. </w:t>
      </w:r>
      <w:r w:rsidRPr="00EF2C0B">
        <w:t>Alsėdžių gimnazijos ir kiemo kapitalinio remonto projekt</w:t>
      </w:r>
      <w:r>
        <w:t>ui</w:t>
      </w:r>
      <w:r w:rsidRPr="00EF2C0B">
        <w:t xml:space="preserve"> pareng</w:t>
      </w:r>
      <w:r>
        <w:t>ti,</w:t>
      </w:r>
      <w:r w:rsidRPr="00EF2C0B">
        <w:t xml:space="preserve"> </w:t>
      </w:r>
      <w:r>
        <w:t xml:space="preserve">projekto ekspertizei, </w:t>
      </w:r>
      <w:r w:rsidRPr="00EF2C0B">
        <w:t>remonto darba</w:t>
      </w:r>
      <w:r>
        <w:t>ms vykdyti</w:t>
      </w:r>
      <w:r w:rsidRPr="00EF2C0B">
        <w:t xml:space="preserve"> </w:t>
      </w:r>
      <w:r>
        <w:t xml:space="preserve">ir statybos darbų </w:t>
      </w:r>
      <w:r w:rsidR="00C673A5">
        <w:t>techninei priežiūrai apmokėti -</w:t>
      </w:r>
      <w:r w:rsidRPr="00EF2C0B">
        <w:t xml:space="preserve"> 10</w:t>
      </w:r>
      <w:r>
        <w:t>5</w:t>
      </w:r>
      <w:r w:rsidRPr="00EF2C0B">
        <w:t xml:space="preserve"> </w:t>
      </w:r>
      <w:r>
        <w:t xml:space="preserve">tūkst. </w:t>
      </w:r>
      <w:proofErr w:type="spellStart"/>
      <w:r w:rsidRPr="00EF2C0B">
        <w:t>Eur</w:t>
      </w:r>
      <w:proofErr w:type="spellEnd"/>
      <w:r>
        <w:t>.</w:t>
      </w:r>
    </w:p>
    <w:p w:rsidR="00C4322B" w:rsidRPr="00EF2C0B" w:rsidRDefault="00C4322B" w:rsidP="00C673A5">
      <w:pPr>
        <w:pStyle w:val="Sraopastraipa"/>
        <w:numPr>
          <w:ilvl w:val="0"/>
          <w:numId w:val="3"/>
        </w:numPr>
        <w:tabs>
          <w:tab w:val="left" w:pos="851"/>
        </w:tabs>
        <w:ind w:left="0" w:firstLine="720"/>
        <w:jc w:val="both"/>
      </w:pPr>
      <w:r>
        <w:t xml:space="preserve">Makščių gatvės Alsėdžių miestelyje rekonstrukcijos darbams apmokėti – 39 tūkst. </w:t>
      </w:r>
      <w:proofErr w:type="spellStart"/>
      <w:r>
        <w:t>Eur</w:t>
      </w:r>
      <w:proofErr w:type="spellEnd"/>
      <w:r>
        <w:t xml:space="preserve">. </w:t>
      </w:r>
      <w:r w:rsidRPr="00AA16B9">
        <w:t xml:space="preserve">         </w:t>
      </w:r>
    </w:p>
    <w:p w:rsidR="00C4322B" w:rsidRPr="00A127B6" w:rsidRDefault="00C4322B" w:rsidP="00C673A5">
      <w:pPr>
        <w:pStyle w:val="Sraopastraipa"/>
        <w:numPr>
          <w:ilvl w:val="0"/>
          <w:numId w:val="3"/>
        </w:numPr>
        <w:ind w:left="0" w:firstLine="720"/>
      </w:pPr>
      <w:r>
        <w:t>Plungės „</w:t>
      </w:r>
      <w:r w:rsidRPr="00A127B6">
        <w:t>Saulės</w:t>
      </w:r>
      <w:r>
        <w:t>“</w:t>
      </w:r>
      <w:r w:rsidRPr="00A127B6">
        <w:t xml:space="preserve"> gimnazijos laiptų ir stogelio remont</w:t>
      </w:r>
      <w:r>
        <w:t>o darbams</w:t>
      </w:r>
      <w:r w:rsidRPr="00A127B6">
        <w:t xml:space="preserve"> apmokėti </w:t>
      </w:r>
      <w:r>
        <w:t>–</w:t>
      </w:r>
      <w:r w:rsidRPr="00A127B6">
        <w:t xml:space="preserve"> </w:t>
      </w:r>
      <w:r>
        <w:t xml:space="preserve">20 tūkst. </w:t>
      </w:r>
      <w:proofErr w:type="spellStart"/>
      <w:r w:rsidRPr="00A127B6">
        <w:t>Eur</w:t>
      </w:r>
      <w:proofErr w:type="spellEnd"/>
      <w:r w:rsidRPr="00A127B6">
        <w:t xml:space="preserve">. </w:t>
      </w:r>
    </w:p>
    <w:p w:rsidR="00C4322B" w:rsidRDefault="00C4322B" w:rsidP="00C673A5">
      <w:pPr>
        <w:ind w:firstLine="720"/>
        <w:jc w:val="both"/>
      </w:pPr>
      <w:r>
        <w:t xml:space="preserve">Šis sprendimas gali būti skundžiamas Lietuvos Respublikos administracinių bylų teisenos įstatymo nustatyta tvarka. </w:t>
      </w:r>
    </w:p>
    <w:p w:rsidR="00C4322B" w:rsidRDefault="00C4322B" w:rsidP="00C4322B">
      <w:pPr>
        <w:ind w:left="567"/>
        <w:jc w:val="both"/>
      </w:pPr>
    </w:p>
    <w:p w:rsidR="00C673A5" w:rsidRDefault="00C673A5" w:rsidP="00C4322B">
      <w:pPr>
        <w:ind w:left="567"/>
        <w:jc w:val="both"/>
      </w:pPr>
    </w:p>
    <w:p w:rsidR="00C4322B" w:rsidRDefault="00C4322B" w:rsidP="006731D2">
      <w:pPr>
        <w:tabs>
          <w:tab w:val="left" w:pos="7938"/>
        </w:tabs>
        <w:jc w:val="both"/>
      </w:pPr>
      <w:r>
        <w:t>Savivaldybės meras</w:t>
      </w:r>
      <w:r w:rsidR="006731D2">
        <w:t xml:space="preserve"> </w:t>
      </w:r>
      <w:r w:rsidR="006731D2">
        <w:tab/>
        <w:t>Audrius Klišonis</w:t>
      </w:r>
    </w:p>
    <w:p w:rsidR="00C4322B" w:rsidRDefault="00C4322B" w:rsidP="00C4322B">
      <w:pPr>
        <w:ind w:firstLine="737"/>
        <w:jc w:val="both"/>
      </w:pPr>
    </w:p>
    <w:p w:rsidR="00C4322B" w:rsidRDefault="00C4322B" w:rsidP="00C4322B">
      <w:pPr>
        <w:ind w:firstLine="737"/>
        <w:jc w:val="both"/>
      </w:pPr>
    </w:p>
    <w:sectPr w:rsidR="00C4322B" w:rsidSect="00C673A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B11"/>
    <w:multiLevelType w:val="hybridMultilevel"/>
    <w:tmpl w:val="5212E80A"/>
    <w:lvl w:ilvl="0" w:tplc="971817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9B8154D"/>
    <w:multiLevelType w:val="multilevel"/>
    <w:tmpl w:val="DD8C0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72080"/>
    <w:rsid w:val="00092905"/>
    <w:rsid w:val="000B0389"/>
    <w:rsid w:val="000D0B1B"/>
    <w:rsid w:val="0011458E"/>
    <w:rsid w:val="001538E3"/>
    <w:rsid w:val="001767B0"/>
    <w:rsid w:val="001A0925"/>
    <w:rsid w:val="00250F17"/>
    <w:rsid w:val="00267763"/>
    <w:rsid w:val="00291687"/>
    <w:rsid w:val="002A5E37"/>
    <w:rsid w:val="002B72EE"/>
    <w:rsid w:val="002E25C0"/>
    <w:rsid w:val="002E5472"/>
    <w:rsid w:val="003412FE"/>
    <w:rsid w:val="00357EF1"/>
    <w:rsid w:val="00395865"/>
    <w:rsid w:val="003B6004"/>
    <w:rsid w:val="003D77A6"/>
    <w:rsid w:val="00427548"/>
    <w:rsid w:val="004552C3"/>
    <w:rsid w:val="0049648B"/>
    <w:rsid w:val="004D5661"/>
    <w:rsid w:val="0055711D"/>
    <w:rsid w:val="00577823"/>
    <w:rsid w:val="00594FDA"/>
    <w:rsid w:val="005E1008"/>
    <w:rsid w:val="006136C9"/>
    <w:rsid w:val="00627A64"/>
    <w:rsid w:val="006339A0"/>
    <w:rsid w:val="00634886"/>
    <w:rsid w:val="00647219"/>
    <w:rsid w:val="006731D2"/>
    <w:rsid w:val="00681A1A"/>
    <w:rsid w:val="00692C25"/>
    <w:rsid w:val="006C30A8"/>
    <w:rsid w:val="006E5707"/>
    <w:rsid w:val="006F5609"/>
    <w:rsid w:val="00703132"/>
    <w:rsid w:val="0073046E"/>
    <w:rsid w:val="007479AA"/>
    <w:rsid w:val="0077364D"/>
    <w:rsid w:val="007934C5"/>
    <w:rsid w:val="00797928"/>
    <w:rsid w:val="007D46EC"/>
    <w:rsid w:val="00810EA9"/>
    <w:rsid w:val="00835509"/>
    <w:rsid w:val="00857F9D"/>
    <w:rsid w:val="00865FA1"/>
    <w:rsid w:val="008E274D"/>
    <w:rsid w:val="008E6DA6"/>
    <w:rsid w:val="008F1CCA"/>
    <w:rsid w:val="009027B9"/>
    <w:rsid w:val="00917911"/>
    <w:rsid w:val="0093632B"/>
    <w:rsid w:val="00955117"/>
    <w:rsid w:val="00981E39"/>
    <w:rsid w:val="00984BE8"/>
    <w:rsid w:val="009B317F"/>
    <w:rsid w:val="009D39BE"/>
    <w:rsid w:val="00A066CF"/>
    <w:rsid w:val="00A06E02"/>
    <w:rsid w:val="00A127B6"/>
    <w:rsid w:val="00A44448"/>
    <w:rsid w:val="00AA16B9"/>
    <w:rsid w:val="00AB3CFA"/>
    <w:rsid w:val="00AC6618"/>
    <w:rsid w:val="00B12B35"/>
    <w:rsid w:val="00B735A8"/>
    <w:rsid w:val="00BA4D14"/>
    <w:rsid w:val="00BD1565"/>
    <w:rsid w:val="00BF1E44"/>
    <w:rsid w:val="00C11840"/>
    <w:rsid w:val="00C36068"/>
    <w:rsid w:val="00C4322B"/>
    <w:rsid w:val="00C5498D"/>
    <w:rsid w:val="00C673A5"/>
    <w:rsid w:val="00CB00D1"/>
    <w:rsid w:val="00CD1147"/>
    <w:rsid w:val="00CE257C"/>
    <w:rsid w:val="00D07916"/>
    <w:rsid w:val="00D12188"/>
    <w:rsid w:val="00D56554"/>
    <w:rsid w:val="00D56677"/>
    <w:rsid w:val="00DE2EB2"/>
    <w:rsid w:val="00DE6703"/>
    <w:rsid w:val="00DF762B"/>
    <w:rsid w:val="00E11ADE"/>
    <w:rsid w:val="00E1655B"/>
    <w:rsid w:val="00E61579"/>
    <w:rsid w:val="00E66D24"/>
    <w:rsid w:val="00E725B7"/>
    <w:rsid w:val="00EE1DF7"/>
    <w:rsid w:val="00EF2C0B"/>
    <w:rsid w:val="00F01168"/>
    <w:rsid w:val="00F02334"/>
    <w:rsid w:val="00F22C45"/>
    <w:rsid w:val="00F54FAF"/>
    <w:rsid w:val="00F61764"/>
    <w:rsid w:val="00FB4073"/>
    <w:rsid w:val="00FE1F6A"/>
    <w:rsid w:val="00FE3771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3</TotalTime>
  <Pages>1</Pages>
  <Words>119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6</cp:revision>
  <cp:lastPrinted>2017-09-07T10:07:00Z</cp:lastPrinted>
  <dcterms:created xsi:type="dcterms:W3CDTF">2017-09-08T06:42:00Z</dcterms:created>
  <dcterms:modified xsi:type="dcterms:W3CDTF">2017-09-21T13:15:00Z</dcterms:modified>
</cp:coreProperties>
</file>