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C82" w:rsidRPr="00770C82" w:rsidRDefault="00770C82" w:rsidP="00770C82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60288" behindDoc="1" locked="0" layoutInCell="0" allowOverlap="1">
            <wp:simplePos x="0" y="0"/>
            <wp:positionH relativeFrom="column">
              <wp:posOffset>2834640</wp:posOffset>
            </wp:positionH>
            <wp:positionV relativeFrom="paragraph">
              <wp:posOffset>-250825</wp:posOffset>
            </wp:positionV>
            <wp:extent cx="552450" cy="676275"/>
            <wp:effectExtent l="0" t="0" r="0" b="9525"/>
            <wp:wrapTopAndBottom/>
            <wp:docPr id="6" name="Paveikslėlis 6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rba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0C82">
        <w:rPr>
          <w:b/>
          <w:sz w:val="28"/>
          <w:szCs w:val="28"/>
        </w:rPr>
        <w:t>PLUNGĖS RAJONO SAVIVALDYBĖS</w:t>
      </w:r>
    </w:p>
    <w:p w:rsidR="00770C82" w:rsidRPr="00770C82" w:rsidRDefault="00770C82" w:rsidP="00770C82">
      <w:pPr>
        <w:ind w:firstLine="0"/>
        <w:jc w:val="center"/>
        <w:rPr>
          <w:b/>
          <w:sz w:val="28"/>
          <w:szCs w:val="28"/>
        </w:rPr>
      </w:pPr>
      <w:r w:rsidRPr="00770C82">
        <w:rPr>
          <w:b/>
          <w:sz w:val="28"/>
          <w:szCs w:val="28"/>
        </w:rPr>
        <w:t>TARYBA</w:t>
      </w:r>
      <w:r w:rsidRPr="00770C82">
        <w:rPr>
          <w:b/>
          <w:sz w:val="28"/>
          <w:szCs w:val="28"/>
        </w:rPr>
        <w:cr/>
      </w:r>
    </w:p>
    <w:p w:rsidR="00770C82" w:rsidRPr="00770C82" w:rsidRDefault="00770C82" w:rsidP="00770C82">
      <w:pPr>
        <w:ind w:firstLine="0"/>
        <w:jc w:val="center"/>
        <w:rPr>
          <w:b/>
          <w:sz w:val="28"/>
          <w:szCs w:val="28"/>
        </w:rPr>
      </w:pPr>
      <w:r w:rsidRPr="00770C82">
        <w:rPr>
          <w:b/>
          <w:sz w:val="28"/>
          <w:szCs w:val="28"/>
        </w:rPr>
        <w:t>SPRENDIMAS</w:t>
      </w:r>
    </w:p>
    <w:p w:rsidR="00770C82" w:rsidRPr="00770C82" w:rsidRDefault="00770C82" w:rsidP="00770C82">
      <w:pPr>
        <w:ind w:firstLine="0"/>
        <w:jc w:val="center"/>
        <w:rPr>
          <w:b/>
          <w:sz w:val="28"/>
          <w:szCs w:val="28"/>
        </w:rPr>
      </w:pPr>
      <w:r w:rsidRPr="00770C82">
        <w:rPr>
          <w:b/>
          <w:sz w:val="28"/>
          <w:szCs w:val="28"/>
        </w:rPr>
        <w:t>DĖL MOKESČIŲ LENGVATŲ UŽ SUKURTAS NAUJAS DARBO VIETAS TEIKIMO TVARKOS APRAŠO PATVIRTINIMO</w:t>
      </w:r>
    </w:p>
    <w:p w:rsidR="00770C82" w:rsidRDefault="00770C82" w:rsidP="00770C82">
      <w:pPr>
        <w:ind w:firstLine="0"/>
        <w:jc w:val="center"/>
      </w:pPr>
    </w:p>
    <w:p w:rsidR="00770C82" w:rsidRDefault="00770C82" w:rsidP="00770C82">
      <w:pPr>
        <w:ind w:firstLine="0"/>
        <w:jc w:val="center"/>
      </w:pPr>
      <w:r>
        <w:t>2017 m. gegužės 25 d. Nr. T1-</w:t>
      </w:r>
      <w:r w:rsidR="00B83FA6">
        <w:t>134</w:t>
      </w:r>
    </w:p>
    <w:p w:rsidR="00A275E1" w:rsidRDefault="00770C82" w:rsidP="00770C82">
      <w:pPr>
        <w:ind w:firstLine="0"/>
        <w:jc w:val="center"/>
      </w:pPr>
      <w:r>
        <w:t>Plungė</w:t>
      </w:r>
    </w:p>
    <w:p w:rsidR="00770C82" w:rsidRPr="00A92031" w:rsidRDefault="00770C82" w:rsidP="00770C82"/>
    <w:p w:rsidR="00DA1AF5" w:rsidRPr="00A92031" w:rsidRDefault="00D14654" w:rsidP="00770C82">
      <w:pPr>
        <w:rPr>
          <w:szCs w:val="24"/>
        </w:rPr>
      </w:pPr>
      <w:r w:rsidRPr="00233EAA">
        <w:rPr>
          <w:szCs w:val="24"/>
        </w:rPr>
        <w:t>Vadovaudamasi Lietuvos Respublikos vietos savivaldos įstatymo 1</w:t>
      </w:r>
      <w:r>
        <w:rPr>
          <w:szCs w:val="24"/>
        </w:rPr>
        <w:t>6</w:t>
      </w:r>
      <w:r w:rsidRPr="00233EAA">
        <w:rPr>
          <w:szCs w:val="24"/>
        </w:rPr>
        <w:t xml:space="preserve"> straipsnio </w:t>
      </w:r>
      <w:r w:rsidRPr="000018DD">
        <w:rPr>
          <w:szCs w:val="24"/>
        </w:rPr>
        <w:t>2</w:t>
      </w:r>
      <w:r>
        <w:rPr>
          <w:szCs w:val="24"/>
        </w:rPr>
        <w:t xml:space="preserve"> dalies 18 punktu</w:t>
      </w:r>
      <w:r w:rsidRPr="00233EAA">
        <w:rPr>
          <w:szCs w:val="24"/>
        </w:rPr>
        <w:t>,</w:t>
      </w:r>
      <w:r>
        <w:rPr>
          <w:szCs w:val="24"/>
        </w:rPr>
        <w:t xml:space="preserve"> Lietuvos Respublikos smulkiojo ir vidutinio verslo plėtros įstatymo 3</w:t>
      </w:r>
      <w:r w:rsidR="00471BD6">
        <w:rPr>
          <w:szCs w:val="24"/>
        </w:rPr>
        <w:t xml:space="preserve"> </w:t>
      </w:r>
      <w:r w:rsidR="000018DD" w:rsidRPr="000018DD">
        <w:rPr>
          <w:szCs w:val="24"/>
        </w:rPr>
        <w:t>straipsniu</w:t>
      </w:r>
      <w:r w:rsidR="00471BD6" w:rsidRPr="000018DD">
        <w:rPr>
          <w:szCs w:val="24"/>
        </w:rPr>
        <w:t>,</w:t>
      </w:r>
      <w:r w:rsidR="007B2B74">
        <w:rPr>
          <w:szCs w:val="24"/>
        </w:rPr>
        <w:t xml:space="preserve"> </w:t>
      </w:r>
      <w:r w:rsidR="00DA1AF5" w:rsidRPr="00A92031">
        <w:rPr>
          <w:szCs w:val="24"/>
        </w:rPr>
        <w:t>Plungės rajono savivaldybės taryba n u s p r e n d ž i a:</w:t>
      </w:r>
    </w:p>
    <w:p w:rsidR="0026601F" w:rsidRPr="005908DB" w:rsidRDefault="005908DB" w:rsidP="00770C8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 </w:t>
      </w:r>
      <w:r w:rsidR="0026601F" w:rsidRPr="005908DB">
        <w:rPr>
          <w:szCs w:val="24"/>
          <w:lang w:eastAsia="lt-LT"/>
        </w:rPr>
        <w:t xml:space="preserve">Patvirtinti </w:t>
      </w:r>
      <w:r w:rsidR="00471BD6" w:rsidRPr="005908DB">
        <w:rPr>
          <w:szCs w:val="24"/>
          <w:lang w:eastAsia="lt-LT"/>
        </w:rPr>
        <w:t>M</w:t>
      </w:r>
      <w:r w:rsidR="0026601F" w:rsidRPr="005908DB">
        <w:rPr>
          <w:szCs w:val="24"/>
          <w:lang w:eastAsia="lt-LT"/>
        </w:rPr>
        <w:t xml:space="preserve">okesčių lengvatų </w:t>
      </w:r>
      <w:r w:rsidR="00D14654" w:rsidRPr="005908DB">
        <w:rPr>
          <w:szCs w:val="24"/>
          <w:lang w:eastAsia="lt-LT"/>
        </w:rPr>
        <w:t>už sukurtas naujas darbo vietas t</w:t>
      </w:r>
      <w:r w:rsidR="00471BD6" w:rsidRPr="005908DB">
        <w:rPr>
          <w:szCs w:val="24"/>
          <w:lang w:eastAsia="lt-LT"/>
        </w:rPr>
        <w:t>eikimo</w:t>
      </w:r>
      <w:r w:rsidR="00D14654" w:rsidRPr="005908DB">
        <w:rPr>
          <w:szCs w:val="24"/>
          <w:lang w:eastAsia="lt-LT"/>
        </w:rPr>
        <w:t xml:space="preserve"> tvarkos aprašą</w:t>
      </w:r>
      <w:r w:rsidR="0026601F" w:rsidRPr="005908DB">
        <w:rPr>
          <w:szCs w:val="24"/>
          <w:lang w:eastAsia="lt-LT"/>
        </w:rPr>
        <w:t xml:space="preserve"> (pridedama).</w:t>
      </w:r>
    </w:p>
    <w:p w:rsidR="001823FC" w:rsidRPr="00770C82" w:rsidRDefault="00E85D92" w:rsidP="00770C82">
      <w:pPr>
        <w:rPr>
          <w:szCs w:val="24"/>
          <w:lang w:eastAsia="lt-LT"/>
        </w:rPr>
      </w:pPr>
      <w:bookmarkStart w:id="0" w:name="part_72db6df692b54ba387d69b4064c53a99"/>
      <w:bookmarkEnd w:id="0"/>
      <w:r w:rsidRPr="00770C82">
        <w:rPr>
          <w:szCs w:val="24"/>
          <w:lang w:eastAsia="lt-LT"/>
        </w:rPr>
        <w:t>2</w:t>
      </w:r>
      <w:r w:rsidR="005A07FB" w:rsidRPr="00770C82">
        <w:rPr>
          <w:szCs w:val="24"/>
          <w:lang w:eastAsia="lt-LT"/>
        </w:rPr>
        <w:t xml:space="preserve">. </w:t>
      </w:r>
      <w:r w:rsidR="001823FC" w:rsidRPr="00770C82">
        <w:rPr>
          <w:szCs w:val="24"/>
          <w:lang w:eastAsia="lt-LT"/>
        </w:rPr>
        <w:t xml:space="preserve">Pripažinti </w:t>
      </w:r>
      <w:r w:rsidRPr="00770C82">
        <w:rPr>
          <w:szCs w:val="24"/>
          <w:lang w:eastAsia="lt-LT"/>
        </w:rPr>
        <w:t xml:space="preserve">netekusiu galios </w:t>
      </w:r>
      <w:r w:rsidR="009713FA" w:rsidRPr="00770C82">
        <w:rPr>
          <w:szCs w:val="24"/>
          <w:lang w:eastAsia="lt-LT"/>
        </w:rPr>
        <w:t xml:space="preserve">Plungės rajono savivaldybės tarybos </w:t>
      </w:r>
      <w:r w:rsidR="001823FC" w:rsidRPr="00770C82">
        <w:rPr>
          <w:szCs w:val="24"/>
          <w:lang w:eastAsia="lt-LT"/>
        </w:rPr>
        <w:t xml:space="preserve">2017 m. balandžio 27 d. sprendimą Nr. T1-87 „Dėl </w:t>
      </w:r>
      <w:r w:rsidRPr="00770C82">
        <w:rPr>
          <w:szCs w:val="24"/>
          <w:lang w:eastAsia="lt-LT"/>
        </w:rPr>
        <w:t>M</w:t>
      </w:r>
      <w:r w:rsidR="001823FC" w:rsidRPr="00770C82">
        <w:rPr>
          <w:szCs w:val="24"/>
          <w:lang w:eastAsia="lt-LT"/>
        </w:rPr>
        <w:t>okesčių lengvatų už sukurtas naujas darbo vietas</w:t>
      </w:r>
      <w:r w:rsidR="009713FA" w:rsidRPr="00770C82">
        <w:rPr>
          <w:szCs w:val="24"/>
          <w:lang w:eastAsia="lt-LT"/>
        </w:rPr>
        <w:t xml:space="preserve"> teikimo tvarkos aprašo patvirtinimo“.</w:t>
      </w:r>
    </w:p>
    <w:p w:rsidR="00E85D92" w:rsidRPr="00770C82" w:rsidRDefault="00E85D92" w:rsidP="00770C82">
      <w:pPr>
        <w:rPr>
          <w:szCs w:val="24"/>
          <w:lang w:eastAsia="lt-LT"/>
        </w:rPr>
      </w:pPr>
      <w:r w:rsidRPr="00770C82">
        <w:rPr>
          <w:szCs w:val="24"/>
          <w:lang w:eastAsia="lt-LT"/>
        </w:rPr>
        <w:t xml:space="preserve">3. Nustatyti, kad šis sprendimas įsigalioja nuo 2017 m. birželio 1 d. </w:t>
      </w:r>
    </w:p>
    <w:p w:rsidR="001823FC" w:rsidRPr="005908DB" w:rsidRDefault="001823FC" w:rsidP="00770C8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 </w:t>
      </w:r>
      <w:r w:rsidR="005A07FB" w:rsidRPr="005908DB">
        <w:rPr>
          <w:szCs w:val="24"/>
          <w:lang w:eastAsia="lt-LT"/>
        </w:rPr>
        <w:t>Paskelbti šį sprendimą Teisės aktų registre ir Plungės rajono savivaldybės interneto svetainėje.</w:t>
      </w:r>
    </w:p>
    <w:p w:rsidR="0026601F" w:rsidRPr="005908DB" w:rsidRDefault="0026601F" w:rsidP="00770C82">
      <w:pPr>
        <w:rPr>
          <w:szCs w:val="24"/>
          <w:lang w:eastAsia="lt-LT"/>
        </w:rPr>
      </w:pPr>
      <w:bookmarkStart w:id="1" w:name="part_8ca5baea1ef54216ad0d44b4f8e68702"/>
      <w:bookmarkEnd w:id="1"/>
      <w:r w:rsidRPr="005908DB">
        <w:rPr>
          <w:szCs w:val="24"/>
          <w:lang w:eastAsia="lt-LT"/>
        </w:rPr>
        <w:t>Šis sprendimas gali būti skundžiamas Lietuvos Respublikos administracinių bylų teisenos įstatymo nustatyta tvarka.</w:t>
      </w:r>
    </w:p>
    <w:p w:rsidR="007447B8" w:rsidRPr="00833499" w:rsidRDefault="007447B8" w:rsidP="00770C82"/>
    <w:p w:rsidR="00DA1AF5" w:rsidRPr="00DA1AF5" w:rsidRDefault="00DA1AF5" w:rsidP="00DA1AF5">
      <w:pPr>
        <w:spacing w:line="276" w:lineRule="auto"/>
        <w:rPr>
          <w:color w:val="FF0000"/>
          <w:szCs w:val="24"/>
        </w:rPr>
      </w:pPr>
      <w:r>
        <w:rPr>
          <w:color w:val="FF0000"/>
          <w:szCs w:val="24"/>
        </w:rPr>
        <w:t xml:space="preserve"> </w:t>
      </w:r>
    </w:p>
    <w:p w:rsidR="00A275E1" w:rsidRDefault="00A275E1" w:rsidP="00770C82">
      <w:pPr>
        <w:tabs>
          <w:tab w:val="left" w:pos="7938"/>
        </w:tabs>
        <w:ind w:firstLine="0"/>
      </w:pPr>
      <w:r>
        <w:t>Savivaldybės meras</w:t>
      </w:r>
      <w:r w:rsidR="00770C82">
        <w:t xml:space="preserve"> </w:t>
      </w:r>
      <w:r w:rsidR="00770C82">
        <w:tab/>
        <w:t>Audrius Klišonis</w:t>
      </w:r>
    </w:p>
    <w:p w:rsidR="00A275E1" w:rsidRDefault="00A275E1" w:rsidP="00A275E1">
      <w:pPr>
        <w:ind w:firstLine="0"/>
      </w:pPr>
    </w:p>
    <w:p w:rsidR="0075231B" w:rsidRDefault="0075231B">
      <w:pPr>
        <w:ind w:firstLine="0"/>
        <w:jc w:val="left"/>
        <w:rPr>
          <w:szCs w:val="24"/>
          <w:lang w:eastAsia="lt-LT"/>
        </w:rPr>
      </w:pPr>
      <w:r>
        <w:rPr>
          <w:szCs w:val="24"/>
          <w:lang w:eastAsia="lt-LT"/>
        </w:rPr>
        <w:br w:type="page"/>
      </w:r>
    </w:p>
    <w:p w:rsidR="009A09DD" w:rsidRPr="00AA14C6" w:rsidRDefault="008D72E7" w:rsidP="009A09DD">
      <w:pPr>
        <w:pStyle w:val="Pavadinimas"/>
        <w:tabs>
          <w:tab w:val="left" w:pos="6054"/>
        </w:tabs>
        <w:spacing w:line="276" w:lineRule="auto"/>
        <w:ind w:right="480"/>
        <w:jc w:val="left"/>
        <w:rPr>
          <w:b w:val="0"/>
        </w:rPr>
      </w:pPr>
      <w:r>
        <w:rPr>
          <w:b w:val="0"/>
        </w:rPr>
        <w:lastRenderedPageBreak/>
        <w:tab/>
      </w:r>
      <w:r>
        <w:rPr>
          <w:b w:val="0"/>
        </w:rPr>
        <w:tab/>
      </w:r>
      <w:r w:rsidR="009A09DD" w:rsidRPr="00AA14C6">
        <w:rPr>
          <w:b w:val="0"/>
        </w:rPr>
        <w:t>PATVIRTINTA</w:t>
      </w:r>
    </w:p>
    <w:p w:rsidR="009A09DD" w:rsidRPr="00AA14C6" w:rsidRDefault="009A09DD" w:rsidP="008D72E7">
      <w:pPr>
        <w:pStyle w:val="Pavadinimas"/>
        <w:spacing w:line="276" w:lineRule="auto"/>
        <w:ind w:left="5178" w:firstLine="1296"/>
        <w:jc w:val="left"/>
        <w:rPr>
          <w:b w:val="0"/>
        </w:rPr>
      </w:pPr>
      <w:r w:rsidRPr="00AA14C6">
        <w:rPr>
          <w:b w:val="0"/>
        </w:rPr>
        <w:t>Plungės rajono savivaldybės</w:t>
      </w:r>
    </w:p>
    <w:p w:rsidR="009A09DD" w:rsidRPr="00AA14C6" w:rsidRDefault="0074533D" w:rsidP="009A09DD">
      <w:pPr>
        <w:pStyle w:val="Pavadinimas"/>
        <w:spacing w:line="276" w:lineRule="auto"/>
        <w:ind w:left="6474"/>
        <w:jc w:val="left"/>
      </w:pPr>
      <w:r>
        <w:rPr>
          <w:b w:val="0"/>
        </w:rPr>
        <w:t>tarybos</w:t>
      </w:r>
      <w:r w:rsidR="009A09DD" w:rsidRPr="00AA14C6">
        <w:rPr>
          <w:b w:val="0"/>
        </w:rPr>
        <w:t xml:space="preserve"> 201</w:t>
      </w:r>
      <w:r w:rsidR="009A09DD">
        <w:rPr>
          <w:b w:val="0"/>
        </w:rPr>
        <w:t xml:space="preserve">7 </w:t>
      </w:r>
      <w:r w:rsidR="009A09DD" w:rsidRPr="00AA14C6">
        <w:rPr>
          <w:b w:val="0"/>
        </w:rPr>
        <w:t xml:space="preserve">m. </w:t>
      </w:r>
      <w:r w:rsidR="00060439">
        <w:rPr>
          <w:b w:val="0"/>
        </w:rPr>
        <w:t xml:space="preserve">gegužės </w:t>
      </w:r>
      <w:r w:rsidR="009A09DD">
        <w:rPr>
          <w:b w:val="0"/>
        </w:rPr>
        <w:t>2</w:t>
      </w:r>
      <w:r w:rsidR="00060439">
        <w:rPr>
          <w:b w:val="0"/>
        </w:rPr>
        <w:t>5</w:t>
      </w:r>
      <w:r w:rsidR="009A09DD">
        <w:rPr>
          <w:b w:val="0"/>
        </w:rPr>
        <w:t xml:space="preserve"> </w:t>
      </w:r>
      <w:r w:rsidR="009A09DD" w:rsidRPr="00AA14C6">
        <w:rPr>
          <w:b w:val="0"/>
        </w:rPr>
        <w:t>d.                                                                                sprendimu Nr.</w:t>
      </w:r>
      <w:r w:rsidR="008D72E7">
        <w:rPr>
          <w:b w:val="0"/>
        </w:rPr>
        <w:t xml:space="preserve"> </w:t>
      </w:r>
      <w:r w:rsidR="009A09DD" w:rsidRPr="00AA14C6">
        <w:rPr>
          <w:b w:val="0"/>
        </w:rPr>
        <w:t>T1-</w:t>
      </w:r>
      <w:r w:rsidR="00B83FA6">
        <w:rPr>
          <w:b w:val="0"/>
        </w:rPr>
        <w:t>134</w:t>
      </w:r>
      <w:bookmarkStart w:id="2" w:name="_GoBack"/>
      <w:bookmarkEnd w:id="2"/>
    </w:p>
    <w:p w:rsidR="00FB12F9" w:rsidRDefault="00FB12F9" w:rsidP="009A09DD">
      <w:pPr>
        <w:pStyle w:val="Pavadinimas"/>
        <w:tabs>
          <w:tab w:val="left" w:pos="6054"/>
        </w:tabs>
        <w:spacing w:line="276" w:lineRule="auto"/>
        <w:ind w:right="480"/>
        <w:jc w:val="both"/>
        <w:rPr>
          <w:bCs w:val="0"/>
          <w:lang w:eastAsia="lt-LT"/>
        </w:rPr>
      </w:pPr>
    </w:p>
    <w:p w:rsidR="0026601F" w:rsidRPr="0026601F" w:rsidRDefault="00426456" w:rsidP="0026601F">
      <w:pPr>
        <w:ind w:firstLine="60"/>
        <w:jc w:val="center"/>
        <w:rPr>
          <w:szCs w:val="24"/>
          <w:lang w:eastAsia="lt-LT"/>
        </w:rPr>
      </w:pPr>
      <w:r>
        <w:rPr>
          <w:b/>
          <w:bCs/>
          <w:caps/>
          <w:sz w:val="26"/>
          <w:szCs w:val="26"/>
        </w:rPr>
        <w:t>MOKESČIŲ lengvatŲ UŽ SUKURTAS NAUJAS DARBO VIETAS T</w:t>
      </w:r>
      <w:r w:rsidR="00471BD6">
        <w:rPr>
          <w:b/>
          <w:bCs/>
          <w:caps/>
          <w:sz w:val="26"/>
          <w:szCs w:val="26"/>
        </w:rPr>
        <w:t>EIKIMO</w:t>
      </w:r>
      <w:r>
        <w:rPr>
          <w:b/>
          <w:bCs/>
          <w:caps/>
          <w:sz w:val="26"/>
          <w:szCs w:val="26"/>
        </w:rPr>
        <w:t xml:space="preserve"> tvarkos aprašAS</w:t>
      </w:r>
    </w:p>
    <w:p w:rsidR="00C108E7" w:rsidRPr="00C108E7" w:rsidRDefault="00C108E7" w:rsidP="00C108E7">
      <w:pPr>
        <w:ind w:firstLine="0"/>
        <w:rPr>
          <w:noProof/>
          <w:szCs w:val="24"/>
        </w:rPr>
      </w:pPr>
    </w:p>
    <w:p w:rsidR="00471BD6" w:rsidRDefault="00C108E7" w:rsidP="00B84380">
      <w:pPr>
        <w:ind w:firstLine="0"/>
        <w:jc w:val="center"/>
        <w:rPr>
          <w:b/>
          <w:noProof/>
          <w:szCs w:val="24"/>
        </w:rPr>
      </w:pPr>
      <w:r w:rsidRPr="00166B4E">
        <w:rPr>
          <w:b/>
          <w:noProof/>
          <w:szCs w:val="24"/>
        </w:rPr>
        <w:t>I</w:t>
      </w:r>
      <w:r w:rsidR="00471BD6" w:rsidRPr="00166B4E">
        <w:rPr>
          <w:b/>
          <w:noProof/>
          <w:szCs w:val="24"/>
        </w:rPr>
        <w:t xml:space="preserve"> SKYRIUS</w:t>
      </w:r>
      <w:r w:rsidRPr="00166B4E">
        <w:rPr>
          <w:b/>
          <w:noProof/>
          <w:szCs w:val="24"/>
        </w:rPr>
        <w:t xml:space="preserve"> </w:t>
      </w:r>
    </w:p>
    <w:p w:rsidR="00C108E7" w:rsidRPr="00166B4E" w:rsidRDefault="00C108E7" w:rsidP="00B84380">
      <w:pPr>
        <w:ind w:firstLine="0"/>
        <w:jc w:val="center"/>
        <w:rPr>
          <w:b/>
          <w:noProof/>
          <w:szCs w:val="24"/>
        </w:rPr>
      </w:pPr>
      <w:r w:rsidRPr="00166B4E">
        <w:rPr>
          <w:b/>
          <w:noProof/>
          <w:szCs w:val="24"/>
        </w:rPr>
        <w:t>BENDROSIOS NUOSTATOS</w:t>
      </w:r>
    </w:p>
    <w:p w:rsidR="00C108E7" w:rsidRPr="00166B4E" w:rsidRDefault="00C108E7" w:rsidP="00C108E7">
      <w:pPr>
        <w:ind w:left="360" w:firstLine="0"/>
        <w:jc w:val="center"/>
        <w:rPr>
          <w:b/>
          <w:noProof/>
          <w:szCs w:val="24"/>
        </w:rPr>
      </w:pPr>
    </w:p>
    <w:p w:rsidR="0026601F" w:rsidRPr="005908DB" w:rsidRDefault="005908DB" w:rsidP="0074533D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 </w:t>
      </w:r>
      <w:r w:rsidR="0026601F" w:rsidRPr="005908DB">
        <w:rPr>
          <w:szCs w:val="24"/>
          <w:lang w:eastAsia="lt-LT"/>
        </w:rPr>
        <w:t xml:space="preserve">Mokesčių lengvatų </w:t>
      </w:r>
      <w:r w:rsidR="00426456" w:rsidRPr="005908DB">
        <w:rPr>
          <w:szCs w:val="24"/>
          <w:lang w:eastAsia="lt-LT"/>
        </w:rPr>
        <w:t xml:space="preserve">už sukurtas </w:t>
      </w:r>
      <w:r w:rsidR="0026601F" w:rsidRPr="005908DB">
        <w:rPr>
          <w:szCs w:val="24"/>
          <w:lang w:eastAsia="lt-LT"/>
        </w:rPr>
        <w:t xml:space="preserve">naujas darbo vietas </w:t>
      </w:r>
      <w:r w:rsidR="0035113D" w:rsidRPr="005908DB">
        <w:rPr>
          <w:szCs w:val="24"/>
          <w:lang w:eastAsia="lt-LT"/>
        </w:rPr>
        <w:t>teikimo</w:t>
      </w:r>
      <w:r w:rsidR="0026601F" w:rsidRPr="005908DB">
        <w:rPr>
          <w:szCs w:val="24"/>
          <w:lang w:eastAsia="lt-LT"/>
        </w:rPr>
        <w:t xml:space="preserve"> tvarkos aprašas (toliau – Aprašas)</w:t>
      </w:r>
      <w:r w:rsidR="00BF3B0C">
        <w:rPr>
          <w:szCs w:val="24"/>
          <w:lang w:eastAsia="lt-LT"/>
        </w:rPr>
        <w:t xml:space="preserve"> reglamentuoja lengvatų Plungės</w:t>
      </w:r>
      <w:r w:rsidR="0026601F" w:rsidRPr="005908DB">
        <w:rPr>
          <w:szCs w:val="24"/>
          <w:lang w:eastAsia="lt-LT"/>
        </w:rPr>
        <w:t xml:space="preserve"> rajono savivaldybės biudžeto sąskaita </w:t>
      </w:r>
      <w:r w:rsidR="0035113D" w:rsidRPr="005908DB">
        <w:rPr>
          <w:szCs w:val="24"/>
          <w:lang w:eastAsia="lt-LT"/>
        </w:rPr>
        <w:t xml:space="preserve">teikimą </w:t>
      </w:r>
      <w:r w:rsidR="00A11D7F" w:rsidRPr="00770C82">
        <w:rPr>
          <w:szCs w:val="24"/>
          <w:lang w:eastAsia="lt-LT"/>
        </w:rPr>
        <w:t xml:space="preserve">juridiniams asmenims </w:t>
      </w:r>
      <w:r w:rsidR="00516AE2" w:rsidRPr="00770C82">
        <w:rPr>
          <w:szCs w:val="24"/>
          <w:lang w:eastAsia="lt-LT"/>
        </w:rPr>
        <w:t>ir ūkininkams</w:t>
      </w:r>
      <w:r w:rsidR="0026601F" w:rsidRPr="00770C82">
        <w:rPr>
          <w:szCs w:val="24"/>
          <w:lang w:eastAsia="lt-LT"/>
        </w:rPr>
        <w:t>, steigiantiems naujas darbo vietas ir plečiantiems ve</w:t>
      </w:r>
      <w:r w:rsidR="00A11D7F" w:rsidRPr="00770C82">
        <w:rPr>
          <w:szCs w:val="24"/>
          <w:lang w:eastAsia="lt-LT"/>
        </w:rPr>
        <w:t>iklą</w:t>
      </w:r>
      <w:r w:rsidR="0026601F" w:rsidRPr="005908DB">
        <w:rPr>
          <w:szCs w:val="24"/>
          <w:lang w:eastAsia="lt-LT"/>
        </w:rPr>
        <w:t xml:space="preserve"> savivaldybės teritorijoje</w:t>
      </w:r>
      <w:r w:rsidR="0035113D" w:rsidRPr="005908DB">
        <w:rPr>
          <w:szCs w:val="24"/>
          <w:lang w:eastAsia="lt-LT"/>
        </w:rPr>
        <w:t xml:space="preserve"> bei</w:t>
      </w:r>
      <w:r w:rsidR="0026601F" w:rsidRPr="005908DB">
        <w:rPr>
          <w:szCs w:val="24"/>
          <w:lang w:eastAsia="lt-LT"/>
        </w:rPr>
        <w:t xml:space="preserve"> pateikusiems prašymus dėl lengvatų suteikimo.</w:t>
      </w:r>
      <w:r w:rsidR="0035113D" w:rsidRPr="005908DB">
        <w:rPr>
          <w:szCs w:val="24"/>
          <w:lang w:eastAsia="lt-LT"/>
        </w:rPr>
        <w:t xml:space="preserve"> </w:t>
      </w:r>
    </w:p>
    <w:p w:rsidR="0026601F" w:rsidRPr="00770C82" w:rsidRDefault="0026601F" w:rsidP="0074533D">
      <w:pPr>
        <w:rPr>
          <w:szCs w:val="24"/>
          <w:lang w:eastAsia="lt-LT"/>
        </w:rPr>
      </w:pPr>
      <w:bookmarkStart w:id="3" w:name="part_44c559aea04845c097cd1dabf25b3427"/>
      <w:bookmarkEnd w:id="3"/>
      <w:r w:rsidRPr="005908DB">
        <w:rPr>
          <w:szCs w:val="24"/>
          <w:lang w:eastAsia="lt-LT"/>
        </w:rPr>
        <w:t xml:space="preserve">2. Aprašas parengtas vadovaujantis Lietuvos Respublikos vietos savivaldos įstatymu, </w:t>
      </w:r>
      <w:r w:rsidRPr="00770C82">
        <w:rPr>
          <w:szCs w:val="24"/>
          <w:lang w:eastAsia="lt-LT"/>
        </w:rPr>
        <w:t xml:space="preserve">Lietuvos Respublikos smulkiojo ir vidutinio verslo plėtros įstatymu, Lietuvos Respublikos nekilnojamojo turto mokesčio įstatymu, </w:t>
      </w:r>
      <w:r w:rsidR="00EB1963" w:rsidRPr="00770C82">
        <w:rPr>
          <w:szCs w:val="24"/>
          <w:lang w:eastAsia="lt-LT"/>
        </w:rPr>
        <w:t>Lietuvos Respublikos ū</w:t>
      </w:r>
      <w:r w:rsidR="00165BF2" w:rsidRPr="00770C82">
        <w:rPr>
          <w:szCs w:val="24"/>
          <w:lang w:eastAsia="lt-LT"/>
        </w:rPr>
        <w:t xml:space="preserve">kininko ūkio įstatymu, </w:t>
      </w:r>
      <w:r w:rsidRPr="00770C82">
        <w:rPr>
          <w:szCs w:val="24"/>
          <w:lang w:eastAsia="lt-LT"/>
        </w:rPr>
        <w:t>Lietuvos Respublikos žemės mokes</w:t>
      </w:r>
      <w:r w:rsidR="00152140" w:rsidRPr="00770C82">
        <w:rPr>
          <w:szCs w:val="24"/>
          <w:lang w:eastAsia="lt-LT"/>
        </w:rPr>
        <w:t xml:space="preserve">čio įstatymu </w:t>
      </w:r>
      <w:r w:rsidRPr="00770C82">
        <w:rPr>
          <w:szCs w:val="24"/>
          <w:lang w:eastAsia="lt-LT"/>
        </w:rPr>
        <w:t xml:space="preserve">ir Lietuvos Respublikos Vyriausybės 2002 m. lapkričio 19 d. nutarimu Nr. 1798 „Dėl nuomos mokesčio už valstybinę žemę“. </w:t>
      </w:r>
    </w:p>
    <w:p w:rsidR="000018DD" w:rsidRPr="00770C82" w:rsidRDefault="000018DD" w:rsidP="0074533D">
      <w:pPr>
        <w:rPr>
          <w:szCs w:val="24"/>
          <w:lang w:eastAsia="lt-LT"/>
        </w:rPr>
      </w:pPr>
      <w:r w:rsidRPr="00770C82">
        <w:rPr>
          <w:szCs w:val="24"/>
          <w:lang w:eastAsia="lt-LT"/>
        </w:rPr>
        <w:t xml:space="preserve">3. Šiame </w:t>
      </w:r>
      <w:r w:rsidR="00D71EB6" w:rsidRPr="00770C82">
        <w:rPr>
          <w:szCs w:val="24"/>
          <w:lang w:eastAsia="lt-LT"/>
        </w:rPr>
        <w:t>A</w:t>
      </w:r>
      <w:r w:rsidRPr="00770C82">
        <w:rPr>
          <w:szCs w:val="24"/>
          <w:lang w:eastAsia="lt-LT"/>
        </w:rPr>
        <w:t>praše vartojamos sąvokos:</w:t>
      </w:r>
    </w:p>
    <w:p w:rsidR="000018DD" w:rsidRPr="00770C82" w:rsidRDefault="000018DD" w:rsidP="0074533D">
      <w:pPr>
        <w:rPr>
          <w:szCs w:val="24"/>
          <w:lang w:eastAsia="lt-LT"/>
        </w:rPr>
      </w:pPr>
      <w:r w:rsidRPr="00770C82">
        <w:rPr>
          <w:szCs w:val="24"/>
          <w:lang w:eastAsia="lt-LT"/>
        </w:rPr>
        <w:t xml:space="preserve">3.1. </w:t>
      </w:r>
      <w:r w:rsidRPr="00770C82">
        <w:rPr>
          <w:b/>
          <w:szCs w:val="24"/>
          <w:lang w:eastAsia="lt-LT"/>
        </w:rPr>
        <w:t>Vidutinė įmonė</w:t>
      </w:r>
      <w:r w:rsidRPr="00770C82">
        <w:rPr>
          <w:szCs w:val="24"/>
          <w:lang w:eastAsia="lt-LT"/>
        </w:rPr>
        <w:t xml:space="preserve"> – įmonė, kurioje dirba mažiau kaip 250 darbuotojų ir kurios finansiniai duomenys atitinka bent vieną iš šių sąlygų:</w:t>
      </w:r>
    </w:p>
    <w:p w:rsidR="000018DD" w:rsidRPr="00770C82" w:rsidRDefault="000018DD" w:rsidP="0074533D">
      <w:pPr>
        <w:rPr>
          <w:szCs w:val="24"/>
          <w:lang w:val="en-US" w:eastAsia="lt-LT"/>
        </w:rPr>
      </w:pPr>
      <w:bookmarkStart w:id="4" w:name="part_695588e45d034af2b50f355fd48fb088"/>
      <w:bookmarkEnd w:id="4"/>
      <w:r w:rsidRPr="00770C82">
        <w:rPr>
          <w:szCs w:val="24"/>
          <w:lang w:eastAsia="lt-LT"/>
        </w:rPr>
        <w:t>3.1.1.  įm</w:t>
      </w:r>
      <w:r w:rsidR="00EA4471" w:rsidRPr="00770C82">
        <w:rPr>
          <w:szCs w:val="24"/>
          <w:lang w:eastAsia="lt-LT"/>
        </w:rPr>
        <w:t>onės metinės pajamos neviršija 5</w:t>
      </w:r>
      <w:r w:rsidRPr="00770C82">
        <w:rPr>
          <w:szCs w:val="24"/>
          <w:lang w:eastAsia="lt-LT"/>
        </w:rPr>
        <w:t>0 mln. eurų;</w:t>
      </w:r>
    </w:p>
    <w:p w:rsidR="000018DD" w:rsidRPr="00770C82" w:rsidRDefault="000018DD" w:rsidP="0074533D">
      <w:pPr>
        <w:rPr>
          <w:szCs w:val="24"/>
          <w:lang w:val="en-US" w:eastAsia="lt-LT"/>
        </w:rPr>
      </w:pPr>
      <w:bookmarkStart w:id="5" w:name="part_074ef0c4ccb84637911e23a7e6363ec0"/>
      <w:bookmarkEnd w:id="5"/>
      <w:r w:rsidRPr="00770C82">
        <w:rPr>
          <w:szCs w:val="24"/>
          <w:lang w:eastAsia="lt-LT"/>
        </w:rPr>
        <w:t xml:space="preserve">3.1.2. įmonės balanse nurodyto turto vertė neviršija </w:t>
      </w:r>
      <w:r w:rsidR="00EA4471" w:rsidRPr="00770C82">
        <w:rPr>
          <w:szCs w:val="24"/>
          <w:lang w:eastAsia="lt-LT"/>
        </w:rPr>
        <w:t xml:space="preserve">43 </w:t>
      </w:r>
      <w:r w:rsidRPr="00770C82">
        <w:rPr>
          <w:szCs w:val="24"/>
          <w:lang w:eastAsia="lt-LT"/>
        </w:rPr>
        <w:t xml:space="preserve">mln. eurų. </w:t>
      </w:r>
    </w:p>
    <w:p w:rsidR="000018DD" w:rsidRPr="00770C82" w:rsidRDefault="000018DD" w:rsidP="0074533D">
      <w:pPr>
        <w:rPr>
          <w:szCs w:val="24"/>
          <w:lang w:val="en-US" w:eastAsia="lt-LT"/>
        </w:rPr>
      </w:pPr>
      <w:r w:rsidRPr="00770C82">
        <w:rPr>
          <w:szCs w:val="24"/>
          <w:lang w:eastAsia="lt-LT"/>
        </w:rPr>
        <w:t xml:space="preserve">3.2. </w:t>
      </w:r>
      <w:r w:rsidRPr="00770C82">
        <w:rPr>
          <w:b/>
          <w:szCs w:val="24"/>
          <w:lang w:eastAsia="lt-LT"/>
        </w:rPr>
        <w:t>Maža įmonė</w:t>
      </w:r>
      <w:r w:rsidRPr="00770C82">
        <w:rPr>
          <w:szCs w:val="24"/>
          <w:lang w:eastAsia="lt-LT"/>
        </w:rPr>
        <w:t xml:space="preserve"> – įmonė, kurioje dirba mažiau kaip 50 darbuotojų ir kurios finansiniai duomenys atitinka bent vieną iš šių sąlygų:</w:t>
      </w:r>
    </w:p>
    <w:p w:rsidR="000018DD" w:rsidRPr="00770C82" w:rsidRDefault="000018DD" w:rsidP="0074533D">
      <w:pPr>
        <w:rPr>
          <w:szCs w:val="24"/>
          <w:lang w:val="en-US" w:eastAsia="lt-LT"/>
        </w:rPr>
      </w:pPr>
      <w:bookmarkStart w:id="6" w:name="part_f86a301a2e3c4d72b9024714a74f0a81"/>
      <w:bookmarkEnd w:id="6"/>
      <w:r w:rsidRPr="00770C82">
        <w:rPr>
          <w:szCs w:val="24"/>
          <w:lang w:eastAsia="lt-LT"/>
        </w:rPr>
        <w:t xml:space="preserve">3.2.1.  įmonės metinės pajamos neviršija </w:t>
      </w:r>
      <w:r w:rsidR="00EA4471" w:rsidRPr="00770C82">
        <w:rPr>
          <w:szCs w:val="24"/>
          <w:lang w:eastAsia="lt-LT"/>
        </w:rPr>
        <w:t xml:space="preserve">10 </w:t>
      </w:r>
      <w:r w:rsidRPr="00770C82">
        <w:rPr>
          <w:szCs w:val="24"/>
          <w:lang w:eastAsia="lt-LT"/>
        </w:rPr>
        <w:t xml:space="preserve">mln. eurų; </w:t>
      </w:r>
    </w:p>
    <w:p w:rsidR="000018DD" w:rsidRPr="00770C82" w:rsidRDefault="000018DD" w:rsidP="0074533D">
      <w:pPr>
        <w:rPr>
          <w:szCs w:val="24"/>
          <w:lang w:eastAsia="lt-LT"/>
        </w:rPr>
      </w:pPr>
      <w:bookmarkStart w:id="7" w:name="part_41196275ab6648188ec0f81202c0cada"/>
      <w:bookmarkEnd w:id="7"/>
      <w:r w:rsidRPr="00770C82">
        <w:rPr>
          <w:szCs w:val="24"/>
          <w:lang w:eastAsia="lt-LT"/>
        </w:rPr>
        <w:t xml:space="preserve">3.2.2.  įmonės balanse nurodyto turto vertė neviršija </w:t>
      </w:r>
      <w:r w:rsidR="00EA4471" w:rsidRPr="00770C82">
        <w:rPr>
          <w:szCs w:val="24"/>
          <w:lang w:eastAsia="lt-LT"/>
        </w:rPr>
        <w:t>10</w:t>
      </w:r>
      <w:r w:rsidRPr="00770C82">
        <w:rPr>
          <w:szCs w:val="24"/>
          <w:lang w:eastAsia="lt-LT"/>
        </w:rPr>
        <w:t xml:space="preserve"> mln. eurų. </w:t>
      </w:r>
    </w:p>
    <w:p w:rsidR="000018DD" w:rsidRPr="00770C82" w:rsidRDefault="000018DD" w:rsidP="0074533D">
      <w:pPr>
        <w:rPr>
          <w:szCs w:val="24"/>
          <w:lang w:eastAsia="lt-LT"/>
        </w:rPr>
      </w:pPr>
      <w:r w:rsidRPr="00770C82">
        <w:rPr>
          <w:szCs w:val="24"/>
          <w:lang w:eastAsia="lt-LT"/>
        </w:rPr>
        <w:t xml:space="preserve">3.3. </w:t>
      </w:r>
      <w:r w:rsidRPr="00770C82">
        <w:rPr>
          <w:b/>
          <w:szCs w:val="24"/>
          <w:lang w:eastAsia="lt-LT"/>
        </w:rPr>
        <w:t>Labai maža įmonė</w:t>
      </w:r>
      <w:r w:rsidRPr="00770C82">
        <w:rPr>
          <w:szCs w:val="24"/>
          <w:lang w:eastAsia="lt-LT"/>
        </w:rPr>
        <w:t xml:space="preserve"> – įmonė, kurioje dirba mažiau kaip 10 darbuotojų ir kurios finansiniai duomenys atitinka bent vieną iš šių sąlygų:</w:t>
      </w:r>
    </w:p>
    <w:p w:rsidR="000018DD" w:rsidRPr="00770C82" w:rsidRDefault="000018DD" w:rsidP="0074533D">
      <w:pPr>
        <w:rPr>
          <w:szCs w:val="24"/>
          <w:lang w:val="en-US" w:eastAsia="lt-LT"/>
        </w:rPr>
      </w:pPr>
      <w:bookmarkStart w:id="8" w:name="part_c19135dceb1245058e7ff5df05112405"/>
      <w:bookmarkEnd w:id="8"/>
      <w:r w:rsidRPr="00770C82">
        <w:rPr>
          <w:szCs w:val="24"/>
          <w:lang w:eastAsia="lt-LT"/>
        </w:rPr>
        <w:t>3.3.1. įmonės metinės pajamos neviršija 2 mln. eurų;</w:t>
      </w:r>
    </w:p>
    <w:p w:rsidR="000018DD" w:rsidRPr="00770C82" w:rsidRDefault="000018DD" w:rsidP="0074533D">
      <w:pPr>
        <w:rPr>
          <w:szCs w:val="24"/>
          <w:lang w:eastAsia="lt-LT"/>
        </w:rPr>
      </w:pPr>
      <w:bookmarkStart w:id="9" w:name="part_644a0482d4ca40fb827b93cd62534125"/>
      <w:bookmarkEnd w:id="9"/>
      <w:r w:rsidRPr="00770C82">
        <w:rPr>
          <w:szCs w:val="24"/>
          <w:lang w:eastAsia="lt-LT"/>
        </w:rPr>
        <w:t xml:space="preserve">3.3.2. įmonės balanse nurodyto turto vertė neviršija </w:t>
      </w:r>
      <w:r w:rsidR="00EA4471" w:rsidRPr="00770C82">
        <w:rPr>
          <w:szCs w:val="24"/>
          <w:lang w:eastAsia="lt-LT"/>
        </w:rPr>
        <w:t>2</w:t>
      </w:r>
      <w:r w:rsidRPr="00770C82">
        <w:rPr>
          <w:szCs w:val="24"/>
          <w:lang w:eastAsia="lt-LT"/>
        </w:rPr>
        <w:t xml:space="preserve"> mln. eurų.</w:t>
      </w:r>
    </w:p>
    <w:p w:rsidR="00657E3A" w:rsidRPr="00770C82" w:rsidRDefault="00165BF2" w:rsidP="00657E3A">
      <w:pPr>
        <w:rPr>
          <w:szCs w:val="24"/>
          <w:lang w:eastAsia="lt-LT"/>
        </w:rPr>
      </w:pPr>
      <w:r w:rsidRPr="00770C82">
        <w:rPr>
          <w:szCs w:val="24"/>
          <w:lang w:eastAsia="lt-LT"/>
        </w:rPr>
        <w:t>3.</w:t>
      </w:r>
      <w:r w:rsidR="00E01B4E" w:rsidRPr="00770C82">
        <w:rPr>
          <w:szCs w:val="24"/>
          <w:lang w:eastAsia="lt-LT"/>
        </w:rPr>
        <w:t>4</w:t>
      </w:r>
      <w:r w:rsidRPr="00770C82">
        <w:rPr>
          <w:szCs w:val="24"/>
          <w:lang w:eastAsia="lt-LT"/>
        </w:rPr>
        <w:t xml:space="preserve">. </w:t>
      </w:r>
      <w:r w:rsidR="00657E3A" w:rsidRPr="00770C82">
        <w:rPr>
          <w:b/>
          <w:szCs w:val="24"/>
          <w:lang w:eastAsia="lt-LT"/>
        </w:rPr>
        <w:t>Ūkininkas</w:t>
      </w:r>
      <w:r w:rsidR="00657E3A" w:rsidRPr="00770C82">
        <w:rPr>
          <w:szCs w:val="24"/>
          <w:lang w:eastAsia="lt-LT"/>
        </w:rPr>
        <w:t xml:space="preserve"> – fizinis asmuo, besiverčiantis žemės ūkio veikla savo vardu įregistruotame ir atstovaujamame ūkyje.</w:t>
      </w:r>
    </w:p>
    <w:p w:rsidR="0026601F" w:rsidRPr="005908DB" w:rsidRDefault="00F6034A" w:rsidP="0074533D">
      <w:pPr>
        <w:rPr>
          <w:szCs w:val="24"/>
          <w:lang w:eastAsia="lt-LT"/>
        </w:rPr>
      </w:pPr>
      <w:r w:rsidRPr="00770C82">
        <w:rPr>
          <w:szCs w:val="24"/>
          <w:lang w:eastAsia="lt-LT"/>
        </w:rPr>
        <w:t xml:space="preserve">4. </w:t>
      </w:r>
      <w:r w:rsidR="0026601F" w:rsidRPr="00770C82">
        <w:rPr>
          <w:szCs w:val="24"/>
          <w:lang w:eastAsia="lt-LT"/>
        </w:rPr>
        <w:t>Vadovaudamasi Lietuvos Respublikos vietos savivaldos įstatymo 16 straipsnio 2 dalies 18 punkto nuostatomis, Savivaldybės taryba gali priimti sprendimus teikti</w:t>
      </w:r>
      <w:r w:rsidR="0026601F" w:rsidRPr="005908DB">
        <w:rPr>
          <w:szCs w:val="24"/>
          <w:lang w:eastAsia="lt-LT"/>
        </w:rPr>
        <w:t xml:space="preserve"> mokesčių lengvatas Savivaldybės biudžeto sąskaita. </w:t>
      </w:r>
      <w:bookmarkStart w:id="10" w:name="part_b4cc792a79554c448701de93d4ed051a"/>
      <w:bookmarkEnd w:id="10"/>
    </w:p>
    <w:p w:rsidR="0026601F" w:rsidRPr="005908DB" w:rsidRDefault="00EA4471" w:rsidP="0074533D">
      <w:pPr>
        <w:rPr>
          <w:szCs w:val="24"/>
          <w:lang w:eastAsia="lt-LT"/>
        </w:rPr>
      </w:pPr>
      <w:bookmarkStart w:id="11" w:name="part_bf29d5079b0544b88fa43f8f990601e1"/>
      <w:bookmarkEnd w:id="11"/>
      <w:r w:rsidRPr="005908DB">
        <w:rPr>
          <w:szCs w:val="24"/>
          <w:lang w:eastAsia="lt-LT"/>
        </w:rPr>
        <w:t>5</w:t>
      </w:r>
      <w:r w:rsidR="0026601F" w:rsidRPr="005908DB">
        <w:rPr>
          <w:szCs w:val="24"/>
          <w:lang w:eastAsia="lt-LT"/>
        </w:rPr>
        <w:t>. Savivaldybės taryba gali teikti šių mokesčių lengvatas:</w:t>
      </w:r>
    </w:p>
    <w:p w:rsidR="0026601F" w:rsidRPr="005908DB" w:rsidRDefault="00EA4471" w:rsidP="0074533D">
      <w:pPr>
        <w:rPr>
          <w:szCs w:val="24"/>
          <w:lang w:eastAsia="lt-LT"/>
        </w:rPr>
      </w:pPr>
      <w:bookmarkStart w:id="12" w:name="part_973aabcad33e4fd28862122a496f9bfc"/>
      <w:bookmarkEnd w:id="12"/>
      <w:r w:rsidRPr="005908DB">
        <w:rPr>
          <w:szCs w:val="24"/>
          <w:lang w:eastAsia="lt-LT"/>
        </w:rPr>
        <w:t>5</w:t>
      </w:r>
      <w:r w:rsidR="0026601F" w:rsidRPr="005908DB">
        <w:rPr>
          <w:szCs w:val="24"/>
          <w:lang w:eastAsia="lt-LT"/>
        </w:rPr>
        <w:t xml:space="preserve">.1. žemės </w:t>
      </w:r>
      <w:r w:rsidRPr="005908DB">
        <w:rPr>
          <w:szCs w:val="24"/>
          <w:lang w:eastAsia="lt-LT"/>
        </w:rPr>
        <w:t xml:space="preserve"> mokes</w:t>
      </w:r>
      <w:r w:rsidR="00D71EB6" w:rsidRPr="005908DB">
        <w:rPr>
          <w:szCs w:val="24"/>
          <w:lang w:eastAsia="lt-LT"/>
        </w:rPr>
        <w:t>čio</w:t>
      </w:r>
      <w:r w:rsidRPr="005908DB">
        <w:rPr>
          <w:szCs w:val="24"/>
          <w:lang w:eastAsia="lt-LT"/>
        </w:rPr>
        <w:t xml:space="preserve"> </w:t>
      </w:r>
      <w:r w:rsidR="0026601F" w:rsidRPr="005908DB">
        <w:rPr>
          <w:szCs w:val="24"/>
          <w:lang w:eastAsia="lt-LT"/>
        </w:rPr>
        <w:t>(sumažinti mokesčio dydį arba visai nuo jo atleisti);</w:t>
      </w:r>
      <w:r w:rsidR="0035113D" w:rsidRPr="005908DB">
        <w:rPr>
          <w:szCs w:val="24"/>
          <w:lang w:eastAsia="lt-LT"/>
        </w:rPr>
        <w:t xml:space="preserve"> </w:t>
      </w:r>
    </w:p>
    <w:p w:rsidR="0026601F" w:rsidRPr="005908DB" w:rsidRDefault="00EA4471" w:rsidP="0074533D">
      <w:pPr>
        <w:rPr>
          <w:szCs w:val="24"/>
          <w:lang w:eastAsia="lt-LT"/>
        </w:rPr>
      </w:pPr>
      <w:bookmarkStart w:id="13" w:name="part_4caab377ad0c4f9ba1e7ce44d72215a5"/>
      <w:bookmarkEnd w:id="13"/>
      <w:r w:rsidRPr="005908DB">
        <w:rPr>
          <w:szCs w:val="24"/>
          <w:lang w:eastAsia="lt-LT"/>
        </w:rPr>
        <w:t>5</w:t>
      </w:r>
      <w:r w:rsidR="0026601F" w:rsidRPr="005908DB">
        <w:rPr>
          <w:szCs w:val="24"/>
          <w:lang w:eastAsia="lt-LT"/>
        </w:rPr>
        <w:t xml:space="preserve">.2. nuomos už valstybinę žemę </w:t>
      </w:r>
      <w:r w:rsidR="0035113D" w:rsidRPr="005908DB">
        <w:rPr>
          <w:szCs w:val="24"/>
          <w:lang w:eastAsia="lt-LT"/>
        </w:rPr>
        <w:t xml:space="preserve">mokesčio </w:t>
      </w:r>
      <w:r w:rsidR="0026601F" w:rsidRPr="005908DB">
        <w:rPr>
          <w:szCs w:val="24"/>
          <w:lang w:eastAsia="lt-LT"/>
        </w:rPr>
        <w:t>(sumažinti mokesčio dydį arba visai nuo jo atleisti,);</w:t>
      </w:r>
    </w:p>
    <w:p w:rsidR="0026601F" w:rsidRPr="005908DB" w:rsidRDefault="00EA4471" w:rsidP="0074533D">
      <w:pPr>
        <w:rPr>
          <w:szCs w:val="24"/>
          <w:lang w:eastAsia="lt-LT"/>
        </w:rPr>
      </w:pPr>
      <w:bookmarkStart w:id="14" w:name="part_e207fe0901574d5d97dcfceb8d31fdd3"/>
      <w:bookmarkEnd w:id="14"/>
      <w:r w:rsidRPr="005908DB">
        <w:rPr>
          <w:szCs w:val="24"/>
          <w:lang w:eastAsia="lt-LT"/>
        </w:rPr>
        <w:t>5</w:t>
      </w:r>
      <w:r w:rsidR="0026601F" w:rsidRPr="005908DB">
        <w:rPr>
          <w:szCs w:val="24"/>
          <w:lang w:eastAsia="lt-LT"/>
        </w:rPr>
        <w:t xml:space="preserve">.3. nekilnojamojo turto </w:t>
      </w:r>
      <w:r w:rsidRPr="005908DB">
        <w:rPr>
          <w:szCs w:val="24"/>
          <w:lang w:eastAsia="lt-LT"/>
        </w:rPr>
        <w:t>mokes</w:t>
      </w:r>
      <w:r w:rsidR="00D71EB6" w:rsidRPr="005908DB">
        <w:rPr>
          <w:szCs w:val="24"/>
          <w:lang w:eastAsia="lt-LT"/>
        </w:rPr>
        <w:t>čio</w:t>
      </w:r>
      <w:r w:rsidRPr="005908DB">
        <w:rPr>
          <w:szCs w:val="24"/>
          <w:lang w:eastAsia="lt-LT"/>
        </w:rPr>
        <w:t xml:space="preserve"> </w:t>
      </w:r>
      <w:r w:rsidR="0026601F" w:rsidRPr="005908DB">
        <w:rPr>
          <w:szCs w:val="24"/>
          <w:lang w:eastAsia="lt-LT"/>
        </w:rPr>
        <w:t>(sumažinti mokesčio dydį arba visai nuo jo atleisti).</w:t>
      </w:r>
    </w:p>
    <w:p w:rsidR="0026601F" w:rsidRPr="0026601F" w:rsidRDefault="0026601F" w:rsidP="006E4BCA">
      <w:pPr>
        <w:spacing w:line="360" w:lineRule="auto"/>
        <w:ind w:firstLine="1298"/>
        <w:rPr>
          <w:szCs w:val="24"/>
          <w:lang w:eastAsia="lt-LT"/>
        </w:rPr>
      </w:pPr>
      <w:bookmarkStart w:id="15" w:name="part_aa0d87487104432ba486c712403501c0"/>
      <w:bookmarkEnd w:id="15"/>
      <w:r w:rsidRPr="0026601F">
        <w:rPr>
          <w:szCs w:val="24"/>
          <w:lang w:eastAsia="lt-LT"/>
        </w:rPr>
        <w:t> </w:t>
      </w:r>
    </w:p>
    <w:p w:rsidR="00471BD6" w:rsidRDefault="000C71AE" w:rsidP="00B84380">
      <w:pPr>
        <w:ind w:firstLine="0"/>
        <w:jc w:val="center"/>
        <w:rPr>
          <w:b/>
          <w:noProof/>
          <w:szCs w:val="24"/>
        </w:rPr>
      </w:pPr>
      <w:r w:rsidRPr="000C71AE">
        <w:rPr>
          <w:b/>
          <w:bCs/>
          <w:szCs w:val="24"/>
          <w:lang w:eastAsia="lt-LT"/>
        </w:rPr>
        <w:t>II</w:t>
      </w:r>
      <w:r w:rsidR="00471BD6" w:rsidRPr="00471BD6">
        <w:rPr>
          <w:b/>
          <w:noProof/>
          <w:szCs w:val="24"/>
        </w:rPr>
        <w:t xml:space="preserve"> </w:t>
      </w:r>
      <w:r w:rsidR="00471BD6" w:rsidRPr="00592B74">
        <w:rPr>
          <w:b/>
          <w:noProof/>
          <w:szCs w:val="24"/>
        </w:rPr>
        <w:t xml:space="preserve">SKYRIUS </w:t>
      </w:r>
      <w:r w:rsidR="00471BD6">
        <w:rPr>
          <w:b/>
          <w:noProof/>
          <w:szCs w:val="24"/>
        </w:rPr>
        <w:t xml:space="preserve">  </w:t>
      </w:r>
    </w:p>
    <w:p w:rsidR="000C71AE" w:rsidRPr="000C71AE" w:rsidRDefault="000C71AE" w:rsidP="00B84380">
      <w:pPr>
        <w:ind w:firstLine="0"/>
        <w:jc w:val="center"/>
        <w:rPr>
          <w:szCs w:val="24"/>
          <w:lang w:eastAsia="lt-LT"/>
        </w:rPr>
      </w:pPr>
      <w:r w:rsidRPr="000C71AE">
        <w:rPr>
          <w:b/>
          <w:bCs/>
          <w:szCs w:val="24"/>
          <w:lang w:eastAsia="lt-LT"/>
        </w:rPr>
        <w:t>PRAŠYMŲ TEIKIMAS</w:t>
      </w:r>
    </w:p>
    <w:p w:rsidR="000C71AE" w:rsidRPr="000C71AE" w:rsidRDefault="000C71AE" w:rsidP="006E4BCA">
      <w:pPr>
        <w:ind w:firstLine="0"/>
        <w:jc w:val="center"/>
        <w:rPr>
          <w:szCs w:val="24"/>
          <w:lang w:eastAsia="lt-LT"/>
        </w:rPr>
      </w:pPr>
      <w:r w:rsidRPr="000C71AE">
        <w:rPr>
          <w:b/>
          <w:bCs/>
          <w:szCs w:val="24"/>
          <w:lang w:eastAsia="lt-LT"/>
        </w:rPr>
        <w:t> </w:t>
      </w:r>
    </w:p>
    <w:p w:rsidR="000C71AE" w:rsidRPr="005908DB" w:rsidRDefault="00EA4471" w:rsidP="0074533D">
      <w:pPr>
        <w:rPr>
          <w:szCs w:val="24"/>
          <w:lang w:eastAsia="lt-LT"/>
        </w:rPr>
      </w:pPr>
      <w:bookmarkStart w:id="16" w:name="part_de338dedb79b402c86a4b5ddda5ba4c6"/>
      <w:bookmarkEnd w:id="16"/>
      <w:r w:rsidRPr="005908DB">
        <w:rPr>
          <w:szCs w:val="24"/>
          <w:lang w:eastAsia="lt-LT"/>
        </w:rPr>
        <w:t>6</w:t>
      </w:r>
      <w:r w:rsidR="000C71AE" w:rsidRPr="005908DB">
        <w:rPr>
          <w:szCs w:val="24"/>
          <w:lang w:eastAsia="lt-LT"/>
        </w:rPr>
        <w:t xml:space="preserve">. Dėl mokesčių lengvatų suteikimo prašymus gali teikti subjektai, turintys nekilnojamojo turto, apmokestinamo nekilnojamojo turto mokesčiu, nuosavos žemės sklypus ar nuomojantys valstybinės žemės sklypus Plungės rajono savivaldybės </w:t>
      </w:r>
      <w:r w:rsidR="006E4BCA" w:rsidRPr="005908DB">
        <w:rPr>
          <w:szCs w:val="24"/>
          <w:lang w:eastAsia="lt-LT"/>
        </w:rPr>
        <w:t xml:space="preserve">teritorijoje </w:t>
      </w:r>
      <w:r w:rsidR="000C71AE" w:rsidRPr="005908DB">
        <w:rPr>
          <w:szCs w:val="24"/>
          <w:lang w:eastAsia="lt-LT"/>
        </w:rPr>
        <w:t>ir atitinkantys šiuos reikalavimus:</w:t>
      </w:r>
    </w:p>
    <w:p w:rsidR="000C71AE" w:rsidRPr="005908DB" w:rsidRDefault="00EA4471" w:rsidP="0074533D">
      <w:pPr>
        <w:rPr>
          <w:szCs w:val="24"/>
          <w:lang w:eastAsia="lt-LT"/>
        </w:rPr>
      </w:pPr>
      <w:bookmarkStart w:id="17" w:name="part_d08a2337e5a44ee2b65c3dc7039b61eb"/>
      <w:bookmarkEnd w:id="17"/>
      <w:r w:rsidRPr="005908DB">
        <w:rPr>
          <w:szCs w:val="24"/>
          <w:lang w:eastAsia="lt-LT"/>
        </w:rPr>
        <w:lastRenderedPageBreak/>
        <w:t>6</w:t>
      </w:r>
      <w:r w:rsidR="000C71AE" w:rsidRPr="005908DB">
        <w:rPr>
          <w:szCs w:val="24"/>
          <w:lang w:eastAsia="lt-LT"/>
        </w:rPr>
        <w:t>.1. nėra bankrutuojant</w:t>
      </w:r>
      <w:r w:rsidR="0035113D" w:rsidRPr="005908DB">
        <w:rPr>
          <w:szCs w:val="24"/>
          <w:lang w:eastAsia="lt-LT"/>
        </w:rPr>
        <w:t>y</w:t>
      </w:r>
      <w:r w:rsidR="000C71AE" w:rsidRPr="005908DB">
        <w:rPr>
          <w:szCs w:val="24"/>
          <w:lang w:eastAsia="lt-LT"/>
        </w:rPr>
        <w:t>s, likviduojam</w:t>
      </w:r>
      <w:r w:rsidR="0035113D" w:rsidRPr="005908DB">
        <w:rPr>
          <w:szCs w:val="24"/>
          <w:lang w:eastAsia="lt-LT"/>
        </w:rPr>
        <w:t>i</w:t>
      </w:r>
      <w:r w:rsidR="000C71AE" w:rsidRPr="005908DB">
        <w:rPr>
          <w:szCs w:val="24"/>
          <w:lang w:eastAsia="lt-LT"/>
        </w:rPr>
        <w:t xml:space="preserve"> ar vykdant</w:t>
      </w:r>
      <w:r w:rsidR="0035113D" w:rsidRPr="005908DB">
        <w:rPr>
          <w:szCs w:val="24"/>
          <w:lang w:eastAsia="lt-LT"/>
        </w:rPr>
        <w:t>y</w:t>
      </w:r>
      <w:r w:rsidR="000C71AE" w:rsidRPr="005908DB">
        <w:rPr>
          <w:szCs w:val="24"/>
          <w:lang w:eastAsia="lt-LT"/>
        </w:rPr>
        <w:t>s restruktūrizaciją;</w:t>
      </w:r>
    </w:p>
    <w:p w:rsidR="000C71AE" w:rsidRDefault="00EA4471" w:rsidP="0074533D">
      <w:pPr>
        <w:rPr>
          <w:szCs w:val="24"/>
          <w:lang w:eastAsia="lt-LT"/>
        </w:rPr>
      </w:pPr>
      <w:bookmarkStart w:id="18" w:name="part_c618ec5d1cd1409bbcc7c0a977d72e92"/>
      <w:bookmarkStart w:id="19" w:name="part_5d256998422740e88054e60459de1a61"/>
      <w:bookmarkEnd w:id="18"/>
      <w:bookmarkEnd w:id="19"/>
      <w:r w:rsidRPr="005908DB">
        <w:rPr>
          <w:szCs w:val="24"/>
          <w:lang w:eastAsia="lt-LT"/>
        </w:rPr>
        <w:t>6</w:t>
      </w:r>
      <w:r w:rsidR="000C71AE" w:rsidRPr="005908DB">
        <w:rPr>
          <w:szCs w:val="24"/>
          <w:lang w:eastAsia="lt-LT"/>
        </w:rPr>
        <w:t>.</w:t>
      </w:r>
      <w:r w:rsidR="00B73825" w:rsidRPr="005908DB">
        <w:rPr>
          <w:szCs w:val="24"/>
          <w:lang w:eastAsia="lt-LT"/>
        </w:rPr>
        <w:t>2</w:t>
      </w:r>
      <w:r w:rsidR="000C71AE" w:rsidRPr="005908DB">
        <w:rPr>
          <w:szCs w:val="24"/>
          <w:lang w:eastAsia="lt-LT"/>
        </w:rPr>
        <w:t xml:space="preserve">. neturi mokesčių (delspinigių) įsiskolinimų </w:t>
      </w:r>
      <w:r w:rsidR="00152140" w:rsidRPr="005908DB">
        <w:rPr>
          <w:szCs w:val="24"/>
          <w:lang w:eastAsia="lt-LT"/>
        </w:rPr>
        <w:t>S</w:t>
      </w:r>
      <w:r w:rsidR="00B84380">
        <w:rPr>
          <w:szCs w:val="24"/>
          <w:lang w:eastAsia="lt-LT"/>
        </w:rPr>
        <w:t>avivaldybės</w:t>
      </w:r>
      <w:r w:rsidR="00152140" w:rsidRPr="005908DB">
        <w:rPr>
          <w:szCs w:val="24"/>
          <w:lang w:eastAsia="lt-LT"/>
        </w:rPr>
        <w:t xml:space="preserve"> ir </w:t>
      </w:r>
      <w:r w:rsidR="0035113D" w:rsidRPr="005908DB">
        <w:rPr>
          <w:szCs w:val="24"/>
          <w:lang w:eastAsia="lt-LT"/>
        </w:rPr>
        <w:t>v</w:t>
      </w:r>
      <w:r w:rsidR="00152140" w:rsidRPr="005908DB">
        <w:rPr>
          <w:szCs w:val="24"/>
          <w:lang w:eastAsia="lt-LT"/>
        </w:rPr>
        <w:t xml:space="preserve">alstybės </w:t>
      </w:r>
      <w:r w:rsidR="000C71AE" w:rsidRPr="005908DB">
        <w:rPr>
          <w:szCs w:val="24"/>
          <w:lang w:eastAsia="lt-LT"/>
        </w:rPr>
        <w:t>biudžetui už praėjusius metus</w:t>
      </w:r>
      <w:r w:rsidR="00EE07E7">
        <w:rPr>
          <w:szCs w:val="24"/>
          <w:lang w:eastAsia="lt-LT"/>
        </w:rPr>
        <w:t>;</w:t>
      </w:r>
    </w:p>
    <w:p w:rsidR="00581329" w:rsidRPr="00770C82" w:rsidRDefault="00581329" w:rsidP="0074533D">
      <w:pPr>
        <w:rPr>
          <w:szCs w:val="24"/>
          <w:lang w:eastAsia="lt-LT"/>
        </w:rPr>
      </w:pPr>
      <w:r w:rsidRPr="00770C82">
        <w:rPr>
          <w:szCs w:val="24"/>
          <w:lang w:eastAsia="lt-LT"/>
        </w:rPr>
        <w:t>6.3. įsteigė darbo vietas po 2016 m. gegužės 31 d.</w:t>
      </w:r>
    </w:p>
    <w:p w:rsidR="000C71AE" w:rsidRPr="00770C82" w:rsidRDefault="000C71AE" w:rsidP="006E4BCA">
      <w:pPr>
        <w:ind w:firstLine="1296"/>
        <w:rPr>
          <w:szCs w:val="24"/>
          <w:lang w:eastAsia="lt-LT"/>
        </w:rPr>
      </w:pPr>
      <w:bookmarkStart w:id="20" w:name="part_ad0b87a14c794d7995b003c097a460c6"/>
      <w:bookmarkStart w:id="21" w:name="part_72061e163f134ea98ab1379e5043c4c9"/>
      <w:bookmarkStart w:id="22" w:name="part_de89f29d7d774de1b3dff6c424d11a74"/>
      <w:bookmarkEnd w:id="20"/>
      <w:bookmarkEnd w:id="21"/>
      <w:bookmarkEnd w:id="22"/>
      <w:r w:rsidRPr="00770C82">
        <w:rPr>
          <w:szCs w:val="24"/>
          <w:lang w:eastAsia="lt-LT"/>
        </w:rPr>
        <w:t> </w:t>
      </w:r>
    </w:p>
    <w:p w:rsidR="00471BD6" w:rsidRPr="00770C82" w:rsidRDefault="000C71AE" w:rsidP="00B84380">
      <w:pPr>
        <w:ind w:firstLine="0"/>
        <w:jc w:val="center"/>
        <w:rPr>
          <w:b/>
          <w:noProof/>
          <w:szCs w:val="24"/>
        </w:rPr>
      </w:pPr>
      <w:bookmarkStart w:id="23" w:name="part_ffdb1d78649a497388f3a0df0396a782"/>
      <w:bookmarkEnd w:id="23"/>
      <w:r w:rsidRPr="00770C82">
        <w:rPr>
          <w:b/>
          <w:bCs/>
          <w:szCs w:val="24"/>
          <w:lang w:eastAsia="lt-LT"/>
        </w:rPr>
        <w:t>III</w:t>
      </w:r>
      <w:r w:rsidR="00471BD6" w:rsidRPr="00770C82">
        <w:rPr>
          <w:b/>
          <w:bCs/>
          <w:szCs w:val="24"/>
          <w:lang w:eastAsia="lt-LT"/>
        </w:rPr>
        <w:t xml:space="preserve"> </w:t>
      </w:r>
      <w:r w:rsidR="00471BD6" w:rsidRPr="00770C82">
        <w:rPr>
          <w:b/>
          <w:noProof/>
          <w:szCs w:val="24"/>
        </w:rPr>
        <w:t xml:space="preserve">SKYRIUS  </w:t>
      </w:r>
    </w:p>
    <w:p w:rsidR="00471BD6" w:rsidRPr="00770C82" w:rsidRDefault="00471BD6" w:rsidP="00B84380">
      <w:pPr>
        <w:ind w:firstLine="0"/>
        <w:jc w:val="center"/>
        <w:rPr>
          <w:b/>
          <w:bCs/>
          <w:szCs w:val="24"/>
          <w:lang w:eastAsia="lt-LT"/>
        </w:rPr>
      </w:pPr>
      <w:r w:rsidRPr="00770C82">
        <w:rPr>
          <w:b/>
          <w:bCs/>
          <w:szCs w:val="24"/>
          <w:lang w:eastAsia="lt-LT"/>
        </w:rPr>
        <w:t>PRAŠYMŲ TEIKIMO TVARKA</w:t>
      </w:r>
    </w:p>
    <w:p w:rsidR="000C71AE" w:rsidRPr="00770C82" w:rsidRDefault="000C71AE" w:rsidP="00166B4E">
      <w:pPr>
        <w:ind w:left="360" w:firstLine="0"/>
        <w:jc w:val="center"/>
        <w:rPr>
          <w:szCs w:val="24"/>
          <w:lang w:eastAsia="lt-LT"/>
        </w:rPr>
      </w:pPr>
    </w:p>
    <w:p w:rsidR="000C71AE" w:rsidRPr="00770C82" w:rsidRDefault="00E72A2B" w:rsidP="0074533D">
      <w:pPr>
        <w:rPr>
          <w:szCs w:val="24"/>
          <w:lang w:eastAsia="lt-LT"/>
        </w:rPr>
      </w:pPr>
      <w:bookmarkStart w:id="24" w:name="part_027a3aba94994f9a8a4261ececf6649f"/>
      <w:bookmarkEnd w:id="24"/>
      <w:r w:rsidRPr="00770C82">
        <w:rPr>
          <w:szCs w:val="24"/>
          <w:lang w:eastAsia="lt-LT"/>
        </w:rPr>
        <w:t>7</w:t>
      </w:r>
      <w:r w:rsidR="000C71AE" w:rsidRPr="00770C82">
        <w:rPr>
          <w:szCs w:val="24"/>
          <w:lang w:eastAsia="lt-LT"/>
        </w:rPr>
        <w:t xml:space="preserve">. Pareiškėjai nustatytos formos prašymus (Aprašo </w:t>
      </w:r>
      <w:r w:rsidR="00D737A3" w:rsidRPr="00770C82">
        <w:rPr>
          <w:szCs w:val="24"/>
          <w:lang w:eastAsia="lt-LT"/>
        </w:rPr>
        <w:t xml:space="preserve">1 </w:t>
      </w:r>
      <w:r w:rsidR="000C71AE" w:rsidRPr="00770C82">
        <w:rPr>
          <w:szCs w:val="24"/>
          <w:lang w:eastAsia="lt-LT"/>
        </w:rPr>
        <w:t xml:space="preserve">priedas) teikia Savivaldybės </w:t>
      </w:r>
      <w:r w:rsidR="00152140" w:rsidRPr="00770C82">
        <w:rPr>
          <w:szCs w:val="24"/>
          <w:lang w:eastAsia="lt-LT"/>
        </w:rPr>
        <w:t>administracijos direktoriui.</w:t>
      </w:r>
    </w:p>
    <w:p w:rsidR="000C71AE" w:rsidRPr="00770C82" w:rsidRDefault="009132F1" w:rsidP="0074533D">
      <w:pPr>
        <w:rPr>
          <w:szCs w:val="24"/>
          <w:lang w:eastAsia="lt-LT"/>
        </w:rPr>
      </w:pPr>
      <w:bookmarkStart w:id="25" w:name="part_b7eeb657e231440b8be32d11185bf640"/>
      <w:bookmarkEnd w:id="25"/>
      <w:r w:rsidRPr="00770C82">
        <w:rPr>
          <w:szCs w:val="24"/>
          <w:lang w:eastAsia="lt-LT"/>
        </w:rPr>
        <w:t>8</w:t>
      </w:r>
      <w:r w:rsidR="000C71AE" w:rsidRPr="00770C82">
        <w:rPr>
          <w:szCs w:val="24"/>
          <w:lang w:eastAsia="lt-LT"/>
        </w:rPr>
        <w:t xml:space="preserve">.  </w:t>
      </w:r>
      <w:r w:rsidR="00617CB7" w:rsidRPr="00770C82">
        <w:rPr>
          <w:szCs w:val="24"/>
          <w:lang w:eastAsia="lt-LT"/>
        </w:rPr>
        <w:t>Dėl</w:t>
      </w:r>
      <w:r w:rsidR="000C71AE" w:rsidRPr="00770C82">
        <w:rPr>
          <w:szCs w:val="24"/>
          <w:lang w:eastAsia="lt-LT"/>
        </w:rPr>
        <w:t xml:space="preserve"> mokesčių lengvat</w:t>
      </w:r>
      <w:r w:rsidR="00617CB7" w:rsidRPr="00770C82">
        <w:rPr>
          <w:szCs w:val="24"/>
          <w:lang w:eastAsia="lt-LT"/>
        </w:rPr>
        <w:t xml:space="preserve">ų taikymo pareiškėjai pateikia </w:t>
      </w:r>
      <w:r w:rsidR="000C71AE" w:rsidRPr="00770C82">
        <w:rPr>
          <w:szCs w:val="24"/>
          <w:lang w:eastAsia="lt-LT"/>
        </w:rPr>
        <w:t>šiuos dokumentus:</w:t>
      </w:r>
    </w:p>
    <w:p w:rsidR="00636E88" w:rsidRPr="00770C82" w:rsidRDefault="009132F1" w:rsidP="0074533D">
      <w:pPr>
        <w:rPr>
          <w:szCs w:val="24"/>
          <w:lang w:eastAsia="lt-LT"/>
        </w:rPr>
      </w:pPr>
      <w:r w:rsidRPr="00770C82">
        <w:rPr>
          <w:szCs w:val="24"/>
          <w:lang w:eastAsia="lt-LT"/>
        </w:rPr>
        <w:t>8</w:t>
      </w:r>
      <w:r w:rsidR="00636E88" w:rsidRPr="00770C82">
        <w:rPr>
          <w:szCs w:val="24"/>
          <w:lang w:eastAsia="lt-LT"/>
        </w:rPr>
        <w:t>.1. prašymą suteikti mokesčio lengvatą (1 priedas);</w:t>
      </w:r>
    </w:p>
    <w:p w:rsidR="000C71AE" w:rsidRPr="00770C82" w:rsidRDefault="009132F1" w:rsidP="0074533D">
      <w:pPr>
        <w:rPr>
          <w:szCs w:val="24"/>
          <w:lang w:eastAsia="lt-LT"/>
        </w:rPr>
      </w:pPr>
      <w:bookmarkStart w:id="26" w:name="part_9c4a19f045e84876a33133eeac33e0d3"/>
      <w:bookmarkEnd w:id="26"/>
      <w:r w:rsidRPr="00770C82">
        <w:rPr>
          <w:szCs w:val="24"/>
          <w:lang w:eastAsia="lt-LT"/>
        </w:rPr>
        <w:t>8</w:t>
      </w:r>
      <w:r w:rsidR="000C71AE" w:rsidRPr="00770C82">
        <w:rPr>
          <w:szCs w:val="24"/>
          <w:lang w:eastAsia="lt-LT"/>
        </w:rPr>
        <w:t>.</w:t>
      </w:r>
      <w:r w:rsidR="00636E88" w:rsidRPr="00770C82">
        <w:rPr>
          <w:szCs w:val="24"/>
          <w:lang w:eastAsia="lt-LT"/>
        </w:rPr>
        <w:t>2</w:t>
      </w:r>
      <w:r w:rsidR="000C71AE" w:rsidRPr="00770C82">
        <w:rPr>
          <w:szCs w:val="24"/>
          <w:lang w:eastAsia="lt-LT"/>
        </w:rPr>
        <w:t>. registracijos pažymėjimo kopiją, patvirtintą savininko (vadovo) parašu ir antspaudu;</w:t>
      </w:r>
    </w:p>
    <w:p w:rsidR="00711E83" w:rsidRPr="00770C82" w:rsidRDefault="009132F1" w:rsidP="0074533D">
      <w:pPr>
        <w:rPr>
          <w:szCs w:val="24"/>
          <w:lang w:eastAsia="lt-LT"/>
        </w:rPr>
      </w:pPr>
      <w:bookmarkStart w:id="27" w:name="part_e3b01fa00b444cf29eb49c4f3684c627"/>
      <w:bookmarkEnd w:id="27"/>
      <w:r w:rsidRPr="00770C82">
        <w:rPr>
          <w:szCs w:val="24"/>
          <w:lang w:eastAsia="lt-LT"/>
        </w:rPr>
        <w:t>8</w:t>
      </w:r>
      <w:r w:rsidR="000C71AE" w:rsidRPr="00770C82">
        <w:rPr>
          <w:szCs w:val="24"/>
          <w:lang w:eastAsia="lt-LT"/>
        </w:rPr>
        <w:t>.</w:t>
      </w:r>
      <w:r w:rsidR="00636E88" w:rsidRPr="00770C82">
        <w:rPr>
          <w:szCs w:val="24"/>
          <w:lang w:eastAsia="lt-LT"/>
        </w:rPr>
        <w:t>3</w:t>
      </w:r>
      <w:r w:rsidR="000C71AE" w:rsidRPr="00770C82">
        <w:rPr>
          <w:szCs w:val="24"/>
          <w:lang w:eastAsia="lt-LT"/>
        </w:rPr>
        <w:t>. </w:t>
      </w:r>
      <w:r w:rsidR="00636E88" w:rsidRPr="00770C82">
        <w:rPr>
          <w:szCs w:val="24"/>
          <w:lang w:eastAsia="lt-LT"/>
        </w:rPr>
        <w:t xml:space="preserve">pažymą apie </w:t>
      </w:r>
      <w:r w:rsidR="00E23095" w:rsidRPr="00770C82">
        <w:rPr>
          <w:szCs w:val="24"/>
          <w:lang w:eastAsia="lt-LT"/>
        </w:rPr>
        <w:t xml:space="preserve">naujai </w:t>
      </w:r>
      <w:r w:rsidR="00636E88" w:rsidRPr="00770C82">
        <w:rPr>
          <w:szCs w:val="24"/>
          <w:lang w:eastAsia="lt-LT"/>
        </w:rPr>
        <w:t>įsteigtas</w:t>
      </w:r>
      <w:r w:rsidR="00711E83" w:rsidRPr="00770C82">
        <w:rPr>
          <w:szCs w:val="24"/>
          <w:lang w:eastAsia="lt-LT"/>
        </w:rPr>
        <w:t xml:space="preserve"> </w:t>
      </w:r>
      <w:r w:rsidR="00E23095" w:rsidRPr="00770C82">
        <w:rPr>
          <w:szCs w:val="24"/>
          <w:lang w:eastAsia="lt-LT"/>
        </w:rPr>
        <w:t xml:space="preserve">ir vienerius metus išlaikytas darbo vietas, suderintą su </w:t>
      </w:r>
      <w:r w:rsidR="0063146C" w:rsidRPr="00770C82">
        <w:rPr>
          <w:noProof/>
          <w:szCs w:val="24"/>
        </w:rPr>
        <w:t>Valstybinio socialinio draudimo fondo valdybos Mažeikių skyriaus Klientų aptarnavimo skyriaus</w:t>
      </w:r>
      <w:r w:rsidR="00617CB7" w:rsidRPr="00770C82">
        <w:rPr>
          <w:noProof/>
          <w:szCs w:val="24"/>
        </w:rPr>
        <w:t xml:space="preserve"> </w:t>
      </w:r>
      <w:r w:rsidR="0063146C" w:rsidRPr="00770C82">
        <w:rPr>
          <w:noProof/>
          <w:szCs w:val="24"/>
        </w:rPr>
        <w:t xml:space="preserve">Plungės poskyriu </w:t>
      </w:r>
      <w:r w:rsidR="00E23095" w:rsidRPr="00770C82">
        <w:rPr>
          <w:szCs w:val="24"/>
          <w:lang w:eastAsia="lt-LT"/>
        </w:rPr>
        <w:t>(</w:t>
      </w:r>
      <w:r w:rsidR="00D737A3" w:rsidRPr="00770C82">
        <w:rPr>
          <w:szCs w:val="24"/>
          <w:lang w:eastAsia="lt-LT"/>
        </w:rPr>
        <w:t xml:space="preserve">Aprašo </w:t>
      </w:r>
      <w:r w:rsidR="00E23095" w:rsidRPr="00770C82">
        <w:rPr>
          <w:szCs w:val="24"/>
          <w:lang w:eastAsia="lt-LT"/>
        </w:rPr>
        <w:t>2 priedas)</w:t>
      </w:r>
      <w:r w:rsidR="0063146C" w:rsidRPr="00770C82">
        <w:rPr>
          <w:szCs w:val="24"/>
          <w:lang w:eastAsia="lt-LT"/>
        </w:rPr>
        <w:t>;</w:t>
      </w:r>
    </w:p>
    <w:p w:rsidR="000C71AE" w:rsidRPr="00770C82" w:rsidRDefault="009132F1" w:rsidP="0074533D">
      <w:pPr>
        <w:rPr>
          <w:szCs w:val="24"/>
          <w:lang w:eastAsia="lt-LT"/>
        </w:rPr>
      </w:pPr>
      <w:bookmarkStart w:id="28" w:name="part_d77adc355126412e9b687830c6956973"/>
      <w:bookmarkEnd w:id="28"/>
      <w:r w:rsidRPr="00770C82">
        <w:rPr>
          <w:szCs w:val="24"/>
          <w:lang w:eastAsia="lt-LT"/>
        </w:rPr>
        <w:t>8</w:t>
      </w:r>
      <w:r w:rsidR="000C71AE" w:rsidRPr="00770C82">
        <w:rPr>
          <w:szCs w:val="24"/>
          <w:lang w:eastAsia="lt-LT"/>
        </w:rPr>
        <w:t>.</w:t>
      </w:r>
      <w:r w:rsidR="00711E83" w:rsidRPr="00770C82">
        <w:rPr>
          <w:szCs w:val="24"/>
          <w:lang w:eastAsia="lt-LT"/>
        </w:rPr>
        <w:t>4</w:t>
      </w:r>
      <w:r w:rsidR="000C71AE" w:rsidRPr="00770C82">
        <w:rPr>
          <w:szCs w:val="24"/>
          <w:lang w:eastAsia="lt-LT"/>
        </w:rPr>
        <w:t xml:space="preserve">. Valstybinės mokesčių inspekcijos, Valstybinio socialinio draudimo fondo pažymas apie juridinio asmens įsiskolinimus Savivaldybės ir </w:t>
      </w:r>
      <w:r w:rsidR="00617CB7" w:rsidRPr="00770C82">
        <w:rPr>
          <w:szCs w:val="24"/>
          <w:lang w:eastAsia="lt-LT"/>
        </w:rPr>
        <w:t>v</w:t>
      </w:r>
      <w:r w:rsidR="000C71AE" w:rsidRPr="00770C82">
        <w:rPr>
          <w:szCs w:val="24"/>
          <w:lang w:eastAsia="lt-LT"/>
        </w:rPr>
        <w:t>alstybės biudžetams (pažyma turi būti išduota ne anksčiau kaip likus 30 kalendorinių dienų iki prašymo pateikimo datos</w:t>
      </w:r>
      <w:r w:rsidR="00617CB7" w:rsidRPr="00770C82">
        <w:rPr>
          <w:szCs w:val="24"/>
          <w:lang w:eastAsia="lt-LT"/>
        </w:rPr>
        <w:t>)</w:t>
      </w:r>
      <w:r w:rsidR="000C71AE" w:rsidRPr="00770C82">
        <w:rPr>
          <w:szCs w:val="24"/>
          <w:lang w:eastAsia="lt-LT"/>
        </w:rPr>
        <w:t>;</w:t>
      </w:r>
    </w:p>
    <w:p w:rsidR="000C71AE" w:rsidRPr="00770C82" w:rsidRDefault="009132F1" w:rsidP="0074533D">
      <w:pPr>
        <w:rPr>
          <w:szCs w:val="24"/>
          <w:lang w:eastAsia="lt-LT"/>
        </w:rPr>
      </w:pPr>
      <w:bookmarkStart w:id="29" w:name="part_b4ba4f03e7ff40988c993515483dbefb"/>
      <w:bookmarkStart w:id="30" w:name="part_0b6006424d4541eb99df50a3d3b773b8"/>
      <w:bookmarkEnd w:id="29"/>
      <w:bookmarkEnd w:id="30"/>
      <w:r w:rsidRPr="00770C82">
        <w:rPr>
          <w:szCs w:val="24"/>
          <w:lang w:eastAsia="lt-LT"/>
        </w:rPr>
        <w:t>8</w:t>
      </w:r>
      <w:r w:rsidR="000C71AE" w:rsidRPr="00770C82">
        <w:rPr>
          <w:szCs w:val="24"/>
          <w:lang w:eastAsia="lt-LT"/>
        </w:rPr>
        <w:t>.</w:t>
      </w:r>
      <w:r w:rsidR="00152140" w:rsidRPr="00770C82">
        <w:rPr>
          <w:szCs w:val="24"/>
          <w:lang w:eastAsia="lt-LT"/>
        </w:rPr>
        <w:t>5</w:t>
      </w:r>
      <w:r w:rsidR="000C71AE" w:rsidRPr="00770C82">
        <w:rPr>
          <w:szCs w:val="24"/>
          <w:lang w:eastAsia="lt-LT"/>
        </w:rPr>
        <w:t>. žemės, valstybinės žemės nuomos ar nekilnojamojo turto deklaracijų kopijas (priklausomai nuo to, kokio mokesčio lengvatos prašoma);</w:t>
      </w:r>
    </w:p>
    <w:p w:rsidR="000314C2" w:rsidRPr="005908DB" w:rsidRDefault="009132F1" w:rsidP="0074533D">
      <w:pPr>
        <w:rPr>
          <w:szCs w:val="24"/>
          <w:lang w:eastAsia="lt-LT"/>
        </w:rPr>
      </w:pPr>
      <w:bookmarkStart w:id="31" w:name="part_92a68385178c41dc8e7a908a8d071d1f"/>
      <w:bookmarkStart w:id="32" w:name="part_640ac6c7ea9b4b0ebe00618b38b9ffa6"/>
      <w:bookmarkEnd w:id="31"/>
      <w:bookmarkEnd w:id="32"/>
      <w:r w:rsidRPr="00770C82">
        <w:rPr>
          <w:szCs w:val="24"/>
          <w:lang w:eastAsia="lt-LT"/>
        </w:rPr>
        <w:t>8</w:t>
      </w:r>
      <w:r w:rsidR="000C71AE" w:rsidRPr="00770C82">
        <w:rPr>
          <w:szCs w:val="24"/>
          <w:lang w:eastAsia="lt-LT"/>
        </w:rPr>
        <w:t>.</w:t>
      </w:r>
      <w:r w:rsidR="00152140" w:rsidRPr="00770C82">
        <w:rPr>
          <w:szCs w:val="24"/>
          <w:lang w:eastAsia="lt-LT"/>
        </w:rPr>
        <w:t>6</w:t>
      </w:r>
      <w:r w:rsidR="000C71AE" w:rsidRPr="00770C82">
        <w:rPr>
          <w:szCs w:val="24"/>
          <w:lang w:eastAsia="lt-LT"/>
        </w:rPr>
        <w:t xml:space="preserve">. jeigu pateikiami ne visi ar nevisiškai užpildyti dokumentai, laikoma, kad prašymas nepateiktas, kol </w:t>
      </w:r>
      <w:r w:rsidR="003278F6" w:rsidRPr="00770C82">
        <w:rPr>
          <w:szCs w:val="24"/>
          <w:lang w:eastAsia="lt-LT"/>
        </w:rPr>
        <w:t>pareiškėjas</w:t>
      </w:r>
      <w:r w:rsidR="000C71AE" w:rsidRPr="00770C82">
        <w:rPr>
          <w:szCs w:val="24"/>
          <w:lang w:eastAsia="lt-LT"/>
        </w:rPr>
        <w:t xml:space="preserve"> pristatys papildomus (patikslintus) dokumentus. Savivaldybės</w:t>
      </w:r>
      <w:r w:rsidR="000C71AE" w:rsidRPr="005908DB">
        <w:rPr>
          <w:szCs w:val="24"/>
          <w:lang w:eastAsia="lt-LT"/>
        </w:rPr>
        <w:t xml:space="preserve"> </w:t>
      </w:r>
      <w:r w:rsidR="000314C2" w:rsidRPr="005908DB">
        <w:rPr>
          <w:szCs w:val="24"/>
          <w:lang w:eastAsia="lt-LT"/>
        </w:rPr>
        <w:t>administracija</w:t>
      </w:r>
      <w:r w:rsidR="000C71AE" w:rsidRPr="005908DB">
        <w:rPr>
          <w:szCs w:val="24"/>
          <w:lang w:eastAsia="lt-LT"/>
        </w:rPr>
        <w:t xml:space="preserve"> per 10 kalendorinių dienų nuo prašymo gavimo dienos kreipiasi į pareiškėją dėl prašymo patikslinimo ar papildomų dokumentų pateikimo. </w:t>
      </w:r>
      <w:bookmarkStart w:id="33" w:name="part_f559a00908df444c822611e48f7ef8c4"/>
      <w:bookmarkEnd w:id="33"/>
    </w:p>
    <w:p w:rsidR="000C71AE" w:rsidRPr="005908DB" w:rsidRDefault="00460AA9" w:rsidP="0074533D">
      <w:pPr>
        <w:rPr>
          <w:szCs w:val="24"/>
          <w:lang w:eastAsia="lt-LT"/>
        </w:rPr>
      </w:pPr>
      <w:r w:rsidRPr="005908DB">
        <w:rPr>
          <w:szCs w:val="24"/>
          <w:lang w:eastAsia="lt-LT"/>
        </w:rPr>
        <w:t>9</w:t>
      </w:r>
      <w:r w:rsidR="000C71AE" w:rsidRPr="005908DB">
        <w:rPr>
          <w:szCs w:val="24"/>
          <w:lang w:eastAsia="lt-LT"/>
        </w:rPr>
        <w:t>. Pareiškėjas prašymo formoje nurodytus duomenis įrašo savarankiškai, parašu garantuodamas jų teisingumą.</w:t>
      </w:r>
      <w:r w:rsidR="00D71EB6" w:rsidRPr="005908DB">
        <w:rPr>
          <w:szCs w:val="24"/>
          <w:lang w:eastAsia="lt-LT"/>
        </w:rPr>
        <w:t xml:space="preserve"> </w:t>
      </w:r>
    </w:p>
    <w:p w:rsidR="00E23095" w:rsidRPr="003930EF" w:rsidRDefault="00E23095" w:rsidP="006E4BCA">
      <w:pPr>
        <w:ind w:firstLine="1134"/>
        <w:jc w:val="center"/>
        <w:rPr>
          <w:b/>
          <w:bCs/>
          <w:color w:val="FF0000"/>
          <w:szCs w:val="24"/>
          <w:lang w:eastAsia="lt-LT"/>
        </w:rPr>
      </w:pPr>
      <w:bookmarkStart w:id="34" w:name="part_38cf46db48414203b9b74a712682374f"/>
      <w:bookmarkStart w:id="35" w:name="part_4e3a011890984c8baece11be714bebce"/>
      <w:bookmarkEnd w:id="34"/>
      <w:bookmarkEnd w:id="35"/>
    </w:p>
    <w:p w:rsidR="0035113D" w:rsidRDefault="000C71AE" w:rsidP="00B84380">
      <w:pPr>
        <w:ind w:firstLine="0"/>
        <w:jc w:val="center"/>
        <w:rPr>
          <w:b/>
          <w:noProof/>
          <w:szCs w:val="24"/>
        </w:rPr>
      </w:pPr>
      <w:r w:rsidRPr="000C71AE">
        <w:rPr>
          <w:b/>
          <w:bCs/>
          <w:szCs w:val="24"/>
          <w:lang w:eastAsia="lt-LT"/>
        </w:rPr>
        <w:t>IV</w:t>
      </w:r>
      <w:r w:rsidR="0035113D" w:rsidRPr="0035113D">
        <w:rPr>
          <w:b/>
          <w:noProof/>
          <w:szCs w:val="24"/>
        </w:rPr>
        <w:t xml:space="preserve"> </w:t>
      </w:r>
      <w:r w:rsidR="0035113D" w:rsidRPr="00592B74">
        <w:rPr>
          <w:b/>
          <w:noProof/>
          <w:szCs w:val="24"/>
        </w:rPr>
        <w:t xml:space="preserve">SKYRIUS </w:t>
      </w:r>
      <w:r w:rsidR="0035113D">
        <w:rPr>
          <w:b/>
          <w:noProof/>
          <w:szCs w:val="24"/>
        </w:rPr>
        <w:t xml:space="preserve"> </w:t>
      </w:r>
    </w:p>
    <w:p w:rsidR="000C71AE" w:rsidRPr="000C71AE" w:rsidRDefault="000C71AE" w:rsidP="00B84380">
      <w:pPr>
        <w:ind w:firstLine="0"/>
        <w:jc w:val="center"/>
        <w:rPr>
          <w:szCs w:val="24"/>
          <w:lang w:eastAsia="lt-LT"/>
        </w:rPr>
      </w:pPr>
      <w:r w:rsidRPr="000C71AE">
        <w:rPr>
          <w:b/>
          <w:bCs/>
          <w:szCs w:val="24"/>
          <w:lang w:eastAsia="lt-LT"/>
        </w:rPr>
        <w:t xml:space="preserve"> PRAŠYMŲ NAGRINĖJIMAS IR TEIKIAMOS LENGVATOS</w:t>
      </w:r>
    </w:p>
    <w:p w:rsidR="000C71AE" w:rsidRPr="000C71AE" w:rsidRDefault="000C71AE" w:rsidP="006E4BCA">
      <w:pPr>
        <w:ind w:firstLine="1134"/>
        <w:jc w:val="center"/>
        <w:rPr>
          <w:szCs w:val="24"/>
          <w:lang w:eastAsia="lt-LT"/>
        </w:rPr>
      </w:pPr>
      <w:r w:rsidRPr="000C71AE">
        <w:rPr>
          <w:b/>
          <w:bCs/>
          <w:szCs w:val="24"/>
          <w:lang w:eastAsia="lt-LT"/>
        </w:rPr>
        <w:t> </w:t>
      </w:r>
    </w:p>
    <w:p w:rsidR="000C71AE" w:rsidRPr="005908DB" w:rsidRDefault="00711E83" w:rsidP="0074533D">
      <w:pPr>
        <w:rPr>
          <w:szCs w:val="24"/>
          <w:lang w:eastAsia="lt-LT"/>
        </w:rPr>
      </w:pPr>
      <w:bookmarkStart w:id="36" w:name="part_3faad4ad93044d958cd86e9ef768089f"/>
      <w:bookmarkEnd w:id="36"/>
      <w:r w:rsidRPr="005908DB">
        <w:rPr>
          <w:szCs w:val="24"/>
          <w:lang w:eastAsia="lt-LT"/>
        </w:rPr>
        <w:t>1</w:t>
      </w:r>
      <w:r w:rsidR="00E01B4E">
        <w:rPr>
          <w:szCs w:val="24"/>
          <w:lang w:eastAsia="lt-LT"/>
        </w:rPr>
        <w:t>0</w:t>
      </w:r>
      <w:r w:rsidR="000C71AE" w:rsidRPr="005908DB">
        <w:rPr>
          <w:szCs w:val="24"/>
          <w:lang w:eastAsia="lt-LT"/>
        </w:rPr>
        <w:t>. Prašymus nagrin</w:t>
      </w:r>
      <w:r w:rsidR="00FF13AF" w:rsidRPr="005908DB">
        <w:rPr>
          <w:szCs w:val="24"/>
          <w:lang w:eastAsia="lt-LT"/>
        </w:rPr>
        <w:t xml:space="preserve">ėja </w:t>
      </w:r>
      <w:r w:rsidR="00C01CC4" w:rsidRPr="000A4CE2">
        <w:rPr>
          <w:szCs w:val="24"/>
          <w:lang w:eastAsia="lt-LT"/>
        </w:rPr>
        <w:t>Finansų ir biudžeto skyrius</w:t>
      </w:r>
      <w:r w:rsidR="000C71AE" w:rsidRPr="000A4CE2">
        <w:rPr>
          <w:szCs w:val="24"/>
          <w:lang w:eastAsia="lt-LT"/>
        </w:rPr>
        <w:t>.</w:t>
      </w:r>
    </w:p>
    <w:p w:rsidR="003930EF" w:rsidRPr="005908DB" w:rsidRDefault="000C71AE" w:rsidP="0074533D">
      <w:pPr>
        <w:rPr>
          <w:szCs w:val="24"/>
          <w:lang w:eastAsia="lt-LT"/>
        </w:rPr>
      </w:pPr>
      <w:bookmarkStart w:id="37" w:name="part_3be2c18941ad45e5bf3aa78eb2eedf3a"/>
      <w:bookmarkEnd w:id="37"/>
      <w:r w:rsidRPr="005908DB">
        <w:rPr>
          <w:szCs w:val="24"/>
          <w:lang w:eastAsia="lt-LT"/>
        </w:rPr>
        <w:t>1</w:t>
      </w:r>
      <w:r w:rsidR="00E01B4E">
        <w:rPr>
          <w:szCs w:val="24"/>
          <w:lang w:eastAsia="lt-LT"/>
        </w:rPr>
        <w:t>1</w:t>
      </w:r>
      <w:r w:rsidRPr="005908DB">
        <w:rPr>
          <w:szCs w:val="24"/>
          <w:lang w:eastAsia="lt-LT"/>
        </w:rPr>
        <w:t xml:space="preserve">. Mokesčių lengvatos teikiamos Savivaldybės biudžeto sąskaita už metus, kuriais pareiškėjas kreipėsi į Savivaldybės </w:t>
      </w:r>
      <w:r w:rsidR="00343A5A" w:rsidRPr="005908DB">
        <w:rPr>
          <w:szCs w:val="24"/>
          <w:lang w:eastAsia="lt-LT"/>
        </w:rPr>
        <w:t>administracijos direktorių</w:t>
      </w:r>
      <w:r w:rsidRPr="005908DB">
        <w:rPr>
          <w:szCs w:val="24"/>
          <w:lang w:eastAsia="lt-LT"/>
        </w:rPr>
        <w:t xml:space="preserve"> dėl lengvatos suteikimo. </w:t>
      </w:r>
      <w:bookmarkStart w:id="38" w:name="part_9bdedcd504db46c9aa05f107bdb4fc03"/>
      <w:bookmarkEnd w:id="38"/>
      <w:r w:rsidR="008A7F98" w:rsidRPr="005908DB">
        <w:rPr>
          <w:szCs w:val="24"/>
          <w:lang w:eastAsia="lt-LT"/>
        </w:rPr>
        <w:t>Žemės, ž</w:t>
      </w:r>
      <w:r w:rsidR="003930EF" w:rsidRPr="005908DB">
        <w:rPr>
          <w:szCs w:val="24"/>
          <w:lang w:eastAsia="lt-LT"/>
        </w:rPr>
        <w:t xml:space="preserve">emės nuomos už valstybinę žemę ir  </w:t>
      </w:r>
      <w:r w:rsidR="008A7F98" w:rsidRPr="005908DB">
        <w:rPr>
          <w:szCs w:val="24"/>
          <w:lang w:eastAsia="lt-LT"/>
        </w:rPr>
        <w:t>nekilnojamojo turto mokesčių suma gali būti mažinama:</w:t>
      </w:r>
    </w:p>
    <w:p w:rsidR="008A7F98" w:rsidRPr="004379D6" w:rsidRDefault="000C71AE" w:rsidP="0074533D">
      <w:pPr>
        <w:rPr>
          <w:szCs w:val="24"/>
          <w:lang w:eastAsia="lt-LT"/>
        </w:rPr>
      </w:pPr>
      <w:r w:rsidRPr="004379D6">
        <w:rPr>
          <w:szCs w:val="24"/>
          <w:lang w:eastAsia="lt-LT"/>
        </w:rPr>
        <w:t>1</w:t>
      </w:r>
      <w:r w:rsidR="00E01B4E">
        <w:rPr>
          <w:szCs w:val="24"/>
          <w:lang w:eastAsia="lt-LT"/>
        </w:rPr>
        <w:t>1</w:t>
      </w:r>
      <w:r w:rsidRPr="004379D6">
        <w:rPr>
          <w:szCs w:val="24"/>
          <w:lang w:eastAsia="lt-LT"/>
        </w:rPr>
        <w:t xml:space="preserve">.1. </w:t>
      </w:r>
      <w:r w:rsidR="002E0305" w:rsidRPr="004379D6">
        <w:rPr>
          <w:szCs w:val="24"/>
          <w:lang w:eastAsia="lt-LT"/>
        </w:rPr>
        <w:t>L</w:t>
      </w:r>
      <w:r w:rsidR="008A7F98" w:rsidRPr="004379D6">
        <w:rPr>
          <w:szCs w:val="24"/>
          <w:lang w:eastAsia="lt-LT"/>
        </w:rPr>
        <w:t xml:space="preserve">abai mažoms įmonėms </w:t>
      </w:r>
      <w:r w:rsidR="0041772B" w:rsidRPr="004379D6">
        <w:rPr>
          <w:szCs w:val="24"/>
          <w:lang w:eastAsia="lt-LT"/>
        </w:rPr>
        <w:t xml:space="preserve">- </w:t>
      </w:r>
      <w:r w:rsidR="008A7F98" w:rsidRPr="004379D6">
        <w:rPr>
          <w:szCs w:val="24"/>
          <w:lang w:eastAsia="lt-LT"/>
        </w:rPr>
        <w:t>už vieną įsteigtą darbo vietą</w:t>
      </w:r>
      <w:r w:rsidR="00FF13AF" w:rsidRPr="004379D6">
        <w:rPr>
          <w:szCs w:val="24"/>
          <w:lang w:eastAsia="lt-LT"/>
        </w:rPr>
        <w:t xml:space="preserve"> 300, 00 eurų</w:t>
      </w:r>
      <w:r w:rsidR="0041772B" w:rsidRPr="004379D6">
        <w:rPr>
          <w:szCs w:val="24"/>
          <w:lang w:eastAsia="lt-LT"/>
        </w:rPr>
        <w:t>;</w:t>
      </w:r>
    </w:p>
    <w:p w:rsidR="008A7F98" w:rsidRPr="005908DB" w:rsidRDefault="008A7F98" w:rsidP="0074533D">
      <w:pPr>
        <w:rPr>
          <w:szCs w:val="24"/>
          <w:lang w:eastAsia="lt-LT"/>
        </w:rPr>
      </w:pPr>
      <w:r w:rsidRPr="005908DB">
        <w:rPr>
          <w:szCs w:val="24"/>
          <w:lang w:eastAsia="lt-LT"/>
        </w:rPr>
        <w:t>1</w:t>
      </w:r>
      <w:r w:rsidR="00E01B4E">
        <w:rPr>
          <w:szCs w:val="24"/>
          <w:lang w:eastAsia="lt-LT"/>
        </w:rPr>
        <w:t>1</w:t>
      </w:r>
      <w:r w:rsidRPr="005908DB">
        <w:rPr>
          <w:szCs w:val="24"/>
          <w:lang w:eastAsia="lt-LT"/>
        </w:rPr>
        <w:t xml:space="preserve">.2. Mažoms įmonėms  </w:t>
      </w:r>
      <w:r w:rsidR="0041772B" w:rsidRPr="005908DB">
        <w:rPr>
          <w:szCs w:val="24"/>
          <w:lang w:eastAsia="lt-LT"/>
        </w:rPr>
        <w:t xml:space="preserve">- </w:t>
      </w:r>
      <w:r w:rsidRPr="005908DB">
        <w:rPr>
          <w:szCs w:val="24"/>
          <w:lang w:eastAsia="lt-LT"/>
        </w:rPr>
        <w:t>už vieną įsteigtą darbo vietą 15</w:t>
      </w:r>
      <w:r w:rsidR="00FF13AF" w:rsidRPr="005908DB">
        <w:rPr>
          <w:szCs w:val="24"/>
          <w:lang w:eastAsia="lt-LT"/>
        </w:rPr>
        <w:t>0, 00 eurų</w:t>
      </w:r>
      <w:r w:rsidR="0041772B" w:rsidRPr="005908DB">
        <w:rPr>
          <w:szCs w:val="24"/>
          <w:lang w:eastAsia="lt-LT"/>
        </w:rPr>
        <w:t>;</w:t>
      </w:r>
    </w:p>
    <w:p w:rsidR="008A7F98" w:rsidRPr="00770C82" w:rsidRDefault="006335C6" w:rsidP="0074533D">
      <w:pPr>
        <w:tabs>
          <w:tab w:val="left" w:pos="1134"/>
        </w:tabs>
        <w:rPr>
          <w:szCs w:val="24"/>
          <w:lang w:eastAsia="lt-LT"/>
        </w:rPr>
      </w:pPr>
      <w:r w:rsidRPr="00770C82">
        <w:rPr>
          <w:szCs w:val="24"/>
          <w:lang w:eastAsia="lt-LT"/>
        </w:rPr>
        <w:t>1</w:t>
      </w:r>
      <w:r w:rsidR="00E01B4E" w:rsidRPr="00770C82">
        <w:rPr>
          <w:szCs w:val="24"/>
          <w:lang w:eastAsia="lt-LT"/>
        </w:rPr>
        <w:t>1</w:t>
      </w:r>
      <w:r w:rsidR="008A7F98" w:rsidRPr="00770C82">
        <w:rPr>
          <w:szCs w:val="24"/>
          <w:lang w:eastAsia="lt-LT"/>
        </w:rPr>
        <w:t xml:space="preserve">.3. Vidutinėms įmonėms </w:t>
      </w:r>
      <w:r w:rsidR="0041772B" w:rsidRPr="00770C82">
        <w:rPr>
          <w:szCs w:val="24"/>
          <w:lang w:eastAsia="lt-LT"/>
        </w:rPr>
        <w:t xml:space="preserve">- </w:t>
      </w:r>
      <w:r w:rsidR="008A7F98" w:rsidRPr="00770C82">
        <w:rPr>
          <w:szCs w:val="24"/>
          <w:lang w:eastAsia="lt-LT"/>
        </w:rPr>
        <w:t>už vieną įsteigtą darbo vietą 10</w:t>
      </w:r>
      <w:r w:rsidR="003278F6" w:rsidRPr="00770C82">
        <w:rPr>
          <w:szCs w:val="24"/>
          <w:lang w:eastAsia="lt-LT"/>
        </w:rPr>
        <w:t>0, 00 eurų;</w:t>
      </w:r>
    </w:p>
    <w:p w:rsidR="003278F6" w:rsidRPr="00770C82" w:rsidRDefault="003278F6" w:rsidP="0074533D">
      <w:pPr>
        <w:tabs>
          <w:tab w:val="left" w:pos="1134"/>
        </w:tabs>
        <w:rPr>
          <w:szCs w:val="24"/>
          <w:lang w:eastAsia="lt-LT"/>
        </w:rPr>
      </w:pPr>
      <w:r w:rsidRPr="00770C82">
        <w:rPr>
          <w:szCs w:val="24"/>
          <w:lang w:eastAsia="lt-LT"/>
        </w:rPr>
        <w:t>1</w:t>
      </w:r>
      <w:r w:rsidR="00E01B4E" w:rsidRPr="00770C82">
        <w:rPr>
          <w:szCs w:val="24"/>
          <w:lang w:eastAsia="lt-LT"/>
        </w:rPr>
        <w:t>1</w:t>
      </w:r>
      <w:r w:rsidRPr="00770C82">
        <w:rPr>
          <w:szCs w:val="24"/>
          <w:lang w:eastAsia="lt-LT"/>
        </w:rPr>
        <w:t>.4</w:t>
      </w:r>
      <w:r w:rsidR="00516AE2" w:rsidRPr="00770C82">
        <w:rPr>
          <w:szCs w:val="24"/>
          <w:lang w:eastAsia="lt-LT"/>
        </w:rPr>
        <w:t xml:space="preserve"> Ū</w:t>
      </w:r>
      <w:r w:rsidRPr="00770C82">
        <w:rPr>
          <w:szCs w:val="24"/>
          <w:lang w:eastAsia="lt-LT"/>
        </w:rPr>
        <w:t xml:space="preserve">kininkams - už vieną įsteigtą darbo vietą </w:t>
      </w:r>
      <w:r w:rsidR="00516AE2" w:rsidRPr="00770C82">
        <w:rPr>
          <w:szCs w:val="24"/>
          <w:lang w:eastAsia="lt-LT"/>
        </w:rPr>
        <w:t>150</w:t>
      </w:r>
      <w:r w:rsidRPr="00770C82">
        <w:rPr>
          <w:szCs w:val="24"/>
          <w:lang w:eastAsia="lt-LT"/>
        </w:rPr>
        <w:t>, 00 eurų.</w:t>
      </w:r>
    </w:p>
    <w:p w:rsidR="00E01B4E" w:rsidRDefault="00B9055F" w:rsidP="0074533D">
      <w:pPr>
        <w:rPr>
          <w:szCs w:val="24"/>
          <w:lang w:eastAsia="lt-LT"/>
        </w:rPr>
      </w:pPr>
      <w:r w:rsidRPr="00770C82">
        <w:rPr>
          <w:szCs w:val="24"/>
          <w:lang w:eastAsia="lt-LT"/>
        </w:rPr>
        <w:t>1</w:t>
      </w:r>
      <w:r w:rsidR="00E01B4E" w:rsidRPr="00770C82">
        <w:rPr>
          <w:szCs w:val="24"/>
          <w:lang w:eastAsia="lt-LT"/>
        </w:rPr>
        <w:t>2</w:t>
      </w:r>
      <w:r w:rsidRPr="00770C82">
        <w:rPr>
          <w:szCs w:val="24"/>
          <w:lang w:eastAsia="lt-LT"/>
        </w:rPr>
        <w:t xml:space="preserve">. </w:t>
      </w:r>
      <w:r w:rsidR="00DB18FE" w:rsidRPr="00770C82">
        <w:rPr>
          <w:szCs w:val="24"/>
          <w:lang w:eastAsia="lt-LT"/>
        </w:rPr>
        <w:t>Pareiškėjas</w:t>
      </w:r>
      <w:r w:rsidR="00394532" w:rsidRPr="00770C82">
        <w:rPr>
          <w:szCs w:val="24"/>
          <w:lang w:eastAsia="lt-LT"/>
        </w:rPr>
        <w:t xml:space="preserve"> ga</w:t>
      </w:r>
      <w:r w:rsidR="008A7F98" w:rsidRPr="00770C82">
        <w:rPr>
          <w:szCs w:val="24"/>
          <w:lang w:eastAsia="lt-LT"/>
        </w:rPr>
        <w:t>li pateikti prašymą dėl mokesčių</w:t>
      </w:r>
      <w:r w:rsidR="00394532" w:rsidRPr="00770C82">
        <w:rPr>
          <w:szCs w:val="24"/>
          <w:lang w:eastAsia="lt-LT"/>
        </w:rPr>
        <w:t xml:space="preserve"> lengvatos suteikimo</w:t>
      </w:r>
      <w:r w:rsidR="00E01B4E" w:rsidRPr="00770C82">
        <w:rPr>
          <w:szCs w:val="24"/>
          <w:lang w:eastAsia="lt-LT"/>
        </w:rPr>
        <w:t xml:space="preserve"> per 12 mėnesių po</w:t>
      </w:r>
      <w:r w:rsidR="00581329" w:rsidRPr="00770C82">
        <w:rPr>
          <w:szCs w:val="24"/>
          <w:lang w:eastAsia="lt-LT"/>
        </w:rPr>
        <w:t xml:space="preserve"> </w:t>
      </w:r>
      <w:r w:rsidR="00E01B4E" w:rsidRPr="00770C82">
        <w:rPr>
          <w:szCs w:val="24"/>
          <w:lang w:eastAsia="lt-LT"/>
        </w:rPr>
        <w:t xml:space="preserve">to, kai </w:t>
      </w:r>
      <w:r w:rsidR="00581329" w:rsidRPr="00770C82">
        <w:rPr>
          <w:szCs w:val="24"/>
          <w:lang w:eastAsia="lt-LT"/>
        </w:rPr>
        <w:t xml:space="preserve">darbo vieta jau yra išlaikyta </w:t>
      </w:r>
      <w:r w:rsidR="00E01B4E" w:rsidRPr="00770C82">
        <w:rPr>
          <w:szCs w:val="24"/>
          <w:lang w:eastAsia="lt-LT"/>
        </w:rPr>
        <w:t xml:space="preserve">vienerius </w:t>
      </w:r>
      <w:r w:rsidR="00581329" w:rsidRPr="00770C82">
        <w:rPr>
          <w:szCs w:val="24"/>
          <w:lang w:eastAsia="lt-LT"/>
        </w:rPr>
        <w:t>metus.</w:t>
      </w:r>
      <w:r w:rsidR="00394532" w:rsidRPr="005908DB">
        <w:rPr>
          <w:szCs w:val="24"/>
          <w:lang w:eastAsia="lt-LT"/>
        </w:rPr>
        <w:t xml:space="preserve"> </w:t>
      </w:r>
    </w:p>
    <w:p w:rsidR="000C71AE" w:rsidRPr="005908DB" w:rsidRDefault="000C71AE" w:rsidP="0074533D">
      <w:pPr>
        <w:rPr>
          <w:szCs w:val="24"/>
          <w:lang w:eastAsia="lt-LT"/>
        </w:rPr>
      </w:pPr>
      <w:r w:rsidRPr="005908DB">
        <w:rPr>
          <w:szCs w:val="24"/>
          <w:lang w:eastAsia="lt-LT"/>
        </w:rPr>
        <w:t>1</w:t>
      </w:r>
      <w:r w:rsidR="000A4CE2">
        <w:rPr>
          <w:szCs w:val="24"/>
          <w:lang w:eastAsia="lt-LT"/>
        </w:rPr>
        <w:t>3</w:t>
      </w:r>
      <w:r w:rsidRPr="005908DB">
        <w:rPr>
          <w:szCs w:val="24"/>
          <w:lang w:eastAsia="lt-LT"/>
        </w:rPr>
        <w:t>. Lengvatos netaikomos:</w:t>
      </w:r>
    </w:p>
    <w:p w:rsidR="000C71AE" w:rsidRPr="005908DB" w:rsidRDefault="000C71AE" w:rsidP="0074533D">
      <w:pPr>
        <w:rPr>
          <w:szCs w:val="24"/>
          <w:lang w:eastAsia="lt-LT"/>
        </w:rPr>
      </w:pPr>
      <w:bookmarkStart w:id="39" w:name="part_54143adfc8424de9bd03ccaa18c14fb1"/>
      <w:bookmarkEnd w:id="39"/>
      <w:r w:rsidRPr="005908DB">
        <w:rPr>
          <w:szCs w:val="24"/>
          <w:lang w:eastAsia="lt-LT"/>
        </w:rPr>
        <w:t>1</w:t>
      </w:r>
      <w:r w:rsidR="000A4CE2">
        <w:rPr>
          <w:szCs w:val="24"/>
          <w:lang w:eastAsia="lt-LT"/>
        </w:rPr>
        <w:t>3</w:t>
      </w:r>
      <w:r w:rsidRPr="005908DB">
        <w:rPr>
          <w:szCs w:val="24"/>
          <w:lang w:eastAsia="lt-LT"/>
        </w:rPr>
        <w:t>.1. priskaičiuotiems delspinigiams</w:t>
      </w:r>
      <w:r w:rsidR="00BA662D" w:rsidRPr="005908DB">
        <w:rPr>
          <w:szCs w:val="24"/>
          <w:lang w:eastAsia="lt-LT"/>
        </w:rPr>
        <w:t xml:space="preserve"> padengti</w:t>
      </w:r>
      <w:r w:rsidRPr="005908DB">
        <w:rPr>
          <w:szCs w:val="24"/>
          <w:lang w:eastAsia="lt-LT"/>
        </w:rPr>
        <w:t>;</w:t>
      </w:r>
    </w:p>
    <w:p w:rsidR="000C71AE" w:rsidRPr="005908DB" w:rsidRDefault="000C71AE" w:rsidP="0074533D">
      <w:pPr>
        <w:rPr>
          <w:szCs w:val="24"/>
          <w:lang w:eastAsia="lt-LT"/>
        </w:rPr>
      </w:pPr>
      <w:bookmarkStart w:id="40" w:name="part_38597280a5fa4db8aaf32a8319abe16c"/>
      <w:bookmarkEnd w:id="40"/>
      <w:r w:rsidRPr="005908DB">
        <w:rPr>
          <w:szCs w:val="24"/>
          <w:lang w:eastAsia="lt-LT"/>
        </w:rPr>
        <w:t>1</w:t>
      </w:r>
      <w:r w:rsidR="000A4CE2">
        <w:rPr>
          <w:szCs w:val="24"/>
          <w:lang w:eastAsia="lt-LT"/>
        </w:rPr>
        <w:t>3</w:t>
      </w:r>
      <w:r w:rsidRPr="005908DB">
        <w:rPr>
          <w:szCs w:val="24"/>
          <w:lang w:eastAsia="lt-LT"/>
        </w:rPr>
        <w:t xml:space="preserve">.2. </w:t>
      </w:r>
      <w:r w:rsidR="002E0305" w:rsidRPr="005908DB">
        <w:rPr>
          <w:szCs w:val="24"/>
          <w:lang w:eastAsia="lt-LT"/>
        </w:rPr>
        <w:t>jei</w:t>
      </w:r>
      <w:r w:rsidR="00D71EB6" w:rsidRPr="005908DB">
        <w:rPr>
          <w:szCs w:val="24"/>
          <w:lang w:eastAsia="lt-LT"/>
        </w:rPr>
        <w:t>,</w:t>
      </w:r>
      <w:r w:rsidR="002E0305" w:rsidRPr="005908DB">
        <w:rPr>
          <w:szCs w:val="24"/>
          <w:lang w:eastAsia="lt-LT"/>
        </w:rPr>
        <w:t xml:space="preserve"> </w:t>
      </w:r>
      <w:r w:rsidRPr="005908DB">
        <w:rPr>
          <w:szCs w:val="24"/>
          <w:lang w:eastAsia="lt-LT"/>
        </w:rPr>
        <w:t>reorganizavus įmonę, darbuotojai įdarbinami naujai steigiamose įmonėse</w:t>
      </w:r>
      <w:r w:rsidR="00287342" w:rsidRPr="005908DB">
        <w:rPr>
          <w:szCs w:val="24"/>
          <w:lang w:eastAsia="lt-LT"/>
        </w:rPr>
        <w:t>;</w:t>
      </w:r>
    </w:p>
    <w:p w:rsidR="00343A5A" w:rsidRPr="005908DB" w:rsidRDefault="00287342" w:rsidP="0074533D">
      <w:pPr>
        <w:rPr>
          <w:szCs w:val="24"/>
          <w:lang w:eastAsia="lt-LT"/>
        </w:rPr>
      </w:pPr>
      <w:r w:rsidRPr="005908DB">
        <w:rPr>
          <w:szCs w:val="24"/>
          <w:lang w:eastAsia="lt-LT"/>
        </w:rPr>
        <w:t>1</w:t>
      </w:r>
      <w:r w:rsidR="000A4CE2">
        <w:rPr>
          <w:szCs w:val="24"/>
          <w:lang w:eastAsia="lt-LT"/>
        </w:rPr>
        <w:t>3</w:t>
      </w:r>
      <w:r w:rsidRPr="005908DB">
        <w:rPr>
          <w:szCs w:val="24"/>
          <w:lang w:eastAsia="lt-LT"/>
        </w:rPr>
        <w:t xml:space="preserve">.3. steigti darbo vietoms, </w:t>
      </w:r>
      <w:r w:rsidR="00D71EB6" w:rsidRPr="005908DB">
        <w:rPr>
          <w:szCs w:val="24"/>
          <w:lang w:eastAsia="lt-LT"/>
        </w:rPr>
        <w:t>skirtoms</w:t>
      </w:r>
      <w:r w:rsidRPr="005908DB">
        <w:rPr>
          <w:szCs w:val="24"/>
          <w:lang w:eastAsia="lt-LT"/>
        </w:rPr>
        <w:t xml:space="preserve"> laikiniems ir sezoniniams darbams </w:t>
      </w:r>
      <w:r w:rsidR="00D71EB6" w:rsidRPr="005908DB">
        <w:rPr>
          <w:szCs w:val="24"/>
          <w:lang w:eastAsia="lt-LT"/>
        </w:rPr>
        <w:t>vykdyti</w:t>
      </w:r>
      <w:r w:rsidRPr="005908DB">
        <w:rPr>
          <w:szCs w:val="24"/>
          <w:lang w:eastAsia="lt-LT"/>
        </w:rPr>
        <w:t>.</w:t>
      </w:r>
      <w:bookmarkStart w:id="41" w:name="part_1103dee27533437c8a9b34527de6361f"/>
      <w:bookmarkStart w:id="42" w:name="part_01a8a95016864d719a002d8b3a28ec0a"/>
      <w:bookmarkStart w:id="43" w:name="part_276654c2e022409baadb7918af97f6d0"/>
      <w:bookmarkEnd w:id="41"/>
      <w:bookmarkEnd w:id="42"/>
      <w:bookmarkEnd w:id="43"/>
    </w:p>
    <w:p w:rsidR="000C71AE" w:rsidRPr="005908DB" w:rsidRDefault="000C71AE" w:rsidP="0074533D">
      <w:pPr>
        <w:rPr>
          <w:szCs w:val="24"/>
          <w:lang w:eastAsia="lt-LT"/>
        </w:rPr>
      </w:pPr>
      <w:bookmarkStart w:id="44" w:name="part_22123f2ecfab4b058ad73d65193588c5"/>
      <w:bookmarkStart w:id="45" w:name="part_e999fb3e5b3d40f7bc7b33ada017322b"/>
      <w:bookmarkStart w:id="46" w:name="part_09dfe56076da4b92bc7669cdb4e446fc"/>
      <w:bookmarkEnd w:id="44"/>
      <w:bookmarkEnd w:id="45"/>
      <w:bookmarkEnd w:id="46"/>
      <w:r w:rsidRPr="005908DB">
        <w:rPr>
          <w:szCs w:val="24"/>
          <w:lang w:eastAsia="lt-LT"/>
        </w:rPr>
        <w:t>1</w:t>
      </w:r>
      <w:r w:rsidR="000A4CE2">
        <w:rPr>
          <w:szCs w:val="24"/>
          <w:lang w:eastAsia="lt-LT"/>
        </w:rPr>
        <w:t>4</w:t>
      </w:r>
      <w:r w:rsidR="00FF13AF" w:rsidRPr="005908DB">
        <w:rPr>
          <w:szCs w:val="24"/>
          <w:lang w:eastAsia="lt-LT"/>
        </w:rPr>
        <w:t xml:space="preserve">. </w:t>
      </w:r>
      <w:r w:rsidR="00C01CC4" w:rsidRPr="000A4CE2">
        <w:rPr>
          <w:szCs w:val="24"/>
          <w:lang w:eastAsia="lt-LT"/>
        </w:rPr>
        <w:t>Finansų ir biudžeto skyrius</w:t>
      </w:r>
      <w:r w:rsidR="0069590E" w:rsidRPr="000A4CE2">
        <w:rPr>
          <w:szCs w:val="24"/>
          <w:lang w:eastAsia="lt-LT"/>
        </w:rPr>
        <w:t>, vadovaudamasi</w:t>
      </w:r>
      <w:r w:rsidR="00A51ECD" w:rsidRPr="000A4CE2">
        <w:rPr>
          <w:szCs w:val="24"/>
          <w:lang w:eastAsia="lt-LT"/>
        </w:rPr>
        <w:t>s</w:t>
      </w:r>
      <w:r w:rsidRPr="005908DB">
        <w:rPr>
          <w:szCs w:val="24"/>
          <w:lang w:eastAsia="lt-LT"/>
        </w:rPr>
        <w:t xml:space="preserve"> </w:t>
      </w:r>
      <w:r w:rsidR="008A7F98" w:rsidRPr="005908DB">
        <w:rPr>
          <w:szCs w:val="24"/>
          <w:lang w:eastAsia="lt-LT"/>
        </w:rPr>
        <w:t>visai</w:t>
      </w:r>
      <w:r w:rsidR="00FF13AF" w:rsidRPr="005908DB">
        <w:rPr>
          <w:szCs w:val="24"/>
          <w:lang w:eastAsia="lt-LT"/>
        </w:rPr>
        <w:t>s gautais</w:t>
      </w:r>
      <w:r w:rsidR="008A7F98" w:rsidRPr="005908DB">
        <w:rPr>
          <w:szCs w:val="24"/>
          <w:lang w:eastAsia="lt-LT"/>
        </w:rPr>
        <w:t xml:space="preserve"> dokumentais</w:t>
      </w:r>
      <w:r w:rsidR="000314C2" w:rsidRPr="005908DB">
        <w:rPr>
          <w:szCs w:val="24"/>
          <w:lang w:eastAsia="lt-LT"/>
        </w:rPr>
        <w:t>,</w:t>
      </w:r>
      <w:r w:rsidR="008A7F98" w:rsidRPr="005908DB">
        <w:rPr>
          <w:szCs w:val="24"/>
          <w:lang w:eastAsia="lt-LT"/>
        </w:rPr>
        <w:t xml:space="preserve"> </w:t>
      </w:r>
      <w:r w:rsidRPr="005908DB">
        <w:rPr>
          <w:szCs w:val="24"/>
          <w:lang w:eastAsia="lt-LT"/>
        </w:rPr>
        <w:t xml:space="preserve">rengia Savivaldybės tarybos sprendimų projektus dėl </w:t>
      </w:r>
      <w:r w:rsidR="002E0305" w:rsidRPr="005908DB">
        <w:rPr>
          <w:szCs w:val="24"/>
          <w:lang w:eastAsia="lt-LT"/>
        </w:rPr>
        <w:t>m</w:t>
      </w:r>
      <w:r w:rsidRPr="005908DB">
        <w:rPr>
          <w:szCs w:val="24"/>
          <w:lang w:eastAsia="lt-LT"/>
        </w:rPr>
        <w:t xml:space="preserve">okesčių lengvatų suteikimo. Savivaldybės taryba sprendimą dėl lengvatos suteikimo ar nesuteikimo priima artimiausiame </w:t>
      </w:r>
      <w:r w:rsidR="002E0305" w:rsidRPr="005908DB">
        <w:rPr>
          <w:szCs w:val="24"/>
          <w:lang w:eastAsia="lt-LT"/>
        </w:rPr>
        <w:t>t</w:t>
      </w:r>
      <w:r w:rsidRPr="005908DB">
        <w:rPr>
          <w:szCs w:val="24"/>
          <w:lang w:eastAsia="lt-LT"/>
        </w:rPr>
        <w:t>arybos posėdyje.</w:t>
      </w:r>
    </w:p>
    <w:p w:rsidR="00DD30F8" w:rsidRDefault="00DD30F8" w:rsidP="0035113D">
      <w:pPr>
        <w:ind w:left="360" w:firstLine="0"/>
        <w:jc w:val="center"/>
        <w:rPr>
          <w:b/>
          <w:noProof/>
          <w:szCs w:val="24"/>
        </w:rPr>
      </w:pPr>
      <w:bookmarkStart w:id="47" w:name="part_c73eecf0acdc4ec48fbd2c3281bd4c71"/>
      <w:bookmarkStart w:id="48" w:name="part_6a20c181b02e48b5b9b7b50093514f99"/>
      <w:bookmarkEnd w:id="47"/>
      <w:bookmarkEnd w:id="48"/>
    </w:p>
    <w:p w:rsidR="0074533D" w:rsidRDefault="0074533D" w:rsidP="0035113D">
      <w:pPr>
        <w:ind w:left="360" w:firstLine="0"/>
        <w:jc w:val="center"/>
        <w:rPr>
          <w:b/>
          <w:noProof/>
          <w:szCs w:val="24"/>
        </w:rPr>
      </w:pPr>
    </w:p>
    <w:p w:rsidR="0074533D" w:rsidRDefault="0074533D" w:rsidP="0035113D">
      <w:pPr>
        <w:ind w:left="360" w:firstLine="0"/>
        <w:jc w:val="center"/>
        <w:rPr>
          <w:b/>
          <w:noProof/>
          <w:szCs w:val="24"/>
        </w:rPr>
      </w:pPr>
    </w:p>
    <w:p w:rsidR="0074533D" w:rsidRDefault="0074533D" w:rsidP="0035113D">
      <w:pPr>
        <w:ind w:left="360" w:firstLine="0"/>
        <w:jc w:val="center"/>
        <w:rPr>
          <w:b/>
          <w:noProof/>
          <w:szCs w:val="24"/>
        </w:rPr>
      </w:pPr>
    </w:p>
    <w:p w:rsidR="0035113D" w:rsidRDefault="00C108E7" w:rsidP="00B84380">
      <w:pPr>
        <w:ind w:firstLine="0"/>
        <w:jc w:val="center"/>
        <w:rPr>
          <w:b/>
          <w:noProof/>
          <w:szCs w:val="24"/>
        </w:rPr>
      </w:pPr>
      <w:r w:rsidRPr="006E4BCA">
        <w:rPr>
          <w:b/>
          <w:noProof/>
          <w:szCs w:val="24"/>
        </w:rPr>
        <w:lastRenderedPageBreak/>
        <w:t>V</w:t>
      </w:r>
      <w:r w:rsidR="0035113D" w:rsidRPr="0035113D">
        <w:rPr>
          <w:b/>
          <w:noProof/>
          <w:szCs w:val="24"/>
        </w:rPr>
        <w:t xml:space="preserve"> </w:t>
      </w:r>
      <w:r w:rsidR="0035113D" w:rsidRPr="00592B74">
        <w:rPr>
          <w:b/>
          <w:noProof/>
          <w:szCs w:val="24"/>
        </w:rPr>
        <w:t xml:space="preserve">SKYRIUS </w:t>
      </w:r>
    </w:p>
    <w:p w:rsidR="00C108E7" w:rsidRPr="006E4BCA" w:rsidRDefault="00C108E7" w:rsidP="00B84380">
      <w:pPr>
        <w:ind w:firstLine="0"/>
        <w:jc w:val="center"/>
        <w:rPr>
          <w:b/>
          <w:noProof/>
          <w:szCs w:val="24"/>
        </w:rPr>
      </w:pPr>
      <w:r w:rsidRPr="006E4BCA">
        <w:rPr>
          <w:b/>
          <w:noProof/>
          <w:szCs w:val="24"/>
        </w:rPr>
        <w:t>BAIGIAMOSIOS NUOSTATOS</w:t>
      </w:r>
    </w:p>
    <w:p w:rsidR="00C108E7" w:rsidRPr="00C108E7" w:rsidRDefault="00C108E7" w:rsidP="0035113D">
      <w:pPr>
        <w:ind w:firstLine="0"/>
        <w:rPr>
          <w:noProof/>
          <w:szCs w:val="24"/>
        </w:rPr>
      </w:pPr>
    </w:p>
    <w:p w:rsidR="00B73825" w:rsidRPr="00C108E7" w:rsidRDefault="000314C2" w:rsidP="0074533D">
      <w:pPr>
        <w:tabs>
          <w:tab w:val="left" w:pos="1134"/>
        </w:tabs>
        <w:rPr>
          <w:noProof/>
          <w:szCs w:val="24"/>
        </w:rPr>
      </w:pPr>
      <w:r>
        <w:rPr>
          <w:noProof/>
          <w:szCs w:val="24"/>
        </w:rPr>
        <w:t>1</w:t>
      </w:r>
      <w:r w:rsidR="000A4CE2">
        <w:rPr>
          <w:noProof/>
          <w:szCs w:val="24"/>
        </w:rPr>
        <w:t>5</w:t>
      </w:r>
      <w:r>
        <w:rPr>
          <w:noProof/>
          <w:szCs w:val="24"/>
        </w:rPr>
        <w:t xml:space="preserve">. </w:t>
      </w:r>
      <w:r w:rsidR="00C108E7" w:rsidRPr="00C108E7">
        <w:rPr>
          <w:noProof/>
          <w:szCs w:val="24"/>
        </w:rPr>
        <w:t xml:space="preserve">Sprendimai </w:t>
      </w:r>
      <w:r w:rsidR="00FF13AF">
        <w:rPr>
          <w:noProof/>
          <w:szCs w:val="24"/>
        </w:rPr>
        <w:t>dėl</w:t>
      </w:r>
      <w:r w:rsidR="00B73825">
        <w:rPr>
          <w:noProof/>
          <w:szCs w:val="24"/>
        </w:rPr>
        <w:t xml:space="preserve"> </w:t>
      </w:r>
      <w:r w:rsidR="00FF13AF">
        <w:rPr>
          <w:noProof/>
          <w:szCs w:val="24"/>
        </w:rPr>
        <w:t>mokesčių</w:t>
      </w:r>
      <w:r w:rsidR="00B73825">
        <w:rPr>
          <w:noProof/>
          <w:szCs w:val="24"/>
        </w:rPr>
        <w:t xml:space="preserve"> </w:t>
      </w:r>
      <w:r w:rsidR="00FF13AF">
        <w:rPr>
          <w:noProof/>
          <w:szCs w:val="24"/>
        </w:rPr>
        <w:t>lengvatų suteikimo</w:t>
      </w:r>
      <w:r w:rsidR="00B73825">
        <w:rPr>
          <w:noProof/>
          <w:szCs w:val="24"/>
        </w:rPr>
        <w:t xml:space="preserve"> </w:t>
      </w:r>
      <w:r w:rsidR="00C108E7" w:rsidRPr="00C108E7">
        <w:rPr>
          <w:noProof/>
          <w:szCs w:val="24"/>
        </w:rPr>
        <w:t xml:space="preserve">išsiunčiami pareiškėjui, Valstybinei mokesčių inspekcijai. </w:t>
      </w:r>
    </w:p>
    <w:p w:rsidR="00B73825" w:rsidRPr="00EE07E7" w:rsidRDefault="000314C2" w:rsidP="0074533D">
      <w:pPr>
        <w:rPr>
          <w:noProof/>
          <w:szCs w:val="24"/>
        </w:rPr>
      </w:pPr>
      <w:r w:rsidRPr="00EE07E7">
        <w:rPr>
          <w:noProof/>
          <w:szCs w:val="24"/>
        </w:rPr>
        <w:t>1</w:t>
      </w:r>
      <w:r w:rsidR="000A4CE2">
        <w:rPr>
          <w:noProof/>
          <w:szCs w:val="24"/>
        </w:rPr>
        <w:t>6</w:t>
      </w:r>
      <w:r w:rsidR="00C108E7" w:rsidRPr="00EE07E7">
        <w:rPr>
          <w:noProof/>
          <w:szCs w:val="24"/>
        </w:rPr>
        <w:t>. Duomenis apie suteiktas asmenims mokesčių lengvatas Suteiktos valstybės pagalbos</w:t>
      </w:r>
      <w:r w:rsidR="0074533D" w:rsidRPr="00EE07E7">
        <w:rPr>
          <w:noProof/>
          <w:szCs w:val="24"/>
        </w:rPr>
        <w:t xml:space="preserve"> </w:t>
      </w:r>
      <w:r w:rsidR="00C108E7" w:rsidRPr="00EE07E7">
        <w:rPr>
          <w:noProof/>
          <w:szCs w:val="24"/>
        </w:rPr>
        <w:t>registrui pateikia Savivaldybės administracijos darbuotojas, atsakingas už duomenų</w:t>
      </w:r>
      <w:r w:rsidR="00B73825" w:rsidRPr="00EE07E7">
        <w:rPr>
          <w:noProof/>
          <w:szCs w:val="24"/>
        </w:rPr>
        <w:t xml:space="preserve"> pateikimą.</w:t>
      </w:r>
    </w:p>
    <w:p w:rsidR="00C108E7" w:rsidRPr="00C108E7" w:rsidRDefault="00C108E7" w:rsidP="00D47346">
      <w:pPr>
        <w:ind w:firstLine="0"/>
        <w:rPr>
          <w:noProof/>
          <w:szCs w:val="24"/>
        </w:rPr>
      </w:pPr>
    </w:p>
    <w:p w:rsidR="00C108E7" w:rsidRPr="00C108E7" w:rsidRDefault="00C108E7" w:rsidP="00C108E7">
      <w:pPr>
        <w:ind w:firstLine="0"/>
        <w:jc w:val="center"/>
        <w:rPr>
          <w:noProof/>
          <w:szCs w:val="24"/>
        </w:rPr>
      </w:pPr>
      <w:r w:rsidRPr="00C108E7">
        <w:rPr>
          <w:noProof/>
          <w:szCs w:val="24"/>
        </w:rPr>
        <w:t>______________</w:t>
      </w: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</w:p>
    <w:p w:rsidR="00C108E7" w:rsidRDefault="00C108E7" w:rsidP="00343A5A">
      <w:pPr>
        <w:ind w:firstLine="0"/>
        <w:rPr>
          <w:noProof/>
          <w:szCs w:val="24"/>
        </w:rPr>
      </w:pPr>
    </w:p>
    <w:p w:rsidR="00343A5A" w:rsidRDefault="00343A5A" w:rsidP="00343A5A">
      <w:pPr>
        <w:ind w:firstLine="0"/>
        <w:rPr>
          <w:noProof/>
          <w:szCs w:val="24"/>
        </w:rPr>
      </w:pPr>
    </w:p>
    <w:p w:rsidR="00343A5A" w:rsidRDefault="00343A5A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343A5A" w:rsidRDefault="00343A5A" w:rsidP="00343A5A">
      <w:pPr>
        <w:ind w:firstLine="0"/>
        <w:rPr>
          <w:noProof/>
          <w:szCs w:val="24"/>
        </w:rPr>
      </w:pPr>
    </w:p>
    <w:p w:rsidR="00060439" w:rsidRDefault="00060439" w:rsidP="00343A5A">
      <w:pPr>
        <w:ind w:firstLine="0"/>
        <w:rPr>
          <w:noProof/>
          <w:szCs w:val="24"/>
        </w:rPr>
      </w:pPr>
    </w:p>
    <w:p w:rsidR="00060439" w:rsidRDefault="00060439" w:rsidP="00343A5A">
      <w:pPr>
        <w:ind w:firstLine="0"/>
        <w:rPr>
          <w:noProof/>
          <w:szCs w:val="24"/>
        </w:rPr>
      </w:pPr>
    </w:p>
    <w:p w:rsidR="00060439" w:rsidRDefault="00060439" w:rsidP="00343A5A">
      <w:pPr>
        <w:ind w:firstLine="0"/>
        <w:rPr>
          <w:noProof/>
          <w:szCs w:val="24"/>
        </w:rPr>
      </w:pPr>
    </w:p>
    <w:p w:rsidR="00060439" w:rsidRDefault="00060439" w:rsidP="00343A5A">
      <w:pPr>
        <w:ind w:firstLine="0"/>
        <w:rPr>
          <w:noProof/>
          <w:szCs w:val="24"/>
        </w:rPr>
      </w:pPr>
    </w:p>
    <w:p w:rsidR="00343A5A" w:rsidRDefault="00343A5A" w:rsidP="00343A5A">
      <w:pPr>
        <w:ind w:firstLine="0"/>
        <w:rPr>
          <w:noProof/>
          <w:szCs w:val="24"/>
        </w:rPr>
      </w:pPr>
    </w:p>
    <w:p w:rsidR="00C43984" w:rsidRDefault="00C43984">
      <w:pPr>
        <w:ind w:firstLine="0"/>
        <w:jc w:val="left"/>
        <w:rPr>
          <w:noProof/>
          <w:szCs w:val="24"/>
        </w:rPr>
      </w:pPr>
      <w:r>
        <w:rPr>
          <w:noProof/>
          <w:szCs w:val="24"/>
        </w:rPr>
        <w:br w:type="page"/>
      </w:r>
    </w:p>
    <w:p w:rsidR="005F52F0" w:rsidRDefault="005F52F0" w:rsidP="00343A5A">
      <w:pPr>
        <w:ind w:firstLine="0"/>
        <w:rPr>
          <w:noProof/>
          <w:szCs w:val="24"/>
        </w:rPr>
      </w:pPr>
    </w:p>
    <w:p w:rsidR="00343A5A" w:rsidRPr="0068292A" w:rsidRDefault="00C108E7" w:rsidP="00B84380">
      <w:pPr>
        <w:pStyle w:val="Antrinispavadinimas"/>
        <w:spacing w:after="0"/>
        <w:ind w:left="3888" w:firstLine="1296"/>
        <w:jc w:val="both"/>
        <w:rPr>
          <w:rFonts w:ascii="Times New Roman" w:hAnsi="Times New Roman"/>
          <w:noProof/>
        </w:rPr>
      </w:pPr>
      <w:r w:rsidRPr="0068292A">
        <w:rPr>
          <w:rFonts w:ascii="Times New Roman" w:hAnsi="Times New Roman"/>
          <w:noProof/>
        </w:rPr>
        <w:t xml:space="preserve">Mokesčių lengvatų </w:t>
      </w:r>
      <w:r w:rsidR="00343A5A" w:rsidRPr="0068292A">
        <w:rPr>
          <w:rFonts w:ascii="Times New Roman" w:hAnsi="Times New Roman"/>
          <w:noProof/>
        </w:rPr>
        <w:t xml:space="preserve">už sukurtas naujas darbo </w:t>
      </w:r>
    </w:p>
    <w:p w:rsidR="00C108E7" w:rsidRPr="00166B4E" w:rsidRDefault="005179F8" w:rsidP="00B84380">
      <w:pPr>
        <w:pStyle w:val="Antrinispavadinimas"/>
        <w:spacing w:after="0"/>
        <w:ind w:left="3888" w:firstLine="1296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v</w:t>
      </w:r>
      <w:r w:rsidR="00343A5A" w:rsidRPr="00166B4E">
        <w:rPr>
          <w:rFonts w:ascii="Times New Roman" w:hAnsi="Times New Roman"/>
          <w:noProof/>
        </w:rPr>
        <w:t xml:space="preserve">ietas </w:t>
      </w:r>
      <w:r w:rsidR="008B564B" w:rsidRPr="00166B4E">
        <w:rPr>
          <w:rFonts w:ascii="Times New Roman" w:hAnsi="Times New Roman"/>
          <w:noProof/>
        </w:rPr>
        <w:t xml:space="preserve">teikimo </w:t>
      </w:r>
      <w:r w:rsidR="00343A5A" w:rsidRPr="00166B4E">
        <w:rPr>
          <w:rFonts w:ascii="Times New Roman" w:hAnsi="Times New Roman"/>
          <w:noProof/>
        </w:rPr>
        <w:t xml:space="preserve">tvarkos </w:t>
      </w:r>
      <w:r w:rsidR="0068292A" w:rsidRPr="00166B4E">
        <w:rPr>
          <w:rFonts w:ascii="Times New Roman" w:hAnsi="Times New Roman"/>
          <w:noProof/>
        </w:rPr>
        <w:t>aprašo</w:t>
      </w:r>
    </w:p>
    <w:p w:rsidR="00C108E7" w:rsidRPr="008B564B" w:rsidRDefault="00C108E7" w:rsidP="00B84380">
      <w:pPr>
        <w:ind w:left="3888" w:firstLine="1296"/>
        <w:jc w:val="left"/>
        <w:rPr>
          <w:noProof/>
          <w:szCs w:val="24"/>
        </w:rPr>
      </w:pPr>
      <w:r w:rsidRPr="008B564B">
        <w:rPr>
          <w:noProof/>
          <w:szCs w:val="24"/>
        </w:rPr>
        <w:t>1 priedas</w:t>
      </w:r>
    </w:p>
    <w:p w:rsidR="00C108E7" w:rsidRPr="00C108E7" w:rsidRDefault="00C108E7" w:rsidP="00C108E7">
      <w:pPr>
        <w:ind w:left="5102" w:firstLine="0"/>
        <w:rPr>
          <w:noProof/>
          <w:szCs w:val="24"/>
        </w:rPr>
      </w:pPr>
    </w:p>
    <w:p w:rsidR="00C108E7" w:rsidRPr="00C108E7" w:rsidRDefault="00731CBC" w:rsidP="00C108E7">
      <w:pPr>
        <w:ind w:left="720" w:firstLine="0"/>
        <w:jc w:val="center"/>
        <w:rPr>
          <w:b/>
          <w:noProof/>
          <w:szCs w:val="24"/>
        </w:rPr>
      </w:pPr>
      <w:r>
        <w:rPr>
          <w:b/>
          <w:noProof/>
          <w:szCs w:val="24"/>
        </w:rPr>
        <w:t xml:space="preserve">PLUNGĖS </w:t>
      </w:r>
      <w:r w:rsidR="00C108E7" w:rsidRPr="00C108E7">
        <w:rPr>
          <w:b/>
          <w:noProof/>
          <w:szCs w:val="24"/>
        </w:rPr>
        <w:t>RAJONO SAVIVALDYBĖS ADMINISTRACIJAI</w:t>
      </w:r>
    </w:p>
    <w:p w:rsidR="00C108E7" w:rsidRPr="00C108E7" w:rsidRDefault="00C108E7" w:rsidP="00C108E7">
      <w:pPr>
        <w:ind w:left="720" w:firstLine="0"/>
        <w:jc w:val="center"/>
        <w:rPr>
          <w:b/>
          <w:noProof/>
          <w:szCs w:val="24"/>
        </w:rPr>
      </w:pPr>
      <w:r w:rsidRPr="00C108E7">
        <w:rPr>
          <w:b/>
          <w:noProof/>
          <w:szCs w:val="24"/>
        </w:rPr>
        <w:t>PRAŠYMAS SUTEIKTI MOKESČIO LENGVATĄ</w:t>
      </w:r>
    </w:p>
    <w:p w:rsidR="0074533D" w:rsidRDefault="0074533D" w:rsidP="00C108E7">
      <w:pPr>
        <w:ind w:left="720" w:firstLine="0"/>
        <w:jc w:val="center"/>
        <w:rPr>
          <w:b/>
          <w:noProof/>
          <w:szCs w:val="24"/>
        </w:rPr>
      </w:pPr>
    </w:p>
    <w:p w:rsidR="00C108E7" w:rsidRPr="00C108E7" w:rsidRDefault="00C108E7" w:rsidP="00C108E7">
      <w:pPr>
        <w:ind w:left="720" w:firstLine="0"/>
        <w:jc w:val="center"/>
        <w:rPr>
          <w:b/>
          <w:noProof/>
          <w:szCs w:val="24"/>
        </w:rPr>
      </w:pPr>
      <w:r w:rsidRPr="00C108E7">
        <w:rPr>
          <w:b/>
          <w:noProof/>
          <w:szCs w:val="24"/>
        </w:rPr>
        <w:t xml:space="preserve">20 _____ m. ________________ mėn. _______ d. </w:t>
      </w:r>
    </w:p>
    <w:p w:rsidR="00C108E7" w:rsidRPr="00C108E7" w:rsidRDefault="00C108E7" w:rsidP="00C108E7">
      <w:pPr>
        <w:ind w:left="720" w:firstLine="0"/>
        <w:jc w:val="center"/>
        <w:rPr>
          <w:noProof/>
          <w:szCs w:val="24"/>
        </w:rPr>
      </w:pPr>
    </w:p>
    <w:p w:rsidR="00C108E7" w:rsidRPr="00C108E7" w:rsidRDefault="00A84024" w:rsidP="00C108E7">
      <w:pPr>
        <w:ind w:firstLine="0"/>
        <w:jc w:val="left"/>
        <w:rPr>
          <w:szCs w:val="24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28C9C" wp14:editId="4308F2D8">
                <wp:simplePos x="0" y="0"/>
                <wp:positionH relativeFrom="column">
                  <wp:posOffset>2968625</wp:posOffset>
                </wp:positionH>
                <wp:positionV relativeFrom="paragraph">
                  <wp:posOffset>15240</wp:posOffset>
                </wp:positionV>
                <wp:extent cx="118745" cy="114300"/>
                <wp:effectExtent l="0" t="0" r="33655" b="19050"/>
                <wp:wrapNone/>
                <wp:docPr id="4" name="Tiesioji jungt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745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Tiesioji jungtis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75pt,1.2pt" to="243.1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"/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592ED2" wp14:editId="7D660CC5">
                <wp:simplePos x="0" y="0"/>
                <wp:positionH relativeFrom="column">
                  <wp:posOffset>2968625</wp:posOffset>
                </wp:positionH>
                <wp:positionV relativeFrom="paragraph">
                  <wp:posOffset>15240</wp:posOffset>
                </wp:positionV>
                <wp:extent cx="118745" cy="114300"/>
                <wp:effectExtent l="0" t="0" r="33655" b="19050"/>
                <wp:wrapNone/>
                <wp:docPr id="3" name="Tiesioji jungt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745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Tiesioji jungtis 3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75pt,1.2pt" to="243.1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"/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04E3A4" wp14:editId="099DF102">
                <wp:simplePos x="0" y="0"/>
                <wp:positionH relativeFrom="column">
                  <wp:posOffset>2968625</wp:posOffset>
                </wp:positionH>
                <wp:positionV relativeFrom="paragraph">
                  <wp:posOffset>15240</wp:posOffset>
                </wp:positionV>
                <wp:extent cx="118745" cy="114300"/>
                <wp:effectExtent l="0" t="0" r="14605" b="19050"/>
                <wp:wrapNone/>
                <wp:docPr id="2" name="Stačiakamp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tačiakampis 2" o:spid="_x0000_s1026" style="position:absolute;margin-left:233.75pt;margin-top:1.2pt;width:9.35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"/>
            </w:pict>
          </mc:Fallback>
        </mc:AlternateContent>
      </w:r>
      <w:r w:rsidR="00C108E7" w:rsidRPr="00C108E7">
        <w:rPr>
          <w:szCs w:val="24"/>
        </w:rPr>
        <w:t xml:space="preserve">Duomenys apie </w:t>
      </w:r>
      <w:r w:rsidR="00097606">
        <w:rPr>
          <w:szCs w:val="24"/>
        </w:rPr>
        <w:t>pareiškėją</w:t>
      </w:r>
      <w:r w:rsidR="00C108E7" w:rsidRPr="00C108E7">
        <w:rPr>
          <w:szCs w:val="24"/>
        </w:rPr>
        <w:tab/>
        <w:t>(žymėjimo pvz.:</w:t>
      </w:r>
      <w:r w:rsidR="00C108E7" w:rsidRPr="00C108E7">
        <w:rPr>
          <w:szCs w:val="24"/>
        </w:rPr>
        <w:tab/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9"/>
        <w:gridCol w:w="4332"/>
        <w:gridCol w:w="2233"/>
      </w:tblGrid>
      <w:tr w:rsidR="00C108E7" w:rsidRPr="00C108E7" w:rsidTr="00C108E7">
        <w:trPr>
          <w:trHeight w:val="375"/>
          <w:jc w:val="center"/>
        </w:trPr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E7" w:rsidRPr="00C108E7" w:rsidRDefault="00A84024" w:rsidP="00097606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  <w:r>
              <w:rPr>
                <w:noProof/>
                <w:lang w:eastAsia="lt-LT"/>
              </w:rPr>
              <mc:AlternateContent>
                <mc:Choice Requires="wps">
                  <w:drawing>
                    <wp:anchor distT="4294967294" distB="4294967294" distL="114298" distR="114298" simplePos="0" relativeHeight="251658240" behindDoc="0" locked="0" layoutInCell="1" allowOverlap="1" wp14:anchorId="3FA2F9C4" wp14:editId="6A549FE1">
                      <wp:simplePos x="0" y="0"/>
                      <wp:positionH relativeFrom="column">
                        <wp:posOffset>2950844</wp:posOffset>
                      </wp:positionH>
                      <wp:positionV relativeFrom="paragraph">
                        <wp:posOffset>-222251</wp:posOffset>
                      </wp:positionV>
                      <wp:extent cx="0" cy="0"/>
                      <wp:effectExtent l="0" t="0" r="0" b="0"/>
                      <wp:wrapNone/>
                      <wp:docPr id="1" name="Tiesioji jungti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Tiesioji jungtis 1" o:spid="_x0000_s1026" style="position:absolute;z-index:251658240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232.35pt,-17.5pt" to="232.35pt,-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"/>
                  </w:pict>
                </mc:Fallback>
              </mc:AlternateContent>
            </w:r>
            <w:r w:rsidR="00097606">
              <w:rPr>
                <w:b/>
                <w:szCs w:val="24"/>
              </w:rPr>
              <w:t>P</w:t>
            </w:r>
            <w:r w:rsidR="00C108E7" w:rsidRPr="00C108E7">
              <w:rPr>
                <w:b/>
                <w:szCs w:val="24"/>
              </w:rPr>
              <w:t>avadinimas</w:t>
            </w:r>
          </w:p>
        </w:tc>
        <w:tc>
          <w:tcPr>
            <w:tcW w:w="3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trHeight w:val="409"/>
          <w:jc w:val="center"/>
        </w:trPr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E7" w:rsidRPr="00C108E7" w:rsidRDefault="00097606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  <w:r>
              <w:rPr>
                <w:b/>
                <w:szCs w:val="24"/>
              </w:rPr>
              <w:t>V</w:t>
            </w:r>
            <w:r w:rsidR="00C108E7" w:rsidRPr="00C108E7">
              <w:rPr>
                <w:b/>
                <w:szCs w:val="24"/>
              </w:rPr>
              <w:t>adovas</w:t>
            </w:r>
          </w:p>
        </w:tc>
        <w:tc>
          <w:tcPr>
            <w:tcW w:w="3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jc w:val="center"/>
        </w:trPr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  <w:r w:rsidRPr="00C108E7">
              <w:rPr>
                <w:b/>
                <w:szCs w:val="24"/>
              </w:rPr>
              <w:t>Ekonominės veiklos rūšies kodas (EVRK)</w:t>
            </w:r>
          </w:p>
        </w:tc>
        <w:tc>
          <w:tcPr>
            <w:tcW w:w="3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trHeight w:val="70"/>
          <w:jc w:val="center"/>
        </w:trPr>
        <w:tc>
          <w:tcPr>
            <w:tcW w:w="1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097606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  <w:r>
              <w:rPr>
                <w:b/>
                <w:szCs w:val="24"/>
              </w:rPr>
              <w:t>R</w:t>
            </w:r>
            <w:r w:rsidR="00C108E7" w:rsidRPr="00C108E7">
              <w:rPr>
                <w:b/>
                <w:szCs w:val="24"/>
              </w:rPr>
              <w:t>ekvizitai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szCs w:val="24"/>
              </w:rPr>
            </w:pPr>
            <w:r w:rsidRPr="00C108E7">
              <w:rPr>
                <w:szCs w:val="24"/>
              </w:rPr>
              <w:t>kodas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szCs w:val="24"/>
              </w:rPr>
            </w:pPr>
            <w:r w:rsidRPr="00C108E7">
              <w:rPr>
                <w:szCs w:val="24"/>
              </w:rPr>
              <w:t>adresas</w:t>
            </w:r>
          </w:p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szCs w:val="24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szCs w:val="24"/>
              </w:rPr>
            </w:pPr>
            <w:r w:rsidRPr="00C108E7">
              <w:rPr>
                <w:szCs w:val="24"/>
              </w:rPr>
              <w:t>telefonas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szCs w:val="24"/>
              </w:rPr>
            </w:pPr>
            <w:r w:rsidRPr="00C108E7">
              <w:rPr>
                <w:szCs w:val="24"/>
              </w:rPr>
              <w:t>faksas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szCs w:val="24"/>
              </w:rPr>
            </w:pPr>
            <w:r w:rsidRPr="00C108E7">
              <w:rPr>
                <w:szCs w:val="24"/>
              </w:rPr>
              <w:t>el. p. adresas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097606" w:rsidRPr="00C108E7" w:rsidTr="00E85D92">
        <w:trPr>
          <w:jc w:val="center"/>
        </w:trPr>
        <w:tc>
          <w:tcPr>
            <w:tcW w:w="16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7606" w:rsidRPr="00770C82" w:rsidRDefault="00097606" w:rsidP="00097606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  <w:r w:rsidRPr="00770C82">
              <w:rPr>
                <w:b/>
                <w:szCs w:val="24"/>
              </w:rPr>
              <w:t>Informacija apie pareiškėją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6" w:rsidRPr="00770C82" w:rsidRDefault="00097606" w:rsidP="009F101C">
            <w:pPr>
              <w:ind w:firstLine="0"/>
              <w:jc w:val="left"/>
              <w:rPr>
                <w:rFonts w:eastAsia="Calibri"/>
                <w:szCs w:val="24"/>
              </w:rPr>
            </w:pPr>
            <w:r w:rsidRPr="00770C82">
              <w:rPr>
                <w:szCs w:val="24"/>
              </w:rPr>
              <w:t>labai maža įmonė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6" w:rsidRPr="00C108E7" w:rsidRDefault="00097606" w:rsidP="00C108E7">
            <w:pPr>
              <w:ind w:firstLine="0"/>
              <w:jc w:val="center"/>
              <w:rPr>
                <w:noProof/>
                <w:szCs w:val="24"/>
              </w:rPr>
            </w:pPr>
            <w:r w:rsidRPr="00C108E7">
              <w:rPr>
                <w:noProof/>
                <w:szCs w:val="24"/>
              </w:rPr>
              <w:t>□</w:t>
            </w:r>
          </w:p>
        </w:tc>
      </w:tr>
      <w:tr w:rsidR="00097606" w:rsidRPr="00C108E7" w:rsidTr="00E85D9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7606" w:rsidRPr="00770C82" w:rsidRDefault="00097606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6" w:rsidRPr="00770C82" w:rsidRDefault="00097606" w:rsidP="009F101C">
            <w:pPr>
              <w:ind w:firstLine="0"/>
              <w:jc w:val="left"/>
              <w:rPr>
                <w:rFonts w:eastAsia="Calibri"/>
                <w:szCs w:val="24"/>
              </w:rPr>
            </w:pPr>
            <w:r w:rsidRPr="00770C82">
              <w:rPr>
                <w:szCs w:val="24"/>
              </w:rPr>
              <w:t>maža įmonė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6" w:rsidRPr="00C108E7" w:rsidRDefault="00097606" w:rsidP="00C108E7">
            <w:pPr>
              <w:ind w:firstLine="0"/>
              <w:jc w:val="center"/>
              <w:rPr>
                <w:noProof/>
                <w:szCs w:val="24"/>
              </w:rPr>
            </w:pPr>
            <w:r w:rsidRPr="00C108E7">
              <w:rPr>
                <w:noProof/>
                <w:szCs w:val="24"/>
              </w:rPr>
              <w:t>□</w:t>
            </w:r>
          </w:p>
        </w:tc>
      </w:tr>
      <w:tr w:rsidR="00097606" w:rsidRPr="00C108E7" w:rsidTr="00E85D9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7606" w:rsidRPr="00770C82" w:rsidRDefault="00097606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6" w:rsidRPr="00770C82" w:rsidRDefault="00097606" w:rsidP="009F101C">
            <w:pPr>
              <w:ind w:firstLine="0"/>
              <w:jc w:val="left"/>
              <w:rPr>
                <w:rFonts w:eastAsia="Calibri"/>
                <w:szCs w:val="24"/>
              </w:rPr>
            </w:pPr>
            <w:r w:rsidRPr="00770C82">
              <w:rPr>
                <w:szCs w:val="24"/>
              </w:rPr>
              <w:t>vidutinė įmonė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6" w:rsidRPr="00C108E7" w:rsidRDefault="00097606" w:rsidP="00C108E7">
            <w:pPr>
              <w:ind w:firstLine="0"/>
              <w:jc w:val="center"/>
              <w:rPr>
                <w:noProof/>
                <w:szCs w:val="24"/>
              </w:rPr>
            </w:pPr>
            <w:r w:rsidRPr="00C108E7">
              <w:rPr>
                <w:noProof/>
                <w:szCs w:val="24"/>
              </w:rPr>
              <w:t>□</w:t>
            </w:r>
          </w:p>
        </w:tc>
      </w:tr>
      <w:tr w:rsidR="00097606" w:rsidRPr="00C108E7" w:rsidTr="00E85D9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606" w:rsidRPr="00770C82" w:rsidRDefault="00097606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06" w:rsidRPr="00770C82" w:rsidRDefault="00097606" w:rsidP="00097606">
            <w:pPr>
              <w:ind w:firstLine="0"/>
              <w:jc w:val="left"/>
              <w:rPr>
                <w:szCs w:val="24"/>
              </w:rPr>
            </w:pPr>
            <w:r w:rsidRPr="00770C82">
              <w:rPr>
                <w:szCs w:val="24"/>
              </w:rPr>
              <w:t>verslininkas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06" w:rsidRPr="00C108E7" w:rsidRDefault="00097606" w:rsidP="00C108E7">
            <w:pPr>
              <w:ind w:firstLine="0"/>
              <w:jc w:val="center"/>
              <w:rPr>
                <w:noProof/>
                <w:szCs w:val="24"/>
              </w:rPr>
            </w:pPr>
            <w:r w:rsidRPr="00097606">
              <w:rPr>
                <w:noProof/>
                <w:szCs w:val="24"/>
              </w:rPr>
              <w:t>□</w:t>
            </w:r>
          </w:p>
        </w:tc>
      </w:tr>
      <w:tr w:rsidR="00097606" w:rsidRPr="00C108E7" w:rsidTr="00E85D9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606" w:rsidRPr="00770C82" w:rsidRDefault="00097606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06" w:rsidRPr="00770C82" w:rsidRDefault="00097606" w:rsidP="009F101C">
            <w:pPr>
              <w:ind w:firstLine="0"/>
              <w:jc w:val="left"/>
              <w:rPr>
                <w:szCs w:val="24"/>
              </w:rPr>
            </w:pPr>
            <w:r w:rsidRPr="00770C82">
              <w:rPr>
                <w:szCs w:val="24"/>
              </w:rPr>
              <w:t>ūkininkas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06" w:rsidRPr="00C108E7" w:rsidRDefault="00097606" w:rsidP="00C108E7">
            <w:pPr>
              <w:ind w:firstLine="0"/>
              <w:jc w:val="center"/>
              <w:rPr>
                <w:noProof/>
                <w:szCs w:val="24"/>
              </w:rPr>
            </w:pPr>
            <w:r w:rsidRPr="00097606">
              <w:rPr>
                <w:noProof/>
                <w:szCs w:val="24"/>
              </w:rPr>
              <w:t>□</w:t>
            </w:r>
          </w:p>
        </w:tc>
      </w:tr>
      <w:tr w:rsidR="00C108E7" w:rsidRPr="00C108E7" w:rsidTr="00C108E7">
        <w:trPr>
          <w:trHeight w:val="852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63146C" w:rsidP="00C108E7">
            <w:pPr>
              <w:jc w:val="left"/>
              <w:rPr>
                <w:b/>
                <w:noProof/>
                <w:szCs w:val="24"/>
              </w:rPr>
            </w:pPr>
            <w:r>
              <w:rPr>
                <w:b/>
                <w:noProof/>
                <w:szCs w:val="24"/>
              </w:rPr>
              <w:t>Prašome suteikti žemės,</w:t>
            </w:r>
            <w:r w:rsidR="00C108E7" w:rsidRPr="00C108E7">
              <w:rPr>
                <w:b/>
                <w:noProof/>
                <w:szCs w:val="24"/>
              </w:rPr>
              <w:t xml:space="preserve"> žemės nuomos arba nekilnojamojo turto mokesčio (reikaling</w:t>
            </w:r>
            <w:r w:rsidR="00770C82">
              <w:rPr>
                <w:b/>
                <w:noProof/>
                <w:szCs w:val="24"/>
              </w:rPr>
              <w:t>ą -</w:t>
            </w:r>
            <w:r w:rsidR="00C108E7" w:rsidRPr="00C108E7">
              <w:rPr>
                <w:b/>
                <w:noProof/>
                <w:szCs w:val="24"/>
              </w:rPr>
              <w:t xml:space="preserve"> pabraukti) lengvatą už 20 _____ m. </w:t>
            </w:r>
          </w:p>
          <w:p w:rsidR="00C108E7" w:rsidRPr="00C108E7" w:rsidRDefault="00C108E7" w:rsidP="00C108E7">
            <w:pPr>
              <w:jc w:val="left"/>
              <w:rPr>
                <w:b/>
                <w:noProof/>
                <w:szCs w:val="24"/>
              </w:rPr>
            </w:pPr>
          </w:p>
          <w:p w:rsidR="00C108E7" w:rsidRPr="00C108E7" w:rsidRDefault="00C108E7" w:rsidP="00C108E7">
            <w:pPr>
              <w:jc w:val="left"/>
              <w:rPr>
                <w:b/>
                <w:noProof/>
                <w:szCs w:val="24"/>
              </w:rPr>
            </w:pPr>
            <w:r w:rsidRPr="00C108E7">
              <w:rPr>
                <w:b/>
                <w:noProof/>
                <w:szCs w:val="24"/>
              </w:rPr>
              <w:t>Kiti paaiškinimai:</w:t>
            </w:r>
          </w:p>
          <w:p w:rsidR="00C108E7" w:rsidRPr="00C108E7" w:rsidRDefault="00C108E7" w:rsidP="00C108E7">
            <w:pPr>
              <w:jc w:val="left"/>
              <w:rPr>
                <w:b/>
                <w:noProof/>
                <w:szCs w:val="24"/>
              </w:rPr>
            </w:pPr>
          </w:p>
          <w:p w:rsidR="00C108E7" w:rsidRPr="00C108E7" w:rsidRDefault="00C108E7" w:rsidP="00C108E7">
            <w:pPr>
              <w:jc w:val="left"/>
              <w:rPr>
                <w:b/>
                <w:noProof/>
                <w:szCs w:val="24"/>
              </w:rPr>
            </w:pPr>
          </w:p>
        </w:tc>
      </w:tr>
    </w:tbl>
    <w:p w:rsidR="005D049B" w:rsidRDefault="005D049B" w:rsidP="00C108E7">
      <w:pPr>
        <w:rPr>
          <w:noProof/>
          <w:szCs w:val="24"/>
        </w:rPr>
      </w:pPr>
    </w:p>
    <w:p w:rsidR="00B97C0C" w:rsidRPr="004379D6" w:rsidRDefault="00281E0E" w:rsidP="00C108E7">
      <w:pPr>
        <w:rPr>
          <w:noProof/>
          <w:szCs w:val="24"/>
        </w:rPr>
      </w:pPr>
      <w:r w:rsidRPr="004379D6">
        <w:rPr>
          <w:noProof/>
          <w:szCs w:val="24"/>
        </w:rPr>
        <w:t>PATVIRTINU</w:t>
      </w:r>
      <w:r w:rsidR="00AF7BE8" w:rsidRPr="004379D6">
        <w:rPr>
          <w:noProof/>
          <w:szCs w:val="24"/>
        </w:rPr>
        <w:t>, kad:</w:t>
      </w:r>
    </w:p>
    <w:p w:rsidR="00C108E7" w:rsidRDefault="00C108E7" w:rsidP="00DD30F8">
      <w:pPr>
        <w:numPr>
          <w:ilvl w:val="0"/>
          <w:numId w:val="1"/>
        </w:numPr>
        <w:rPr>
          <w:noProof/>
          <w:szCs w:val="24"/>
        </w:rPr>
      </w:pPr>
      <w:r w:rsidRPr="004379D6">
        <w:rPr>
          <w:noProof/>
          <w:szCs w:val="24"/>
        </w:rPr>
        <w:t>šiame prašyme pateikta informacija yra teisinga</w:t>
      </w:r>
      <w:r w:rsidR="00AF7BE8" w:rsidRPr="004379D6">
        <w:rPr>
          <w:noProof/>
          <w:szCs w:val="24"/>
        </w:rPr>
        <w:t>;</w:t>
      </w:r>
      <w:r w:rsidRPr="004379D6">
        <w:rPr>
          <w:noProof/>
          <w:szCs w:val="24"/>
        </w:rPr>
        <w:t xml:space="preserve"> </w:t>
      </w:r>
      <w:r w:rsidR="00AF7BE8" w:rsidRPr="004379D6">
        <w:rPr>
          <w:noProof/>
          <w:szCs w:val="24"/>
        </w:rPr>
        <w:t xml:space="preserve"> </w:t>
      </w:r>
    </w:p>
    <w:p w:rsidR="00B97C0C" w:rsidRPr="000A4CE2" w:rsidRDefault="00A920C3" w:rsidP="00DD30F8">
      <w:pPr>
        <w:numPr>
          <w:ilvl w:val="0"/>
          <w:numId w:val="1"/>
        </w:numPr>
        <w:tabs>
          <w:tab w:val="left" w:pos="993"/>
        </w:tabs>
        <w:ind w:left="0" w:firstLine="720"/>
        <w:rPr>
          <w:strike/>
          <w:noProof/>
          <w:szCs w:val="24"/>
        </w:rPr>
      </w:pPr>
      <w:r w:rsidRPr="004379D6">
        <w:rPr>
          <w:noProof/>
          <w:szCs w:val="24"/>
        </w:rPr>
        <w:t xml:space="preserve"> </w:t>
      </w:r>
      <w:r w:rsidR="00B97C0C" w:rsidRPr="000A4CE2">
        <w:rPr>
          <w:noProof/>
          <w:szCs w:val="24"/>
        </w:rPr>
        <w:t>susipaži</w:t>
      </w:r>
      <w:r w:rsidR="00770C82">
        <w:rPr>
          <w:noProof/>
          <w:szCs w:val="24"/>
        </w:rPr>
        <w:t xml:space="preserve">nau su </w:t>
      </w:r>
      <w:r w:rsidR="00AF7BE8" w:rsidRPr="004379D6">
        <w:rPr>
          <w:noProof/>
          <w:szCs w:val="24"/>
        </w:rPr>
        <w:t>Mokesčių lengvatų už sukurtas naujas darbo vietas teikimo tvarkos aprašu</w:t>
      </w:r>
      <w:r w:rsidR="00AF7BE8" w:rsidRPr="00060439">
        <w:rPr>
          <w:noProof/>
          <w:szCs w:val="24"/>
        </w:rPr>
        <w:t xml:space="preserve">, patvirtintu </w:t>
      </w:r>
      <w:r w:rsidRPr="00060439">
        <w:rPr>
          <w:noProof/>
          <w:szCs w:val="24"/>
        </w:rPr>
        <w:t xml:space="preserve">Plungės rajono savivaldybės </w:t>
      </w:r>
      <w:r w:rsidR="00AF7BE8" w:rsidRPr="00060439">
        <w:rPr>
          <w:noProof/>
          <w:szCs w:val="24"/>
        </w:rPr>
        <w:t xml:space="preserve">tarybos </w:t>
      </w:r>
      <w:r w:rsidR="005C3A25" w:rsidRPr="00060439">
        <w:rPr>
          <w:noProof/>
          <w:szCs w:val="24"/>
        </w:rPr>
        <w:t>2017 m. gegužės 25</w:t>
      </w:r>
      <w:r w:rsidR="00B97C0C" w:rsidRPr="00060439">
        <w:rPr>
          <w:noProof/>
          <w:szCs w:val="24"/>
        </w:rPr>
        <w:t xml:space="preserve"> d. sprendimu Nr.T1</w:t>
      </w:r>
      <w:r w:rsidR="005C3A25" w:rsidRPr="00060439">
        <w:rPr>
          <w:noProof/>
          <w:szCs w:val="24"/>
        </w:rPr>
        <w:t>-</w:t>
      </w:r>
      <w:r w:rsidR="00505927" w:rsidRPr="00060439">
        <w:rPr>
          <w:noProof/>
          <w:szCs w:val="24"/>
        </w:rPr>
        <w:t xml:space="preserve"> </w:t>
      </w:r>
      <w:r w:rsidR="00060439">
        <w:rPr>
          <w:noProof/>
          <w:szCs w:val="24"/>
        </w:rPr>
        <w:t>.</w:t>
      </w:r>
      <w:r w:rsidR="00AF7BE8" w:rsidRPr="000A4CE2">
        <w:rPr>
          <w:strike/>
          <w:noProof/>
          <w:szCs w:val="24"/>
        </w:rPr>
        <w:t xml:space="preserve"> </w:t>
      </w:r>
      <w:r w:rsidR="00B97C0C" w:rsidRPr="000A4CE2">
        <w:rPr>
          <w:strike/>
          <w:noProof/>
          <w:szCs w:val="24"/>
        </w:rPr>
        <w:t xml:space="preserve"> </w:t>
      </w:r>
    </w:p>
    <w:p w:rsidR="00A920C3" w:rsidRDefault="00A920C3" w:rsidP="00A920C3">
      <w:pPr>
        <w:ind w:left="720" w:firstLine="0"/>
        <w:rPr>
          <w:noProof/>
          <w:szCs w:val="24"/>
        </w:rPr>
      </w:pPr>
    </w:p>
    <w:p w:rsidR="00C108E7" w:rsidRPr="00C108E7" w:rsidRDefault="00C108E7" w:rsidP="00B97C0C">
      <w:pPr>
        <w:ind w:left="720" w:firstLine="0"/>
        <w:rPr>
          <w:noProof/>
          <w:szCs w:val="24"/>
        </w:rPr>
      </w:pPr>
      <w:r w:rsidRPr="00C108E7">
        <w:rPr>
          <w:noProof/>
          <w:szCs w:val="24"/>
        </w:rPr>
        <w:t>______________ ________________ ________________________</w:t>
      </w:r>
    </w:p>
    <w:p w:rsidR="00C108E7" w:rsidRPr="00C108E7" w:rsidRDefault="00C108E7" w:rsidP="00C108E7">
      <w:pPr>
        <w:rPr>
          <w:noProof/>
          <w:szCs w:val="24"/>
        </w:rPr>
      </w:pPr>
      <w:r w:rsidRPr="00C108E7">
        <w:rPr>
          <w:noProof/>
          <w:szCs w:val="24"/>
        </w:rPr>
        <w:t>(pareigos</w:t>
      </w:r>
      <w:r w:rsidR="0068292A">
        <w:rPr>
          <w:noProof/>
          <w:szCs w:val="24"/>
        </w:rPr>
        <w:t>,</w:t>
      </w:r>
      <w:r w:rsidRPr="00C108E7">
        <w:rPr>
          <w:noProof/>
          <w:szCs w:val="24"/>
        </w:rPr>
        <w:t xml:space="preserve"> parašas</w:t>
      </w:r>
      <w:r w:rsidR="0068292A">
        <w:rPr>
          <w:noProof/>
          <w:szCs w:val="24"/>
        </w:rPr>
        <w:t>,</w:t>
      </w:r>
      <w:r w:rsidRPr="00C108E7">
        <w:rPr>
          <w:noProof/>
          <w:szCs w:val="24"/>
        </w:rPr>
        <w:t xml:space="preserve"> vardas, pavardė)</w:t>
      </w:r>
    </w:p>
    <w:p w:rsidR="00C108E7" w:rsidRDefault="00C108E7" w:rsidP="00C108E7">
      <w:pPr>
        <w:rPr>
          <w:noProof/>
          <w:szCs w:val="24"/>
        </w:rPr>
      </w:pPr>
      <w:r w:rsidRPr="00C108E7">
        <w:rPr>
          <w:noProof/>
          <w:szCs w:val="24"/>
        </w:rPr>
        <w:t>A.V.</w:t>
      </w:r>
    </w:p>
    <w:p w:rsidR="0063146C" w:rsidRDefault="0063146C" w:rsidP="00C108E7">
      <w:pPr>
        <w:rPr>
          <w:noProof/>
          <w:szCs w:val="24"/>
        </w:rPr>
      </w:pPr>
    </w:p>
    <w:p w:rsidR="006335C6" w:rsidRDefault="006335C6" w:rsidP="00A920C3">
      <w:pPr>
        <w:ind w:firstLine="0"/>
        <w:rPr>
          <w:noProof/>
          <w:szCs w:val="24"/>
        </w:rPr>
      </w:pPr>
    </w:p>
    <w:p w:rsidR="004202E6" w:rsidRDefault="004202E6">
      <w:pPr>
        <w:ind w:firstLine="0"/>
        <w:jc w:val="left"/>
        <w:rPr>
          <w:noProof/>
          <w:szCs w:val="24"/>
        </w:rPr>
      </w:pPr>
      <w:r>
        <w:rPr>
          <w:noProof/>
          <w:szCs w:val="24"/>
        </w:rPr>
        <w:br w:type="page"/>
      </w:r>
    </w:p>
    <w:p w:rsidR="0068292A" w:rsidRPr="00C108E7" w:rsidRDefault="0068292A" w:rsidP="00C108E7">
      <w:pPr>
        <w:rPr>
          <w:noProof/>
          <w:szCs w:val="24"/>
        </w:rPr>
      </w:pPr>
    </w:p>
    <w:p w:rsidR="0068292A" w:rsidRPr="00D737A3" w:rsidRDefault="0068292A" w:rsidP="000559EF">
      <w:pPr>
        <w:pStyle w:val="Antrinispavadinimas"/>
        <w:spacing w:after="0"/>
        <w:ind w:left="3888" w:firstLine="1296"/>
        <w:jc w:val="both"/>
        <w:rPr>
          <w:rFonts w:ascii="Times New Roman" w:hAnsi="Times New Roman"/>
          <w:noProof/>
        </w:rPr>
      </w:pPr>
      <w:r w:rsidRPr="0068292A">
        <w:rPr>
          <w:rFonts w:ascii="Times New Roman" w:hAnsi="Times New Roman"/>
          <w:noProof/>
        </w:rPr>
        <w:t xml:space="preserve">Mokesčių lengvatų </w:t>
      </w:r>
      <w:r w:rsidRPr="00D737A3">
        <w:rPr>
          <w:rFonts w:ascii="Times New Roman" w:hAnsi="Times New Roman"/>
          <w:noProof/>
        </w:rPr>
        <w:t xml:space="preserve">už sukurtas naujas darbo </w:t>
      </w:r>
    </w:p>
    <w:p w:rsidR="0068292A" w:rsidRPr="00166B4E" w:rsidRDefault="0068292A" w:rsidP="000559EF">
      <w:pPr>
        <w:pStyle w:val="Antrinispavadinimas"/>
        <w:spacing w:after="0"/>
        <w:ind w:left="3888" w:firstLine="1296"/>
        <w:jc w:val="both"/>
        <w:rPr>
          <w:rFonts w:ascii="Times New Roman" w:hAnsi="Times New Roman"/>
          <w:noProof/>
        </w:rPr>
      </w:pPr>
      <w:r w:rsidRPr="00BA662D">
        <w:rPr>
          <w:rFonts w:ascii="Times New Roman" w:hAnsi="Times New Roman"/>
          <w:noProof/>
        </w:rPr>
        <w:t xml:space="preserve">vietas teikimo tvarkos </w:t>
      </w:r>
      <w:r w:rsidRPr="00166B4E">
        <w:rPr>
          <w:rFonts w:ascii="Times New Roman" w:hAnsi="Times New Roman"/>
          <w:noProof/>
        </w:rPr>
        <w:t>aprašo</w:t>
      </w:r>
    </w:p>
    <w:p w:rsidR="0068292A" w:rsidRPr="00166B4E" w:rsidRDefault="0068292A" w:rsidP="000559EF">
      <w:pPr>
        <w:ind w:left="3888" w:firstLine="1296"/>
      </w:pPr>
      <w:r w:rsidRPr="0068292A">
        <w:t>2 priedas</w:t>
      </w:r>
    </w:p>
    <w:p w:rsidR="00C108E7" w:rsidRDefault="00C108E7" w:rsidP="00166B4E">
      <w:pPr>
        <w:jc w:val="right"/>
        <w:rPr>
          <w:noProof/>
          <w:szCs w:val="24"/>
        </w:rPr>
      </w:pPr>
    </w:p>
    <w:p w:rsidR="00C108E7" w:rsidRPr="00C108E7" w:rsidRDefault="00C108E7" w:rsidP="0074533D">
      <w:pPr>
        <w:ind w:firstLine="0"/>
        <w:jc w:val="center"/>
        <w:rPr>
          <w:b/>
          <w:noProof/>
          <w:szCs w:val="24"/>
        </w:rPr>
      </w:pPr>
      <w:r w:rsidRPr="00C108E7">
        <w:rPr>
          <w:b/>
          <w:noProof/>
          <w:szCs w:val="24"/>
        </w:rPr>
        <w:t>PAŽYMA</w:t>
      </w:r>
    </w:p>
    <w:p w:rsidR="00C108E7" w:rsidRPr="00C108E7" w:rsidRDefault="00C108E7" w:rsidP="0074533D">
      <w:pPr>
        <w:ind w:firstLine="0"/>
        <w:jc w:val="center"/>
        <w:rPr>
          <w:noProof/>
          <w:szCs w:val="24"/>
        </w:rPr>
      </w:pPr>
      <w:r w:rsidRPr="00C108E7">
        <w:rPr>
          <w:b/>
          <w:noProof/>
          <w:szCs w:val="24"/>
        </w:rPr>
        <w:t>APIE NAUJAI ĮSTEIGTAS IR VIENERIUS METUS IŠLAIKYTAS DARBO VIETAS</w:t>
      </w:r>
    </w:p>
    <w:p w:rsidR="00C108E7" w:rsidRPr="00C108E7" w:rsidRDefault="00C108E7" w:rsidP="00C108E7">
      <w:pPr>
        <w:rPr>
          <w:noProof/>
          <w:szCs w:val="24"/>
        </w:rPr>
      </w:pPr>
    </w:p>
    <w:p w:rsidR="00C108E7" w:rsidRPr="00770C82" w:rsidRDefault="00C108E7" w:rsidP="004202E6">
      <w:pPr>
        <w:tabs>
          <w:tab w:val="left" w:pos="1080"/>
        </w:tabs>
        <w:ind w:firstLine="0"/>
        <w:jc w:val="left"/>
        <w:rPr>
          <w:noProof/>
          <w:szCs w:val="24"/>
        </w:rPr>
      </w:pPr>
      <w:r w:rsidRPr="00770C82">
        <w:rPr>
          <w:noProof/>
          <w:szCs w:val="24"/>
        </w:rPr>
        <w:t>1. ____________________________________________________________________</w:t>
      </w:r>
    </w:p>
    <w:p w:rsidR="00C108E7" w:rsidRPr="00770C82" w:rsidRDefault="005C3A25" w:rsidP="004202E6">
      <w:pPr>
        <w:ind w:firstLine="0"/>
        <w:rPr>
          <w:noProof/>
          <w:szCs w:val="24"/>
        </w:rPr>
      </w:pPr>
      <w:r w:rsidRPr="00770C82">
        <w:rPr>
          <w:noProof/>
          <w:szCs w:val="24"/>
        </w:rPr>
        <w:t xml:space="preserve">(pareiškėjo </w:t>
      </w:r>
      <w:r w:rsidR="00C108E7" w:rsidRPr="00770C82">
        <w:rPr>
          <w:noProof/>
          <w:szCs w:val="24"/>
        </w:rPr>
        <w:t>pavadinimas, kodas, adresas, telefonas)</w:t>
      </w:r>
    </w:p>
    <w:p w:rsidR="00C108E7" w:rsidRPr="00770C82" w:rsidRDefault="00C108E7" w:rsidP="004202E6">
      <w:pPr>
        <w:ind w:firstLine="0"/>
        <w:rPr>
          <w:noProof/>
          <w:szCs w:val="24"/>
        </w:rPr>
      </w:pPr>
      <w:r w:rsidRPr="00770C82">
        <w:rPr>
          <w:noProof/>
          <w:szCs w:val="24"/>
        </w:rPr>
        <w:t>______________________________________________________________________</w:t>
      </w:r>
    </w:p>
    <w:p w:rsidR="00C108E7" w:rsidRPr="00770C82" w:rsidRDefault="00C108E7" w:rsidP="00C108E7">
      <w:pPr>
        <w:rPr>
          <w:noProof/>
          <w:szCs w:val="24"/>
        </w:rPr>
      </w:pPr>
    </w:p>
    <w:p w:rsidR="008F0AF3" w:rsidRPr="00770C82" w:rsidRDefault="00C108E7" w:rsidP="004202E6">
      <w:pPr>
        <w:tabs>
          <w:tab w:val="left" w:pos="1080"/>
        </w:tabs>
        <w:ind w:firstLine="0"/>
        <w:rPr>
          <w:noProof/>
          <w:szCs w:val="24"/>
        </w:rPr>
      </w:pPr>
      <w:r w:rsidRPr="00770C82">
        <w:rPr>
          <w:noProof/>
          <w:szCs w:val="24"/>
        </w:rPr>
        <w:t xml:space="preserve">2. </w:t>
      </w:r>
      <w:r w:rsidR="008F0AF3" w:rsidRPr="00770C82">
        <w:rPr>
          <w:noProof/>
          <w:szCs w:val="24"/>
        </w:rPr>
        <w:t>Darbo vietos</w:t>
      </w:r>
      <w:r w:rsidR="009C1207" w:rsidRPr="00770C82">
        <w:rPr>
          <w:noProof/>
          <w:szCs w:val="24"/>
        </w:rPr>
        <w:t xml:space="preserve"> </w:t>
      </w:r>
      <w:r w:rsidR="000A4CE2" w:rsidRPr="00770C82">
        <w:rPr>
          <w:noProof/>
          <w:szCs w:val="24"/>
        </w:rPr>
        <w:t>(-ų)</w:t>
      </w:r>
      <w:r w:rsidR="008F0AF3" w:rsidRPr="00770C82">
        <w:rPr>
          <w:noProof/>
          <w:szCs w:val="24"/>
        </w:rPr>
        <w:t xml:space="preserve"> įstei</w:t>
      </w:r>
      <w:r w:rsidR="009C1207" w:rsidRPr="00770C82">
        <w:rPr>
          <w:noProof/>
          <w:szCs w:val="24"/>
        </w:rPr>
        <w:t>gi</w:t>
      </w:r>
      <w:r w:rsidR="008F0AF3" w:rsidRPr="00770C82">
        <w:rPr>
          <w:noProof/>
          <w:szCs w:val="24"/>
        </w:rPr>
        <w:t xml:space="preserve">mo data:  20_______ m. </w:t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</w:r>
      <w:r w:rsidR="008F0AF3" w:rsidRPr="00770C82">
        <w:rPr>
          <w:noProof/>
          <w:szCs w:val="24"/>
        </w:rPr>
        <w:softHyphen/>
        <w:t xml:space="preserve">   _______  </w:t>
      </w:r>
      <w:r w:rsidR="008F0AF3" w:rsidRPr="00770C82">
        <w:softHyphen/>
      </w:r>
      <w:r w:rsidR="008F0AF3" w:rsidRPr="00770C82">
        <w:softHyphen/>
      </w:r>
      <w:r w:rsidR="008F0AF3" w:rsidRPr="00770C82">
        <w:softHyphen/>
      </w:r>
      <w:r w:rsidR="008F0AF3" w:rsidRPr="00770C82">
        <w:softHyphen/>
      </w:r>
      <w:r w:rsidR="008F0AF3" w:rsidRPr="00770C82">
        <w:softHyphen/>
      </w:r>
      <w:r w:rsidR="008F0AF3" w:rsidRPr="00770C82">
        <w:softHyphen/>
      </w:r>
      <w:r w:rsidR="008F0AF3" w:rsidRPr="00770C82">
        <w:softHyphen/>
      </w:r>
      <w:r w:rsidR="008F0AF3" w:rsidRPr="00770C82">
        <w:softHyphen/>
      </w:r>
      <w:r w:rsidR="008F0AF3" w:rsidRPr="00770C82">
        <w:softHyphen/>
      </w:r>
      <w:r w:rsidR="008F0AF3" w:rsidRPr="00770C82">
        <w:softHyphen/>
      </w:r>
      <w:r w:rsidR="008F0AF3" w:rsidRPr="00770C82">
        <w:softHyphen/>
      </w:r>
      <w:r w:rsidR="008F0AF3" w:rsidRPr="00770C82">
        <w:softHyphen/>
      </w:r>
      <w:r w:rsidR="008F0AF3" w:rsidRPr="00770C82">
        <w:softHyphen/>
      </w:r>
      <w:r w:rsidR="008F0AF3" w:rsidRPr="00770C82">
        <w:softHyphen/>
      </w:r>
      <w:r w:rsidR="008F0AF3" w:rsidRPr="00770C82">
        <w:softHyphen/>
      </w:r>
      <w:r w:rsidR="008F0AF3" w:rsidRPr="00770C82">
        <w:softHyphen/>
      </w:r>
      <w:r w:rsidR="008F0AF3" w:rsidRPr="00770C82">
        <w:softHyphen/>
      </w:r>
      <w:r w:rsidR="008F0AF3" w:rsidRPr="00770C82">
        <w:softHyphen/>
      </w:r>
      <w:r w:rsidR="008F0AF3" w:rsidRPr="00770C82">
        <w:softHyphen/>
        <w:t>mėn</w:t>
      </w:r>
      <w:r w:rsidR="008F0AF3" w:rsidRPr="00770C82">
        <w:rPr>
          <w:noProof/>
          <w:szCs w:val="24"/>
        </w:rPr>
        <w:t>. 1 d. _______ vnt.</w:t>
      </w:r>
    </w:p>
    <w:p w:rsidR="008F0AF3" w:rsidRPr="00770C82" w:rsidRDefault="008F0AF3" w:rsidP="008F0AF3">
      <w:pPr>
        <w:rPr>
          <w:noProof/>
          <w:szCs w:val="24"/>
        </w:rPr>
      </w:pPr>
    </w:p>
    <w:p w:rsidR="008F0AF3" w:rsidRPr="00770C82" w:rsidRDefault="00F84903" w:rsidP="004202E6">
      <w:pPr>
        <w:tabs>
          <w:tab w:val="left" w:pos="1080"/>
        </w:tabs>
        <w:ind w:firstLine="0"/>
        <w:rPr>
          <w:noProof/>
          <w:szCs w:val="24"/>
        </w:rPr>
      </w:pPr>
      <w:r w:rsidRPr="00770C82">
        <w:rPr>
          <w:noProof/>
          <w:szCs w:val="24"/>
        </w:rPr>
        <w:t>3.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802"/>
        <w:gridCol w:w="1984"/>
        <w:gridCol w:w="1701"/>
        <w:gridCol w:w="960"/>
        <w:gridCol w:w="838"/>
        <w:gridCol w:w="839"/>
        <w:gridCol w:w="730"/>
      </w:tblGrid>
      <w:tr w:rsidR="004202E6" w:rsidRPr="00770C82" w:rsidTr="004202E6">
        <w:tc>
          <w:tcPr>
            <w:tcW w:w="2802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rPr>
                <w:sz w:val="20"/>
              </w:rPr>
            </w:pPr>
          </w:p>
        </w:tc>
        <w:tc>
          <w:tcPr>
            <w:tcW w:w="1984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jc w:val="center"/>
              <w:rPr>
                <w:sz w:val="20"/>
              </w:rPr>
            </w:pPr>
            <w:r w:rsidRPr="00770C82">
              <w:rPr>
                <w:sz w:val="20"/>
              </w:rPr>
              <w:t>Metų ketvirčio paskutinę dieną, prieš steigiant darbo vietą</w:t>
            </w:r>
          </w:p>
        </w:tc>
        <w:tc>
          <w:tcPr>
            <w:tcW w:w="1701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jc w:val="center"/>
              <w:rPr>
                <w:sz w:val="20"/>
              </w:rPr>
            </w:pPr>
            <w:r w:rsidRPr="00770C82">
              <w:rPr>
                <w:sz w:val="20"/>
              </w:rPr>
              <w:t>Ketvirčio, kada buvo įsteigta nauja darbo vieta</w:t>
            </w:r>
            <w:r w:rsidR="00785F8D" w:rsidRPr="00770C82">
              <w:rPr>
                <w:sz w:val="20"/>
              </w:rPr>
              <w:t>,</w:t>
            </w:r>
            <w:r w:rsidRPr="00770C82">
              <w:rPr>
                <w:sz w:val="20"/>
              </w:rPr>
              <w:t xml:space="preserve"> paskutinę dieną</w:t>
            </w:r>
          </w:p>
        </w:tc>
        <w:tc>
          <w:tcPr>
            <w:tcW w:w="3367" w:type="dxa"/>
            <w:gridSpan w:val="4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jc w:val="center"/>
              <w:rPr>
                <w:sz w:val="20"/>
              </w:rPr>
            </w:pPr>
            <w:r w:rsidRPr="00770C82">
              <w:rPr>
                <w:sz w:val="20"/>
              </w:rPr>
              <w:t xml:space="preserve">Pateikti </w:t>
            </w:r>
            <w:r w:rsidR="00785F8D" w:rsidRPr="00770C82">
              <w:rPr>
                <w:sz w:val="20"/>
              </w:rPr>
              <w:t>kiekvieno</w:t>
            </w:r>
            <w:r w:rsidRPr="00770C82">
              <w:rPr>
                <w:sz w:val="20"/>
              </w:rPr>
              <w:t xml:space="preserve"> paskesnio ketvirči</w:t>
            </w:r>
            <w:r w:rsidR="00785F8D" w:rsidRPr="00770C82">
              <w:rPr>
                <w:sz w:val="20"/>
              </w:rPr>
              <w:t>o paskutinės dienos duomenis, i</w:t>
            </w:r>
            <w:r w:rsidRPr="00770C82">
              <w:rPr>
                <w:sz w:val="20"/>
              </w:rPr>
              <w:t>ki darbo vietos įsteigimo terminui sueis vieneri metai</w:t>
            </w:r>
          </w:p>
        </w:tc>
      </w:tr>
      <w:tr w:rsidR="004202E6" w:rsidRPr="00770C82" w:rsidTr="004202E6">
        <w:tc>
          <w:tcPr>
            <w:tcW w:w="2802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rPr>
                <w:sz w:val="20"/>
              </w:rPr>
            </w:pPr>
          </w:p>
        </w:tc>
        <w:tc>
          <w:tcPr>
            <w:tcW w:w="1984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jc w:val="center"/>
              <w:rPr>
                <w:sz w:val="20"/>
              </w:rPr>
            </w:pPr>
            <w:r w:rsidRPr="00770C82">
              <w:rPr>
                <w:sz w:val="20"/>
              </w:rPr>
              <w:t>Data</w:t>
            </w:r>
          </w:p>
        </w:tc>
        <w:tc>
          <w:tcPr>
            <w:tcW w:w="838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jc w:val="center"/>
              <w:rPr>
                <w:sz w:val="20"/>
              </w:rPr>
            </w:pPr>
            <w:r w:rsidRPr="00770C82">
              <w:rPr>
                <w:sz w:val="20"/>
              </w:rPr>
              <w:t>Data</w:t>
            </w:r>
          </w:p>
        </w:tc>
        <w:tc>
          <w:tcPr>
            <w:tcW w:w="839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jc w:val="center"/>
              <w:rPr>
                <w:sz w:val="20"/>
              </w:rPr>
            </w:pPr>
            <w:r w:rsidRPr="00770C82">
              <w:rPr>
                <w:sz w:val="20"/>
              </w:rPr>
              <w:t>Data</w:t>
            </w:r>
          </w:p>
        </w:tc>
        <w:tc>
          <w:tcPr>
            <w:tcW w:w="730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jc w:val="center"/>
              <w:rPr>
                <w:sz w:val="20"/>
              </w:rPr>
            </w:pPr>
            <w:r w:rsidRPr="00770C82">
              <w:rPr>
                <w:sz w:val="20"/>
              </w:rPr>
              <w:t>Data</w:t>
            </w:r>
          </w:p>
        </w:tc>
      </w:tr>
      <w:tr w:rsidR="004202E6" w:rsidRPr="00770C82" w:rsidTr="004202E6">
        <w:tc>
          <w:tcPr>
            <w:tcW w:w="2802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rPr>
                <w:sz w:val="20"/>
              </w:rPr>
            </w:pPr>
            <w:r w:rsidRPr="00770C82">
              <w:rPr>
                <w:sz w:val="20"/>
              </w:rPr>
              <w:t>Dirbančiųjų skaičius</w:t>
            </w:r>
          </w:p>
        </w:tc>
        <w:tc>
          <w:tcPr>
            <w:tcW w:w="1984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rPr>
                <w:sz w:val="20"/>
              </w:rPr>
            </w:pPr>
          </w:p>
        </w:tc>
        <w:tc>
          <w:tcPr>
            <w:tcW w:w="1701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rPr>
                <w:sz w:val="20"/>
              </w:rPr>
            </w:pPr>
          </w:p>
        </w:tc>
        <w:tc>
          <w:tcPr>
            <w:tcW w:w="960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rPr>
                <w:sz w:val="20"/>
              </w:rPr>
            </w:pPr>
          </w:p>
        </w:tc>
        <w:tc>
          <w:tcPr>
            <w:tcW w:w="838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rPr>
                <w:sz w:val="20"/>
              </w:rPr>
            </w:pPr>
          </w:p>
        </w:tc>
        <w:tc>
          <w:tcPr>
            <w:tcW w:w="839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rPr>
                <w:sz w:val="20"/>
              </w:rPr>
            </w:pPr>
          </w:p>
        </w:tc>
        <w:tc>
          <w:tcPr>
            <w:tcW w:w="730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rPr>
                <w:sz w:val="20"/>
              </w:rPr>
            </w:pPr>
          </w:p>
        </w:tc>
      </w:tr>
      <w:tr w:rsidR="004202E6" w:rsidRPr="00770C82" w:rsidTr="004202E6">
        <w:tc>
          <w:tcPr>
            <w:tcW w:w="2802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rPr>
                <w:sz w:val="20"/>
              </w:rPr>
            </w:pPr>
            <w:r w:rsidRPr="00770C82">
              <w:rPr>
                <w:sz w:val="20"/>
              </w:rPr>
              <w:t>Iš jų: dirba laikiną darbą</w:t>
            </w:r>
          </w:p>
        </w:tc>
        <w:tc>
          <w:tcPr>
            <w:tcW w:w="1984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rPr>
                <w:sz w:val="20"/>
              </w:rPr>
            </w:pPr>
          </w:p>
        </w:tc>
        <w:tc>
          <w:tcPr>
            <w:tcW w:w="1701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rPr>
                <w:sz w:val="20"/>
              </w:rPr>
            </w:pPr>
          </w:p>
        </w:tc>
        <w:tc>
          <w:tcPr>
            <w:tcW w:w="960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rPr>
                <w:sz w:val="20"/>
              </w:rPr>
            </w:pPr>
          </w:p>
        </w:tc>
        <w:tc>
          <w:tcPr>
            <w:tcW w:w="838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rPr>
                <w:sz w:val="20"/>
              </w:rPr>
            </w:pPr>
          </w:p>
        </w:tc>
        <w:tc>
          <w:tcPr>
            <w:tcW w:w="839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rPr>
                <w:sz w:val="20"/>
              </w:rPr>
            </w:pPr>
          </w:p>
        </w:tc>
        <w:tc>
          <w:tcPr>
            <w:tcW w:w="730" w:type="dxa"/>
          </w:tcPr>
          <w:p w:rsidR="004202E6" w:rsidRPr="00770C82" w:rsidRDefault="004202E6" w:rsidP="004202E6">
            <w:pPr>
              <w:tabs>
                <w:tab w:val="left" w:pos="1080"/>
              </w:tabs>
              <w:ind w:firstLine="0"/>
              <w:rPr>
                <w:sz w:val="20"/>
              </w:rPr>
            </w:pPr>
          </w:p>
        </w:tc>
      </w:tr>
    </w:tbl>
    <w:p w:rsidR="004202E6" w:rsidRPr="00770C82" w:rsidRDefault="004202E6" w:rsidP="004202E6">
      <w:pPr>
        <w:tabs>
          <w:tab w:val="left" w:pos="1080"/>
        </w:tabs>
        <w:ind w:firstLine="0"/>
        <w:rPr>
          <w:noProof/>
          <w:szCs w:val="24"/>
        </w:rPr>
      </w:pPr>
    </w:p>
    <w:p w:rsidR="00F84903" w:rsidRPr="00770C82" w:rsidRDefault="00F84903" w:rsidP="00C108E7">
      <w:pPr>
        <w:tabs>
          <w:tab w:val="left" w:pos="1080"/>
        </w:tabs>
        <w:rPr>
          <w:noProof/>
          <w:szCs w:val="24"/>
        </w:rPr>
      </w:pPr>
    </w:p>
    <w:p w:rsidR="00C108E7" w:rsidRPr="00770C82" w:rsidRDefault="00C108E7" w:rsidP="00C108E7">
      <w:pPr>
        <w:ind w:firstLine="0"/>
        <w:rPr>
          <w:noProof/>
          <w:szCs w:val="24"/>
        </w:rPr>
      </w:pPr>
    </w:p>
    <w:p w:rsidR="00785F8D" w:rsidRPr="00770C82" w:rsidRDefault="00785F8D" w:rsidP="00785F8D">
      <w:pPr>
        <w:ind w:firstLine="0"/>
        <w:rPr>
          <w:noProof/>
          <w:szCs w:val="24"/>
        </w:rPr>
      </w:pPr>
      <w:r w:rsidRPr="00770C82">
        <w:rPr>
          <w:noProof/>
          <w:szCs w:val="24"/>
        </w:rPr>
        <w:t>Vadovas_________________________________________________________________________</w:t>
      </w:r>
    </w:p>
    <w:p w:rsidR="00C108E7" w:rsidRPr="00C108E7" w:rsidRDefault="00C108E7" w:rsidP="00785F8D">
      <w:pPr>
        <w:ind w:firstLine="0"/>
        <w:rPr>
          <w:noProof/>
          <w:szCs w:val="24"/>
        </w:rPr>
      </w:pPr>
      <w:r w:rsidRPr="00770C82">
        <w:rPr>
          <w:noProof/>
          <w:szCs w:val="24"/>
        </w:rPr>
        <w:t>(vardas, pavardė, parašas)</w:t>
      </w:r>
    </w:p>
    <w:p w:rsidR="00C108E7" w:rsidRPr="00C108E7" w:rsidRDefault="00C108E7" w:rsidP="00C108E7">
      <w:pPr>
        <w:ind w:firstLine="0"/>
        <w:rPr>
          <w:noProof/>
          <w:szCs w:val="24"/>
        </w:rPr>
      </w:pPr>
    </w:p>
    <w:p w:rsidR="00C108E7" w:rsidRPr="00C108E7" w:rsidRDefault="00C108E7" w:rsidP="00785F8D">
      <w:pPr>
        <w:ind w:firstLine="0"/>
        <w:rPr>
          <w:noProof/>
          <w:szCs w:val="24"/>
        </w:rPr>
      </w:pPr>
      <w:r w:rsidRPr="00C108E7">
        <w:rPr>
          <w:noProof/>
          <w:szCs w:val="24"/>
        </w:rPr>
        <w:t xml:space="preserve">A.V. </w:t>
      </w:r>
    </w:p>
    <w:p w:rsidR="00C108E7" w:rsidRPr="00C108E7" w:rsidRDefault="00C108E7" w:rsidP="00C108E7">
      <w:pPr>
        <w:ind w:firstLine="0"/>
        <w:rPr>
          <w:noProof/>
          <w:szCs w:val="24"/>
        </w:rPr>
      </w:pPr>
    </w:p>
    <w:p w:rsidR="00C108E7" w:rsidRPr="00C108E7" w:rsidRDefault="00C108E7" w:rsidP="00785F8D">
      <w:pPr>
        <w:ind w:firstLine="0"/>
        <w:rPr>
          <w:noProof/>
          <w:szCs w:val="24"/>
        </w:rPr>
      </w:pPr>
      <w:r w:rsidRPr="00C108E7">
        <w:rPr>
          <w:noProof/>
          <w:szCs w:val="24"/>
        </w:rPr>
        <w:t>SUDERINTA</w:t>
      </w:r>
    </w:p>
    <w:p w:rsidR="00C108E7" w:rsidRPr="00C108E7" w:rsidRDefault="00C108E7" w:rsidP="00C108E7">
      <w:pPr>
        <w:rPr>
          <w:noProof/>
          <w:szCs w:val="24"/>
        </w:rPr>
      </w:pPr>
    </w:p>
    <w:p w:rsidR="0063146C" w:rsidRDefault="0063146C" w:rsidP="00785F8D">
      <w:pPr>
        <w:ind w:firstLine="0"/>
        <w:rPr>
          <w:noProof/>
          <w:szCs w:val="24"/>
        </w:rPr>
      </w:pPr>
      <w:r>
        <w:rPr>
          <w:noProof/>
          <w:szCs w:val="24"/>
        </w:rPr>
        <w:t>Valstybinio socialinio draudimo fondo</w:t>
      </w:r>
    </w:p>
    <w:p w:rsidR="0063146C" w:rsidRDefault="0063146C" w:rsidP="0063146C">
      <w:pPr>
        <w:ind w:firstLine="0"/>
        <w:rPr>
          <w:noProof/>
          <w:szCs w:val="24"/>
        </w:rPr>
      </w:pPr>
      <w:r>
        <w:rPr>
          <w:noProof/>
          <w:szCs w:val="24"/>
        </w:rPr>
        <w:t xml:space="preserve">valdybos Mažeikių skyriaus Klientų </w:t>
      </w:r>
    </w:p>
    <w:p w:rsidR="00785F8D" w:rsidRDefault="0063146C" w:rsidP="00785F8D">
      <w:pPr>
        <w:ind w:firstLine="0"/>
        <w:rPr>
          <w:noProof/>
          <w:szCs w:val="24"/>
        </w:rPr>
      </w:pPr>
      <w:r>
        <w:rPr>
          <w:noProof/>
          <w:szCs w:val="24"/>
        </w:rPr>
        <w:t>aptarnavimo skyriaus Plungės poskyris</w:t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>
        <w:rPr>
          <w:noProof/>
          <w:szCs w:val="24"/>
        </w:rPr>
        <w:t xml:space="preserve"> </w:t>
      </w:r>
    </w:p>
    <w:p w:rsidR="00C108E7" w:rsidRPr="00C108E7" w:rsidRDefault="00C108E7" w:rsidP="00785F8D">
      <w:pPr>
        <w:ind w:firstLine="0"/>
        <w:rPr>
          <w:noProof/>
          <w:szCs w:val="24"/>
        </w:rPr>
      </w:pPr>
      <w:r w:rsidRPr="00C108E7">
        <w:rPr>
          <w:noProof/>
          <w:szCs w:val="24"/>
        </w:rPr>
        <w:t>(vardas, pavardė, parašas)</w:t>
      </w:r>
      <w:r w:rsidR="00785F8D" w:rsidRPr="00785F8D">
        <w:rPr>
          <w:noProof/>
          <w:szCs w:val="24"/>
        </w:rPr>
        <w:t xml:space="preserve"> </w:t>
      </w:r>
      <w:r w:rsidR="00785F8D">
        <w:rPr>
          <w:noProof/>
          <w:szCs w:val="24"/>
        </w:rPr>
        <w:t>___________________________________________________________</w:t>
      </w: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  <w:r w:rsidRPr="00C108E7">
        <w:rPr>
          <w:noProof/>
          <w:szCs w:val="24"/>
        </w:rPr>
        <w:t xml:space="preserve">A.V. </w:t>
      </w:r>
    </w:p>
    <w:p w:rsidR="00C108E7" w:rsidRPr="00C108E7" w:rsidRDefault="00C108E7" w:rsidP="00C108E7">
      <w:pPr>
        <w:ind w:firstLine="0"/>
        <w:jc w:val="center"/>
        <w:rPr>
          <w:noProof/>
          <w:szCs w:val="24"/>
        </w:rPr>
      </w:pPr>
      <w:r w:rsidRPr="00C108E7">
        <w:rPr>
          <w:noProof/>
          <w:szCs w:val="24"/>
        </w:rPr>
        <w:t>______________</w:t>
      </w:r>
    </w:p>
    <w:p w:rsidR="00C108E7" w:rsidRPr="00C108E7" w:rsidRDefault="00C108E7" w:rsidP="00C108E7">
      <w:pPr>
        <w:ind w:firstLine="0"/>
        <w:jc w:val="center"/>
        <w:rPr>
          <w:noProof/>
          <w:szCs w:val="24"/>
        </w:rPr>
      </w:pPr>
    </w:p>
    <w:p w:rsidR="00DD1B58" w:rsidRPr="00AA14C6" w:rsidRDefault="00DD1B58" w:rsidP="00DD1B58">
      <w:pPr>
        <w:pStyle w:val="Pavadinimas"/>
      </w:pPr>
    </w:p>
    <w:sectPr w:rsidR="00DD1B58" w:rsidRPr="00AA14C6" w:rsidSect="00770C8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4D0" w:rsidRDefault="00AC34D0">
      <w:r>
        <w:separator/>
      </w:r>
    </w:p>
  </w:endnote>
  <w:endnote w:type="continuationSeparator" w:id="0">
    <w:p w:rsidR="00AC34D0" w:rsidRDefault="00AC3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4D0" w:rsidRDefault="00AC34D0">
      <w:r>
        <w:separator/>
      </w:r>
    </w:p>
  </w:footnote>
  <w:footnote w:type="continuationSeparator" w:id="0">
    <w:p w:rsidR="00AC34D0" w:rsidRDefault="00AC3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73F97"/>
    <w:multiLevelType w:val="hybridMultilevel"/>
    <w:tmpl w:val="C0AAB612"/>
    <w:lvl w:ilvl="0" w:tplc="6F5C8B14">
      <w:start w:val="1"/>
      <w:numFmt w:val="decimal"/>
      <w:lvlText w:val="%1."/>
      <w:lvlJc w:val="left"/>
      <w:pPr>
        <w:ind w:left="1070" w:hanging="360"/>
      </w:pPr>
      <w:rPr>
        <w:rFonts w:hint="default"/>
        <w:strike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C9B"/>
    <w:rsid w:val="000018DD"/>
    <w:rsid w:val="00002F67"/>
    <w:rsid w:val="00003282"/>
    <w:rsid w:val="000033F0"/>
    <w:rsid w:val="000042E9"/>
    <w:rsid w:val="00006FF9"/>
    <w:rsid w:val="00017EFB"/>
    <w:rsid w:val="00020779"/>
    <w:rsid w:val="000314C2"/>
    <w:rsid w:val="00032390"/>
    <w:rsid w:val="00033586"/>
    <w:rsid w:val="00034902"/>
    <w:rsid w:val="000459B9"/>
    <w:rsid w:val="000559EF"/>
    <w:rsid w:val="00055ED4"/>
    <w:rsid w:val="00060439"/>
    <w:rsid w:val="000660A2"/>
    <w:rsid w:val="00066846"/>
    <w:rsid w:val="000767B9"/>
    <w:rsid w:val="00081040"/>
    <w:rsid w:val="000810E2"/>
    <w:rsid w:val="00083CC3"/>
    <w:rsid w:val="00090AC1"/>
    <w:rsid w:val="00094A68"/>
    <w:rsid w:val="00097606"/>
    <w:rsid w:val="000A1D58"/>
    <w:rsid w:val="000A4CE2"/>
    <w:rsid w:val="000A729E"/>
    <w:rsid w:val="000B43D9"/>
    <w:rsid w:val="000B7687"/>
    <w:rsid w:val="000C5278"/>
    <w:rsid w:val="000C6AE7"/>
    <w:rsid w:val="000C71AE"/>
    <w:rsid w:val="000D3940"/>
    <w:rsid w:val="000D7281"/>
    <w:rsid w:val="000E421C"/>
    <w:rsid w:val="000E7086"/>
    <w:rsid w:val="000E7738"/>
    <w:rsid w:val="000F3891"/>
    <w:rsid w:val="000F4878"/>
    <w:rsid w:val="000F6A65"/>
    <w:rsid w:val="00112BBB"/>
    <w:rsid w:val="00112EE9"/>
    <w:rsid w:val="001163D0"/>
    <w:rsid w:val="001173F9"/>
    <w:rsid w:val="001306FE"/>
    <w:rsid w:val="00135E89"/>
    <w:rsid w:val="001403D8"/>
    <w:rsid w:val="0014441E"/>
    <w:rsid w:val="00146E5C"/>
    <w:rsid w:val="00152140"/>
    <w:rsid w:val="0015464C"/>
    <w:rsid w:val="00155248"/>
    <w:rsid w:val="001552BF"/>
    <w:rsid w:val="001608FF"/>
    <w:rsid w:val="00165BF2"/>
    <w:rsid w:val="00166969"/>
    <w:rsid w:val="00166B4E"/>
    <w:rsid w:val="00170831"/>
    <w:rsid w:val="0017299E"/>
    <w:rsid w:val="00174FD2"/>
    <w:rsid w:val="00175C07"/>
    <w:rsid w:val="00177FC7"/>
    <w:rsid w:val="001823FC"/>
    <w:rsid w:val="00185E96"/>
    <w:rsid w:val="001964AF"/>
    <w:rsid w:val="00196F7B"/>
    <w:rsid w:val="00197E73"/>
    <w:rsid w:val="001A1F30"/>
    <w:rsid w:val="001A3217"/>
    <w:rsid w:val="001B0D54"/>
    <w:rsid w:val="001B1767"/>
    <w:rsid w:val="001C444D"/>
    <w:rsid w:val="001C59DA"/>
    <w:rsid w:val="001D04B9"/>
    <w:rsid w:val="001D66F7"/>
    <w:rsid w:val="001E0382"/>
    <w:rsid w:val="001E4DEC"/>
    <w:rsid w:val="001E6746"/>
    <w:rsid w:val="001F411C"/>
    <w:rsid w:val="001F5355"/>
    <w:rsid w:val="002007B4"/>
    <w:rsid w:val="00204A10"/>
    <w:rsid w:val="00204CBD"/>
    <w:rsid w:val="00210421"/>
    <w:rsid w:val="00212301"/>
    <w:rsid w:val="002149A3"/>
    <w:rsid w:val="002161FA"/>
    <w:rsid w:val="00220FD6"/>
    <w:rsid w:val="00221A6B"/>
    <w:rsid w:val="0022500D"/>
    <w:rsid w:val="0022522C"/>
    <w:rsid w:val="00227787"/>
    <w:rsid w:val="0023232C"/>
    <w:rsid w:val="00244DB8"/>
    <w:rsid w:val="00246BE1"/>
    <w:rsid w:val="00261B50"/>
    <w:rsid w:val="00263516"/>
    <w:rsid w:val="002653E7"/>
    <w:rsid w:val="00265A59"/>
    <w:rsid w:val="0026601F"/>
    <w:rsid w:val="00266137"/>
    <w:rsid w:val="00274E50"/>
    <w:rsid w:val="00281E0E"/>
    <w:rsid w:val="0028436F"/>
    <w:rsid w:val="00287342"/>
    <w:rsid w:val="0029113B"/>
    <w:rsid w:val="002951A3"/>
    <w:rsid w:val="002B148A"/>
    <w:rsid w:val="002B4688"/>
    <w:rsid w:val="002C5C6E"/>
    <w:rsid w:val="002D2F53"/>
    <w:rsid w:val="002D469F"/>
    <w:rsid w:val="002D6ED5"/>
    <w:rsid w:val="002D7A18"/>
    <w:rsid w:val="002E0305"/>
    <w:rsid w:val="002E2712"/>
    <w:rsid w:val="002E59B3"/>
    <w:rsid w:val="002E5EB1"/>
    <w:rsid w:val="002F0011"/>
    <w:rsid w:val="002F019F"/>
    <w:rsid w:val="002F76E6"/>
    <w:rsid w:val="002F7BE1"/>
    <w:rsid w:val="00302116"/>
    <w:rsid w:val="0030302B"/>
    <w:rsid w:val="0030378E"/>
    <w:rsid w:val="00314AD2"/>
    <w:rsid w:val="00321A54"/>
    <w:rsid w:val="00321A87"/>
    <w:rsid w:val="00321D9B"/>
    <w:rsid w:val="00322977"/>
    <w:rsid w:val="003278F6"/>
    <w:rsid w:val="003378AB"/>
    <w:rsid w:val="0034368E"/>
    <w:rsid w:val="00343A5A"/>
    <w:rsid w:val="0035113D"/>
    <w:rsid w:val="00360408"/>
    <w:rsid w:val="003620B2"/>
    <w:rsid w:val="00362F3C"/>
    <w:rsid w:val="003636F5"/>
    <w:rsid w:val="00363CF7"/>
    <w:rsid w:val="00365785"/>
    <w:rsid w:val="00373B04"/>
    <w:rsid w:val="0037750D"/>
    <w:rsid w:val="003776C5"/>
    <w:rsid w:val="00387B96"/>
    <w:rsid w:val="003930EF"/>
    <w:rsid w:val="00394532"/>
    <w:rsid w:val="003A516B"/>
    <w:rsid w:val="003B6CF4"/>
    <w:rsid w:val="003C2808"/>
    <w:rsid w:val="003D4D9D"/>
    <w:rsid w:val="003D53E2"/>
    <w:rsid w:val="003D72D3"/>
    <w:rsid w:val="003E33C9"/>
    <w:rsid w:val="003F0AB6"/>
    <w:rsid w:val="004044D5"/>
    <w:rsid w:val="00405664"/>
    <w:rsid w:val="00406894"/>
    <w:rsid w:val="00407D87"/>
    <w:rsid w:val="00412E73"/>
    <w:rsid w:val="00413F25"/>
    <w:rsid w:val="00416E52"/>
    <w:rsid w:val="00417677"/>
    <w:rsid w:val="0041772B"/>
    <w:rsid w:val="004202E6"/>
    <w:rsid w:val="0042466A"/>
    <w:rsid w:val="00426456"/>
    <w:rsid w:val="0043196B"/>
    <w:rsid w:val="004379D6"/>
    <w:rsid w:val="004402A7"/>
    <w:rsid w:val="004405F2"/>
    <w:rsid w:val="00440C7E"/>
    <w:rsid w:val="00450DD4"/>
    <w:rsid w:val="00452E69"/>
    <w:rsid w:val="00457C5A"/>
    <w:rsid w:val="00460AA9"/>
    <w:rsid w:val="00463D09"/>
    <w:rsid w:val="00471BD6"/>
    <w:rsid w:val="00472F43"/>
    <w:rsid w:val="00473925"/>
    <w:rsid w:val="00475531"/>
    <w:rsid w:val="00475F74"/>
    <w:rsid w:val="00486542"/>
    <w:rsid w:val="00486D68"/>
    <w:rsid w:val="00494F6B"/>
    <w:rsid w:val="004A5CF5"/>
    <w:rsid w:val="004C32F4"/>
    <w:rsid w:val="004C3402"/>
    <w:rsid w:val="004C4781"/>
    <w:rsid w:val="004D08C2"/>
    <w:rsid w:val="004D1D91"/>
    <w:rsid w:val="004E3557"/>
    <w:rsid w:val="004E5301"/>
    <w:rsid w:val="004F0251"/>
    <w:rsid w:val="004F0278"/>
    <w:rsid w:val="0050227F"/>
    <w:rsid w:val="00503D8D"/>
    <w:rsid w:val="00504226"/>
    <w:rsid w:val="00505927"/>
    <w:rsid w:val="0050699A"/>
    <w:rsid w:val="00516AE2"/>
    <w:rsid w:val="005179F8"/>
    <w:rsid w:val="00524FC5"/>
    <w:rsid w:val="00526045"/>
    <w:rsid w:val="00541E90"/>
    <w:rsid w:val="00542EF2"/>
    <w:rsid w:val="00562EBF"/>
    <w:rsid w:val="00566F88"/>
    <w:rsid w:val="00571D64"/>
    <w:rsid w:val="00573A96"/>
    <w:rsid w:val="00574C4C"/>
    <w:rsid w:val="00581329"/>
    <w:rsid w:val="005850FC"/>
    <w:rsid w:val="005908DB"/>
    <w:rsid w:val="0059603C"/>
    <w:rsid w:val="005A07FB"/>
    <w:rsid w:val="005A1FB3"/>
    <w:rsid w:val="005A217C"/>
    <w:rsid w:val="005A5BAF"/>
    <w:rsid w:val="005B41BD"/>
    <w:rsid w:val="005C29D5"/>
    <w:rsid w:val="005C3A25"/>
    <w:rsid w:val="005D049B"/>
    <w:rsid w:val="005D2CF9"/>
    <w:rsid w:val="005D6F20"/>
    <w:rsid w:val="005E50A5"/>
    <w:rsid w:val="005F191A"/>
    <w:rsid w:val="005F52F0"/>
    <w:rsid w:val="005F6502"/>
    <w:rsid w:val="00600393"/>
    <w:rsid w:val="00600857"/>
    <w:rsid w:val="00605784"/>
    <w:rsid w:val="00605D9A"/>
    <w:rsid w:val="00612041"/>
    <w:rsid w:val="00615427"/>
    <w:rsid w:val="00617CB7"/>
    <w:rsid w:val="006213A0"/>
    <w:rsid w:val="006236A2"/>
    <w:rsid w:val="00627A25"/>
    <w:rsid w:val="006307D1"/>
    <w:rsid w:val="0063146C"/>
    <w:rsid w:val="006334DF"/>
    <w:rsid w:val="006335C6"/>
    <w:rsid w:val="00634335"/>
    <w:rsid w:val="00636E88"/>
    <w:rsid w:val="00641F52"/>
    <w:rsid w:val="006428D4"/>
    <w:rsid w:val="00650084"/>
    <w:rsid w:val="00650B1F"/>
    <w:rsid w:val="00657E3A"/>
    <w:rsid w:val="00663744"/>
    <w:rsid w:val="0066580C"/>
    <w:rsid w:val="00666341"/>
    <w:rsid w:val="006745E8"/>
    <w:rsid w:val="00674DF2"/>
    <w:rsid w:val="00677179"/>
    <w:rsid w:val="006811D6"/>
    <w:rsid w:val="0068292A"/>
    <w:rsid w:val="0069001C"/>
    <w:rsid w:val="0069590E"/>
    <w:rsid w:val="006960B4"/>
    <w:rsid w:val="006A1A2D"/>
    <w:rsid w:val="006A20DE"/>
    <w:rsid w:val="006A458F"/>
    <w:rsid w:val="006A5F9C"/>
    <w:rsid w:val="006B316B"/>
    <w:rsid w:val="006B69D6"/>
    <w:rsid w:val="006B6F98"/>
    <w:rsid w:val="006C5C2E"/>
    <w:rsid w:val="006D3161"/>
    <w:rsid w:val="006D6143"/>
    <w:rsid w:val="006E4BCA"/>
    <w:rsid w:val="006F604B"/>
    <w:rsid w:val="006F7B26"/>
    <w:rsid w:val="00703E58"/>
    <w:rsid w:val="00711E83"/>
    <w:rsid w:val="0072168C"/>
    <w:rsid w:val="00723ADD"/>
    <w:rsid w:val="007265EC"/>
    <w:rsid w:val="00731CBC"/>
    <w:rsid w:val="007447B8"/>
    <w:rsid w:val="0074533D"/>
    <w:rsid w:val="0075231B"/>
    <w:rsid w:val="007567E8"/>
    <w:rsid w:val="007568F6"/>
    <w:rsid w:val="007623BB"/>
    <w:rsid w:val="00764F81"/>
    <w:rsid w:val="00765B31"/>
    <w:rsid w:val="00766B24"/>
    <w:rsid w:val="00767DAB"/>
    <w:rsid w:val="00770C82"/>
    <w:rsid w:val="007714A6"/>
    <w:rsid w:val="00774E02"/>
    <w:rsid w:val="0078541B"/>
    <w:rsid w:val="00785F8D"/>
    <w:rsid w:val="00796752"/>
    <w:rsid w:val="007A07C5"/>
    <w:rsid w:val="007A11EB"/>
    <w:rsid w:val="007A2C9C"/>
    <w:rsid w:val="007A50C8"/>
    <w:rsid w:val="007B1D1F"/>
    <w:rsid w:val="007B2B74"/>
    <w:rsid w:val="007B7D1A"/>
    <w:rsid w:val="007C6C8F"/>
    <w:rsid w:val="007C6FC8"/>
    <w:rsid w:val="007D03DA"/>
    <w:rsid w:val="007D2CC4"/>
    <w:rsid w:val="007D5635"/>
    <w:rsid w:val="007D6DC4"/>
    <w:rsid w:val="007E0BFB"/>
    <w:rsid w:val="007E51C1"/>
    <w:rsid w:val="007E5862"/>
    <w:rsid w:val="007E6DC0"/>
    <w:rsid w:val="007E7AA8"/>
    <w:rsid w:val="007F0D5C"/>
    <w:rsid w:val="007F1E40"/>
    <w:rsid w:val="007F2FBE"/>
    <w:rsid w:val="007F5B7B"/>
    <w:rsid w:val="008019A2"/>
    <w:rsid w:val="00812489"/>
    <w:rsid w:val="00814376"/>
    <w:rsid w:val="00822043"/>
    <w:rsid w:val="00835EEB"/>
    <w:rsid w:val="008403D4"/>
    <w:rsid w:val="00855A64"/>
    <w:rsid w:val="008647B8"/>
    <w:rsid w:val="008663EC"/>
    <w:rsid w:val="00872003"/>
    <w:rsid w:val="00872565"/>
    <w:rsid w:val="0087329D"/>
    <w:rsid w:val="00881431"/>
    <w:rsid w:val="00882B18"/>
    <w:rsid w:val="008833C1"/>
    <w:rsid w:val="00883D26"/>
    <w:rsid w:val="00884A4E"/>
    <w:rsid w:val="008873F2"/>
    <w:rsid w:val="008A0063"/>
    <w:rsid w:val="008A36FA"/>
    <w:rsid w:val="008A7F98"/>
    <w:rsid w:val="008B1D74"/>
    <w:rsid w:val="008B245B"/>
    <w:rsid w:val="008B375A"/>
    <w:rsid w:val="008B4ED6"/>
    <w:rsid w:val="008B564B"/>
    <w:rsid w:val="008B743A"/>
    <w:rsid w:val="008B7E02"/>
    <w:rsid w:val="008C709F"/>
    <w:rsid w:val="008D3F30"/>
    <w:rsid w:val="008D4F9F"/>
    <w:rsid w:val="008D72E7"/>
    <w:rsid w:val="008D75B9"/>
    <w:rsid w:val="008E3022"/>
    <w:rsid w:val="008E7DBA"/>
    <w:rsid w:val="008F0AF3"/>
    <w:rsid w:val="009129F4"/>
    <w:rsid w:val="009132F1"/>
    <w:rsid w:val="009162B5"/>
    <w:rsid w:val="00917FB9"/>
    <w:rsid w:val="009310CA"/>
    <w:rsid w:val="00937689"/>
    <w:rsid w:val="00953F18"/>
    <w:rsid w:val="009713FA"/>
    <w:rsid w:val="0098075D"/>
    <w:rsid w:val="00986123"/>
    <w:rsid w:val="00987C9E"/>
    <w:rsid w:val="00995846"/>
    <w:rsid w:val="009A09DD"/>
    <w:rsid w:val="009A1D81"/>
    <w:rsid w:val="009A53F3"/>
    <w:rsid w:val="009A5723"/>
    <w:rsid w:val="009A6A77"/>
    <w:rsid w:val="009A706F"/>
    <w:rsid w:val="009B6EF2"/>
    <w:rsid w:val="009C1207"/>
    <w:rsid w:val="009C2E78"/>
    <w:rsid w:val="009C5E81"/>
    <w:rsid w:val="009D18D8"/>
    <w:rsid w:val="009D5E5E"/>
    <w:rsid w:val="009D7B34"/>
    <w:rsid w:val="009E34F4"/>
    <w:rsid w:val="009E50B5"/>
    <w:rsid w:val="009F0460"/>
    <w:rsid w:val="009F05D5"/>
    <w:rsid w:val="009F101C"/>
    <w:rsid w:val="009F5168"/>
    <w:rsid w:val="009F5264"/>
    <w:rsid w:val="00A02E5C"/>
    <w:rsid w:val="00A04044"/>
    <w:rsid w:val="00A0755F"/>
    <w:rsid w:val="00A11D7F"/>
    <w:rsid w:val="00A16A1E"/>
    <w:rsid w:val="00A174E2"/>
    <w:rsid w:val="00A23328"/>
    <w:rsid w:val="00A23824"/>
    <w:rsid w:val="00A275E1"/>
    <w:rsid w:val="00A27EB6"/>
    <w:rsid w:val="00A446A1"/>
    <w:rsid w:val="00A51ECD"/>
    <w:rsid w:val="00A563A7"/>
    <w:rsid w:val="00A56F53"/>
    <w:rsid w:val="00A82539"/>
    <w:rsid w:val="00A83714"/>
    <w:rsid w:val="00A84024"/>
    <w:rsid w:val="00A91D33"/>
    <w:rsid w:val="00A92031"/>
    <w:rsid w:val="00A920C3"/>
    <w:rsid w:val="00A94FA0"/>
    <w:rsid w:val="00A97802"/>
    <w:rsid w:val="00AA0014"/>
    <w:rsid w:val="00AA0ED0"/>
    <w:rsid w:val="00AA1193"/>
    <w:rsid w:val="00AA14C6"/>
    <w:rsid w:val="00AA517A"/>
    <w:rsid w:val="00AA6367"/>
    <w:rsid w:val="00AA6423"/>
    <w:rsid w:val="00AB3AAF"/>
    <w:rsid w:val="00AB54BB"/>
    <w:rsid w:val="00AB6E60"/>
    <w:rsid w:val="00AC34D0"/>
    <w:rsid w:val="00AD1BB4"/>
    <w:rsid w:val="00AD61EF"/>
    <w:rsid w:val="00AE69A4"/>
    <w:rsid w:val="00AF3B83"/>
    <w:rsid w:val="00AF7BE8"/>
    <w:rsid w:val="00B008CE"/>
    <w:rsid w:val="00B00E03"/>
    <w:rsid w:val="00B02F20"/>
    <w:rsid w:val="00B1222B"/>
    <w:rsid w:val="00B147A5"/>
    <w:rsid w:val="00B37AB2"/>
    <w:rsid w:val="00B43D8C"/>
    <w:rsid w:val="00B6083E"/>
    <w:rsid w:val="00B72C83"/>
    <w:rsid w:val="00B73825"/>
    <w:rsid w:val="00B76D87"/>
    <w:rsid w:val="00B83FA6"/>
    <w:rsid w:val="00B84380"/>
    <w:rsid w:val="00B9055F"/>
    <w:rsid w:val="00B96745"/>
    <w:rsid w:val="00B97C0C"/>
    <w:rsid w:val="00BA3EB4"/>
    <w:rsid w:val="00BA662D"/>
    <w:rsid w:val="00BA6987"/>
    <w:rsid w:val="00BB064B"/>
    <w:rsid w:val="00BB3501"/>
    <w:rsid w:val="00BC14AF"/>
    <w:rsid w:val="00BC2FD0"/>
    <w:rsid w:val="00BD3A52"/>
    <w:rsid w:val="00BD7C9B"/>
    <w:rsid w:val="00BF21E0"/>
    <w:rsid w:val="00BF2742"/>
    <w:rsid w:val="00BF3B0C"/>
    <w:rsid w:val="00C01CC4"/>
    <w:rsid w:val="00C05ADE"/>
    <w:rsid w:val="00C108E7"/>
    <w:rsid w:val="00C10C37"/>
    <w:rsid w:val="00C150FE"/>
    <w:rsid w:val="00C1788C"/>
    <w:rsid w:val="00C214B7"/>
    <w:rsid w:val="00C2677C"/>
    <w:rsid w:val="00C30356"/>
    <w:rsid w:val="00C322A0"/>
    <w:rsid w:val="00C355E8"/>
    <w:rsid w:val="00C43984"/>
    <w:rsid w:val="00C467A3"/>
    <w:rsid w:val="00C51FB0"/>
    <w:rsid w:val="00C52B1B"/>
    <w:rsid w:val="00C625DC"/>
    <w:rsid w:val="00C6561E"/>
    <w:rsid w:val="00C73E0B"/>
    <w:rsid w:val="00C8470A"/>
    <w:rsid w:val="00C8713E"/>
    <w:rsid w:val="00C90317"/>
    <w:rsid w:val="00C97058"/>
    <w:rsid w:val="00C979F1"/>
    <w:rsid w:val="00CB4A73"/>
    <w:rsid w:val="00CC51F8"/>
    <w:rsid w:val="00CD2F17"/>
    <w:rsid w:val="00CD3B44"/>
    <w:rsid w:val="00CD3D2A"/>
    <w:rsid w:val="00CD7642"/>
    <w:rsid w:val="00CE29D9"/>
    <w:rsid w:val="00CF396C"/>
    <w:rsid w:val="00CF5D1C"/>
    <w:rsid w:val="00D04A68"/>
    <w:rsid w:val="00D14654"/>
    <w:rsid w:val="00D167AD"/>
    <w:rsid w:val="00D32C91"/>
    <w:rsid w:val="00D41A65"/>
    <w:rsid w:val="00D46DA3"/>
    <w:rsid w:val="00D47346"/>
    <w:rsid w:val="00D47A34"/>
    <w:rsid w:val="00D521BD"/>
    <w:rsid w:val="00D52253"/>
    <w:rsid w:val="00D523C1"/>
    <w:rsid w:val="00D71EB6"/>
    <w:rsid w:val="00D737A3"/>
    <w:rsid w:val="00D8283D"/>
    <w:rsid w:val="00D8730D"/>
    <w:rsid w:val="00D9018C"/>
    <w:rsid w:val="00D903A1"/>
    <w:rsid w:val="00D941B3"/>
    <w:rsid w:val="00DA1AF5"/>
    <w:rsid w:val="00DB18FE"/>
    <w:rsid w:val="00DB3B5A"/>
    <w:rsid w:val="00DB5C08"/>
    <w:rsid w:val="00DB78E7"/>
    <w:rsid w:val="00DC05E6"/>
    <w:rsid w:val="00DC3F44"/>
    <w:rsid w:val="00DC6991"/>
    <w:rsid w:val="00DD1248"/>
    <w:rsid w:val="00DD1B58"/>
    <w:rsid w:val="00DD30F8"/>
    <w:rsid w:val="00DE1AD1"/>
    <w:rsid w:val="00DE31D0"/>
    <w:rsid w:val="00DE46AB"/>
    <w:rsid w:val="00DE5C70"/>
    <w:rsid w:val="00DF3513"/>
    <w:rsid w:val="00DF5301"/>
    <w:rsid w:val="00E01B4E"/>
    <w:rsid w:val="00E22083"/>
    <w:rsid w:val="00E23095"/>
    <w:rsid w:val="00E37621"/>
    <w:rsid w:val="00E407B9"/>
    <w:rsid w:val="00E607F5"/>
    <w:rsid w:val="00E60E30"/>
    <w:rsid w:val="00E618C9"/>
    <w:rsid w:val="00E72A2B"/>
    <w:rsid w:val="00E7414D"/>
    <w:rsid w:val="00E7456F"/>
    <w:rsid w:val="00E821D7"/>
    <w:rsid w:val="00E85D92"/>
    <w:rsid w:val="00E86288"/>
    <w:rsid w:val="00E908A0"/>
    <w:rsid w:val="00E931DB"/>
    <w:rsid w:val="00E95B54"/>
    <w:rsid w:val="00E97FE3"/>
    <w:rsid w:val="00EA4471"/>
    <w:rsid w:val="00EB1963"/>
    <w:rsid w:val="00EB39D4"/>
    <w:rsid w:val="00EB5486"/>
    <w:rsid w:val="00EC5E89"/>
    <w:rsid w:val="00EC789A"/>
    <w:rsid w:val="00EC7B8B"/>
    <w:rsid w:val="00EC7CCB"/>
    <w:rsid w:val="00ED1CBE"/>
    <w:rsid w:val="00ED1ED8"/>
    <w:rsid w:val="00EE07E7"/>
    <w:rsid w:val="00EE4AC2"/>
    <w:rsid w:val="00EE5643"/>
    <w:rsid w:val="00EF3083"/>
    <w:rsid w:val="00EF390D"/>
    <w:rsid w:val="00EF732C"/>
    <w:rsid w:val="00F02184"/>
    <w:rsid w:val="00F02B1B"/>
    <w:rsid w:val="00F05671"/>
    <w:rsid w:val="00F163A9"/>
    <w:rsid w:val="00F16F0E"/>
    <w:rsid w:val="00F21787"/>
    <w:rsid w:val="00F23615"/>
    <w:rsid w:val="00F43FA1"/>
    <w:rsid w:val="00F6034A"/>
    <w:rsid w:val="00F60B15"/>
    <w:rsid w:val="00F60F0F"/>
    <w:rsid w:val="00F62145"/>
    <w:rsid w:val="00F643E9"/>
    <w:rsid w:val="00F7110F"/>
    <w:rsid w:val="00F7644A"/>
    <w:rsid w:val="00F8329D"/>
    <w:rsid w:val="00F84903"/>
    <w:rsid w:val="00F9243B"/>
    <w:rsid w:val="00F94773"/>
    <w:rsid w:val="00FB0F5D"/>
    <w:rsid w:val="00FB12F9"/>
    <w:rsid w:val="00FB2281"/>
    <w:rsid w:val="00FB37BF"/>
    <w:rsid w:val="00FC07A5"/>
    <w:rsid w:val="00FC4FA7"/>
    <w:rsid w:val="00FC584A"/>
    <w:rsid w:val="00FD23AC"/>
    <w:rsid w:val="00FD4549"/>
    <w:rsid w:val="00FD5126"/>
    <w:rsid w:val="00FD60F4"/>
    <w:rsid w:val="00FD6D94"/>
    <w:rsid w:val="00FF13AF"/>
    <w:rsid w:val="00FF31BE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F0AF3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paragraph" w:styleId="Antrat5">
    <w:name w:val="heading 5"/>
    <w:basedOn w:val="prastasis"/>
    <w:next w:val="prastasis"/>
    <w:qFormat/>
    <w:rsid w:val="00DD1B5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styleId="Pavadinimas">
    <w:name w:val="Title"/>
    <w:basedOn w:val="prastasis"/>
    <w:qFormat/>
    <w:rsid w:val="00DD1B58"/>
    <w:pPr>
      <w:ind w:firstLine="0"/>
      <w:jc w:val="center"/>
    </w:pPr>
    <w:rPr>
      <w:b/>
      <w:bCs/>
      <w:szCs w:val="24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Pagrindinistekstas">
    <w:name w:val="Body Text"/>
    <w:basedOn w:val="prastasis"/>
    <w:rsid w:val="00DD1B58"/>
    <w:pPr>
      <w:ind w:firstLine="0"/>
    </w:pPr>
    <w:rPr>
      <w:szCs w:val="24"/>
    </w:rPr>
  </w:style>
  <w:style w:type="paragraph" w:styleId="Pagrindiniotekstotrauka3">
    <w:name w:val="Body Text Indent 3"/>
    <w:basedOn w:val="prastasis"/>
    <w:rsid w:val="00DD1B58"/>
    <w:pPr>
      <w:tabs>
        <w:tab w:val="left" w:pos="360"/>
        <w:tab w:val="left" w:pos="1122"/>
        <w:tab w:val="num" w:pos="1164"/>
        <w:tab w:val="left" w:pos="1812"/>
        <w:tab w:val="left" w:pos="2064"/>
      </w:tabs>
      <w:ind w:firstLine="702"/>
    </w:pPr>
    <w:rPr>
      <w:szCs w:val="24"/>
    </w:rPr>
  </w:style>
  <w:style w:type="paragraph" w:styleId="Pagrindiniotekstotrauka2">
    <w:name w:val="Body Text Indent 2"/>
    <w:basedOn w:val="prastasis"/>
    <w:rsid w:val="00DD1B58"/>
    <w:pPr>
      <w:tabs>
        <w:tab w:val="left" w:pos="276"/>
      </w:tabs>
    </w:pPr>
    <w:rPr>
      <w:szCs w:val="24"/>
    </w:rPr>
  </w:style>
  <w:style w:type="paragraph" w:styleId="Debesliotekstas">
    <w:name w:val="Balloon Text"/>
    <w:basedOn w:val="prastasis"/>
    <w:semiHidden/>
    <w:rsid w:val="00CF396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99"/>
    <w:qFormat/>
    <w:rsid w:val="00796752"/>
    <w:pPr>
      <w:suppressAutoHyphens/>
      <w:autoSpaceDN w:val="0"/>
      <w:spacing w:after="200" w:line="276" w:lineRule="auto"/>
      <w:ind w:left="720" w:firstLine="0"/>
      <w:jc w:val="left"/>
      <w:textAlignment w:val="baseline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3E33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tarp">
    <w:name w:val="No Spacing"/>
    <w:uiPriority w:val="1"/>
    <w:qFormat/>
    <w:rsid w:val="00571D64"/>
    <w:rPr>
      <w:rFonts w:ascii="Calibri" w:eastAsia="Calibri" w:hAnsi="Calibri"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321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7447B8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table" w:customStyle="1" w:styleId="Lentelstinklelis1">
    <w:name w:val="Lentelės tinklelis1"/>
    <w:basedOn w:val="prastojilentel"/>
    <w:next w:val="Lentelstinklelis"/>
    <w:rsid w:val="00F643E9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">
    <w:name w:val="Diagrama Diagrama Diagrama Diagrama Diagrama Diagrama Diagrama Diagrama Diagrama Diagrama Diagrama Diagrama"/>
    <w:basedOn w:val="prastasis"/>
    <w:semiHidden/>
    <w:rsid w:val="00F643E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inispavadinimas">
    <w:name w:val="Subtitle"/>
    <w:basedOn w:val="prastasis"/>
    <w:next w:val="prastasis"/>
    <w:link w:val="AntrinispavadinimasDiagrama"/>
    <w:uiPriority w:val="11"/>
    <w:qFormat/>
    <w:rsid w:val="00343A5A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ntrinispavadinimasDiagrama">
    <w:name w:val="Antrinis pavadinimas Diagrama"/>
    <w:link w:val="Antrinispavadinimas"/>
    <w:uiPriority w:val="11"/>
    <w:rsid w:val="00343A5A"/>
    <w:rPr>
      <w:rFonts w:ascii="Cambria" w:eastAsia="Times New Roman" w:hAnsi="Cambria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F0AF3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paragraph" w:styleId="Antrat5">
    <w:name w:val="heading 5"/>
    <w:basedOn w:val="prastasis"/>
    <w:next w:val="prastasis"/>
    <w:qFormat/>
    <w:rsid w:val="00DD1B5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styleId="Pavadinimas">
    <w:name w:val="Title"/>
    <w:basedOn w:val="prastasis"/>
    <w:qFormat/>
    <w:rsid w:val="00DD1B58"/>
    <w:pPr>
      <w:ind w:firstLine="0"/>
      <w:jc w:val="center"/>
    </w:pPr>
    <w:rPr>
      <w:b/>
      <w:bCs/>
      <w:szCs w:val="24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Pagrindinistekstas">
    <w:name w:val="Body Text"/>
    <w:basedOn w:val="prastasis"/>
    <w:rsid w:val="00DD1B58"/>
    <w:pPr>
      <w:ind w:firstLine="0"/>
    </w:pPr>
    <w:rPr>
      <w:szCs w:val="24"/>
    </w:rPr>
  </w:style>
  <w:style w:type="paragraph" w:styleId="Pagrindiniotekstotrauka3">
    <w:name w:val="Body Text Indent 3"/>
    <w:basedOn w:val="prastasis"/>
    <w:rsid w:val="00DD1B58"/>
    <w:pPr>
      <w:tabs>
        <w:tab w:val="left" w:pos="360"/>
        <w:tab w:val="left" w:pos="1122"/>
        <w:tab w:val="num" w:pos="1164"/>
        <w:tab w:val="left" w:pos="1812"/>
        <w:tab w:val="left" w:pos="2064"/>
      </w:tabs>
      <w:ind w:firstLine="702"/>
    </w:pPr>
    <w:rPr>
      <w:szCs w:val="24"/>
    </w:rPr>
  </w:style>
  <w:style w:type="paragraph" w:styleId="Pagrindiniotekstotrauka2">
    <w:name w:val="Body Text Indent 2"/>
    <w:basedOn w:val="prastasis"/>
    <w:rsid w:val="00DD1B58"/>
    <w:pPr>
      <w:tabs>
        <w:tab w:val="left" w:pos="276"/>
      </w:tabs>
    </w:pPr>
    <w:rPr>
      <w:szCs w:val="24"/>
    </w:rPr>
  </w:style>
  <w:style w:type="paragraph" w:styleId="Debesliotekstas">
    <w:name w:val="Balloon Text"/>
    <w:basedOn w:val="prastasis"/>
    <w:semiHidden/>
    <w:rsid w:val="00CF396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99"/>
    <w:qFormat/>
    <w:rsid w:val="00796752"/>
    <w:pPr>
      <w:suppressAutoHyphens/>
      <w:autoSpaceDN w:val="0"/>
      <w:spacing w:after="200" w:line="276" w:lineRule="auto"/>
      <w:ind w:left="720" w:firstLine="0"/>
      <w:jc w:val="left"/>
      <w:textAlignment w:val="baseline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3E33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tarp">
    <w:name w:val="No Spacing"/>
    <w:uiPriority w:val="1"/>
    <w:qFormat/>
    <w:rsid w:val="00571D64"/>
    <w:rPr>
      <w:rFonts w:ascii="Calibri" w:eastAsia="Calibri" w:hAnsi="Calibri"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321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7447B8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table" w:customStyle="1" w:styleId="Lentelstinklelis1">
    <w:name w:val="Lentelės tinklelis1"/>
    <w:basedOn w:val="prastojilentel"/>
    <w:next w:val="Lentelstinklelis"/>
    <w:rsid w:val="00F643E9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">
    <w:name w:val="Diagrama Diagrama Diagrama Diagrama Diagrama Diagrama Diagrama Diagrama Diagrama Diagrama Diagrama Diagrama"/>
    <w:basedOn w:val="prastasis"/>
    <w:semiHidden/>
    <w:rsid w:val="00F643E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inispavadinimas">
    <w:name w:val="Subtitle"/>
    <w:basedOn w:val="prastasis"/>
    <w:next w:val="prastasis"/>
    <w:link w:val="AntrinispavadinimasDiagrama"/>
    <w:uiPriority w:val="11"/>
    <w:qFormat/>
    <w:rsid w:val="00343A5A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ntrinispavadinimasDiagrama">
    <w:name w:val="Antrinis pavadinimas Diagrama"/>
    <w:link w:val="Antrinispavadinimas"/>
    <w:uiPriority w:val="11"/>
    <w:rsid w:val="00343A5A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2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9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6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8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95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37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34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86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93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39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1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1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75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98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16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8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33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48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9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4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92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7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11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1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73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80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7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25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76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60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306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0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33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50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27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60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2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7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6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61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38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69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8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7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2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8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5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2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28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2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00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4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3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81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68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9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35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3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02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2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95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3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1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32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00F83-049B-4D28-8AB4-FC2202EF3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12</TotalTime>
  <Pages>6</Pages>
  <Words>1150</Words>
  <Characters>8252</Characters>
  <Application>Microsoft Office Word</Application>
  <DocSecurity>0</DocSecurity>
  <Lines>68</Lines>
  <Paragraphs>18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9384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8</cp:revision>
  <cp:lastPrinted>2017-04-14T11:17:00Z</cp:lastPrinted>
  <dcterms:created xsi:type="dcterms:W3CDTF">2017-05-09T13:51:00Z</dcterms:created>
  <dcterms:modified xsi:type="dcterms:W3CDTF">2017-05-25T14:00:00Z</dcterms:modified>
</cp:coreProperties>
</file>