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0A0" w:rsidRDefault="000840A0" w:rsidP="00002C74">
      <w:pPr>
        <w:jc w:val="center"/>
        <w:rPr>
          <w:b/>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15pt;margin-top:.3pt;width:43.5pt;height:53.25pt;z-index:-251658240;mso-wrap-distance-bottom:14.2pt" o:allowincell="f">
            <v:imagedata r:id="rId4" o:title=""/>
            <w10:wrap type="topAndBottom"/>
          </v:shape>
        </w:pict>
      </w:r>
      <w:r>
        <w:rPr>
          <w:b/>
          <w:bCs/>
          <w:sz w:val="28"/>
          <w:szCs w:val="28"/>
        </w:rPr>
        <w:t xml:space="preserve">PLUNGĖS RAJONO SAVIVALDYBĖS </w:t>
      </w:r>
      <w:r>
        <w:rPr>
          <w:b/>
          <w:bCs/>
          <w:sz w:val="28"/>
          <w:szCs w:val="28"/>
        </w:rPr>
        <w:br/>
        <w:t>TARYBA</w:t>
      </w:r>
    </w:p>
    <w:p w:rsidR="000840A0" w:rsidRPr="00002C74" w:rsidRDefault="000840A0" w:rsidP="00002C74">
      <w:pPr>
        <w:jc w:val="center"/>
        <w:rPr>
          <w:rStyle w:val="CommentReference"/>
          <w:b/>
          <w:bCs/>
          <w:sz w:val="28"/>
          <w:szCs w:val="28"/>
        </w:rPr>
      </w:pPr>
      <w:r w:rsidRPr="00002C74">
        <w:rPr>
          <w:rStyle w:val="CommentReference"/>
          <w:b/>
          <w:bCs/>
          <w:sz w:val="28"/>
          <w:szCs w:val="28"/>
        </w:rPr>
        <w:t>SPRENDIMAS</w:t>
      </w:r>
    </w:p>
    <w:p w:rsidR="000840A0" w:rsidRDefault="000840A0" w:rsidP="00002C74">
      <w:pPr>
        <w:jc w:val="center"/>
        <w:rPr>
          <w:caps/>
        </w:rPr>
      </w:pPr>
      <w:r>
        <w:rPr>
          <w:b/>
          <w:bCs/>
          <w:caps/>
          <w:sz w:val="28"/>
          <w:szCs w:val="28"/>
        </w:rPr>
        <w:t>DĖL PLUNGĖS R. DIDVYČIŲ IR PRŪSALIŲ MOKYKLŲ-DARŽELIŲ NUOSTATŲ PATVIRTINIMO</w:t>
      </w:r>
    </w:p>
    <w:p w:rsidR="000840A0" w:rsidRDefault="000840A0" w:rsidP="00002C74">
      <w:pPr>
        <w:ind w:firstLine="737"/>
        <w:rPr>
          <w:sz w:val="28"/>
          <w:szCs w:val="28"/>
        </w:rPr>
      </w:pPr>
    </w:p>
    <w:p w:rsidR="000840A0" w:rsidRDefault="000840A0" w:rsidP="00002C74">
      <w:pPr>
        <w:jc w:val="center"/>
        <w:rPr>
          <w:rStyle w:val="CommentReference"/>
          <w:b/>
          <w:bCs/>
          <w:sz w:val="28"/>
          <w:szCs w:val="28"/>
        </w:rPr>
      </w:pPr>
      <w:r>
        <w:rPr>
          <w:rStyle w:val="CommentReference"/>
          <w:sz w:val="24"/>
          <w:szCs w:val="24"/>
        </w:rPr>
        <w:t>2015 m. birželio 25 d. Nr.T1-171</w:t>
      </w:r>
    </w:p>
    <w:p w:rsidR="000840A0" w:rsidRDefault="000840A0" w:rsidP="00002C74">
      <w:pPr>
        <w:jc w:val="center"/>
        <w:rPr>
          <w:rStyle w:val="CommentReference"/>
          <w:sz w:val="24"/>
          <w:szCs w:val="24"/>
        </w:rPr>
      </w:pPr>
      <w:r>
        <w:rPr>
          <w:rStyle w:val="CommentReference"/>
          <w:sz w:val="24"/>
          <w:szCs w:val="24"/>
        </w:rPr>
        <w:t>Plungė</w:t>
      </w:r>
    </w:p>
    <w:p w:rsidR="000840A0" w:rsidRDefault="000840A0" w:rsidP="00002C74">
      <w:pPr>
        <w:jc w:val="center"/>
        <w:rPr>
          <w:rStyle w:val="CommentReference"/>
          <w:sz w:val="24"/>
          <w:szCs w:val="24"/>
        </w:rPr>
      </w:pPr>
    </w:p>
    <w:p w:rsidR="000840A0" w:rsidRDefault="000840A0" w:rsidP="00AF57AF">
      <w:pPr>
        <w:ind w:firstLine="737"/>
        <w:jc w:val="both"/>
      </w:pPr>
      <w:r>
        <w:t xml:space="preserve">Vadovaudamasi Lietuvos Respublikos biudžetinių įstaigų įstatymo 4 straipsnio 3 dalies 1 punktu, švietimo ir mokslo ministro 2011 m. birželio 29 d. įsakymu Nr. V-1164  „Dėl nuostatų, įstatų ar statutų įforminimo reikalavimų patvirtinimo“, Plungės rajono savivaldybės taryba </w:t>
      </w:r>
      <w:r>
        <w:rPr>
          <w:spacing w:val="40"/>
        </w:rPr>
        <w:t>nusprendžia</w:t>
      </w:r>
      <w:r>
        <w:t>:</w:t>
      </w:r>
    </w:p>
    <w:p w:rsidR="000840A0" w:rsidRDefault="000840A0" w:rsidP="00AF57AF">
      <w:pPr>
        <w:ind w:firstLine="720"/>
        <w:jc w:val="both"/>
      </w:pPr>
      <w:r>
        <w:t>1. Patvirtinti Plungės r. Didvyčių ir Prūsalių mokyklų-darželių nuostatus ( pridedama).</w:t>
      </w:r>
    </w:p>
    <w:p w:rsidR="000840A0" w:rsidRDefault="000840A0" w:rsidP="00AF57AF">
      <w:pPr>
        <w:ind w:firstLine="720"/>
        <w:jc w:val="both"/>
      </w:pPr>
      <w:r>
        <w:t>2. Įgalioti Plungės r. Didvyčių ir Prūsalių mokyklų-darželių direktores Anastaziją  Zaveckienę ir Laimutę Trakumienę pasirašyti nuostatus ir įstatymų nustatyta tvarka įregistruoti juos valstybės įmonės Registrų centro Telšių filiale.</w:t>
      </w:r>
    </w:p>
    <w:p w:rsidR="000840A0" w:rsidRDefault="000840A0" w:rsidP="00AF57AF">
      <w:pPr>
        <w:tabs>
          <w:tab w:val="num" w:pos="-3261"/>
        </w:tabs>
        <w:ind w:firstLine="720"/>
        <w:jc w:val="both"/>
      </w:pPr>
      <w:r>
        <w:t xml:space="preserve"> Šis sprendimas gali būti skundžiamas Lietuvos Respublikos administracinių bylų teisenos įstatymo nustatyta tvarka. </w:t>
      </w:r>
    </w:p>
    <w:p w:rsidR="000840A0" w:rsidRDefault="000840A0" w:rsidP="00002C74"/>
    <w:p w:rsidR="000840A0" w:rsidRDefault="000840A0" w:rsidP="00002C74">
      <w:r>
        <w:t>Savivaldybės meras</w:t>
      </w:r>
      <w:r>
        <w:tab/>
      </w:r>
      <w:r>
        <w:tab/>
      </w:r>
      <w:r>
        <w:tab/>
      </w:r>
      <w:r>
        <w:tab/>
      </w:r>
      <w:r>
        <w:tab/>
        <w:t xml:space="preserve">   Audrius Klišonis</w:t>
      </w:r>
      <w:r>
        <w:tab/>
      </w:r>
      <w:r>
        <w:tab/>
      </w:r>
      <w:r>
        <w:tab/>
        <w:t xml:space="preserve">          </w:t>
      </w:r>
      <w:r>
        <w:tab/>
      </w:r>
      <w:r>
        <w:tab/>
      </w:r>
    </w:p>
    <w:p w:rsidR="000840A0" w:rsidRDefault="000840A0" w:rsidP="00002C74">
      <w:pPr>
        <w:ind w:firstLine="737"/>
      </w:pPr>
    </w:p>
    <w:p w:rsidR="000840A0" w:rsidRDefault="000840A0" w:rsidP="00002C74">
      <w:pPr>
        <w:jc w:val="center"/>
      </w:pPr>
    </w:p>
    <w:p w:rsidR="000840A0" w:rsidRDefault="000840A0" w:rsidP="009F708F">
      <w:r>
        <w:t xml:space="preserve"> </w:t>
      </w:r>
    </w:p>
    <w:p w:rsidR="000840A0" w:rsidRDefault="000840A0" w:rsidP="009F708F"/>
    <w:p w:rsidR="000840A0" w:rsidRDefault="000840A0" w:rsidP="009F708F"/>
    <w:p w:rsidR="000840A0" w:rsidRDefault="000840A0" w:rsidP="009F708F">
      <w:r>
        <w:tab/>
      </w:r>
      <w:r>
        <w:tab/>
      </w:r>
      <w:r>
        <w:tab/>
      </w:r>
      <w:r>
        <w:tab/>
        <w:t xml:space="preserve"> </w:t>
      </w:r>
    </w:p>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r>
        <w:tab/>
      </w:r>
      <w:r>
        <w:tab/>
      </w:r>
      <w:r>
        <w:tab/>
      </w:r>
      <w:r>
        <w:tab/>
      </w:r>
      <w:r>
        <w:tab/>
      </w:r>
    </w:p>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p w:rsidR="000840A0" w:rsidRDefault="000840A0" w:rsidP="009F708F">
      <w:r>
        <w:tab/>
      </w:r>
      <w:r>
        <w:tab/>
      </w:r>
      <w:r>
        <w:tab/>
      </w:r>
      <w:r>
        <w:tab/>
      </w:r>
      <w:r>
        <w:tab/>
        <w:t>PATVIRTINTA</w:t>
      </w:r>
      <w:r>
        <w:tab/>
      </w:r>
    </w:p>
    <w:p w:rsidR="000840A0" w:rsidRDefault="000840A0" w:rsidP="009F708F">
      <w:r>
        <w:tab/>
      </w:r>
      <w:r>
        <w:tab/>
      </w:r>
      <w:r>
        <w:tab/>
      </w:r>
      <w:r>
        <w:tab/>
      </w:r>
      <w:r>
        <w:tab/>
        <w:t xml:space="preserve">Plungės rajono savivaldybės </w:t>
      </w:r>
    </w:p>
    <w:p w:rsidR="000840A0" w:rsidRDefault="000840A0" w:rsidP="009F708F">
      <w:r>
        <w:tab/>
      </w:r>
      <w:r>
        <w:tab/>
      </w:r>
      <w:r>
        <w:tab/>
      </w:r>
      <w:r>
        <w:tab/>
      </w:r>
      <w:r>
        <w:tab/>
        <w:t>tarybos 2015 m. birželio 25 d.</w:t>
      </w:r>
    </w:p>
    <w:p w:rsidR="000840A0" w:rsidRDefault="000840A0" w:rsidP="009F708F">
      <w:r>
        <w:tab/>
      </w:r>
      <w:r>
        <w:tab/>
      </w:r>
      <w:r>
        <w:tab/>
      </w:r>
      <w:r>
        <w:tab/>
      </w:r>
      <w:r>
        <w:tab/>
        <w:t xml:space="preserve">sprendimu Nr.T1-171 </w:t>
      </w:r>
    </w:p>
    <w:p w:rsidR="000840A0" w:rsidRDefault="000840A0" w:rsidP="009F708F">
      <w:r>
        <w:tab/>
      </w:r>
      <w:r>
        <w:tab/>
      </w:r>
      <w:r>
        <w:tab/>
      </w:r>
      <w:r>
        <w:tab/>
        <w:t xml:space="preserve"> </w:t>
      </w:r>
    </w:p>
    <w:p w:rsidR="000840A0" w:rsidRPr="00A04FD2" w:rsidRDefault="000840A0" w:rsidP="009F708F">
      <w:pPr>
        <w:jc w:val="center"/>
        <w:rPr>
          <w:b/>
          <w:bCs/>
        </w:rPr>
      </w:pPr>
      <w:r>
        <w:rPr>
          <w:b/>
          <w:bCs/>
        </w:rPr>
        <w:t>PLUNGĖS R.</w:t>
      </w:r>
      <w:r w:rsidRPr="00A04FD2">
        <w:rPr>
          <w:b/>
          <w:bCs/>
        </w:rPr>
        <w:t xml:space="preserve"> DIDVYČIŲ MOKYKLOS</w:t>
      </w:r>
      <w:r>
        <w:rPr>
          <w:b/>
          <w:bCs/>
        </w:rPr>
        <w:t xml:space="preserve"> </w:t>
      </w:r>
      <w:r w:rsidRPr="00A04FD2">
        <w:rPr>
          <w:b/>
          <w:bCs/>
        </w:rPr>
        <w:t>-</w:t>
      </w:r>
      <w:r>
        <w:rPr>
          <w:b/>
          <w:bCs/>
        </w:rPr>
        <w:t xml:space="preserve"> </w:t>
      </w:r>
      <w:r w:rsidRPr="00A04FD2">
        <w:rPr>
          <w:b/>
          <w:bCs/>
        </w:rPr>
        <w:t>DARŽELIO NUOSTATAI</w:t>
      </w:r>
    </w:p>
    <w:p w:rsidR="000840A0" w:rsidRPr="00A04FD2" w:rsidRDefault="000840A0" w:rsidP="009F708F">
      <w:pPr>
        <w:jc w:val="center"/>
        <w:rPr>
          <w:b/>
          <w:bCs/>
        </w:rPr>
      </w:pPr>
    </w:p>
    <w:p w:rsidR="000840A0" w:rsidRDefault="000840A0" w:rsidP="009F708F">
      <w:pPr>
        <w:ind w:left="360"/>
        <w:jc w:val="center"/>
        <w:rPr>
          <w:b/>
          <w:bCs/>
        </w:rPr>
      </w:pPr>
      <w:r>
        <w:rPr>
          <w:b/>
          <w:bCs/>
        </w:rPr>
        <w:t>I. BENDROSIOS NUOSTATOS</w:t>
      </w:r>
    </w:p>
    <w:p w:rsidR="000840A0" w:rsidRDefault="000840A0" w:rsidP="009F708F">
      <w:pPr>
        <w:ind w:left="360"/>
        <w:jc w:val="center"/>
      </w:pPr>
    </w:p>
    <w:p w:rsidR="000840A0" w:rsidRDefault="000840A0" w:rsidP="009F708F">
      <w:pPr>
        <w:jc w:val="both"/>
      </w:pPr>
      <w:r>
        <w:tab/>
        <w:t xml:space="preserve">1. Plungės r. Didvyčių mokyklos-darželio nuostatai (toliau – Nuostatai) reglamentuoja Plungės r. Didvyčių mokyklos-darželio (toliau – Mokykla-darželis) teisinę formą, priklausomybę, savininką, savininko teises ir pareigas įgyvendinančią instituciją, buveinę, Mokyklos-darželio grupę, pagrindinę paskirtį,  mokymo kalbą ir formas, veiklos teisinį pagrindą, sritis, rūšis, tikslą, uždavinius, funkcijas, mokymosi pasiekimus įteisinančių dokumentų išdavimą, Mokyklos-darželio teises ir pareigas, veiklos organizavimą ir valdymą, savivaldą, darbuotojų priėmimą į darbą, jų darbo apmokėjimo tvarką ir atestaciją, lėšų šaltinius, jų naudojimo tvarką ir finansinės veiklos kontrolę, reorganizavimo, likvidavimo ar pertvarkymo tvarką. </w:t>
      </w:r>
    </w:p>
    <w:p w:rsidR="000840A0" w:rsidRDefault="000840A0" w:rsidP="009F708F">
      <w:pPr>
        <w:jc w:val="both"/>
      </w:pPr>
      <w:r>
        <w:tab/>
        <w:t>2. Oficialusis švietimo įstaigos pavadinimas – Plungės r. Didvyčių mokykla-darželis, trumpasis pavadinimas – Didvyčių mokykla-darželis. Mokykla-darželis įregistruotas Juridinių asmenų registre, kodas 191133221.</w:t>
      </w:r>
    </w:p>
    <w:p w:rsidR="000840A0" w:rsidRDefault="000840A0" w:rsidP="009F708F">
      <w:pPr>
        <w:jc w:val="both"/>
      </w:pPr>
      <w:r>
        <w:tab/>
        <w:t>3. Mokykla-darželis įsteigtas 1991 metais.</w:t>
      </w:r>
    </w:p>
    <w:p w:rsidR="000840A0" w:rsidRDefault="000840A0" w:rsidP="009F708F">
      <w:pPr>
        <w:jc w:val="both"/>
      </w:pPr>
      <w:r>
        <w:tab/>
        <w:t>4. Mokyklos-darželio teisinė forma – biudžetinė įstaiga.</w:t>
      </w:r>
      <w:r>
        <w:tab/>
      </w:r>
    </w:p>
    <w:p w:rsidR="000840A0" w:rsidRDefault="000840A0" w:rsidP="009F708F">
      <w:pPr>
        <w:jc w:val="both"/>
      </w:pPr>
      <w:r>
        <w:tab/>
        <w:t>5. Savininkas – Plungės rajono savivaldybė,  Vytauto g. 12, LT-90123 Plungė. Savininko teises ir pareigas įgyvendina Plungės rajono savivaldybės taryba, kodas 188663989, kurios kompetenciją nustato Lietuvos Respublikos biudžetinių įstaigų įstatymas:</w:t>
      </w:r>
    </w:p>
    <w:p w:rsidR="000840A0" w:rsidRDefault="000840A0" w:rsidP="009F708F">
      <w:pPr>
        <w:jc w:val="both"/>
      </w:pPr>
      <w:r>
        <w:tab/>
        <w:t>5.1. tvirtina Mokyklos-darželio nuostatus;</w:t>
      </w:r>
    </w:p>
    <w:p w:rsidR="000840A0" w:rsidRDefault="000840A0" w:rsidP="009F708F">
      <w:pPr>
        <w:jc w:val="both"/>
      </w:pPr>
      <w:r>
        <w:tab/>
        <w:t>5.2. priima į pareigas ir atleidžia Mokyklos-darželio direktorių;</w:t>
      </w:r>
    </w:p>
    <w:p w:rsidR="000840A0" w:rsidRDefault="000840A0" w:rsidP="009F708F">
      <w:pPr>
        <w:jc w:val="both"/>
      </w:pPr>
      <w:r>
        <w:tab/>
        <w:t>5.3. priima sprendimą dėl Mokyklos-darželio buveinės pakeitimo;</w:t>
      </w:r>
    </w:p>
    <w:p w:rsidR="000840A0" w:rsidRDefault="000840A0" w:rsidP="009F708F">
      <w:pPr>
        <w:jc w:val="both"/>
      </w:pPr>
      <w:r>
        <w:tab/>
        <w:t>5.4. priima sprendimą dėl Mokyklos-darželio reorganizavimo ar likvidavimo;</w:t>
      </w:r>
    </w:p>
    <w:p w:rsidR="000840A0" w:rsidRDefault="000840A0" w:rsidP="009F708F">
      <w:pPr>
        <w:jc w:val="both"/>
      </w:pPr>
      <w:r>
        <w:tab/>
        <w:t>5.5. priima sprendimą dėl Mokyklos-darželio filialo steigimo ar jo veiklos nutraukimo;</w:t>
      </w:r>
    </w:p>
    <w:p w:rsidR="000840A0" w:rsidRDefault="000840A0" w:rsidP="009F708F">
      <w:pPr>
        <w:jc w:val="both"/>
      </w:pPr>
      <w:r>
        <w:tab/>
        <w:t>5.6. skiria ir atleidžia likvidatorių arba sudaro likvidacinę komisiją ir nutraukia jos įgaliojimus;</w:t>
      </w:r>
    </w:p>
    <w:p w:rsidR="000840A0" w:rsidRDefault="000840A0" w:rsidP="009F708F">
      <w:pPr>
        <w:jc w:val="both"/>
      </w:pPr>
      <w:r>
        <w:tab/>
        <w:t xml:space="preserve">5.7. sprendžia kitus įstatymuose ir Mokyklos-darželio nuostatuose jos kompetencijai priskirtus klausimus. </w:t>
      </w:r>
    </w:p>
    <w:p w:rsidR="000840A0" w:rsidRDefault="000840A0" w:rsidP="009F708F">
      <w:pPr>
        <w:jc w:val="both"/>
      </w:pPr>
      <w:r>
        <w:tab/>
        <w:t xml:space="preserve">6. Mokyklos-darželio buveinė: </w:t>
      </w:r>
      <w:r w:rsidRPr="00922D96">
        <w:t xml:space="preserve">Ateities </w:t>
      </w:r>
      <w:r>
        <w:t>T</w:t>
      </w:r>
      <w:r w:rsidRPr="00922D96">
        <w:t>ak</w:t>
      </w:r>
      <w:r>
        <w:t xml:space="preserve">o </w:t>
      </w:r>
      <w:r w:rsidRPr="00922D96">
        <w:t xml:space="preserve"> g.</w:t>
      </w:r>
      <w:r>
        <w:t xml:space="preserve"> 1, Lieplaukalės k., Babrungo sen.,  LT- 90111 Plungės r.</w:t>
      </w:r>
    </w:p>
    <w:p w:rsidR="000840A0" w:rsidRDefault="000840A0" w:rsidP="009F708F">
      <w:pPr>
        <w:jc w:val="both"/>
      </w:pPr>
      <w:r>
        <w:t xml:space="preserve">                     7. Mokyklos-darželio veiklos laikotarpis neribotas.</w:t>
      </w:r>
    </w:p>
    <w:p w:rsidR="000840A0" w:rsidRDefault="000840A0" w:rsidP="009F708F">
      <w:pPr>
        <w:jc w:val="both"/>
      </w:pPr>
      <w:r>
        <w:tab/>
        <w:t>8.  Mokyklos-darželio grupė – bendrojo ugdymo mokykla, kodas 3120.</w:t>
      </w:r>
    </w:p>
    <w:p w:rsidR="000840A0" w:rsidRDefault="000840A0" w:rsidP="009F708F">
      <w:pPr>
        <w:jc w:val="both"/>
      </w:pPr>
      <w:r>
        <w:tab/>
        <w:t xml:space="preserve">9.  Mokyklos-darželio tipas – pradinė mokykla, kodas 3122. </w:t>
      </w:r>
    </w:p>
    <w:p w:rsidR="000840A0" w:rsidRDefault="000840A0" w:rsidP="009F708F">
      <w:pPr>
        <w:jc w:val="both"/>
      </w:pPr>
      <w:r>
        <w:tab/>
        <w:t>10. Mokyklos-darželio pagrindinė paskirtis – pradinės mokyklos tipo mokykla-darželis, kodas 31221200.</w:t>
      </w:r>
    </w:p>
    <w:p w:rsidR="000840A0" w:rsidRDefault="000840A0" w:rsidP="009F708F">
      <w:pPr>
        <w:jc w:val="both"/>
      </w:pPr>
      <w:r>
        <w:t xml:space="preserve">                     11. Kitos paskirtys:</w:t>
      </w:r>
    </w:p>
    <w:p w:rsidR="000840A0" w:rsidRDefault="000840A0" w:rsidP="009F708F">
      <w:pPr>
        <w:jc w:val="both"/>
      </w:pPr>
      <w:r>
        <w:t xml:space="preserve">                     12. Mokymo kalba – lietuvių.</w:t>
      </w:r>
    </w:p>
    <w:p w:rsidR="000840A0" w:rsidRDefault="000840A0" w:rsidP="009F708F">
      <w:pPr>
        <w:jc w:val="both"/>
      </w:pPr>
      <w:r>
        <w:tab/>
        <w:t>13. Mokymosi formos:</w:t>
      </w:r>
    </w:p>
    <w:p w:rsidR="000840A0" w:rsidRDefault="000840A0" w:rsidP="009F708F">
      <w:pPr>
        <w:jc w:val="both"/>
      </w:pPr>
      <w:r>
        <w:t xml:space="preserve">                     13.1. grupinio mokymosi;</w:t>
      </w:r>
    </w:p>
    <w:p w:rsidR="000840A0" w:rsidRDefault="000840A0" w:rsidP="009F708F">
      <w:pPr>
        <w:jc w:val="both"/>
      </w:pPr>
      <w:r>
        <w:t xml:space="preserve">                     13.2. pavienio mokymosi.</w:t>
      </w:r>
    </w:p>
    <w:p w:rsidR="000840A0" w:rsidRDefault="000840A0" w:rsidP="009F708F">
      <w:pPr>
        <w:jc w:val="both"/>
      </w:pPr>
      <w:r>
        <w:t xml:space="preserve">                     14. Mokymo proceso organizavimo būdai:</w:t>
      </w:r>
    </w:p>
    <w:p w:rsidR="000840A0" w:rsidRDefault="000840A0" w:rsidP="009F708F">
      <w:pPr>
        <w:jc w:val="both"/>
      </w:pPr>
      <w:r>
        <w:t xml:space="preserve">                     14.1.  kasdienis mokymas;</w:t>
      </w:r>
    </w:p>
    <w:p w:rsidR="000840A0" w:rsidRDefault="000840A0" w:rsidP="009F708F">
      <w:pPr>
        <w:jc w:val="both"/>
      </w:pPr>
      <w:r>
        <w:t xml:space="preserve">                     14.2. savarankiškas mokymas.</w:t>
      </w:r>
    </w:p>
    <w:p w:rsidR="000840A0" w:rsidRDefault="000840A0" w:rsidP="009F708F">
      <w:pPr>
        <w:jc w:val="both"/>
      </w:pPr>
      <w:r>
        <w:tab/>
        <w:t>15. Vykdomos švietimo programos:</w:t>
      </w:r>
    </w:p>
    <w:p w:rsidR="000840A0" w:rsidRDefault="000840A0" w:rsidP="009F708F">
      <w:pPr>
        <w:jc w:val="both"/>
      </w:pPr>
      <w:r>
        <w:t xml:space="preserve">                     15.1. pradinio ugdymo programa;</w:t>
      </w:r>
    </w:p>
    <w:p w:rsidR="000840A0" w:rsidRDefault="000840A0" w:rsidP="009F708F">
      <w:pPr>
        <w:jc w:val="both"/>
      </w:pPr>
      <w:r>
        <w:t xml:space="preserve">                     15.2. priešmokyklinio ugdymo programa;</w:t>
      </w:r>
    </w:p>
    <w:p w:rsidR="000840A0" w:rsidRDefault="000840A0" w:rsidP="009F708F">
      <w:pPr>
        <w:jc w:val="both"/>
      </w:pPr>
      <w:r>
        <w:t xml:space="preserve">                     15.3.  ikimokyklinio ugdymo programa;</w:t>
      </w:r>
    </w:p>
    <w:p w:rsidR="000840A0" w:rsidRDefault="000840A0" w:rsidP="009F708F">
      <w:pPr>
        <w:jc w:val="both"/>
      </w:pPr>
      <w:r>
        <w:t xml:space="preserve">                     15.4. neformaliojo vaikų švietimo programa.</w:t>
      </w:r>
    </w:p>
    <w:p w:rsidR="000840A0" w:rsidRDefault="000840A0" w:rsidP="009F708F">
      <w:pPr>
        <w:jc w:val="both"/>
      </w:pPr>
      <w:r>
        <w:tab/>
        <w:t>16. Mokykla-darželis turi atsiskaitomąją ir kitas sąskaitas Lietuvos Respublikoje įregistruotuose bankuose,</w:t>
      </w:r>
      <w:r w:rsidRPr="00494C16">
        <w:t xml:space="preserve"> </w:t>
      </w:r>
      <w:r>
        <w:t>antspaudą su savo pavadinimu.</w:t>
      </w:r>
    </w:p>
    <w:p w:rsidR="000840A0" w:rsidRDefault="000840A0" w:rsidP="009F708F">
      <w:pPr>
        <w:jc w:val="both"/>
      </w:pPr>
      <w:r>
        <w:tab/>
        <w:t>17. Mokykla-darželis yra viešasis juridinis asmuo, turintis antspaudą su valstybės herbu ir pavadinimu „Plungės r. Didvyčių mokykla-darželis“, atsiskaitomąją ir kitas sąskaitas Lietuvos Respublikoje įregistruotuose bankuose, atributiką, savo veikloje vadovaujasi Lietuvos Respublikos Konstitucija, Lietuvos Respublikos įstatymais,</w:t>
      </w:r>
      <w:r w:rsidRPr="00470862">
        <w:t xml:space="preserve"> </w:t>
      </w:r>
      <w:r>
        <w:t>Lietuvos Respublikos Vyriausybės nutarimais, Lietuvos Respublikos švietimo įstatymu, Vaiko teisių konvencija,  Lietuvos Respublikos švietimo ir mokslo ministro įsakymais, kitais teisės aktais ir šiais Nuostatais.</w:t>
      </w:r>
    </w:p>
    <w:p w:rsidR="000840A0" w:rsidRDefault="000840A0" w:rsidP="009F708F">
      <w:pPr>
        <w:jc w:val="both"/>
      </w:pPr>
    </w:p>
    <w:p w:rsidR="000840A0" w:rsidRPr="0016378F" w:rsidRDefault="000840A0" w:rsidP="009F708F">
      <w:pPr>
        <w:jc w:val="center"/>
        <w:rPr>
          <w:b/>
          <w:bCs/>
        </w:rPr>
      </w:pPr>
      <w:r w:rsidRPr="0016378F">
        <w:rPr>
          <w:b/>
          <w:bCs/>
        </w:rPr>
        <w:t>II.</w:t>
      </w:r>
      <w:r>
        <w:rPr>
          <w:b/>
          <w:bCs/>
        </w:rPr>
        <w:t xml:space="preserve"> MOKYKLOS-DARŽELIO VEIKLOS SRITY</w:t>
      </w:r>
      <w:r w:rsidRPr="0016378F">
        <w:rPr>
          <w:b/>
          <w:bCs/>
        </w:rPr>
        <w:t>S IR RŪŠYS, TIKSLAS, UŽDAVINIAI, FUNKCIJOS, MOKYMOSI PASIEKIMUS ĮTEISINANČIŲ DOKUMENTŲ IŠDAVIMAS</w:t>
      </w:r>
    </w:p>
    <w:p w:rsidR="000840A0" w:rsidRDefault="000840A0" w:rsidP="009F708F">
      <w:pPr>
        <w:jc w:val="both"/>
      </w:pPr>
    </w:p>
    <w:p w:rsidR="000840A0" w:rsidRDefault="000840A0" w:rsidP="009F708F">
      <w:pPr>
        <w:jc w:val="both"/>
      </w:pPr>
      <w:r>
        <w:tab/>
        <w:t>18. Mokyklos-darželio veiklos sritis – švietimas 85.</w:t>
      </w:r>
    </w:p>
    <w:p w:rsidR="000840A0" w:rsidRDefault="000840A0" w:rsidP="009F708F">
      <w:pPr>
        <w:jc w:val="both"/>
      </w:pPr>
      <w:r>
        <w:tab/>
        <w:t xml:space="preserve">19. Mokyklos-darželio veiklos rūšys: </w:t>
      </w:r>
    </w:p>
    <w:p w:rsidR="000840A0" w:rsidRDefault="000840A0" w:rsidP="009F708F">
      <w:pPr>
        <w:jc w:val="both"/>
      </w:pPr>
      <w:r>
        <w:tab/>
        <w:t>19.1. Pagrindinė veiklos rūšis – pradinis ugdymas, kodas 85.20.</w:t>
      </w:r>
    </w:p>
    <w:p w:rsidR="000840A0" w:rsidRDefault="000840A0" w:rsidP="009F708F">
      <w:pPr>
        <w:jc w:val="both"/>
      </w:pPr>
      <w:r>
        <w:tab/>
        <w:t>19.2. Kitos švietimo veiklos rūšys:</w:t>
      </w:r>
    </w:p>
    <w:p w:rsidR="000840A0" w:rsidRDefault="000840A0" w:rsidP="009F708F">
      <w:pPr>
        <w:jc w:val="both"/>
      </w:pPr>
      <w:r>
        <w:tab/>
        <w:t>19.2.1. ikimokyklinis ugdymas, kodas 85.10.10;</w:t>
      </w:r>
    </w:p>
    <w:p w:rsidR="000840A0" w:rsidRDefault="000840A0" w:rsidP="009F708F">
      <w:pPr>
        <w:jc w:val="both"/>
      </w:pPr>
      <w:r>
        <w:tab/>
        <w:t>19.2.2. priešmokyklinis ugdymas, kodas 85.10.20;</w:t>
      </w:r>
    </w:p>
    <w:p w:rsidR="000840A0" w:rsidRDefault="000840A0" w:rsidP="009F708F">
      <w:pPr>
        <w:jc w:val="both"/>
      </w:pPr>
      <w:r>
        <w:tab/>
        <w:t>19.2.3. sportinis ir rekreacinis švietimas, kodas 85.51;</w:t>
      </w:r>
    </w:p>
    <w:p w:rsidR="000840A0" w:rsidRDefault="000840A0" w:rsidP="009F708F">
      <w:pPr>
        <w:jc w:val="both"/>
      </w:pPr>
      <w:r>
        <w:tab/>
        <w:t>19.2.4. kultūrinis švietimas, kodas 85.52;</w:t>
      </w:r>
    </w:p>
    <w:p w:rsidR="000840A0" w:rsidRDefault="000840A0" w:rsidP="009F708F">
      <w:pPr>
        <w:jc w:val="both"/>
      </w:pPr>
      <w:r>
        <w:tab/>
        <w:t>19.2.5. kitas mokymas, kodas 85.5:</w:t>
      </w:r>
    </w:p>
    <w:p w:rsidR="000840A0" w:rsidRDefault="000840A0" w:rsidP="009F708F">
      <w:pPr>
        <w:jc w:val="both"/>
      </w:pPr>
      <w:r>
        <w:t xml:space="preserve">                     19.2.6. kitas, niekur nepriskirtas, švietimas, kodas 85.59;</w:t>
      </w:r>
    </w:p>
    <w:p w:rsidR="000840A0" w:rsidRDefault="000840A0" w:rsidP="009F708F">
      <w:pPr>
        <w:jc w:val="both"/>
      </w:pPr>
      <w:r>
        <w:tab/>
        <w:t>19.2.7. švietimui būdingų paslaugų veikla, kodas 85.60;</w:t>
      </w:r>
    </w:p>
    <w:p w:rsidR="000840A0" w:rsidRDefault="000840A0" w:rsidP="009F708F">
      <w:pPr>
        <w:jc w:val="both"/>
      </w:pPr>
      <w:r>
        <w:tab/>
        <w:t>19.3. Kitos ne švietimo veiklos rūšys:</w:t>
      </w:r>
    </w:p>
    <w:p w:rsidR="000840A0" w:rsidRDefault="000840A0" w:rsidP="009F708F">
      <w:pPr>
        <w:jc w:val="both"/>
      </w:pPr>
      <w:r>
        <w:tab/>
        <w:t>19.3.1. kitų maitinimo paslaugų teikimas, kodas 56.29;</w:t>
      </w:r>
    </w:p>
    <w:p w:rsidR="000840A0" w:rsidRDefault="000840A0" w:rsidP="009F708F">
      <w:pPr>
        <w:jc w:val="both"/>
      </w:pPr>
      <w:r>
        <w:tab/>
        <w:t>19.3.2. vaikų poilsio stovyklų veiklos, kodas 55.20.20;</w:t>
      </w:r>
    </w:p>
    <w:p w:rsidR="000840A0" w:rsidRDefault="000840A0" w:rsidP="009F708F">
      <w:pPr>
        <w:jc w:val="both"/>
      </w:pPr>
      <w:r>
        <w:tab/>
        <w:t>19.3.3. nuosavo arba nuomojamo nekilnojamojo turto nuoma ir eksploatavimas, kodas 68.20;</w:t>
      </w:r>
    </w:p>
    <w:p w:rsidR="000840A0" w:rsidRDefault="000840A0" w:rsidP="009F708F">
      <w:pPr>
        <w:jc w:val="both"/>
      </w:pPr>
      <w:r>
        <w:tab/>
        <w:t>19.3.4. kita žmonių sveikatos priežiūros veikla, kodas 86.90;</w:t>
      </w:r>
    </w:p>
    <w:p w:rsidR="000840A0" w:rsidRDefault="000840A0" w:rsidP="009F708F">
      <w:pPr>
        <w:jc w:val="both"/>
      </w:pPr>
      <w:r>
        <w:tab/>
        <w:t>19.3.5. vaikų dienos priežiūros veikla, kodas 88.91;</w:t>
      </w:r>
    </w:p>
    <w:p w:rsidR="000840A0" w:rsidRDefault="000840A0" w:rsidP="009F708F">
      <w:pPr>
        <w:jc w:val="both"/>
      </w:pPr>
      <w:r>
        <w:tab/>
        <w:t>19.3.6. bibliotekų ir archyvų veikla, kodas 91.01;</w:t>
      </w:r>
    </w:p>
    <w:p w:rsidR="000840A0" w:rsidRDefault="000840A0" w:rsidP="009F708F">
      <w:pPr>
        <w:jc w:val="both"/>
      </w:pPr>
      <w:r>
        <w:tab/>
        <w:t>19.3.7. buhalterinė apskaita ir audito atlikimas, kodas 69.20.10;</w:t>
      </w:r>
    </w:p>
    <w:p w:rsidR="000840A0" w:rsidRDefault="000840A0" w:rsidP="009F708F">
      <w:pPr>
        <w:jc w:val="both"/>
      </w:pPr>
      <w:r>
        <w:tab/>
        <w:t>19.3.8. kita, niekur nepriskirta, asmenų aptarnavimo veikla, kodas 96.09.</w:t>
      </w:r>
    </w:p>
    <w:p w:rsidR="000840A0" w:rsidRDefault="000840A0" w:rsidP="009F708F">
      <w:pPr>
        <w:jc w:val="both"/>
      </w:pPr>
      <w:r>
        <w:tab/>
        <w:t>20. Mokyklos-darželio veiklos tikslas – ugdyti aktyvų, kūrybingą, elementaraus raštingumo ir socialinių, pažintinių, informacinių, veiklos gebėjimų ir bendrųjų vertybių pagrindus įgijusį vaiką, pasirengusį toliau mokytis pagal pagrindinio ugdymo programas.</w:t>
      </w:r>
    </w:p>
    <w:p w:rsidR="000840A0" w:rsidRDefault="000840A0" w:rsidP="009F708F">
      <w:pPr>
        <w:jc w:val="both"/>
      </w:pPr>
      <w:r>
        <w:tab/>
        <w:t>21. Mokyklos-darželio uždaviniai:</w:t>
      </w:r>
    </w:p>
    <w:p w:rsidR="000840A0" w:rsidRDefault="000840A0" w:rsidP="009F708F">
      <w:pPr>
        <w:jc w:val="both"/>
      </w:pPr>
      <w:r>
        <w:tab/>
        <w:t>21.1. teikti vaikams kokybišką ikimokyklinį, priešmokyklinį ir pradinį išsilavinimą;</w:t>
      </w:r>
    </w:p>
    <w:p w:rsidR="000840A0" w:rsidRDefault="000840A0" w:rsidP="009F708F">
      <w:pPr>
        <w:jc w:val="both"/>
      </w:pPr>
      <w:r>
        <w:tab/>
        <w:t>21.2. tenkinti vaikų pažinimo, lavinimosi ir saviraiškos poreikius;</w:t>
      </w:r>
    </w:p>
    <w:p w:rsidR="000840A0" w:rsidRDefault="000840A0" w:rsidP="009F708F">
      <w:pPr>
        <w:jc w:val="both"/>
      </w:pPr>
      <w:r>
        <w:tab/>
        <w:t xml:space="preserve">21.3. teikti vaikams reikiamą pagalbą;                      </w:t>
      </w:r>
    </w:p>
    <w:p w:rsidR="000840A0" w:rsidRDefault="000840A0" w:rsidP="009F708F">
      <w:pPr>
        <w:jc w:val="both"/>
      </w:pPr>
      <w:r>
        <w:tab/>
        <w:t>21.4. užtikrinti saugią, sveiką, užkertančią kelią smurto, prievartos apraiškoms, narkotinių ir psichotropinių medžiagų vartojimui ir kitiems žalingiems įpročiams aplinką;</w:t>
      </w:r>
    </w:p>
    <w:p w:rsidR="000840A0" w:rsidRDefault="000840A0" w:rsidP="009F708F">
      <w:pPr>
        <w:jc w:val="both"/>
      </w:pPr>
      <w:r>
        <w:tab/>
        <w:t>21.5. skatinti mokyklos ir šeimos bendravimą ir bendradarbiavimą.</w:t>
      </w:r>
    </w:p>
    <w:p w:rsidR="000840A0" w:rsidRDefault="000840A0" w:rsidP="009F708F">
      <w:pPr>
        <w:jc w:val="both"/>
      </w:pPr>
      <w:r>
        <w:tab/>
        <w:t>22. Mokykla-darželis atlieka šias funkcijas:</w:t>
      </w:r>
    </w:p>
    <w:p w:rsidR="000840A0" w:rsidRDefault="000840A0" w:rsidP="009F708F">
      <w:pPr>
        <w:jc w:val="both"/>
      </w:pPr>
      <w:r>
        <w:tab/>
        <w:t>22.1. formuoja ugdymo turinį ir organizuoja darbą pagal Lietuvos Respublikos švietimo ir mokslo ministro patvirtintas bendrąsias ugdymo programas, bendrojo ugdymo mokyklų bendruosius arba nustatyta tvarka suderintus individualius ugdymo planus, užtikrina ugdymo planų įgyvendinimą;</w:t>
      </w:r>
    </w:p>
    <w:p w:rsidR="000840A0" w:rsidRDefault="000840A0" w:rsidP="009F708F">
      <w:pPr>
        <w:jc w:val="both"/>
      </w:pPr>
      <w:r>
        <w:tab/>
        <w:t xml:space="preserve">22.2. </w:t>
      </w:r>
      <w:r>
        <w:rPr>
          <w:color w:val="000000"/>
        </w:rPr>
        <w:t>teikia  bendrąjį ikimokyklinį, priešmokyklinį  ugdymą, maitinimo paslaugas, kurių tvarką, mokėjimo terminus, užmokesčio lengvatas, sąlygas ir įkainius reglamentuoja Plungės rajono savivaldybės tarybos sprendimai;</w:t>
      </w:r>
    </w:p>
    <w:p w:rsidR="000840A0" w:rsidRDefault="000840A0" w:rsidP="009F708F">
      <w:pPr>
        <w:jc w:val="both"/>
      </w:pPr>
      <w:r>
        <w:tab/>
        <w:t>22.3. vykdo ikimokyklinio, priešmokyklinio, pradinio, neformaliojo vaikų švietimo programas, rengia kitas vaikų amžių, asmenines jų ypatybes atitinkančias individualizuotas ugdymo programas;</w:t>
      </w:r>
    </w:p>
    <w:p w:rsidR="000840A0" w:rsidRDefault="000840A0" w:rsidP="009F708F">
      <w:pPr>
        <w:jc w:val="both"/>
      </w:pPr>
      <w:r>
        <w:tab/>
        <w:t>22.4. ikimokyklinio  amžiaus  vaikų  ugdymą  organizuoja  pagal įstaigos parengtą programą, vadovaujantis  švietimo  ir  mokslo    ministro  patvirtintu Ikimokyklinio ugdymo programų kriterijų aprašu;</w:t>
      </w:r>
    </w:p>
    <w:p w:rsidR="000840A0" w:rsidRDefault="000840A0" w:rsidP="009F708F">
      <w:r>
        <w:tab/>
        <w:t>22.5. priešmokyklinio amžiaus vaikų ugdymą organizuoja pagal švietimo ir mokslo ministro patvirtintą Priešmokyklinio ugdymo bendrąją programą;</w:t>
      </w:r>
    </w:p>
    <w:p w:rsidR="000840A0" w:rsidRDefault="000840A0" w:rsidP="009F708F">
      <w:r>
        <w:tab/>
        <w:t>22.6. sudaro neformaliojo švietimo programas;</w:t>
      </w:r>
    </w:p>
    <w:p w:rsidR="000840A0" w:rsidRDefault="000840A0" w:rsidP="009F708F">
      <w:pPr>
        <w:jc w:val="both"/>
      </w:pPr>
      <w:r>
        <w:tab/>
        <w:t>22.7. pasirenka programų turinio perteikimo būdus;</w:t>
      </w:r>
    </w:p>
    <w:p w:rsidR="000840A0" w:rsidRDefault="000840A0" w:rsidP="009F708F">
      <w:pPr>
        <w:jc w:val="both"/>
      </w:pPr>
      <w:r>
        <w:tab/>
        <w:t>22.8. inicijuoja vaikų ugdymo (-si) pasiekimų tyrimus;</w:t>
      </w:r>
    </w:p>
    <w:p w:rsidR="000840A0" w:rsidRDefault="000840A0" w:rsidP="009F708F">
      <w:pPr>
        <w:jc w:val="both"/>
      </w:pPr>
      <w:r>
        <w:tab/>
        <w:t>22.9. įvertina mokinių specialiųjų ugdymo poreikių lygį ir skiria švietimo pagalbą teisės aktų nustatyta tvarka;</w:t>
      </w:r>
    </w:p>
    <w:p w:rsidR="000840A0" w:rsidRDefault="000840A0" w:rsidP="009F708F">
      <w:pPr>
        <w:jc w:val="both"/>
      </w:pPr>
      <w:r>
        <w:tab/>
        <w:t>22.10. užtikrina higienos normas, teisės aktų reikalavimus atitinkančią sveiką, saugią ugdymo (-si) ir darbo aplinką;</w:t>
      </w:r>
    </w:p>
    <w:p w:rsidR="000840A0" w:rsidRDefault="000840A0" w:rsidP="009F708F">
      <w:pPr>
        <w:jc w:val="both"/>
      </w:pPr>
      <w:r>
        <w:tab/>
        <w:t>22.11. sudaro sąlygas darbuotojams tobulinti kvalifikaciją, dalytis gerąja patirtimi;</w:t>
      </w:r>
    </w:p>
    <w:p w:rsidR="000840A0" w:rsidRDefault="000840A0" w:rsidP="009F708F">
      <w:pPr>
        <w:jc w:val="both"/>
      </w:pPr>
      <w:r>
        <w:tab/>
        <w:t>22.12. skatina šeimos bendravimą ir bendradarbiavimą;</w:t>
      </w:r>
    </w:p>
    <w:p w:rsidR="000840A0" w:rsidRDefault="000840A0" w:rsidP="009F708F">
      <w:pPr>
        <w:jc w:val="both"/>
      </w:pPr>
      <w:r>
        <w:tab/>
        <w:t>22.13. inicijuoja paramą socialiai remtinų šeimų mokiniams;</w:t>
      </w:r>
    </w:p>
    <w:p w:rsidR="000840A0" w:rsidRDefault="000840A0" w:rsidP="009F708F">
      <w:pPr>
        <w:jc w:val="both"/>
      </w:pPr>
      <w:r>
        <w:tab/>
        <w:t>22.14. Mokyklos-darželio valdymą grindžia demokratiniais pagrindais;</w:t>
      </w:r>
    </w:p>
    <w:p w:rsidR="000840A0" w:rsidRDefault="000840A0" w:rsidP="009F708F">
      <w:pPr>
        <w:jc w:val="both"/>
      </w:pPr>
      <w:r>
        <w:tab/>
        <w:t>22.15. kuria Mokykloje-darželyje laisvalaikio ir pramogų kultūrą;</w:t>
      </w:r>
    </w:p>
    <w:p w:rsidR="000840A0" w:rsidRDefault="000840A0" w:rsidP="009F708F">
      <w:pPr>
        <w:jc w:val="both"/>
      </w:pPr>
      <w:r>
        <w:tab/>
        <w:t>22.16. kuria Mokyklą-darželį kaip vietos bendruomenės židinį;</w:t>
      </w:r>
    </w:p>
    <w:p w:rsidR="000840A0" w:rsidRDefault="000840A0" w:rsidP="009F708F">
      <w:pPr>
        <w:jc w:val="both"/>
      </w:pPr>
      <w:r>
        <w:tab/>
        <w:t>22.17. teikia mokamas papildomas paslaugas (popamokinę mokinių priežiūrą, studijas, neformalųjį švietimą ir kt.)</w:t>
      </w:r>
      <w:r w:rsidRPr="00AB15EC">
        <w:t xml:space="preserve"> </w:t>
      </w:r>
      <w:r>
        <w:t>mokinių tėvų (globėjų, rūpintojų) pageidavimu, teisės aktų nustatyta tvarka;</w:t>
      </w:r>
    </w:p>
    <w:p w:rsidR="000840A0" w:rsidRDefault="000840A0" w:rsidP="009F708F">
      <w:pPr>
        <w:jc w:val="both"/>
      </w:pPr>
      <w:r>
        <w:tab/>
        <w:t>22.18. plėtoja dalyvavimą projektuose, vykdo reikalingus tyrimus;</w:t>
      </w:r>
    </w:p>
    <w:p w:rsidR="000840A0" w:rsidRDefault="000840A0" w:rsidP="009F708F">
      <w:pPr>
        <w:jc w:val="both"/>
      </w:pPr>
      <w:r>
        <w:tab/>
        <w:t>22.19. atlieka kitas įstatymų ir kitų teisės aktų nustatytas funkcijas;</w:t>
      </w:r>
    </w:p>
    <w:p w:rsidR="000840A0" w:rsidRDefault="000840A0" w:rsidP="009F708F">
      <w:pPr>
        <w:jc w:val="both"/>
      </w:pPr>
      <w:r>
        <w:t xml:space="preserve">                      22.20.  mokiniams išduodami mokymosi pasiekimus įteisinantys dokumentai: Pradinio išsilavinimo pažymėjimas, Pradinio ugdymo pasiekimų pažymėjimas.</w:t>
      </w:r>
    </w:p>
    <w:p w:rsidR="000840A0" w:rsidRDefault="000840A0" w:rsidP="009F708F">
      <w:pPr>
        <w:jc w:val="both"/>
      </w:pPr>
    </w:p>
    <w:p w:rsidR="000840A0" w:rsidRPr="00B9761C" w:rsidRDefault="000840A0" w:rsidP="009F708F">
      <w:pPr>
        <w:jc w:val="center"/>
        <w:rPr>
          <w:b/>
          <w:bCs/>
        </w:rPr>
      </w:pPr>
      <w:r w:rsidRPr="00B9761C">
        <w:rPr>
          <w:b/>
          <w:bCs/>
        </w:rPr>
        <w:t>III. MOKYKLOS-DARŽELIO TEISĖS IR PAREIGOS</w:t>
      </w:r>
    </w:p>
    <w:p w:rsidR="000840A0" w:rsidRDefault="000840A0" w:rsidP="009F708F">
      <w:pPr>
        <w:jc w:val="both"/>
      </w:pPr>
    </w:p>
    <w:p w:rsidR="000840A0" w:rsidRDefault="000840A0" w:rsidP="009F708F">
      <w:pPr>
        <w:jc w:val="both"/>
      </w:pPr>
      <w:r>
        <w:tab/>
        <w:t>23. Mokykla-darželis, įgyvendindama jai pavestus uždavinius, atlikdama jai priskirtas funkcijas, turi teisę:</w:t>
      </w:r>
    </w:p>
    <w:p w:rsidR="000840A0" w:rsidRDefault="000840A0" w:rsidP="009F708F">
      <w:pPr>
        <w:jc w:val="both"/>
      </w:pPr>
      <w:r>
        <w:tab/>
        <w:t xml:space="preserve">23.1. parinkti ir kurti naujus mokymo metodus, užtikrinančius kokybišką ugdymą </w:t>
      </w:r>
    </w:p>
    <w:p w:rsidR="000840A0" w:rsidRDefault="000840A0" w:rsidP="009F708F">
      <w:pPr>
        <w:jc w:val="both"/>
      </w:pPr>
      <w:r>
        <w:t>(-si);</w:t>
      </w:r>
    </w:p>
    <w:p w:rsidR="000840A0" w:rsidRDefault="000840A0" w:rsidP="009F708F">
      <w:pPr>
        <w:jc w:val="both"/>
      </w:pPr>
      <w:r>
        <w:tab/>
        <w:t>23.2. bendradarbiauti su savo veiklai įtakos turinčiais fiziniais ir juridiniais asmenimis;</w:t>
      </w:r>
    </w:p>
    <w:p w:rsidR="000840A0" w:rsidRDefault="000840A0" w:rsidP="009F708F">
      <w:pPr>
        <w:jc w:val="both"/>
      </w:pPr>
      <w:r>
        <w:tab/>
        <w:t>23.3. vykdyti miesto, šalies ir tarptautinius projektus;</w:t>
      </w:r>
    </w:p>
    <w:p w:rsidR="000840A0" w:rsidRDefault="000840A0" w:rsidP="009F708F">
      <w:pPr>
        <w:jc w:val="both"/>
      </w:pPr>
      <w:r>
        <w:tab/>
        <w:t>23.4. Savivaldybės tarybos sutikimu stoti ir jungtis į asociacijas, dalyvauti jų veikloje;</w:t>
      </w:r>
    </w:p>
    <w:p w:rsidR="000840A0" w:rsidRDefault="000840A0" w:rsidP="009F708F">
      <w:pPr>
        <w:jc w:val="both"/>
      </w:pPr>
      <w:r>
        <w:tab/>
        <w:t xml:space="preserve">23.5. gauti paramą Lietuvos Respublikos labdaros ir paramos įstatymo nustatyta </w:t>
      </w:r>
    </w:p>
    <w:p w:rsidR="000840A0" w:rsidRDefault="000840A0" w:rsidP="009F708F">
      <w:pPr>
        <w:jc w:val="both"/>
      </w:pPr>
      <w:r>
        <w:t xml:space="preserve">tvarka;                     </w:t>
      </w:r>
    </w:p>
    <w:p w:rsidR="000840A0" w:rsidRDefault="000840A0" w:rsidP="009F708F">
      <w:pPr>
        <w:jc w:val="both"/>
      </w:pPr>
      <w:r>
        <w:tab/>
        <w:t>23.6. naudotis kitomis teisės aktų suteiktomis teisėmis.</w:t>
      </w:r>
    </w:p>
    <w:p w:rsidR="000840A0" w:rsidRDefault="000840A0" w:rsidP="009F708F">
      <w:pPr>
        <w:jc w:val="both"/>
      </w:pPr>
      <w:r>
        <w:tab/>
        <w:t>24.  Mokykla-darželis privalo:</w:t>
      </w:r>
    </w:p>
    <w:p w:rsidR="000840A0" w:rsidRDefault="000840A0" w:rsidP="009F708F">
      <w:pPr>
        <w:jc w:val="both"/>
      </w:pPr>
      <w:r>
        <w:tab/>
        <w:t>24.1. užtikrinti kokybišką ikimokyklinio, priešmokyklinio ir pradinio ugdymo programų vykdymą;</w:t>
      </w:r>
    </w:p>
    <w:p w:rsidR="000840A0" w:rsidRDefault="000840A0" w:rsidP="009F708F">
      <w:pPr>
        <w:jc w:val="both"/>
      </w:pPr>
      <w:r>
        <w:tab/>
        <w:t>24.2. sudaryti higienos normas atitinkančias ugdymo (-si) sąlygas;</w:t>
      </w:r>
    </w:p>
    <w:p w:rsidR="000840A0" w:rsidRDefault="000840A0" w:rsidP="009F708F">
      <w:pPr>
        <w:jc w:val="both"/>
      </w:pPr>
      <w:r>
        <w:tab/>
        <w:t>24.3. užtikrinti saugią, sveiką, užkertančią kelią smurto, prievartos apraiškoms, narkotinių ir psichotropinių medžiagų vartojimo ir kitiems žalingiems įpročiams aplinką;</w:t>
      </w:r>
    </w:p>
    <w:p w:rsidR="000840A0" w:rsidRDefault="000840A0" w:rsidP="009F708F">
      <w:pPr>
        <w:jc w:val="both"/>
      </w:pPr>
      <w:r>
        <w:t xml:space="preserve">                      24.4. informuoti apie vaiko teisių pažeidimus vaiko tėvus (globėjus);</w:t>
      </w:r>
    </w:p>
    <w:p w:rsidR="000840A0" w:rsidRDefault="000840A0" w:rsidP="009F708F">
      <w:pPr>
        <w:jc w:val="both"/>
      </w:pPr>
      <w:r>
        <w:t xml:space="preserve">                      24.5. apie Mokinio elgesio taisyklių pažeidimus, keliančius pavojų mokinių sveikatai ir saugumui, direktorius informuoja Savivaldybės administraciją, Vaiko teisių apsaugos skyrių.</w:t>
      </w:r>
    </w:p>
    <w:p w:rsidR="000840A0" w:rsidRDefault="000840A0" w:rsidP="009F708F">
      <w:pPr>
        <w:jc w:val="both"/>
      </w:pPr>
    </w:p>
    <w:p w:rsidR="000840A0" w:rsidRPr="00015745" w:rsidRDefault="000840A0" w:rsidP="009F708F">
      <w:pPr>
        <w:jc w:val="center"/>
        <w:rPr>
          <w:b/>
          <w:bCs/>
        </w:rPr>
      </w:pPr>
      <w:r w:rsidRPr="00015745">
        <w:rPr>
          <w:b/>
          <w:bCs/>
        </w:rPr>
        <w:t>IV. MOKYKLOS-DARŽELIO VEIKLOS ORGANIZAVIMAS IR VALDYMAS</w:t>
      </w:r>
    </w:p>
    <w:p w:rsidR="000840A0" w:rsidRDefault="000840A0" w:rsidP="009F708F">
      <w:pPr>
        <w:jc w:val="both"/>
      </w:pPr>
    </w:p>
    <w:p w:rsidR="000840A0" w:rsidRDefault="000840A0" w:rsidP="009F708F">
      <w:pPr>
        <w:jc w:val="both"/>
      </w:pPr>
      <w:r>
        <w:tab/>
        <w:t>25. Mokyklos-darželio veikla organizuojama pagal:</w:t>
      </w:r>
    </w:p>
    <w:p w:rsidR="000840A0" w:rsidRDefault="000840A0" w:rsidP="009F708F">
      <w:pPr>
        <w:jc w:val="both"/>
      </w:pPr>
      <w:r>
        <w:tab/>
        <w:t xml:space="preserve">25.1. Mokyklos-darželio strateginį planą, patvirtintą Mokyklos-darželio direktoriaus, pritarus Mokyklos-darželio tarybai ir Plungės rajono </w:t>
      </w:r>
      <w:r w:rsidRPr="00722956">
        <w:t>savivaldybės vykdomajai institucijai</w:t>
      </w:r>
      <w:r>
        <w:t xml:space="preserve"> ar jos įgaliotam asmeniui;</w:t>
      </w:r>
    </w:p>
    <w:p w:rsidR="000840A0" w:rsidRDefault="000840A0" w:rsidP="009F708F">
      <w:pPr>
        <w:jc w:val="both"/>
      </w:pPr>
      <w:r>
        <w:tab/>
        <w:t>25.2. Mokyklos-darželio metinį veiklos planą, patvirtintą Mokyklos-darželio direktoriaus, pritarus Mokyklos-darželio tarybai;</w:t>
      </w:r>
    </w:p>
    <w:p w:rsidR="000840A0" w:rsidRDefault="000840A0" w:rsidP="009F708F">
      <w:pPr>
        <w:jc w:val="both"/>
      </w:pPr>
      <w:r>
        <w:tab/>
        <w:t xml:space="preserve">25.3. Mokyklos-darželio ugdymo planą, patvirtintą Mokyklos-darželio direktoriaus, pritarus Mokyklos-darželio tarybai ir suderintą su Plungės rajono </w:t>
      </w:r>
      <w:r w:rsidRPr="00722956">
        <w:t>savivaldybės vykdomąja institucija</w:t>
      </w:r>
      <w:r>
        <w:t xml:space="preserve"> ar jos įgaliotu asmeniu.  </w:t>
      </w:r>
    </w:p>
    <w:p w:rsidR="000840A0" w:rsidRDefault="000840A0" w:rsidP="009F708F">
      <w:pPr>
        <w:jc w:val="both"/>
      </w:pPr>
      <w:r>
        <w:tab/>
        <w:t>26. Mokyklos-darželio direktorių atviro konkurso būdu pareigoms skiria ir atleidžia savininko teises ir pareigas įgyvendinanti institucija teisės aktų nustatyta tvarka. Direktoriaus pareigybės aprašymą tvirtina Savivaldybės meras.</w:t>
      </w:r>
    </w:p>
    <w:p w:rsidR="000840A0" w:rsidRDefault="000840A0" w:rsidP="009F708F">
      <w:pPr>
        <w:jc w:val="both"/>
      </w:pPr>
      <w:r>
        <w:tab/>
        <w:t>27. Mokyklos-darželio direktorius:</w:t>
      </w:r>
    </w:p>
    <w:p w:rsidR="000840A0" w:rsidRDefault="000840A0" w:rsidP="009F708F">
      <w:pPr>
        <w:jc w:val="both"/>
      </w:pPr>
      <w:r>
        <w:tab/>
        <w:t>27.1. vadovauja Mokyklos-darželio strateginio plano, metinių veiklos, ugdymo planų ir švietimo programų rengimui, juos tvirtina, vadovauja jų vykdymui;</w:t>
      </w:r>
    </w:p>
    <w:p w:rsidR="000840A0" w:rsidRDefault="000840A0" w:rsidP="009F708F">
      <w:pPr>
        <w:jc w:val="both"/>
      </w:pPr>
      <w:r>
        <w:tab/>
        <w:t>27.2. nustato Mokyklos-darželio veiklos sritis, tvirtina darbuotojų pareigybių sąrašą, neviršydamas nustatyto didžiausio leistino pareigybių skaičiaus;</w:t>
      </w:r>
    </w:p>
    <w:p w:rsidR="000840A0" w:rsidRDefault="000840A0" w:rsidP="009F708F">
      <w:pPr>
        <w:jc w:val="both"/>
      </w:pPr>
      <w:r>
        <w:tab/>
        <w:t>27.3. nustato struktūrinių padalinių tikslus, uždavinius, funkcijas;</w:t>
      </w:r>
    </w:p>
    <w:p w:rsidR="000840A0" w:rsidRDefault="000840A0" w:rsidP="009F708F">
      <w:pPr>
        <w:jc w:val="both"/>
      </w:pPr>
      <w:r>
        <w:tab/>
        <w:t>27.4. tvirtina darbuotojų pareigybių aprašymus, Lietuvos Respublikos darbo kodekso ir kitų teisės aktų nustatyta tvarka priima į darbą ir atleidžia iš jo Mokyklos-darželio darbuotojus, skatina juos, skiria drausmines nuobaudas;</w:t>
      </w:r>
    </w:p>
    <w:p w:rsidR="000840A0" w:rsidRDefault="000840A0" w:rsidP="009F708F">
      <w:pPr>
        <w:jc w:val="both"/>
      </w:pPr>
      <w:r>
        <w:tab/>
        <w:t>27.5. priima mokinius savininko teises ir pareigas įgyvendinančios institucijos nustatyta tvarka, sudaro mokymo (ugdymo) sutartis teisės aktų nustatyta tvarka;</w:t>
      </w:r>
    </w:p>
    <w:p w:rsidR="000840A0" w:rsidRDefault="000840A0" w:rsidP="009F708F">
      <w:pPr>
        <w:jc w:val="both"/>
      </w:pPr>
      <w:r>
        <w:tab/>
        <w:t>27.6. suderinęs su Mokyklos-darželio taryba, tvirtina Mokyklos-darželio vidaus tvarkos taisykles, kuriose nustato vaikų, darbuotojų teises, pareigas, atsakomybę, bendruomenės narių elgesio ir etikos normas;</w:t>
      </w:r>
    </w:p>
    <w:p w:rsidR="000840A0" w:rsidRDefault="000840A0" w:rsidP="009F708F">
      <w:pPr>
        <w:jc w:val="both"/>
      </w:pPr>
      <w:r>
        <w:tab/>
        <w:t>27.7. sudaro vaikams ir darbuotojams saugias ir sveikatai nekenksmingas ugdymosi ir darbo sąlygas;</w:t>
      </w:r>
    </w:p>
    <w:p w:rsidR="000840A0" w:rsidRDefault="000840A0" w:rsidP="009F708F">
      <w:pPr>
        <w:jc w:val="both"/>
      </w:pPr>
      <w:r>
        <w:tab/>
        <w:t>27.8. planuoja Mokyklos-darželio veiklą ir vertina materialinių ir intelektinių išteklių naudojimą;</w:t>
      </w:r>
    </w:p>
    <w:p w:rsidR="000840A0" w:rsidRDefault="000840A0" w:rsidP="009F708F">
      <w:pPr>
        <w:jc w:val="both"/>
      </w:pPr>
      <w:r>
        <w:tab/>
        <w:t>27.9. leidžia įsakymus, kontroliuoja jų vykdymą;</w:t>
      </w:r>
    </w:p>
    <w:p w:rsidR="000840A0" w:rsidRDefault="000840A0" w:rsidP="009F708F">
      <w:pPr>
        <w:jc w:val="both"/>
      </w:pPr>
      <w:r>
        <w:tab/>
        <w:t>27.10. sudaro sutartis Mokyklos-darželio funkcijoms atlikti;</w:t>
      </w:r>
    </w:p>
    <w:p w:rsidR="000840A0" w:rsidRDefault="000840A0" w:rsidP="009F708F">
      <w:pPr>
        <w:jc w:val="both"/>
      </w:pPr>
      <w:r>
        <w:tab/>
        <w:t>27.11. organizuoja Mokyklos-darželio dokumentų saugojimą ir valdymą;</w:t>
      </w:r>
    </w:p>
    <w:p w:rsidR="000840A0" w:rsidRDefault="000840A0" w:rsidP="009F708F">
      <w:pPr>
        <w:jc w:val="both"/>
      </w:pPr>
      <w:r>
        <w:tab/>
        <w:t>27.12. rūpinasi intelektiniais, materialiniais, finansiniais, informaciniais ištekliais, užtikrina jų optimalų valdymą, naudojimą;</w:t>
      </w:r>
    </w:p>
    <w:p w:rsidR="000840A0" w:rsidRDefault="000840A0" w:rsidP="009F708F">
      <w:pPr>
        <w:jc w:val="both"/>
      </w:pPr>
      <w:r>
        <w:tab/>
        <w:t>27.13. sudaro sąlygas darbuotojams tobulėti, kelti kvalifikaciją;</w:t>
      </w:r>
    </w:p>
    <w:p w:rsidR="000840A0" w:rsidRDefault="000840A0" w:rsidP="009F708F">
      <w:pPr>
        <w:jc w:val="both"/>
      </w:pPr>
      <w:r>
        <w:tab/>
        <w:t>27.14. inicijuoja Mokyklos-darželio savivaldos institucijų sudarymą ir skatina jų veiklą;</w:t>
      </w:r>
    </w:p>
    <w:p w:rsidR="000840A0" w:rsidRDefault="000840A0" w:rsidP="009F708F">
      <w:pPr>
        <w:jc w:val="both"/>
      </w:pPr>
      <w:r>
        <w:tab/>
        <w:t>27.15. bendradarbiauja su mokinių tėvais (globėjais, rūpintojais), pagalbą mokiniui, mokytojui ir Mokyklai-darželiui teikiančiomis įstaigomis, teritorinėmis policijos, socialinių paslaugų, sveikatos įstaigomis, vaiko teisių apsaugos tarnybomis ir kitomis institucijomis, dirbančiomis vaiko teisių apsaugos srityje;</w:t>
      </w:r>
    </w:p>
    <w:p w:rsidR="000840A0" w:rsidRDefault="000840A0" w:rsidP="009F708F">
      <w:pPr>
        <w:jc w:val="both"/>
      </w:pPr>
      <w:r>
        <w:tab/>
        <w:t>27.16. atstovauja Mokyklai-darželiui kitose institucijose;</w:t>
      </w:r>
    </w:p>
    <w:p w:rsidR="000840A0" w:rsidRDefault="000840A0" w:rsidP="009F708F">
      <w:pPr>
        <w:jc w:val="both"/>
      </w:pPr>
      <w:r>
        <w:tab/>
        <w:t>27.17. vykdo kitas teisės aktuose ir pareigybės aprašyme nustatytas funkcijas.</w:t>
      </w:r>
    </w:p>
    <w:p w:rsidR="000840A0" w:rsidRDefault="000840A0" w:rsidP="009F708F">
      <w:pPr>
        <w:jc w:val="both"/>
      </w:pPr>
      <w:r>
        <w:tab/>
        <w:t>28. Mokyklos-darželio direktorius atsako:</w:t>
      </w:r>
    </w:p>
    <w:p w:rsidR="000840A0" w:rsidRDefault="000840A0" w:rsidP="009F708F">
      <w:pPr>
        <w:jc w:val="both"/>
      </w:pPr>
      <w:r>
        <w:tab/>
        <w:t>28.1. už Lietuvos Respublikos įstatymų ir kitų teisės aktų laikymąsi Mokykloje-darželyje,  nustatytų  tikslų ir uždavinių įgyvendinimą, veiklos rezultatus, tinkamą funkcijų atlikimą;</w:t>
      </w:r>
    </w:p>
    <w:p w:rsidR="000840A0" w:rsidRDefault="000840A0" w:rsidP="009F708F">
      <w:pPr>
        <w:jc w:val="both"/>
      </w:pPr>
      <w:r>
        <w:tab/>
        <w:t xml:space="preserve">28.2 .už  demokratinį Mokyklos-darželio valdymą, skaidriai priimamus sprendimus, bendruomenės narių informavimą, </w:t>
      </w:r>
    </w:p>
    <w:p w:rsidR="000840A0" w:rsidRDefault="000840A0" w:rsidP="009F708F">
      <w:pPr>
        <w:jc w:val="both"/>
      </w:pPr>
      <w:r>
        <w:tab/>
        <w:t xml:space="preserve">28.3. už pedagoginio ir nepedagoginio personalo tobulėjimą; </w:t>
      </w:r>
    </w:p>
    <w:p w:rsidR="000840A0" w:rsidRDefault="000840A0" w:rsidP="009F708F">
      <w:pPr>
        <w:jc w:val="both"/>
      </w:pPr>
      <w:r>
        <w:tab/>
        <w:t>28.4. už sveiką ir saugią, užkertančią kelią bet kokioms smurto, prievartos apraiškoms ir žalingiems įpročiams aplinką;</w:t>
      </w:r>
    </w:p>
    <w:p w:rsidR="000840A0" w:rsidRDefault="000840A0" w:rsidP="009F708F">
      <w:pPr>
        <w:jc w:val="both"/>
      </w:pPr>
      <w:r>
        <w:tab/>
        <w:t>28.5. už gerą ir veiksmingą vaiko minimalios priežiūros priemonių įgyvendinimą;</w:t>
      </w:r>
    </w:p>
    <w:p w:rsidR="000840A0" w:rsidRDefault="000840A0" w:rsidP="009F708F">
      <w:pPr>
        <w:jc w:val="both"/>
      </w:pPr>
      <w:r>
        <w:tab/>
        <w:t>28.6. už pagal Lietuvos Respublikos viešojo sektoriaus atskaitomybės įstatymą teikiamų ataskaitų rinkinių ir statistinių ataskaitų teisingumą;</w:t>
      </w:r>
    </w:p>
    <w:p w:rsidR="000840A0" w:rsidRDefault="000840A0" w:rsidP="009F708F">
      <w:pPr>
        <w:jc w:val="both"/>
      </w:pPr>
      <w:r>
        <w:t xml:space="preserve">                      28.7. už viešosios informacijos apie Mokyklos-darželio veiklą skelbimą.</w:t>
      </w:r>
    </w:p>
    <w:p w:rsidR="000840A0" w:rsidRDefault="000840A0" w:rsidP="009F708F">
      <w:pPr>
        <w:jc w:val="both"/>
      </w:pPr>
      <w:r>
        <w:t xml:space="preserve">                      29. Mokyklos-darželio direktorius gali organizuoti mokytojų ir švietimo pagalbos specialistų pasitarimus ugdymo turinio formavimo ir ugdymo proceso organizavimo klausimais.</w:t>
      </w:r>
    </w:p>
    <w:p w:rsidR="000840A0" w:rsidRDefault="000840A0" w:rsidP="009F708F">
      <w:pPr>
        <w:jc w:val="both"/>
      </w:pPr>
    </w:p>
    <w:p w:rsidR="000840A0" w:rsidRPr="00146277" w:rsidRDefault="000840A0" w:rsidP="009F708F">
      <w:pPr>
        <w:jc w:val="center"/>
        <w:rPr>
          <w:b/>
          <w:bCs/>
        </w:rPr>
      </w:pPr>
      <w:r w:rsidRPr="00146277">
        <w:rPr>
          <w:b/>
          <w:bCs/>
        </w:rPr>
        <w:t>V. MOKYKLOS-DARŽELIO SAVIVALDA</w:t>
      </w:r>
    </w:p>
    <w:p w:rsidR="000840A0" w:rsidRDefault="000840A0" w:rsidP="009F708F">
      <w:pPr>
        <w:jc w:val="both"/>
      </w:pPr>
    </w:p>
    <w:p w:rsidR="000840A0" w:rsidRDefault="000840A0" w:rsidP="009F708F">
      <w:pPr>
        <w:jc w:val="both"/>
      </w:pPr>
      <w:r>
        <w:tab/>
        <w:t>30. Mokyklos-darželio taryba yra aukščiausia Mokyklos-darželio savivaldos institucija. Taryba telkia mokytojus, tėvus (globėjus, rūpintojus), vietos bendruomenę demokratiniam Mokyklos-darželio valdymui, padeda spręsti Mokyklos-darželio aktualius klausimus, atstovauti teisėtiems Mokyklos-darželio interesams.</w:t>
      </w:r>
    </w:p>
    <w:p w:rsidR="000840A0" w:rsidRDefault="000840A0" w:rsidP="009F708F">
      <w:pPr>
        <w:jc w:val="both"/>
      </w:pPr>
      <w:r>
        <w:tab/>
        <w:t>31. Mokyklos-darželio taryba sudaroma iš Mokykloje-darželyje nedirbančių mokinių tėvų (globėjų, rūpintojų), mokytojų, vietos bendruomenės atstovų. Mokyklos-darželio tarybos narių skaičių ir jos veiklos kadencijos trukmę nustato Mokyklos-darželio direktorius.</w:t>
      </w:r>
    </w:p>
    <w:p w:rsidR="000840A0" w:rsidRDefault="000840A0" w:rsidP="009F708F">
      <w:pPr>
        <w:jc w:val="both"/>
      </w:pPr>
      <w:r>
        <w:tab/>
        <w:t>32. Į Mokyklos-darželio tarybą lygiomis dalimis tėvus (globėjus, rūpintojus) deleguoja visuotinis tėvų (globėjų, rūpintojų) susirinkimas, mokytojus – mokytojų taryba, 1-3 vietos bendruomenės atstovus – Mokyklos-darželio direktorius.</w:t>
      </w:r>
    </w:p>
    <w:p w:rsidR="000840A0" w:rsidRDefault="000840A0" w:rsidP="009F708F">
      <w:pPr>
        <w:jc w:val="both"/>
      </w:pPr>
      <w:r>
        <w:tab/>
        <w:t>33. Mokyklos-darželio  tarybos posėdžiai kviečiami ne rečiau kaip du kartus per metus. Posėdis teisėtas, jei jame dalyvauja ne mažiau kaip du trečdaliai narių. Nutarimai priimami posėdyje dalyvaujančiųjų balsų dauguma. Jie yra teisėti, jei neprieštarauja teisės aktams.</w:t>
      </w:r>
    </w:p>
    <w:p w:rsidR="000840A0" w:rsidRDefault="000840A0" w:rsidP="009F708F">
      <w:pPr>
        <w:jc w:val="both"/>
      </w:pPr>
      <w:r>
        <w:tab/>
        <w:t>34. Mokyklos-darželio direktorius gali būti tarybos narys, bet negali būti tarybos pirmininku.</w:t>
      </w:r>
    </w:p>
    <w:p w:rsidR="000840A0" w:rsidRDefault="000840A0" w:rsidP="009F708F">
      <w:pPr>
        <w:jc w:val="both"/>
      </w:pPr>
      <w:r>
        <w:tab/>
        <w:t>35. Mokyklos-darželio tarybai vadovauja pirmininkas. Pirmininką renka Mokyklos-darželio tarybos nariai slaptu balsavimu.</w:t>
      </w:r>
    </w:p>
    <w:p w:rsidR="000840A0" w:rsidRDefault="000840A0" w:rsidP="009F708F">
      <w:pPr>
        <w:jc w:val="both"/>
      </w:pPr>
      <w:r>
        <w:tab/>
        <w:t>36. Mokyklos-darželio taryba:</w:t>
      </w:r>
    </w:p>
    <w:p w:rsidR="000840A0" w:rsidRDefault="000840A0" w:rsidP="009F708F">
      <w:pPr>
        <w:jc w:val="both"/>
      </w:pPr>
      <w:r>
        <w:tab/>
        <w:t>36.1. nustato Mokyklos-darželio veiklos perspektyvas, pagrindines veiklos kryptis, ugdymo ir mokymo organizavimo tvarką;</w:t>
      </w:r>
    </w:p>
    <w:p w:rsidR="000840A0" w:rsidRDefault="000840A0" w:rsidP="009F708F">
      <w:pPr>
        <w:jc w:val="both"/>
      </w:pPr>
      <w:r>
        <w:tab/>
        <w:t xml:space="preserve">36.2. pritaria Mokyklos-darželio metinei veiklos programai, ugdymo planui, strateginiam planui, Mokyklos-darželio vidaus tvarkos taisyklėms, kitiems Mokyklos-darželio veiklą reglamentuojantiems  dokumentams, teikiamiems  Mokyklos-darželio direktoriaus; </w:t>
      </w:r>
    </w:p>
    <w:p w:rsidR="000840A0" w:rsidRDefault="000840A0" w:rsidP="009F708F">
      <w:pPr>
        <w:jc w:val="both"/>
      </w:pPr>
      <w:r>
        <w:tab/>
        <w:t>36.3. vertina Mokyklos-darželio vadovų veiklą, pareikšdama nuomonę apie vadovų ketinimus atestuotis;</w:t>
      </w:r>
    </w:p>
    <w:p w:rsidR="000840A0" w:rsidRDefault="000840A0" w:rsidP="009F708F">
      <w:pPr>
        <w:jc w:val="both"/>
      </w:pPr>
      <w:r>
        <w:tab/>
        <w:t>36.4. teikia siūlymus dėl Mokyklos-darželio nuostatų pakeitimo ar papildymo, Mokyklos-darželio vidaus struktūros tobulinimo;</w:t>
      </w:r>
    </w:p>
    <w:p w:rsidR="000840A0" w:rsidRDefault="000840A0" w:rsidP="009F708F">
      <w:pPr>
        <w:jc w:val="both"/>
      </w:pPr>
      <w:r>
        <w:tab/>
        <w:t>36.5. svarsto Mokyklos-darželio lėšų naudojimo klausimus;</w:t>
      </w:r>
    </w:p>
    <w:p w:rsidR="000840A0" w:rsidRDefault="000840A0" w:rsidP="009F708F">
      <w:pPr>
        <w:jc w:val="both"/>
      </w:pPr>
      <w:r>
        <w:tab/>
        <w:t>36.6. išklauso Mokyklos-darželio direktoriaus metines veiklos ataskaitas ir teikia siūlymus Mokyklos-darželio direktoriui dėl Mokyklos-darželio veiklos tobulinimo;</w:t>
      </w:r>
    </w:p>
    <w:p w:rsidR="000840A0" w:rsidRDefault="000840A0" w:rsidP="009F708F">
      <w:pPr>
        <w:jc w:val="both"/>
      </w:pPr>
      <w:r>
        <w:tab/>
        <w:t>36.7. teikia siūlymus dėl Mokyklos-darželio darbo tobulinimo, saugių ugdytinių ugdymo ir darbuotojų darbo sąlygų sudarymo, talkina formuojant materialinius ir intelektinius išteklius;</w:t>
      </w:r>
    </w:p>
    <w:p w:rsidR="000840A0" w:rsidRDefault="000840A0" w:rsidP="009F708F">
      <w:pPr>
        <w:jc w:val="both"/>
      </w:pPr>
      <w:r>
        <w:tab/>
        <w:t>36.8. pritaria Mokyklos-darželio pajamų ir kitų išlaidų sąmatai, analizuoja ūkinę, finansinę veiklą;</w:t>
      </w:r>
    </w:p>
    <w:p w:rsidR="000840A0" w:rsidRDefault="000840A0" w:rsidP="009F708F">
      <w:pPr>
        <w:jc w:val="both"/>
      </w:pPr>
      <w:r>
        <w:tab/>
        <w:t>36.9. svarsto Mokyklos-darželio direktoriaus teikiamus klausimus;</w:t>
      </w:r>
    </w:p>
    <w:p w:rsidR="000840A0" w:rsidRDefault="000840A0" w:rsidP="009F708F">
      <w:pPr>
        <w:jc w:val="both"/>
      </w:pPr>
      <w:r>
        <w:tab/>
        <w:t>36.10. Mokyklos-darželio taryba už savo veiklą vieną kartą per metus atsiskaito Mokyklos-darželio bendruomenei.</w:t>
      </w:r>
    </w:p>
    <w:p w:rsidR="000840A0" w:rsidRDefault="000840A0" w:rsidP="009F708F">
      <w:pPr>
        <w:jc w:val="both"/>
      </w:pPr>
      <w:r>
        <w:tab/>
        <w:t>37. Mokytojų taryba – nuolat veikianti Mokyklos-darželio savivaldos institucija mokytojų profesiniams ir bendriesiems ugdymo klausimams spręsti.</w:t>
      </w:r>
    </w:p>
    <w:p w:rsidR="000840A0" w:rsidRDefault="000840A0" w:rsidP="009F708F">
      <w:pPr>
        <w:jc w:val="both"/>
      </w:pPr>
      <w:r>
        <w:tab/>
        <w:t>38. Mokytojų tarybą sudaro Mokyklos-darželio direktorius, visi Mokykloje-darželyje dirbantys mokytojai,  sveikatos priežiūros specialistas ir kiti tiesiogiai ugdymo procese dalyvaujantys asmenys.</w:t>
      </w:r>
    </w:p>
    <w:p w:rsidR="000840A0" w:rsidRDefault="000840A0" w:rsidP="009F708F">
      <w:pPr>
        <w:jc w:val="both"/>
      </w:pPr>
      <w:r>
        <w:tab/>
        <w:t>39. Mokytojų tarybai vadovauja Mokyklos-darželio direktorius.</w:t>
      </w:r>
    </w:p>
    <w:p w:rsidR="000840A0" w:rsidRDefault="000840A0" w:rsidP="009F708F">
      <w:pPr>
        <w:jc w:val="both"/>
      </w:pPr>
      <w:r>
        <w:tab/>
        <w:t>40. Mokytojų tarybos posėdžiai yra teisėti, jei juose dalyvauja ne mažiau kaip du trečdaliai mokytojų tarybos narių. Nutarimai priimami posėdyje dalyvaujančiųjų balsų dauguma.</w:t>
      </w:r>
    </w:p>
    <w:p w:rsidR="000840A0" w:rsidRDefault="000840A0" w:rsidP="009F708F">
      <w:pPr>
        <w:jc w:val="both"/>
      </w:pPr>
      <w:r>
        <w:tab/>
        <w:t>41. Mokytojų taryba svarsto ugdymo programų įgyvendinimą, optimalų ugdymo sąlygų sudarymą, ugdymo turinio atnaujinimą, vaikų ugdymo (-si) rezultatus, pedagoginės veiklos tobulinimo būdus.</w:t>
      </w:r>
    </w:p>
    <w:p w:rsidR="000840A0" w:rsidRDefault="000840A0" w:rsidP="009F708F">
      <w:pPr>
        <w:jc w:val="both"/>
      </w:pPr>
      <w:r>
        <w:tab/>
        <w:t>42. Mokytojų taryba sprendžia vaikų sveikatos, socialinės paramos, mokymosi, prevencinės veiklos, poilsio, mitybos, saugos klausimus.</w:t>
      </w:r>
    </w:p>
    <w:p w:rsidR="000840A0" w:rsidRDefault="000840A0" w:rsidP="009F708F">
      <w:pPr>
        <w:jc w:val="both"/>
      </w:pPr>
      <w:r>
        <w:tab/>
        <w:t>43. Mokytojų taryba svarsto ir priima nutarimus teisės aktų nustatytais ir Mokyklos-darželio direktoriaus teikiamais klausimais.</w:t>
      </w:r>
    </w:p>
    <w:p w:rsidR="000840A0" w:rsidRDefault="000840A0" w:rsidP="009F708F">
      <w:pPr>
        <w:jc w:val="both"/>
      </w:pPr>
    </w:p>
    <w:p w:rsidR="000840A0" w:rsidRPr="00C22AD7" w:rsidRDefault="000840A0" w:rsidP="009F708F">
      <w:pPr>
        <w:jc w:val="center"/>
        <w:rPr>
          <w:b/>
          <w:bCs/>
        </w:rPr>
      </w:pPr>
      <w:r w:rsidRPr="00C22AD7">
        <w:rPr>
          <w:b/>
          <w:bCs/>
        </w:rPr>
        <w:t>VI. DARBUOTOJŲ PRIĖMIMAS Į DARBĄ, JŲ DARBO APMOKĖJIMO TVARKA IR ATESTACIJA</w:t>
      </w:r>
    </w:p>
    <w:p w:rsidR="000840A0" w:rsidRDefault="000840A0" w:rsidP="009F708F">
      <w:pPr>
        <w:jc w:val="both"/>
      </w:pPr>
    </w:p>
    <w:p w:rsidR="000840A0" w:rsidRDefault="000840A0" w:rsidP="009F708F">
      <w:pPr>
        <w:jc w:val="both"/>
      </w:pPr>
      <w:r>
        <w:tab/>
        <w:t>44. Darbuotojai į darbą Mokykloje-darželyje priimami ir atleidžiami iš jo Lietuvos Respublikos darbo kodeksu, Lietuvos Respublikos švietimo įstatymu, Lietuvos Respublikos Vyriausybės nutarimais ir kitais teisės aktais, reglamentuojančiais jų darbo santykius, nustatyta tvarka. Mokytojus, kitus pedagoginius ir nepedagoginius darbuotojus priima į darbą ir atleidžia iš jo Mokyklos-darželio direktorius.</w:t>
      </w:r>
    </w:p>
    <w:p w:rsidR="000840A0" w:rsidRDefault="000840A0" w:rsidP="009F708F">
      <w:pPr>
        <w:jc w:val="both"/>
      </w:pPr>
      <w:r>
        <w:tab/>
        <w:t>45. Mokyklos-darželio darbuotojams už darbą mokama Lietuvos Respublikos darbo kodekso, Lietuvos Respublikos Vyriausybės nutarimų, švietimo ir mokslo ministro įsakymų  ir kitų teisės aktų nustatyta tvarka.</w:t>
      </w:r>
    </w:p>
    <w:p w:rsidR="000840A0" w:rsidRDefault="000840A0" w:rsidP="009F708F">
      <w:pPr>
        <w:jc w:val="both"/>
      </w:pPr>
      <w:r>
        <w:tab/>
        <w:t>46. Mokyklos-darželio tarybai pasiūlius, jei yra sutaupytų Mokyklos-darželio darbo užmokesčio fondo lėšų, Mokyklos-darželio darbuotojams gali būti mokami priedai prie atlyginimų arba vienkartinės išmokos, jei tai neprieštarauja įstatymams ir kitiems teisės aktams.</w:t>
      </w:r>
    </w:p>
    <w:p w:rsidR="000840A0" w:rsidRDefault="000840A0" w:rsidP="009F708F">
      <w:pPr>
        <w:jc w:val="both"/>
      </w:pPr>
      <w:r>
        <w:tab/>
        <w:t>47. Mokyklos-darželio direktorius, mokytojai, švietimo pagalbos specialistai atestuojasi ir kvalifikaciją tobulina Lietuvos Respublikos švietimo ir mokslo ministro nustatyta tvarka.</w:t>
      </w:r>
    </w:p>
    <w:p w:rsidR="000840A0" w:rsidRDefault="000840A0" w:rsidP="009F708F">
      <w:pPr>
        <w:jc w:val="both"/>
      </w:pPr>
    </w:p>
    <w:p w:rsidR="000840A0" w:rsidRPr="00C22AD7" w:rsidRDefault="000840A0" w:rsidP="009F708F">
      <w:pPr>
        <w:jc w:val="center"/>
        <w:rPr>
          <w:b/>
          <w:bCs/>
        </w:rPr>
      </w:pPr>
      <w:r w:rsidRPr="00C22AD7">
        <w:rPr>
          <w:b/>
          <w:bCs/>
        </w:rPr>
        <w:t xml:space="preserve">VII. MOKYKLOS </w:t>
      </w:r>
      <w:r>
        <w:rPr>
          <w:b/>
          <w:bCs/>
        </w:rPr>
        <w:t xml:space="preserve">–DARŽELIO </w:t>
      </w:r>
      <w:r w:rsidRPr="00C22AD7">
        <w:rPr>
          <w:b/>
          <w:bCs/>
        </w:rPr>
        <w:t>TURTAS, LĖŠOS, JŲ NAUDOJIMO TVARKA, FINANSINĖS VEIKLOS KONTROLĖ IR MOKYKLOS-DARŽELIO VEIKLOS PRIEŽIŪRA</w:t>
      </w:r>
    </w:p>
    <w:p w:rsidR="000840A0" w:rsidRDefault="000840A0" w:rsidP="009F708F">
      <w:pPr>
        <w:jc w:val="both"/>
      </w:pPr>
    </w:p>
    <w:p w:rsidR="000840A0" w:rsidRDefault="000840A0" w:rsidP="009F708F">
      <w:pPr>
        <w:jc w:val="both"/>
      </w:pPr>
      <w:r>
        <w:tab/>
        <w:t>48. Mokykla-darželis patikėjimo teise valdo, naudoja savininko perduotą ir Mokyklos-darželio įgytą turtą, disponuoja juo Lietuvos Respublikos įstatymų ir savininko nustatyta tvarka.</w:t>
      </w:r>
    </w:p>
    <w:p w:rsidR="000840A0" w:rsidRDefault="000840A0" w:rsidP="009F708F">
      <w:pPr>
        <w:jc w:val="both"/>
      </w:pPr>
      <w:r>
        <w:tab/>
        <w:t>49. Mokyklos-darželio lėšos:</w:t>
      </w:r>
    </w:p>
    <w:p w:rsidR="000840A0" w:rsidRDefault="000840A0" w:rsidP="009F708F">
      <w:pPr>
        <w:jc w:val="both"/>
      </w:pPr>
      <w:r>
        <w:tab/>
        <w:t>49.1. valstybės biudžeto specialiųjų tikslinių dotacijų Savivaldybės biudžetui skirtos lėšos ir Savivaldybės biudžeto asignavimai;</w:t>
      </w:r>
    </w:p>
    <w:p w:rsidR="000840A0" w:rsidRDefault="000840A0" w:rsidP="009F708F">
      <w:pPr>
        <w:jc w:val="both"/>
      </w:pPr>
      <w:r>
        <w:tab/>
        <w:t>49.2. fondų, organizacijų, kitų juridinių ir fizinių asmenų dovanotos ar kitaip teisėtais būdais perduotos lėšos, tikslinės paskirties lėšos pagal pavedimus;</w:t>
      </w:r>
    </w:p>
    <w:p w:rsidR="000840A0" w:rsidRDefault="000840A0" w:rsidP="009F708F">
      <w:pPr>
        <w:jc w:val="both"/>
      </w:pPr>
      <w:r>
        <w:tab/>
        <w:t>49.3. pajamos už teikiamas paslaugas.</w:t>
      </w:r>
    </w:p>
    <w:p w:rsidR="000840A0" w:rsidRDefault="000840A0" w:rsidP="009F708F">
      <w:pPr>
        <w:jc w:val="both"/>
      </w:pPr>
      <w:r>
        <w:tab/>
        <w:t>50. Mokinio krepšelio lėšos naudojamos teisės aktų nustatyta tvarka.</w:t>
      </w:r>
    </w:p>
    <w:p w:rsidR="000840A0" w:rsidRDefault="000840A0" w:rsidP="009F708F">
      <w:pPr>
        <w:jc w:val="both"/>
      </w:pPr>
      <w:r>
        <w:tab/>
        <w:t>51. Mokykla-darželis savarankiškai sprendžia, kaip naudoti rėmėjų ir kitas teisėtai gautas lėšas, jei tai neprieštarauja įstatymams, kitiems teisės aktams ir savininko nustatytai tvarkai.</w:t>
      </w:r>
    </w:p>
    <w:p w:rsidR="000840A0" w:rsidRDefault="000840A0" w:rsidP="009F708F">
      <w:pPr>
        <w:jc w:val="both"/>
      </w:pPr>
      <w:r>
        <w:tab/>
        <w:t>52. Mokyklos-darželio buhalterinė apskaita organizuojama ir finansinė atskaitomybė tvarkoma  teisės aktų nustatyta tvarka.</w:t>
      </w:r>
    </w:p>
    <w:p w:rsidR="000840A0" w:rsidRDefault="000840A0" w:rsidP="009F708F">
      <w:pPr>
        <w:jc w:val="both"/>
      </w:pPr>
      <w:r>
        <w:tab/>
        <w:t>53. Mokyklos-darželio finansinės veiklos kontrolę vykdo Lietuvos Respublikos valstybės kontrolės įgaliotos institucijos ir savininko teises įgyvendinanti institucija arba jo įgaliotas asmuo.</w:t>
      </w:r>
    </w:p>
    <w:p w:rsidR="000840A0" w:rsidRPr="008D19BB" w:rsidRDefault="000840A0" w:rsidP="009F708F">
      <w:pPr>
        <w:jc w:val="center"/>
        <w:rPr>
          <w:b/>
          <w:bCs/>
        </w:rPr>
      </w:pPr>
      <w:r>
        <w:rPr>
          <w:b/>
          <w:bCs/>
        </w:rPr>
        <w:t>VIII</w:t>
      </w:r>
      <w:r w:rsidRPr="008D19BB">
        <w:rPr>
          <w:b/>
          <w:bCs/>
        </w:rPr>
        <w:t>. BAIGIAMOSIOS NUOSTATOS</w:t>
      </w:r>
    </w:p>
    <w:p w:rsidR="000840A0" w:rsidRDefault="000840A0" w:rsidP="009F708F">
      <w:pPr>
        <w:jc w:val="both"/>
      </w:pPr>
    </w:p>
    <w:p w:rsidR="000840A0" w:rsidRDefault="000840A0" w:rsidP="009F708F">
      <w:pPr>
        <w:jc w:val="both"/>
      </w:pPr>
      <w:r>
        <w:tab/>
        <w:t>54. Mokykla-darželis turi interneto svetainę, atitinkančią teisės aktų nustatytus reikalavimus.</w:t>
      </w:r>
    </w:p>
    <w:p w:rsidR="000840A0" w:rsidRDefault="000840A0" w:rsidP="009F708F">
      <w:pPr>
        <w:jc w:val="both"/>
      </w:pPr>
      <w:r>
        <w:tab/>
        <w:t xml:space="preserve">55. Mokyklos-darželio svetainėje skelbiama informacija apie Mokyklos-darželio vykdomas formaliojo ir neformaliojo švietimo programas, darbuotojų kvalifikaciją, priėmimo sąlygas, teikiamas paslaugas, bendruomenės tradicijas ir kitas vykdomas veiklas. </w:t>
      </w:r>
    </w:p>
    <w:p w:rsidR="000840A0" w:rsidRDefault="000840A0" w:rsidP="009F708F">
      <w:pPr>
        <w:jc w:val="both"/>
      </w:pPr>
      <w:r>
        <w:tab/>
        <w:t>56. Mokyklos-darželio nuostatams, jų pakeitimams ar papildymams pritaria Mokyklos-darželio taryba, tvirtina Savivaldybės taryba.</w:t>
      </w:r>
    </w:p>
    <w:p w:rsidR="000840A0" w:rsidRDefault="000840A0" w:rsidP="009F708F">
      <w:pPr>
        <w:jc w:val="both"/>
      </w:pPr>
      <w:r>
        <w:tab/>
        <w:t>57. Mokyklos-darželio nuostatai keičiami ir papildomi savininko, Mokyklos-darželio tarybos ar Mokyklos-darželio direktoriaus iniciatyva.</w:t>
      </w:r>
    </w:p>
    <w:p w:rsidR="000840A0" w:rsidRDefault="000840A0" w:rsidP="009F708F">
      <w:pPr>
        <w:jc w:val="both"/>
      </w:pPr>
      <w:r>
        <w:tab/>
        <w:t>58. Mokykla-darželis registruojamas teisės aktų nustatyta tvarka.</w:t>
      </w:r>
    </w:p>
    <w:p w:rsidR="000840A0" w:rsidRDefault="000840A0" w:rsidP="009F708F">
      <w:pPr>
        <w:jc w:val="both"/>
      </w:pPr>
      <w:r>
        <w:tab/>
        <w:t>59. Mokykla-darželis reorganizuojamas, likviduojamas</w:t>
      </w:r>
      <w:r w:rsidRPr="008D19BB">
        <w:t xml:space="preserve"> </w:t>
      </w:r>
      <w:r>
        <w:t>ar pertvarkomas teisės aktų nustatyta tvarka.</w:t>
      </w:r>
    </w:p>
    <w:p w:rsidR="000840A0" w:rsidRDefault="000840A0" w:rsidP="009F708F">
      <w:pPr>
        <w:jc w:val="both"/>
      </w:pPr>
      <w:r>
        <w:t xml:space="preserve">                                                 ___________________________                     </w:t>
      </w:r>
      <w:r>
        <w:tab/>
      </w:r>
    </w:p>
    <w:p w:rsidR="000840A0" w:rsidRDefault="000840A0" w:rsidP="009F708F"/>
    <w:p w:rsidR="000840A0" w:rsidRDefault="000840A0" w:rsidP="009F708F">
      <w:r>
        <w:t xml:space="preserve">Direktorė </w:t>
      </w:r>
      <w:r>
        <w:tab/>
      </w:r>
      <w:r>
        <w:tab/>
      </w:r>
      <w:r>
        <w:tab/>
      </w:r>
      <w:r>
        <w:tab/>
      </w:r>
      <w:r>
        <w:tab/>
        <w:t xml:space="preserve">             Anastazija  Zaveckienė</w:t>
      </w:r>
      <w:r>
        <w:tab/>
      </w:r>
    </w:p>
    <w:p w:rsidR="000840A0" w:rsidRDefault="000840A0" w:rsidP="009F708F"/>
    <w:p w:rsidR="000840A0" w:rsidRDefault="000840A0" w:rsidP="009F708F">
      <w:pPr>
        <w:ind w:left="360"/>
        <w:jc w:val="both"/>
      </w:pPr>
    </w:p>
    <w:p w:rsidR="000840A0" w:rsidRDefault="000840A0" w:rsidP="009F708F">
      <w:pPr>
        <w:ind w:left="360"/>
      </w:pPr>
    </w:p>
    <w:p w:rsidR="000840A0" w:rsidRDefault="000840A0" w:rsidP="009F708F">
      <w:pPr>
        <w:ind w:left="360"/>
      </w:pPr>
    </w:p>
    <w:p w:rsidR="000840A0" w:rsidRDefault="000840A0" w:rsidP="00594FDA">
      <w:pPr>
        <w:jc w:val="both"/>
      </w:pPr>
    </w:p>
    <w:p w:rsidR="000840A0" w:rsidRDefault="000840A0" w:rsidP="00594FDA">
      <w:pPr>
        <w:jc w:val="both"/>
      </w:pPr>
    </w:p>
    <w:p w:rsidR="000840A0" w:rsidRDefault="000840A0" w:rsidP="00594FDA">
      <w:pPr>
        <w:jc w:val="both"/>
      </w:pPr>
    </w:p>
    <w:p w:rsidR="000840A0" w:rsidRDefault="000840A0" w:rsidP="00594FDA">
      <w:pPr>
        <w:jc w:val="both"/>
      </w:pPr>
    </w:p>
    <w:p w:rsidR="000840A0" w:rsidRDefault="000840A0" w:rsidP="00594FDA">
      <w:pPr>
        <w:jc w:val="both"/>
      </w:pPr>
    </w:p>
    <w:p w:rsidR="000840A0" w:rsidRDefault="000840A0" w:rsidP="00794CBC">
      <w:r>
        <w:br w:type="page"/>
        <w:t xml:space="preserve">                                                                                                </w:t>
      </w:r>
    </w:p>
    <w:p w:rsidR="000840A0" w:rsidRDefault="000840A0" w:rsidP="00794CBC"/>
    <w:p w:rsidR="000840A0" w:rsidRDefault="000840A0" w:rsidP="00794CBC"/>
    <w:p w:rsidR="000840A0" w:rsidRDefault="000840A0" w:rsidP="00794CBC"/>
    <w:p w:rsidR="000840A0" w:rsidRDefault="000840A0" w:rsidP="00794CBC"/>
    <w:p w:rsidR="000840A0" w:rsidRDefault="000840A0" w:rsidP="00794CBC"/>
    <w:p w:rsidR="000840A0" w:rsidRDefault="000840A0" w:rsidP="00794CBC"/>
    <w:p w:rsidR="000840A0" w:rsidRDefault="000840A0" w:rsidP="00794CBC">
      <w:r>
        <w:tab/>
      </w:r>
      <w:r>
        <w:tab/>
      </w:r>
      <w:r>
        <w:tab/>
      </w:r>
      <w:r>
        <w:tab/>
        <w:t xml:space="preserve">         </w:t>
      </w:r>
    </w:p>
    <w:p w:rsidR="000840A0" w:rsidRDefault="000840A0" w:rsidP="00794CBC">
      <w:r>
        <w:tab/>
      </w:r>
      <w:r>
        <w:tab/>
      </w:r>
      <w:r>
        <w:tab/>
      </w:r>
      <w:r>
        <w:tab/>
        <w:t xml:space="preserve">         PATVIRTINTA</w:t>
      </w:r>
      <w:r>
        <w:tab/>
      </w:r>
      <w:r>
        <w:tab/>
      </w:r>
      <w:r>
        <w:tab/>
      </w:r>
      <w:r>
        <w:tab/>
      </w:r>
      <w:r>
        <w:tab/>
      </w:r>
      <w:r>
        <w:tab/>
        <w:t xml:space="preserve">         Plungės rajono savivaldybės</w:t>
      </w:r>
    </w:p>
    <w:p w:rsidR="000840A0" w:rsidRDefault="000840A0" w:rsidP="00794CBC">
      <w:r>
        <w:tab/>
      </w:r>
      <w:r>
        <w:tab/>
      </w:r>
      <w:r>
        <w:tab/>
      </w:r>
      <w:r>
        <w:tab/>
        <w:t xml:space="preserve">         tarybos 2015 m. birželio 25 d.</w:t>
      </w:r>
    </w:p>
    <w:p w:rsidR="000840A0" w:rsidRDefault="000840A0" w:rsidP="00794CBC">
      <w:pPr>
        <w:jc w:val="both"/>
      </w:pPr>
      <w:r>
        <w:t xml:space="preserve">                                                                                                sprendimu Nr.T1-171</w:t>
      </w:r>
      <w:r>
        <w:tab/>
      </w:r>
      <w:r>
        <w:tab/>
      </w:r>
      <w:r>
        <w:tab/>
      </w:r>
      <w:r>
        <w:tab/>
      </w:r>
      <w:r>
        <w:tab/>
        <w:t xml:space="preserve"> </w:t>
      </w:r>
    </w:p>
    <w:p w:rsidR="000840A0" w:rsidRPr="006A6007" w:rsidRDefault="000840A0" w:rsidP="009F708F">
      <w:pPr>
        <w:pStyle w:val="Heading1"/>
        <w:spacing w:line="240" w:lineRule="auto"/>
        <w:rPr>
          <w:sz w:val="24"/>
          <w:szCs w:val="24"/>
        </w:rPr>
      </w:pPr>
      <w:r w:rsidRPr="006A6007">
        <w:rPr>
          <w:sz w:val="24"/>
          <w:szCs w:val="24"/>
        </w:rPr>
        <w:t xml:space="preserve">PLUNGĖS R. PRŪSALIŲ MOKYKLOS-DARŽELIO </w:t>
      </w:r>
    </w:p>
    <w:p w:rsidR="000840A0" w:rsidRPr="006A6007" w:rsidRDefault="000840A0" w:rsidP="009F708F">
      <w:pPr>
        <w:pStyle w:val="Heading1"/>
        <w:spacing w:line="240" w:lineRule="auto"/>
        <w:rPr>
          <w:sz w:val="24"/>
          <w:szCs w:val="24"/>
        </w:rPr>
      </w:pPr>
      <w:r w:rsidRPr="006A6007">
        <w:rPr>
          <w:sz w:val="24"/>
          <w:szCs w:val="24"/>
        </w:rPr>
        <w:t>NUOSTATAI</w:t>
      </w:r>
    </w:p>
    <w:p w:rsidR="000840A0" w:rsidRDefault="000840A0" w:rsidP="009F708F"/>
    <w:p w:rsidR="000840A0" w:rsidRDefault="000840A0" w:rsidP="009F708F">
      <w:pPr>
        <w:pStyle w:val="Heading2"/>
      </w:pPr>
      <w:r>
        <w:t>I. BENDROSIOS NUOSTATOS</w:t>
      </w:r>
    </w:p>
    <w:p w:rsidR="000840A0" w:rsidRDefault="000840A0" w:rsidP="009F708F">
      <w:pPr>
        <w:jc w:val="center"/>
        <w:rPr>
          <w:b/>
          <w:bCs/>
        </w:rPr>
      </w:pPr>
    </w:p>
    <w:p w:rsidR="000840A0" w:rsidRDefault="000840A0" w:rsidP="009F708F">
      <w:pPr>
        <w:ind w:firstLine="720"/>
        <w:jc w:val="both"/>
      </w:pPr>
      <w:r>
        <w:t>1. Šie nuostatai</w:t>
      </w:r>
      <w:r w:rsidRPr="00B46272">
        <w:t xml:space="preserve"> reglamentuoja </w:t>
      </w:r>
      <w:r>
        <w:t>Plungės r. Prūsalių</w:t>
      </w:r>
      <w:r w:rsidRPr="00B46272">
        <w:t xml:space="preserve"> mokyklos-darželio (toliau – Mokykla</w:t>
      </w:r>
      <w:r>
        <w:t>-darželis</w:t>
      </w:r>
      <w:r w:rsidRPr="00B46272">
        <w:t>) teisinę formą, priklausomybę, savininką, savininko teises ir pareigas įgyvendinanči</w:t>
      </w:r>
      <w:r>
        <w:t>ą instituciją, buveinę,</w:t>
      </w:r>
      <w:r w:rsidRPr="00B46272">
        <w:t xml:space="preserve"> grupę, tipą, mokymo k</w:t>
      </w:r>
      <w:r>
        <w:t xml:space="preserve">albą ir </w:t>
      </w:r>
      <w:r w:rsidRPr="00B46272">
        <w:t>formas</w:t>
      </w:r>
      <w:r>
        <w:t>,</w:t>
      </w:r>
      <w:r w:rsidRPr="00B46272">
        <w:t xml:space="preserve"> </w:t>
      </w:r>
      <w:r>
        <w:t>vykdomas švietimo programas</w:t>
      </w:r>
      <w:r w:rsidRPr="00B46272">
        <w:t xml:space="preserve">, veiklos teisinį pagrindą, </w:t>
      </w:r>
      <w:r>
        <w:t>veiklos sritį ir rūšis, tikslus, uždavinius ir</w:t>
      </w:r>
      <w:r w:rsidRPr="00B46272">
        <w:t xml:space="preserve"> funkcijas, mokymosi pasiekimus įteisinančių dokumentų išdavimą, Mokyklos</w:t>
      </w:r>
      <w:r>
        <w:t>-darželio</w:t>
      </w:r>
      <w:r w:rsidRPr="00B46272">
        <w:t xml:space="preserve"> teises ir pareigas, veiklos organizavimą ir valdymą, savivaldą, darbuotojų priėmimą į darbą, jų darbo apmokėjimo tvarką ir atestaciją, </w:t>
      </w:r>
      <w:r>
        <w:t>Mokyklos-darželio turtą, lėšas</w:t>
      </w:r>
      <w:r w:rsidRPr="00B46272">
        <w:t>, jų naudojimo tvarką</w:t>
      </w:r>
      <w:r>
        <w:t>,</w:t>
      </w:r>
      <w:r w:rsidRPr="00B46272">
        <w:t xml:space="preserve"> finansinės veiklos kontrolę</w:t>
      </w:r>
      <w:r>
        <w:t xml:space="preserve"> ir Mokyklos-darželio veiklos priežiūrą</w:t>
      </w:r>
      <w:r w:rsidRPr="00B46272">
        <w:t xml:space="preserve">, </w:t>
      </w:r>
      <w:r>
        <w:t xml:space="preserve">viešo paskelbimo ir visuomenės informavimo, </w:t>
      </w:r>
      <w:r w:rsidRPr="00B46272">
        <w:t>reorganizavimo, likvidavimo ar pertvarkymo tvarką.</w:t>
      </w:r>
    </w:p>
    <w:p w:rsidR="000840A0" w:rsidRDefault="000840A0" w:rsidP="009F708F">
      <w:pPr>
        <w:ind w:left="720"/>
      </w:pPr>
      <w:r w:rsidRPr="00A97EFE">
        <w:t xml:space="preserve">2. </w:t>
      </w:r>
      <w:r>
        <w:t>Oficialusis  mokyklos-darželio  pavadinimas - Plungės  r.  Prūsalių  mokykla-darželis,</w:t>
      </w:r>
    </w:p>
    <w:p w:rsidR="000840A0" w:rsidRDefault="000840A0" w:rsidP="009F708F">
      <w:r>
        <w:t xml:space="preserve"> trumpasis pavadinimas - Prūsalių mokykla-darželis, juridinio asmens kodas  191135044.</w:t>
      </w:r>
    </w:p>
    <w:p w:rsidR="000840A0" w:rsidRDefault="000840A0" w:rsidP="009F708F">
      <w:pPr>
        <w:ind w:firstLine="720"/>
        <w:jc w:val="both"/>
      </w:pPr>
      <w:r>
        <w:t xml:space="preserve">3. Mokyklos-darželio įsteigimo data 1984-11-12; įsteigtas kaip Gandingos tarpūkinio paukštyno lopšelis-darželis. 1992-09-01 reorganizuotas į Prūsalių pradinę mokyklą-darželį. Kaip Prūsalių darželis-mokykla įregistruotas 1994-10-12, </w:t>
      </w:r>
      <w:r w:rsidRPr="00FF2E9D">
        <w:t>o 2005-11-29 – kaip Prūsalių mokykla-darželis.</w:t>
      </w:r>
    </w:p>
    <w:p w:rsidR="000840A0" w:rsidRDefault="000840A0" w:rsidP="00A244AB">
      <w:pPr>
        <w:ind w:left="720"/>
        <w:jc w:val="both"/>
      </w:pPr>
      <w:r>
        <w:t xml:space="preserve">4. Mokyklos-darželio teisinė forma - biudžetinė įstaiga. </w:t>
      </w:r>
    </w:p>
    <w:p w:rsidR="000840A0" w:rsidRDefault="000840A0" w:rsidP="00A244AB">
      <w:pPr>
        <w:jc w:val="both"/>
      </w:pPr>
      <w:r>
        <w:t xml:space="preserve">            5. Mokyklos-</w:t>
      </w:r>
      <w:r w:rsidRPr="00FF2E9D">
        <w:t>darželio savinin</w:t>
      </w:r>
      <w:r>
        <w:t>kas - Plungės rajono savivaldybė</w:t>
      </w:r>
      <w:r w:rsidRPr="00FF2E9D">
        <w:t xml:space="preserve">, </w:t>
      </w:r>
      <w:r>
        <w:t>Vytauto g. 12, LT-90123 Plungė.</w:t>
      </w:r>
      <w:r w:rsidRPr="00FF2E9D">
        <w:t xml:space="preserve"> </w:t>
      </w:r>
      <w:r>
        <w:t>S</w:t>
      </w:r>
      <w:r w:rsidRPr="00FF2E9D">
        <w:t>avininko teises ir pareigas įgyvendina Plungės rajono savivaldybės taryba</w:t>
      </w:r>
      <w:r>
        <w:t>, kodas 188663989,  kurios kompetenciją nustato Lietuvos Respublikos biudžetinių įstaigų įstatymas.</w:t>
      </w:r>
    </w:p>
    <w:p w:rsidR="000840A0" w:rsidRDefault="000840A0" w:rsidP="009F708F">
      <w:pPr>
        <w:ind w:firstLine="720"/>
        <w:jc w:val="both"/>
      </w:pPr>
      <w:r>
        <w:t>6. Mokyklos-darželio buveinė: Kaštonų al. 7, Prūsalių k., Nausodžio sen., LT-90101</w:t>
      </w:r>
      <w:r w:rsidRPr="0061797F">
        <w:t xml:space="preserve"> </w:t>
      </w:r>
      <w:r>
        <w:t>Plungės r.</w:t>
      </w:r>
    </w:p>
    <w:p w:rsidR="000840A0" w:rsidRDefault="000840A0" w:rsidP="009F708F">
      <w:pPr>
        <w:ind w:firstLine="720"/>
        <w:jc w:val="both"/>
      </w:pPr>
      <w:r>
        <w:t xml:space="preserve">7. Mokyklos-darželio veiklos laikotarpis neribotas. </w:t>
      </w:r>
    </w:p>
    <w:p w:rsidR="000840A0" w:rsidRDefault="000840A0" w:rsidP="009F708F">
      <w:pPr>
        <w:ind w:left="720"/>
        <w:jc w:val="both"/>
      </w:pPr>
      <w:r>
        <w:t>8. Mokyklos-darželio grupė - bendrojo ugdymo mokykla, kodas 3120.</w:t>
      </w:r>
    </w:p>
    <w:p w:rsidR="000840A0" w:rsidRDefault="000840A0" w:rsidP="009F708F">
      <w:pPr>
        <w:ind w:left="720"/>
        <w:jc w:val="both"/>
      </w:pPr>
      <w:r>
        <w:t>9. Mokyklos-darželio tipas – pradinė mokykla, kodas 3122.</w:t>
      </w:r>
    </w:p>
    <w:p w:rsidR="000840A0" w:rsidRDefault="000840A0" w:rsidP="009F708F">
      <w:pPr>
        <w:ind w:left="-142" w:firstLine="862"/>
        <w:jc w:val="both"/>
      </w:pPr>
      <w:r>
        <w:t>10. Pagrindinė Mokyklos-darželio paskirtis – pradinės mokyklos tipo mokykla-darželis, kodas 31221200.</w:t>
      </w:r>
    </w:p>
    <w:p w:rsidR="000840A0" w:rsidRDefault="000840A0" w:rsidP="00A244AB">
      <w:pPr>
        <w:ind w:left="720"/>
        <w:jc w:val="both"/>
      </w:pPr>
      <w:r>
        <w:t>11. Mokymo kalba - lietuvių.</w:t>
      </w:r>
    </w:p>
    <w:p w:rsidR="000840A0" w:rsidRDefault="000840A0" w:rsidP="00A244AB">
      <w:pPr>
        <w:ind w:left="720"/>
        <w:jc w:val="both"/>
      </w:pPr>
      <w:r>
        <w:t>12. Mokymosi formos – grupinio ir (ar) pavienio mokymosi.</w:t>
      </w:r>
    </w:p>
    <w:p w:rsidR="000840A0" w:rsidRDefault="000840A0" w:rsidP="009F708F">
      <w:pPr>
        <w:ind w:firstLine="720"/>
        <w:jc w:val="both"/>
      </w:pPr>
      <w:r>
        <w:t>13. Mokymo proceso organizavimo būdai – kasdienis ir savarankiškas.</w:t>
      </w:r>
    </w:p>
    <w:p w:rsidR="000840A0" w:rsidRDefault="000840A0" w:rsidP="009F708F">
      <w:pPr>
        <w:ind w:firstLine="720"/>
        <w:jc w:val="both"/>
      </w:pPr>
      <w:r>
        <w:t xml:space="preserve">14. Vykdomos švietimo programos: ikimokyklinio ugdymo programa, priešmokyklinio ugdymo programa, pradinio ugdymo programa. </w:t>
      </w:r>
    </w:p>
    <w:p w:rsidR="000840A0" w:rsidRDefault="000840A0" w:rsidP="009F708F">
      <w:pPr>
        <w:ind w:firstLine="720"/>
        <w:jc w:val="both"/>
      </w:pPr>
      <w:r>
        <w:t>15. Mokykla-darželis yra viešasis juridinis asmuo, turintis sąskaitas banke, antspaudą su savo pavadinimu.</w:t>
      </w:r>
    </w:p>
    <w:p w:rsidR="000840A0" w:rsidRDefault="000840A0" w:rsidP="009F708F">
      <w:pPr>
        <w:ind w:firstLine="720"/>
        <w:jc w:val="both"/>
      </w:pPr>
      <w:r>
        <w:t xml:space="preserve">16. Mokykla-darželis savo veikloje vadovaujasi Lietuvos Respublikos Konstitucija, </w:t>
      </w:r>
      <w:r w:rsidRPr="00A63F9E">
        <w:t>Jungtinių tautų vaiko teisių konvencija</w:t>
      </w:r>
      <w:r>
        <w:t xml:space="preserve">, Lietuvos Respublikos Vyriausybės nutarimais, Lietuvos Respublikos švietimo ir kitais įstatymais, Lietuvos Respublikos švietimo ir mokslo ministerijos teisės aktais, Plungės rajono savivaldybės tarybos sprendimais, mero potvarkiais, Administracijos direktoriaus įsakymais, </w:t>
      </w:r>
      <w:r w:rsidRPr="004A7BDF">
        <w:t>Švietimo skyriaus</w:t>
      </w:r>
      <w:r>
        <w:t xml:space="preserve"> vedėjo įsakymais, kitais teisės aktais ir šiais nuostatais.</w:t>
      </w:r>
    </w:p>
    <w:p w:rsidR="000840A0" w:rsidRDefault="000840A0" w:rsidP="009F708F">
      <w:pPr>
        <w:ind w:firstLine="720"/>
        <w:jc w:val="both"/>
      </w:pPr>
    </w:p>
    <w:p w:rsidR="000840A0" w:rsidRDefault="000840A0" w:rsidP="009F708F">
      <w:pPr>
        <w:ind w:firstLine="720"/>
        <w:jc w:val="both"/>
      </w:pPr>
    </w:p>
    <w:p w:rsidR="000840A0" w:rsidRDefault="000840A0" w:rsidP="009F708F">
      <w:pPr>
        <w:ind w:firstLine="720"/>
        <w:jc w:val="both"/>
      </w:pPr>
    </w:p>
    <w:p w:rsidR="000840A0" w:rsidRDefault="000840A0" w:rsidP="009F708F">
      <w:pPr>
        <w:jc w:val="both"/>
      </w:pPr>
      <w:r>
        <w:tab/>
      </w:r>
    </w:p>
    <w:p w:rsidR="000840A0" w:rsidRDefault="000840A0" w:rsidP="009F708F">
      <w:pPr>
        <w:pStyle w:val="Heading2"/>
      </w:pPr>
      <w:r>
        <w:t xml:space="preserve">II. MOKYKLOS-DARŽELIO VEIKLOS SRITIS IR RŪŠYS, TIKSLAS, UŽDAVINIAI, FUNKCIJOS, MOKYMOSI PASIEKIMUS ĮTEISINANČIŲ DOKUMENTŲ </w:t>
      </w:r>
    </w:p>
    <w:p w:rsidR="000840A0" w:rsidRDefault="000840A0" w:rsidP="009F708F">
      <w:pPr>
        <w:pStyle w:val="Heading2"/>
      </w:pPr>
      <w:r>
        <w:t>IŠDAVIMAS</w:t>
      </w:r>
    </w:p>
    <w:p w:rsidR="000840A0" w:rsidRDefault="000840A0" w:rsidP="009F708F">
      <w:pPr>
        <w:jc w:val="center"/>
        <w:rPr>
          <w:b/>
          <w:bCs/>
        </w:rPr>
      </w:pPr>
    </w:p>
    <w:p w:rsidR="000840A0" w:rsidRDefault="000840A0" w:rsidP="00677E61">
      <w:pPr>
        <w:jc w:val="both"/>
      </w:pPr>
      <w:r>
        <w:t xml:space="preserve">            17. Mokyklos-darželio veiklos sritis – švietimas, kodas 85.</w:t>
      </w:r>
    </w:p>
    <w:p w:rsidR="000840A0" w:rsidRDefault="000840A0" w:rsidP="00677E61">
      <w:pPr>
        <w:jc w:val="both"/>
      </w:pPr>
      <w:r>
        <w:t xml:space="preserve">            18. Mokyklos-darželio veiklos rūšys:</w:t>
      </w:r>
    </w:p>
    <w:p w:rsidR="000840A0" w:rsidRDefault="000840A0" w:rsidP="00677E61">
      <w:pPr>
        <w:jc w:val="both"/>
      </w:pPr>
      <w:r>
        <w:t xml:space="preserve">            18.1. Pagrindinė švietimo veiklos rūšis – pradinis ugdymas, kodas 85.20.</w:t>
      </w:r>
    </w:p>
    <w:p w:rsidR="000840A0" w:rsidRDefault="000840A0" w:rsidP="00677E61">
      <w:pPr>
        <w:jc w:val="both"/>
      </w:pPr>
      <w:r>
        <w:t xml:space="preserve">            18.2. Kitos švietimo veiklos rūšys:</w:t>
      </w:r>
    </w:p>
    <w:p w:rsidR="000840A0" w:rsidRDefault="000840A0" w:rsidP="00677E61">
      <w:pPr>
        <w:jc w:val="both"/>
      </w:pPr>
      <w:r>
        <w:t xml:space="preserve">            18.2.1. ikimokyklinio amžiaus vaikų ugdymas, kodas 85.10.10;</w:t>
      </w:r>
    </w:p>
    <w:p w:rsidR="000840A0" w:rsidRDefault="000840A0" w:rsidP="00677E61">
      <w:pPr>
        <w:jc w:val="both"/>
      </w:pPr>
      <w:r>
        <w:t xml:space="preserve">            18.2.2. priešmokyklinio amžiaus vaikų ugdymas, kodas 85.10.20;</w:t>
      </w:r>
    </w:p>
    <w:p w:rsidR="000840A0" w:rsidRDefault="000840A0" w:rsidP="00677E61">
      <w:pPr>
        <w:jc w:val="both"/>
      </w:pPr>
      <w:r>
        <w:t xml:space="preserve">            18.2.3. sportinis ir rekreacinis švietimas, kodas 85.51;</w:t>
      </w:r>
    </w:p>
    <w:p w:rsidR="000840A0" w:rsidRDefault="000840A0" w:rsidP="00677E61">
      <w:pPr>
        <w:jc w:val="both"/>
      </w:pPr>
      <w:r>
        <w:t xml:space="preserve">            18.2.4. kultūrinis švietimas, kodas 85.52;</w:t>
      </w:r>
    </w:p>
    <w:p w:rsidR="000840A0" w:rsidRDefault="000840A0" w:rsidP="00677E61">
      <w:pPr>
        <w:jc w:val="both"/>
      </w:pPr>
      <w:r>
        <w:t xml:space="preserve">            18.2.5. kitas, niekur nepriskirtas, švietimas, kodas 85.59;</w:t>
      </w:r>
    </w:p>
    <w:p w:rsidR="000840A0" w:rsidRDefault="000840A0" w:rsidP="00677E61">
      <w:pPr>
        <w:jc w:val="both"/>
      </w:pPr>
      <w:r>
        <w:t xml:space="preserve">            18.2.6. švietimui būdingų paslaugų veikla, kodas 85.60.</w:t>
      </w:r>
    </w:p>
    <w:p w:rsidR="000840A0" w:rsidRDefault="000840A0" w:rsidP="00677E61">
      <w:pPr>
        <w:jc w:val="both"/>
      </w:pPr>
      <w:r>
        <w:t xml:space="preserve">            18.3. Kitos ne švietimo veiklos rūšys:</w:t>
      </w:r>
    </w:p>
    <w:p w:rsidR="000840A0" w:rsidRDefault="000840A0" w:rsidP="00677E61">
      <w:pPr>
        <w:jc w:val="both"/>
      </w:pPr>
      <w:r>
        <w:t xml:space="preserve">            18.3.1. kitų maitinimo paslaugų teikimas, kodas 56.29;</w:t>
      </w:r>
    </w:p>
    <w:p w:rsidR="000840A0" w:rsidRDefault="000840A0" w:rsidP="00677E61">
      <w:pPr>
        <w:jc w:val="both"/>
      </w:pPr>
      <w:r>
        <w:t xml:space="preserve">            18.3.2. vaikų poilsio stovyklų veikla, kodas 55.20.20;</w:t>
      </w:r>
    </w:p>
    <w:p w:rsidR="000840A0" w:rsidRDefault="000840A0" w:rsidP="00677E61">
      <w:pPr>
        <w:jc w:val="both"/>
      </w:pPr>
      <w:r>
        <w:t xml:space="preserve">            18.3.3. vaikų dienos priežiūros veikla, kodas 88.91;</w:t>
      </w:r>
    </w:p>
    <w:p w:rsidR="000840A0" w:rsidRPr="001F7AD9" w:rsidRDefault="000840A0" w:rsidP="00677E61">
      <w:pPr>
        <w:ind w:left="720"/>
        <w:jc w:val="both"/>
      </w:pPr>
      <w:r>
        <w:t>18.3.4. nuosavo arba nuomojamo turto nuoma ir eksplotavimas, kodas 68.20.</w:t>
      </w:r>
    </w:p>
    <w:p w:rsidR="000840A0" w:rsidRDefault="000840A0" w:rsidP="009F708F">
      <w:pPr>
        <w:ind w:firstLine="720"/>
        <w:jc w:val="both"/>
      </w:pPr>
      <w:r>
        <w:t>19. Mokyklos-darželio tikslas - ugdyti dorą, sveiką, aktyvų, kūrybingą, kritiškai mąstantį, savimi ir savo gebėjimais pasitikintį, stiprią pažinimo motyvaciją turintį, elementaraus raštingumo ir socialinių, informacinių gebėjimų, bendrųjų vertybių pagrindus įgijusį vaiką, pasirengusį toliau mokytis pagal pagrindinio ugdymo programas.</w:t>
      </w:r>
    </w:p>
    <w:p w:rsidR="000840A0" w:rsidRDefault="000840A0" w:rsidP="00677E61">
      <w:pPr>
        <w:ind w:left="720"/>
        <w:jc w:val="both"/>
      </w:pPr>
      <w:r>
        <w:t>20. Mokyklos-darželio uždaviniai:</w:t>
      </w:r>
    </w:p>
    <w:p w:rsidR="000840A0" w:rsidRPr="00381D9E" w:rsidRDefault="000840A0" w:rsidP="00677E61">
      <w:pPr>
        <w:ind w:left="720"/>
        <w:jc w:val="both"/>
      </w:pPr>
      <w:r>
        <w:t xml:space="preserve">20.1. </w:t>
      </w:r>
      <w:r w:rsidRPr="00381D9E">
        <w:t>teikti vaikams kokybišką ikimokyklinį, priešmokyklinį ir pradinį ugdymą</w:t>
      </w:r>
      <w:r>
        <w:t>;</w:t>
      </w:r>
    </w:p>
    <w:p w:rsidR="000840A0" w:rsidRDefault="000840A0" w:rsidP="00677E61">
      <w:pPr>
        <w:jc w:val="both"/>
      </w:pPr>
      <w:r>
        <w:t xml:space="preserve">            20.2. sudaryti higienines, materialines, pedagogines sąlygas, laiduojančias socialinį, psichinį ir fizinį vaikų saugumą, kryptingą ugdymą;</w:t>
      </w:r>
    </w:p>
    <w:p w:rsidR="000840A0" w:rsidRDefault="000840A0" w:rsidP="00677E61">
      <w:pPr>
        <w:jc w:val="both"/>
      </w:pPr>
      <w:r>
        <w:t xml:space="preserve">            20.3. padėti išsiugdyti asmens kompetencijoms būtinus įgūdžius, gebėjimus ir vertybines nuostatas;</w:t>
      </w:r>
    </w:p>
    <w:p w:rsidR="000840A0" w:rsidRDefault="000840A0" w:rsidP="009F708F">
      <w:pPr>
        <w:ind w:firstLine="720"/>
        <w:jc w:val="both"/>
      </w:pPr>
      <w:r>
        <w:t xml:space="preserve">20.4. teikti vaikui būtiną pedagoginę, psichologinę, specialiąją, </w:t>
      </w:r>
      <w:r w:rsidRPr="002B75A4">
        <w:t>informacinę</w:t>
      </w:r>
      <w:r>
        <w:t xml:space="preserve"> ir kitokią pagalbą;</w:t>
      </w:r>
    </w:p>
    <w:p w:rsidR="000840A0" w:rsidRDefault="000840A0" w:rsidP="00677E61">
      <w:pPr>
        <w:jc w:val="both"/>
      </w:pPr>
      <w:r>
        <w:t xml:space="preserve">            20.5. siekti, kad Mokykla-darželis būtų savo gyvenvietės sociokultūros židinys, įstaiga, reikalinga šeimai.</w:t>
      </w:r>
    </w:p>
    <w:p w:rsidR="000840A0" w:rsidRDefault="000840A0" w:rsidP="00677E61">
      <w:pPr>
        <w:jc w:val="both"/>
      </w:pPr>
      <w:r>
        <w:t xml:space="preserve">            21. Mokykla-darželis atlieka šias funkcijas:</w:t>
      </w:r>
    </w:p>
    <w:p w:rsidR="000840A0" w:rsidRDefault="000840A0" w:rsidP="00677E61">
      <w:pPr>
        <w:jc w:val="both"/>
      </w:pPr>
      <w:r>
        <w:t xml:space="preserve">            21.1. formuoja ugdymo turinį ir organizuoja darbą pagal Lietuvos Respublikos švietimo ir mokslo ministro patvirtintas bendrąsias ugdymo programas, bendrojo ugdymo mokyklų bendruosius arba nustatyta tvarka suderintus individualius ugdymo planus, užtikrina ugdymo planų įgyvendinimą;</w:t>
      </w:r>
    </w:p>
    <w:p w:rsidR="000840A0" w:rsidRDefault="000840A0" w:rsidP="00677E61">
      <w:pPr>
        <w:tabs>
          <w:tab w:val="left" w:pos="0"/>
        </w:tabs>
        <w:jc w:val="both"/>
      </w:pPr>
      <w:r>
        <w:t xml:space="preserve">            21.2. vykdo ikimokyklinio, priešmokyklinio, pradinio, neformaliojo vaikų švietimo programas, rengia kitas vaikų amžių, asmenines jų ypatybes atitinkančias individualizuotas ugdymo programas;</w:t>
      </w:r>
    </w:p>
    <w:p w:rsidR="000840A0" w:rsidRDefault="000840A0" w:rsidP="00677E61">
      <w:pPr>
        <w:tabs>
          <w:tab w:val="left" w:pos="0"/>
        </w:tabs>
        <w:jc w:val="both"/>
      </w:pPr>
      <w:r>
        <w:t xml:space="preserve">            21.3. vykdo privalomo mokymosi kontrolę;</w:t>
      </w:r>
    </w:p>
    <w:p w:rsidR="000840A0" w:rsidRDefault="000840A0" w:rsidP="00677E61">
      <w:pPr>
        <w:tabs>
          <w:tab w:val="left" w:pos="0"/>
        </w:tabs>
        <w:jc w:val="both"/>
      </w:pPr>
      <w:r>
        <w:t xml:space="preserve">            21.4. vykdo mokymo sutartyse sutartus įsipareigojimus, užtikrina kokybišką ugdymą;</w:t>
      </w:r>
    </w:p>
    <w:p w:rsidR="000840A0" w:rsidRDefault="000840A0" w:rsidP="00677E61">
      <w:pPr>
        <w:tabs>
          <w:tab w:val="left" w:pos="0"/>
        </w:tabs>
        <w:jc w:val="both"/>
      </w:pPr>
      <w:r>
        <w:t xml:space="preserve">            21.5. vertina mokinių specialiuosius ugdymosi poreikius ir skiria švietimo pagalbą teisės aktų nustatyta tvarka, organizuoja specialiųjų poreikių mokinių integruotą mokymą pradinio ugdymo klasėse;</w:t>
      </w:r>
    </w:p>
    <w:p w:rsidR="000840A0" w:rsidRDefault="000840A0" w:rsidP="00677E61">
      <w:pPr>
        <w:tabs>
          <w:tab w:val="left" w:pos="0"/>
        </w:tabs>
        <w:jc w:val="both"/>
      </w:pPr>
      <w:r>
        <w:t xml:space="preserve">            21.6. vykdo minimalios priežiūros priemones, Mokyklos-darželio vaiko gerovės komisija organizuoja ir koordinuoja prevencinį darbą, švietimo pagalbos teikimą, saugios ir palankios vaiko ugdymui aplinkos kūrimą ir atlieka kitas su vaiko gerove susijusias funkcijas;</w:t>
      </w:r>
    </w:p>
    <w:p w:rsidR="000840A0" w:rsidRDefault="000840A0" w:rsidP="00677E61">
      <w:pPr>
        <w:jc w:val="both"/>
      </w:pPr>
      <w:r>
        <w:t xml:space="preserve">            21.7. organizuoja vaikų maitinimą Mokykloje-darželyje;</w:t>
      </w:r>
    </w:p>
    <w:p w:rsidR="000840A0" w:rsidRDefault="000840A0" w:rsidP="00677E61">
      <w:pPr>
        <w:tabs>
          <w:tab w:val="left" w:pos="0"/>
        </w:tabs>
        <w:jc w:val="both"/>
      </w:pPr>
      <w:r>
        <w:t xml:space="preserve">            21.8. organizuoja tėvų (kitų teisėtų vaikų atstovų) pageidavimu mokamas papildomas paslaugas teisės aktų nustatyta tvarka;</w:t>
      </w:r>
    </w:p>
    <w:p w:rsidR="000840A0" w:rsidRDefault="000840A0" w:rsidP="00677E61">
      <w:pPr>
        <w:tabs>
          <w:tab w:val="left" w:pos="0"/>
        </w:tabs>
        <w:jc w:val="both"/>
      </w:pPr>
      <w:r>
        <w:t xml:space="preserve">            21.9. sudaro sąlygas darbuotojams tobulėti profesijos srityje;</w:t>
      </w:r>
    </w:p>
    <w:p w:rsidR="000840A0" w:rsidRDefault="000840A0" w:rsidP="00677E61">
      <w:pPr>
        <w:tabs>
          <w:tab w:val="left" w:pos="0"/>
        </w:tabs>
        <w:jc w:val="both"/>
      </w:pPr>
      <w:r>
        <w:t xml:space="preserve">            21.10. kuria ugdymo turinio reikalavimams įgyvendinti reikiamą materialinę bazę, vadovaudamasi švietimo ir mokslo ministro patvirtintais Švietimo aprūpinimo standartais;</w:t>
      </w:r>
    </w:p>
    <w:p w:rsidR="000840A0" w:rsidRDefault="000840A0" w:rsidP="00677E61">
      <w:pPr>
        <w:tabs>
          <w:tab w:val="left" w:pos="0"/>
        </w:tabs>
        <w:jc w:val="both"/>
      </w:pPr>
      <w:r>
        <w:t xml:space="preserve">            21.11. plėtoja dalyvavimą projektuose, vykdo reikalingus tyrimus;</w:t>
      </w:r>
    </w:p>
    <w:p w:rsidR="000840A0" w:rsidRDefault="000840A0" w:rsidP="00677E61">
      <w:pPr>
        <w:tabs>
          <w:tab w:val="left" w:pos="0"/>
        </w:tabs>
        <w:jc w:val="both"/>
      </w:pPr>
      <w:r>
        <w:t xml:space="preserve">            21.12. vykdo Mokyklos-darželio veiklos kokybės tyrimus;</w:t>
      </w:r>
    </w:p>
    <w:p w:rsidR="000840A0" w:rsidRDefault="000840A0" w:rsidP="00677E61">
      <w:pPr>
        <w:tabs>
          <w:tab w:val="left" w:pos="0"/>
        </w:tabs>
        <w:jc w:val="both"/>
      </w:pPr>
      <w:r>
        <w:t xml:space="preserve">            21.13. kuria Mokyklą-darželį kaip vietos bendruomenės sociokultūros židinį;</w:t>
      </w:r>
    </w:p>
    <w:p w:rsidR="000840A0" w:rsidRDefault="000840A0" w:rsidP="00677E61">
      <w:pPr>
        <w:tabs>
          <w:tab w:val="left" w:pos="0"/>
        </w:tabs>
        <w:jc w:val="both"/>
      </w:pPr>
      <w:r>
        <w:t xml:space="preserve">            21.14. viešai skelbia informaciją apie Mokyklos-darželio veiklą teisės aktų nustatyta tvarka, organizuoja tėvų švietimą;</w:t>
      </w:r>
    </w:p>
    <w:p w:rsidR="000840A0" w:rsidRDefault="000840A0" w:rsidP="00677E61">
      <w:pPr>
        <w:tabs>
          <w:tab w:val="left" w:pos="0"/>
        </w:tabs>
        <w:jc w:val="both"/>
      </w:pPr>
      <w:r>
        <w:t xml:space="preserve">            21.15. atlieka kitas teisės aktų nustatytas funkcijas.</w:t>
      </w:r>
    </w:p>
    <w:p w:rsidR="000840A0" w:rsidRDefault="000840A0" w:rsidP="00677E61">
      <w:pPr>
        <w:tabs>
          <w:tab w:val="left" w:pos="0"/>
        </w:tabs>
        <w:jc w:val="both"/>
      </w:pPr>
      <w:r>
        <w:t xml:space="preserve">            22. Mokyklos-darželio mokiniams išduodami mokymosi pasiekimus įteisinantys dokumentai  Lietuvos Respublikos švietimo įstatymo ir švietimo ir mokslo ministro nustatyta tvarka.</w:t>
      </w:r>
    </w:p>
    <w:p w:rsidR="000840A0" w:rsidRDefault="000840A0" w:rsidP="009F708F">
      <w:pPr>
        <w:jc w:val="both"/>
      </w:pPr>
      <w:r>
        <w:t xml:space="preserve">            </w:t>
      </w:r>
      <w:r w:rsidRPr="0092759E">
        <w:t>23. Mokiniams</w:t>
      </w:r>
      <w:r>
        <w:t xml:space="preserve"> išduodami mokymosi pasiekimus įteisinantys dokumentai: Pradinio išsilavinimo pažymėjimas, Pradinio ugdymo pasiekimų pažymėjimas.</w:t>
      </w:r>
    </w:p>
    <w:p w:rsidR="000840A0" w:rsidRDefault="000840A0" w:rsidP="009F708F">
      <w:pPr>
        <w:tabs>
          <w:tab w:val="left" w:pos="0"/>
        </w:tabs>
        <w:jc w:val="both"/>
      </w:pPr>
    </w:p>
    <w:p w:rsidR="000840A0" w:rsidRDefault="000840A0" w:rsidP="009F708F">
      <w:pPr>
        <w:pStyle w:val="Heading2"/>
      </w:pPr>
      <w:r>
        <w:t xml:space="preserve">III. </w:t>
      </w:r>
      <w:r w:rsidRPr="00F73C2C">
        <w:t>MOKYKLOS-DARŽELIO</w:t>
      </w:r>
      <w:r>
        <w:t xml:space="preserve"> TEISĖS IR PAREIGOS</w:t>
      </w:r>
    </w:p>
    <w:p w:rsidR="000840A0" w:rsidRDefault="000840A0" w:rsidP="009F708F"/>
    <w:p w:rsidR="000840A0" w:rsidRDefault="000840A0" w:rsidP="00677E61">
      <w:pPr>
        <w:tabs>
          <w:tab w:val="left" w:pos="0"/>
        </w:tabs>
        <w:jc w:val="both"/>
      </w:pPr>
      <w:r>
        <w:t xml:space="preserve">           24. </w:t>
      </w:r>
      <w:r w:rsidRPr="000E4319">
        <w:t>Mokykla</w:t>
      </w:r>
      <w:r>
        <w:t>-darželis</w:t>
      </w:r>
      <w:r w:rsidRPr="000E4319">
        <w:t>, įgyvendindama jai pavestą tikslą ir uždavinius, atlikdama jai priskirtas funkcijas, turi teisę:</w:t>
      </w:r>
    </w:p>
    <w:p w:rsidR="000840A0" w:rsidRDefault="000840A0" w:rsidP="00677E61">
      <w:pPr>
        <w:tabs>
          <w:tab w:val="left" w:pos="0"/>
        </w:tabs>
        <w:jc w:val="both"/>
      </w:pPr>
      <w:r>
        <w:t xml:space="preserve">           24.1. parinkti mokymo metodus ir mokymosi veiklos būdus;</w:t>
      </w:r>
    </w:p>
    <w:p w:rsidR="000840A0" w:rsidRDefault="000840A0" w:rsidP="00677E61">
      <w:pPr>
        <w:tabs>
          <w:tab w:val="left" w:pos="0"/>
        </w:tabs>
        <w:jc w:val="both"/>
      </w:pPr>
      <w:r>
        <w:t xml:space="preserve">           24.2. kurti naujus mokymo ir mokymosi modelius;</w:t>
      </w:r>
    </w:p>
    <w:p w:rsidR="000840A0" w:rsidRDefault="000840A0" w:rsidP="00677E61">
      <w:pPr>
        <w:tabs>
          <w:tab w:val="left" w:pos="0"/>
        </w:tabs>
        <w:jc w:val="both"/>
      </w:pPr>
      <w:r>
        <w:t xml:space="preserve">           24.3. sudaryti mokymo ir kitas sutartis;</w:t>
      </w:r>
    </w:p>
    <w:p w:rsidR="000840A0" w:rsidRDefault="000840A0" w:rsidP="00677E61">
      <w:pPr>
        <w:tabs>
          <w:tab w:val="left" w:pos="0"/>
        </w:tabs>
        <w:ind w:left="567"/>
        <w:jc w:val="both"/>
      </w:pPr>
      <w:r>
        <w:t xml:space="preserve">  24.4. bendradarbiauti su veiklai įtakos turinčiais fiziniais ir juridiniais asmenimis;</w:t>
      </w:r>
    </w:p>
    <w:p w:rsidR="000840A0" w:rsidRDefault="000840A0" w:rsidP="00677E61">
      <w:pPr>
        <w:tabs>
          <w:tab w:val="left" w:pos="0"/>
        </w:tabs>
        <w:ind w:left="567"/>
        <w:jc w:val="both"/>
      </w:pPr>
      <w:r>
        <w:t xml:space="preserve">  24.5. dalyvauti rajono, šalies ir tarptautiniuose projektuose;</w:t>
      </w:r>
    </w:p>
    <w:p w:rsidR="000840A0" w:rsidRDefault="000840A0" w:rsidP="00677E61">
      <w:pPr>
        <w:ind w:left="567"/>
        <w:jc w:val="both"/>
      </w:pPr>
      <w:r>
        <w:t xml:space="preserve">  24.6. gauti paramą Lietuvos Respublikos labdaros ir paramos įstatymo nustatyta tvarka;</w:t>
      </w:r>
    </w:p>
    <w:p w:rsidR="000840A0" w:rsidRDefault="000840A0" w:rsidP="00677E61">
      <w:pPr>
        <w:ind w:left="567"/>
        <w:jc w:val="both"/>
      </w:pPr>
      <w:r>
        <w:t xml:space="preserve">  24.7. įstatymų nustatyta tvarka jungtis į asociacijas ir klubus, dalyvauti jų veikloje.</w:t>
      </w:r>
    </w:p>
    <w:p w:rsidR="000840A0" w:rsidRDefault="000840A0" w:rsidP="00677E61">
      <w:pPr>
        <w:jc w:val="both"/>
      </w:pPr>
      <w:r>
        <w:t xml:space="preserve">            25. Mokykla-darželis, įgyvendindama jai pavestą tikslą ir uždavinius, atlikdama jai priskirtas funkcijas, privalo:</w:t>
      </w:r>
    </w:p>
    <w:p w:rsidR="000840A0" w:rsidRDefault="000840A0" w:rsidP="00677E61">
      <w:pPr>
        <w:tabs>
          <w:tab w:val="left" w:pos="0"/>
        </w:tabs>
        <w:jc w:val="both"/>
      </w:pPr>
      <w:r>
        <w:t xml:space="preserve">            25.1. užtikrinti kokybišką ikimokyklinio, priešmokyklinio ir pradinio ugdymo programų, sudarytų mokymo sutarčių įsipareigojimų vykdymą; </w:t>
      </w:r>
    </w:p>
    <w:p w:rsidR="000840A0" w:rsidRDefault="000840A0" w:rsidP="00677E61">
      <w:pPr>
        <w:tabs>
          <w:tab w:val="left" w:pos="0"/>
        </w:tabs>
        <w:jc w:val="both"/>
      </w:pPr>
      <w:r>
        <w:t xml:space="preserve">            25.2. užtikrinti saugią, sveiką, užkertančią kelią smurto, prievartos apraiškoms, narkotinių ir psichotropinių medžiagų vartojimui ir kitiems žalingiems įpročiams aplinką;</w:t>
      </w:r>
    </w:p>
    <w:p w:rsidR="000840A0" w:rsidRDefault="000840A0" w:rsidP="00677E61">
      <w:pPr>
        <w:tabs>
          <w:tab w:val="left" w:pos="0"/>
        </w:tabs>
        <w:jc w:val="both"/>
      </w:pPr>
      <w:r>
        <w:t xml:space="preserve">            25.3. palaikyti ryšius su vietos bendruomene;</w:t>
      </w:r>
    </w:p>
    <w:p w:rsidR="000840A0" w:rsidRDefault="000840A0" w:rsidP="009F708F">
      <w:pPr>
        <w:tabs>
          <w:tab w:val="left" w:pos="0"/>
        </w:tabs>
        <w:jc w:val="both"/>
      </w:pPr>
      <w:r>
        <w:t xml:space="preserve">            25.4. informuoti apie vaiko teisių pažeidimus Savivaldybės administraciją, Vaiko teisių apsaugos skyrių, vaiko tėvus (globėjus, rūpintojus);</w:t>
      </w:r>
    </w:p>
    <w:p w:rsidR="000840A0" w:rsidRDefault="000840A0" w:rsidP="009F708F">
      <w:pPr>
        <w:jc w:val="both"/>
      </w:pPr>
      <w:r>
        <w:t xml:space="preserve">            25.5. apie Mokinio elgesio taisyklių pažeidimus, keliančius pavojų mokinių sveikatai ir saugumui, direktorius informuoja Savivaldybės administraciją, Vaiko teisių apsaugos skyrių.</w:t>
      </w:r>
    </w:p>
    <w:p w:rsidR="000840A0" w:rsidRDefault="000840A0" w:rsidP="009F708F">
      <w:pPr>
        <w:tabs>
          <w:tab w:val="left" w:pos="1276"/>
        </w:tabs>
        <w:jc w:val="both"/>
      </w:pPr>
    </w:p>
    <w:p w:rsidR="000840A0" w:rsidRDefault="000840A0" w:rsidP="009F708F">
      <w:pPr>
        <w:pStyle w:val="Heading2"/>
      </w:pPr>
      <w:r>
        <w:t>IV. MOKYKLOS-DARŽELIO VEIKLOS ORGANIZAVIMAS IR VALDYMAS</w:t>
      </w:r>
    </w:p>
    <w:p w:rsidR="000840A0" w:rsidRDefault="000840A0" w:rsidP="009F708F"/>
    <w:p w:rsidR="000840A0" w:rsidRDefault="000840A0" w:rsidP="00547483">
      <w:r>
        <w:t xml:space="preserve">             26. Mokyklos-darželio veiklos organizavimo teisinis pagrindas:</w:t>
      </w:r>
    </w:p>
    <w:p w:rsidR="000840A0" w:rsidRPr="009A3AB4" w:rsidRDefault="000840A0" w:rsidP="00547483">
      <w:r>
        <w:t xml:space="preserve">             26.1. </w:t>
      </w:r>
      <w:r w:rsidRPr="009A3AB4">
        <w:t>Mokyklos</w:t>
      </w:r>
      <w:r>
        <w:t>-darželio strateginis planas</w:t>
      </w:r>
      <w:r w:rsidRPr="009A3AB4">
        <w:t xml:space="preserve">, </w:t>
      </w:r>
      <w:r>
        <w:t>patvirtintas</w:t>
      </w:r>
      <w:r w:rsidRPr="001379F9">
        <w:t xml:space="preserve"> </w:t>
      </w:r>
      <w:r>
        <w:t xml:space="preserve">direktoriaus, </w:t>
      </w:r>
      <w:r w:rsidRPr="009A3AB4">
        <w:t xml:space="preserve"> </w:t>
      </w:r>
      <w:r>
        <w:t>pritarus</w:t>
      </w:r>
      <w:r w:rsidRPr="009A3AB4">
        <w:t xml:space="preserve"> Mokyklos</w:t>
      </w:r>
      <w:r>
        <w:t>-darželio</w:t>
      </w:r>
      <w:r w:rsidRPr="009A3AB4">
        <w:t xml:space="preserve"> taryba</w:t>
      </w:r>
      <w:r>
        <w:t xml:space="preserve">i ir Plungės rajono savivaldybės </w:t>
      </w:r>
      <w:r w:rsidRPr="00CE4934">
        <w:t>vykdomajai institucijai</w:t>
      </w:r>
      <w:r>
        <w:t xml:space="preserve"> ar jos įgaliotam asmeniui</w:t>
      </w:r>
      <w:r w:rsidRPr="009A3AB4">
        <w:t>;</w:t>
      </w:r>
    </w:p>
    <w:p w:rsidR="000840A0" w:rsidRDefault="000840A0" w:rsidP="00547483">
      <w:pPr>
        <w:tabs>
          <w:tab w:val="left" w:pos="0"/>
        </w:tabs>
        <w:jc w:val="both"/>
      </w:pPr>
      <w:r>
        <w:t xml:space="preserve">             26.2. </w:t>
      </w:r>
      <w:r w:rsidRPr="009A3AB4">
        <w:t>Mokyklos</w:t>
      </w:r>
      <w:r>
        <w:t>-darželio metinis veiklos planas, patvirtintas direktoriaus, pritarus Mokyklos-darželio tarybai;</w:t>
      </w:r>
    </w:p>
    <w:p w:rsidR="000840A0" w:rsidRDefault="000840A0" w:rsidP="00547483">
      <w:pPr>
        <w:tabs>
          <w:tab w:val="left" w:pos="0"/>
        </w:tabs>
        <w:jc w:val="both"/>
      </w:pPr>
      <w:r>
        <w:t xml:space="preserve">             26.3. </w:t>
      </w:r>
      <w:r w:rsidRPr="009A3AB4">
        <w:t>Mokyklos</w:t>
      </w:r>
      <w:r>
        <w:t>-darželio ugdymo planas, patvirtintas</w:t>
      </w:r>
      <w:r w:rsidRPr="001379F9">
        <w:t xml:space="preserve"> </w:t>
      </w:r>
      <w:r>
        <w:t>direktoriaus, suderinus su Mokyklos-darželio taryba ir Plungės rajono savivaldybės vykdomąja institucija ar jos įgaliotu asmeniu.</w:t>
      </w:r>
    </w:p>
    <w:p w:rsidR="000840A0" w:rsidRDefault="000840A0" w:rsidP="00547483">
      <w:pPr>
        <w:tabs>
          <w:tab w:val="left" w:pos="0"/>
        </w:tabs>
        <w:jc w:val="both"/>
      </w:pPr>
      <w:r>
        <w:t xml:space="preserve">             27. Mokyklai-darželiui vadovauja direktorius, kurį konkurso būdu pareigoms skiria ir iš jų atleidžia Savivaldybės taryba. Konkursas Mokyklos-darželio direktoriaus pareigoms eiti organizuojamas ir vykdomas Lietuvos Respublikos švietimo ir mokslo ministro nustatyta tvarka. Direktorius pareigoms skiriamas neterminuotai ir atleidžiamas iš jų teisės aktų nustatyta tvarka. Direktorius atskaitingas ir pavaldus Plungės  rajono savivaldybės tarybai ir Savivaldybės vykdomajai institucijai. Direktoriaus pareigybės aprašymą tvirtina Savivaldybės meras. </w:t>
      </w:r>
    </w:p>
    <w:p w:rsidR="000840A0" w:rsidRDefault="000840A0" w:rsidP="00547483">
      <w:pPr>
        <w:tabs>
          <w:tab w:val="left" w:pos="0"/>
        </w:tabs>
        <w:jc w:val="both"/>
      </w:pPr>
      <w:r>
        <w:t xml:space="preserve">               28. Mokyklos-darželio direktorius:</w:t>
      </w:r>
    </w:p>
    <w:p w:rsidR="000840A0" w:rsidRDefault="000840A0" w:rsidP="00547483">
      <w:pPr>
        <w:tabs>
          <w:tab w:val="left" w:pos="0"/>
        </w:tabs>
        <w:jc w:val="both"/>
      </w:pPr>
      <w:r>
        <w:t xml:space="preserve">               28.1. vadovauja Mokyklos-darželio strateginio plano, metinių veiklos planų ir švietimo programų rengimui, juos tvirtina, vadovauja jų vykdymui;</w:t>
      </w:r>
    </w:p>
    <w:p w:rsidR="000840A0" w:rsidRDefault="000840A0" w:rsidP="00547483">
      <w:pPr>
        <w:tabs>
          <w:tab w:val="left" w:pos="0"/>
        </w:tabs>
        <w:jc w:val="both"/>
      </w:pPr>
      <w:r>
        <w:t xml:space="preserve">               28.2. suderinęs su Savivaldybės vykdomąja institucija,</w:t>
      </w:r>
      <w:r>
        <w:rPr>
          <w:b/>
          <w:bCs/>
        </w:rPr>
        <w:t xml:space="preserve"> </w:t>
      </w:r>
      <w:r>
        <w:t>tvirtina Mokyklos-darželio vidaus struktūrą ir pareigybių sąrašą, neviršydamas nustatyto didžiausio leistino pareigybių skaičiaus;</w:t>
      </w:r>
    </w:p>
    <w:p w:rsidR="000840A0" w:rsidRDefault="000840A0" w:rsidP="00547483">
      <w:pPr>
        <w:tabs>
          <w:tab w:val="left" w:pos="0"/>
        </w:tabs>
        <w:jc w:val="both"/>
      </w:pPr>
      <w:r>
        <w:t xml:space="preserve">               28.3. skiria ir atleidžia darbuotojus, tvirtina jų pareigybių aprašymus, pareiginius bei tarifinius atlyginimus, skatina ir skiria drausmines nuobaudas, atlieka kitas su darbo santykiais susijusias funkcijas teisės aktų nustatyta tvarka;</w:t>
      </w:r>
    </w:p>
    <w:p w:rsidR="000840A0" w:rsidRDefault="000840A0" w:rsidP="00547483">
      <w:pPr>
        <w:tabs>
          <w:tab w:val="left" w:pos="0"/>
        </w:tabs>
        <w:jc w:val="both"/>
      </w:pPr>
      <w:r>
        <w:t xml:space="preserve">               28.4. priima vaikus Savivaldybės tarybos nustatyta tvarka ir sudaro mokymo sutartis;</w:t>
      </w:r>
    </w:p>
    <w:p w:rsidR="000840A0" w:rsidRDefault="000840A0" w:rsidP="00547483">
      <w:pPr>
        <w:tabs>
          <w:tab w:val="left" w:pos="0"/>
        </w:tabs>
        <w:jc w:val="both"/>
      </w:pPr>
      <w:r>
        <w:t xml:space="preserve">               28.5. vadovaudamasis teisės aktais, Mokyklos-darželio darbo tvarkos taisyklėse nustato vaikų ir darbuotojų teises, pareigas, atsakomybę;</w:t>
      </w:r>
    </w:p>
    <w:p w:rsidR="000840A0" w:rsidRDefault="000840A0" w:rsidP="00547483">
      <w:pPr>
        <w:tabs>
          <w:tab w:val="left" w:pos="0"/>
        </w:tabs>
        <w:jc w:val="both"/>
      </w:pPr>
      <w:r>
        <w:t xml:space="preserve">               28.6. sudaro ugdytiniams ir darbuotojams saugias ir sveikatai nekenksmingas ugdymosi ir darbo sąlygas;</w:t>
      </w:r>
    </w:p>
    <w:p w:rsidR="000840A0" w:rsidRDefault="000840A0" w:rsidP="00547483">
      <w:pPr>
        <w:tabs>
          <w:tab w:val="left" w:pos="0"/>
        </w:tabs>
        <w:jc w:val="both"/>
      </w:pPr>
      <w:r>
        <w:t xml:space="preserve">               28.7. leidžia įsakymus, kontroliuoja jų vykdymą;</w:t>
      </w:r>
    </w:p>
    <w:p w:rsidR="000840A0" w:rsidRDefault="000840A0" w:rsidP="00547483">
      <w:pPr>
        <w:tabs>
          <w:tab w:val="left" w:pos="0"/>
        </w:tabs>
        <w:jc w:val="both"/>
      </w:pPr>
      <w:r>
        <w:t xml:space="preserve">               28.8. sudaro darbo grupes, komisijas;</w:t>
      </w:r>
    </w:p>
    <w:p w:rsidR="000840A0" w:rsidRDefault="000840A0" w:rsidP="00547483">
      <w:pPr>
        <w:tabs>
          <w:tab w:val="left" w:pos="0"/>
        </w:tabs>
        <w:jc w:val="both"/>
      </w:pPr>
      <w:r>
        <w:t xml:space="preserve">               28.9. sudaro sutartis, reikalingas mokyklos funkcijoms atlikti;</w:t>
      </w:r>
    </w:p>
    <w:p w:rsidR="000840A0" w:rsidRDefault="000840A0" w:rsidP="00547483">
      <w:pPr>
        <w:tabs>
          <w:tab w:val="left" w:pos="0"/>
        </w:tabs>
        <w:jc w:val="both"/>
      </w:pPr>
      <w:r>
        <w:t xml:space="preserve">               28.10. organizuoja Mokyklos-darželio veiklos kokybės įsivertinimą, rūpinasi intelektiniais, materialiniais, finansiniais, informaciniais ištekliais, užtikrina jų optimalų valdymą ir naudojimą;</w:t>
      </w:r>
    </w:p>
    <w:p w:rsidR="000840A0" w:rsidRDefault="000840A0" w:rsidP="00547483">
      <w:pPr>
        <w:tabs>
          <w:tab w:val="left" w:pos="0"/>
        </w:tabs>
        <w:jc w:val="both"/>
      </w:pPr>
      <w:r>
        <w:t xml:space="preserve">                28.11. organizuoja Mokyklos-darželio dokumentų saugojimą ir valdymą;</w:t>
      </w:r>
    </w:p>
    <w:p w:rsidR="000840A0" w:rsidRDefault="000840A0" w:rsidP="00547483">
      <w:pPr>
        <w:tabs>
          <w:tab w:val="left" w:pos="0"/>
        </w:tabs>
        <w:jc w:val="both"/>
      </w:pPr>
      <w:r>
        <w:t xml:space="preserve">                28.12. sudaro sąlygas darbuotojų profesiniam tobulėjimui, kvalifikacijai kelti;</w:t>
      </w:r>
    </w:p>
    <w:p w:rsidR="000840A0" w:rsidRDefault="000840A0" w:rsidP="00547483">
      <w:pPr>
        <w:tabs>
          <w:tab w:val="left" w:pos="0"/>
        </w:tabs>
        <w:jc w:val="both"/>
      </w:pPr>
      <w:r>
        <w:t xml:space="preserve">                28.13. </w:t>
      </w:r>
      <w:r w:rsidRPr="000907D9">
        <w:t>organizuoja pedagoginių darbuotojų metodinę veiklą, atestaciją švietimo ir mokslo ministro nustatyta tvarka;</w:t>
      </w:r>
    </w:p>
    <w:p w:rsidR="000840A0" w:rsidRDefault="000840A0" w:rsidP="00547483">
      <w:pPr>
        <w:tabs>
          <w:tab w:val="left" w:pos="0"/>
        </w:tabs>
        <w:jc w:val="both"/>
      </w:pPr>
      <w:r>
        <w:t xml:space="preserve">                28.14. </w:t>
      </w:r>
      <w:r w:rsidRPr="000907D9">
        <w:t>inicijuoja Mokyklos</w:t>
      </w:r>
      <w:r>
        <w:t>-darželio</w:t>
      </w:r>
      <w:r w:rsidRPr="000907D9">
        <w:t xml:space="preserve"> savivaldos institucijų sudarymą ir skatina jų veiklą</w:t>
      </w:r>
      <w:r>
        <w:t xml:space="preserve">; </w:t>
      </w:r>
    </w:p>
    <w:p w:rsidR="000840A0" w:rsidRDefault="000840A0" w:rsidP="00547483">
      <w:pPr>
        <w:tabs>
          <w:tab w:val="left" w:pos="0"/>
        </w:tabs>
        <w:jc w:val="both"/>
      </w:pPr>
      <w:r>
        <w:t xml:space="preserve">                28.15. bendradarbiauja su mokinių tėvais (kitais teisėtais vaiko atstovais), pagalbą mokiniui, </w:t>
      </w:r>
      <w:r w:rsidRPr="000907D9">
        <w:t>mokytojui ir Mokyklai</w:t>
      </w:r>
      <w:r>
        <w:t>-darželiui</w:t>
      </w:r>
      <w:r w:rsidRPr="000907D9">
        <w:t xml:space="preserve"> teikiančiomis įstaigomis, teritorinėmis policijos, socialinių paslaugų, sveikatos įstaigomis, vaiko teisių apsaugos tarnybomis ir kitomis institucijomis, dirbančiomis vaiko teisių apsaugos srityje;</w:t>
      </w:r>
    </w:p>
    <w:p w:rsidR="000840A0" w:rsidRDefault="000840A0" w:rsidP="00547483">
      <w:pPr>
        <w:jc w:val="both"/>
      </w:pPr>
      <w:r>
        <w:t xml:space="preserve">                28.16. atstovauja Mokyklai-darželiui kitose institucijose;</w:t>
      </w:r>
    </w:p>
    <w:p w:rsidR="000840A0" w:rsidRDefault="000840A0" w:rsidP="00547483">
      <w:pPr>
        <w:tabs>
          <w:tab w:val="left" w:pos="0"/>
        </w:tabs>
        <w:jc w:val="both"/>
      </w:pPr>
      <w:r>
        <w:t xml:space="preserve">                28.17. </w:t>
      </w:r>
      <w:r w:rsidRPr="00DB2111">
        <w:t>vykdo kitas teisės aktų ir pareigybės aprašymo nustatytas funkcijas</w:t>
      </w:r>
      <w:r>
        <w:t>;</w:t>
      </w:r>
    </w:p>
    <w:p w:rsidR="000840A0" w:rsidRDefault="000840A0" w:rsidP="00547483">
      <w:pPr>
        <w:tabs>
          <w:tab w:val="left" w:pos="0"/>
        </w:tabs>
        <w:jc w:val="both"/>
      </w:pPr>
      <w:r>
        <w:t xml:space="preserve">                28.18. Mokyklos-darželio direktoriaus kasmetinės eilinės atostogos, ilgalaikės komandiruotės, laikinojo nedarbingumo, nemokamų atostogų metu ar dėl kitų priežasčių jo nesant darbe, įforminami Savivaldybės mero potvarkiu.</w:t>
      </w:r>
    </w:p>
    <w:p w:rsidR="000840A0" w:rsidRDefault="000840A0" w:rsidP="00547483">
      <w:pPr>
        <w:tabs>
          <w:tab w:val="left" w:pos="0"/>
        </w:tabs>
        <w:jc w:val="both"/>
      </w:pPr>
      <w:r>
        <w:t xml:space="preserve">                 29. Mokyklos-darželio direktorius atsako:</w:t>
      </w:r>
    </w:p>
    <w:p w:rsidR="000840A0" w:rsidRDefault="000840A0" w:rsidP="00547483">
      <w:pPr>
        <w:tabs>
          <w:tab w:val="left" w:pos="0"/>
        </w:tabs>
        <w:jc w:val="both"/>
      </w:pPr>
      <w:r>
        <w:t xml:space="preserve">                 29.1. už Lietuvos Respublikos įstatymų ir kitų teisės aktų laikymąsi Mokykloje-darželyje;</w:t>
      </w:r>
    </w:p>
    <w:p w:rsidR="000840A0" w:rsidRDefault="000840A0" w:rsidP="00547483">
      <w:pPr>
        <w:tabs>
          <w:tab w:val="left" w:pos="0"/>
        </w:tabs>
        <w:jc w:val="both"/>
      </w:pPr>
      <w:r>
        <w:t xml:space="preserve">                 29.2. už demokratinį Mokyklos-darželio valdymą, skaidriai priimamus sprendimus, bendruomenės narių informavimą, mokytojo etikos normų laikymąsi;</w:t>
      </w:r>
    </w:p>
    <w:p w:rsidR="000840A0" w:rsidRDefault="000840A0" w:rsidP="00547483">
      <w:pPr>
        <w:tabs>
          <w:tab w:val="left" w:pos="0"/>
        </w:tabs>
        <w:jc w:val="both"/>
      </w:pPr>
      <w:r>
        <w:t xml:space="preserve">                 29.3. už tinkamą funkcijų atlikimą, nustatytų tikslų ir uždavinių įgyvendinimą, Mokyklos-darželio veiklos rezultatus;</w:t>
      </w:r>
    </w:p>
    <w:p w:rsidR="000840A0" w:rsidRDefault="000840A0" w:rsidP="00547483">
      <w:pPr>
        <w:tabs>
          <w:tab w:val="left" w:pos="0"/>
        </w:tabs>
        <w:jc w:val="both"/>
      </w:pPr>
      <w:r>
        <w:t xml:space="preserve">                 29.4. už gerą ir veiksmingą vaiko minimalios priežiūros priemonių vykdymą;</w:t>
      </w:r>
    </w:p>
    <w:p w:rsidR="000840A0" w:rsidRDefault="000840A0" w:rsidP="00547483">
      <w:pPr>
        <w:tabs>
          <w:tab w:val="left" w:pos="0"/>
        </w:tabs>
        <w:jc w:val="both"/>
      </w:pPr>
      <w:r>
        <w:t xml:space="preserve">                 29.5. už atitinkamų Savivaldybės tarybos sprendimų įgyvendinimą, Lietuvos Respublikos švietimo įstatymo ir kitų teisės aktų laikymąsi.</w:t>
      </w:r>
    </w:p>
    <w:p w:rsidR="000840A0" w:rsidRDefault="000840A0" w:rsidP="009F708F">
      <w:pPr>
        <w:tabs>
          <w:tab w:val="left" w:pos="0"/>
        </w:tabs>
        <w:jc w:val="both"/>
      </w:pPr>
    </w:p>
    <w:p w:rsidR="000840A0" w:rsidRDefault="000840A0" w:rsidP="009F708F">
      <w:pPr>
        <w:pStyle w:val="Heading2"/>
      </w:pPr>
      <w:r>
        <w:t>V. MOKYKLOS-DARŽELIO SAVIVALDA</w:t>
      </w:r>
    </w:p>
    <w:p w:rsidR="000840A0" w:rsidRDefault="000840A0" w:rsidP="009F708F"/>
    <w:p w:rsidR="000840A0" w:rsidRDefault="000840A0" w:rsidP="00547483">
      <w:pPr>
        <w:jc w:val="both"/>
      </w:pPr>
      <w:r>
        <w:t xml:space="preserve">                 30. Mokyklos-darželio bendruomenė savivaldą organizuoja, kuria jos formas ir institucijas remdamasi Mokyklos-darželio filosofija ir švietimo tikslais, jos vykdomomis programomis ir susiklosčiusiomis tradicijomis.</w:t>
      </w:r>
    </w:p>
    <w:p w:rsidR="000840A0" w:rsidRDefault="000840A0" w:rsidP="00547483">
      <w:pPr>
        <w:jc w:val="both"/>
      </w:pPr>
      <w:r>
        <w:t xml:space="preserve">                 31. Mokykloje-darželyje veikia šios savivaldos institucijos: mokyklos-darželio taryba, mokytojų taryba ir klasių, grupių tėvų komitetai.</w:t>
      </w:r>
    </w:p>
    <w:p w:rsidR="000840A0" w:rsidRDefault="000840A0" w:rsidP="00547483">
      <w:pPr>
        <w:jc w:val="both"/>
      </w:pPr>
      <w:r>
        <w:t xml:space="preserve">                 32. </w:t>
      </w:r>
      <w:r w:rsidRPr="00F65C6C">
        <w:t>Mokyklos-darželio taryba yra aukščiausia Mokyklos-darželio savivaldos institucija</w:t>
      </w:r>
      <w:r>
        <w:t>, atstovaujanti mokytojams,</w:t>
      </w:r>
      <w:r w:rsidRPr="00F65C6C">
        <w:t xml:space="preserve"> tėvams (kitiems teisėtiems vaikų atstovams), administracijai ir  telkia</w:t>
      </w:r>
      <w:r>
        <w:t>nti</w:t>
      </w:r>
      <w:r w:rsidRPr="00F65C6C">
        <w:t xml:space="preserve"> </w:t>
      </w:r>
      <w:r>
        <w:t>bendruomenės atstovus</w:t>
      </w:r>
      <w:r w:rsidRPr="00F65C6C">
        <w:t xml:space="preserve"> </w:t>
      </w:r>
      <w:r>
        <w:t>svarbiausiems Mokyklos-darželio veiklos sričių klausimams aptarti, kolegialiai nagrinėti ir spręsti.</w:t>
      </w:r>
    </w:p>
    <w:p w:rsidR="000840A0" w:rsidRPr="000236B2" w:rsidRDefault="000840A0" w:rsidP="00547483">
      <w:pPr>
        <w:jc w:val="both"/>
      </w:pPr>
      <w:r>
        <w:t xml:space="preserve">                 33. Mokyklos-darželio tarybos priimti nutarimai, neprieštaraujantys Mokyklos-darželio veiklą reglamentuojamiems dokumentams, yra privalomi visai Mokyklos-darželio bendruomenei. Tarybos nutarimus, kurie prieštarauja įstaigos veiklą reglamentuojantiems dokumentams, Mokyklos-darželio direktorius, savininkas ar švietimo priežiūrą vykdančios instancijos prašo svarstyti iš naujo. Mokyklos-darželio tarybai atsisakius, ginčas sprendžiamas įstatymų nustatyta tvarka.</w:t>
      </w:r>
    </w:p>
    <w:p w:rsidR="000840A0" w:rsidRPr="000236B2" w:rsidRDefault="000840A0" w:rsidP="00547483">
      <w:pPr>
        <w:tabs>
          <w:tab w:val="left" w:pos="0"/>
        </w:tabs>
        <w:jc w:val="both"/>
      </w:pPr>
      <w:r>
        <w:t xml:space="preserve">                 34. Taryba renkama dvejiems metams. Ją</w:t>
      </w:r>
      <w:r w:rsidRPr="000236B2">
        <w:t xml:space="preserve"> sudaro 7 nariai</w:t>
      </w:r>
      <w:r>
        <w:t>;</w:t>
      </w:r>
      <w:r w:rsidRPr="000236B2">
        <w:t xml:space="preserve"> iš jų: 3 tėvų atstovai, išrinkti visuotiniame tėvų susirinkime, 3 mokytojai, išrinkti mokytojų tarybos posėdyje, ir </w:t>
      </w:r>
      <w:r>
        <w:t>Mokyklos-darželio direktorius.</w:t>
      </w:r>
    </w:p>
    <w:p w:rsidR="000840A0" w:rsidRDefault="000840A0" w:rsidP="00547483">
      <w:pPr>
        <w:tabs>
          <w:tab w:val="left" w:pos="0"/>
        </w:tabs>
        <w:jc w:val="both"/>
      </w:pPr>
      <w:r>
        <w:t xml:space="preserve">                 35. Mokyklos-darželio tarybos narį gali atšaukti jį išrinkusi institucija. Į atšaukto nario vietą išrenkamas naujas narys.</w:t>
      </w:r>
    </w:p>
    <w:p w:rsidR="000840A0" w:rsidRDefault="000840A0" w:rsidP="00547483">
      <w:pPr>
        <w:tabs>
          <w:tab w:val="left" w:pos="0"/>
        </w:tabs>
        <w:jc w:val="both"/>
      </w:pPr>
      <w:r>
        <w:t xml:space="preserve">                 </w:t>
      </w:r>
      <w:r w:rsidRPr="00954C0E">
        <w:t>3</w:t>
      </w:r>
      <w:r>
        <w:t>6</w:t>
      </w:r>
      <w:r w:rsidRPr="00954C0E">
        <w:t xml:space="preserve">. Tarybos pirmininkas ir sekretorius renkami atviru balsavimu pirmame </w:t>
      </w:r>
      <w:r>
        <w:t>t</w:t>
      </w:r>
      <w:r w:rsidRPr="00954C0E">
        <w:t xml:space="preserve">arybos posėdyje. </w:t>
      </w:r>
      <w:r>
        <w:t xml:space="preserve">Mokyklos-darželio direktorius negali būti </w:t>
      </w:r>
      <w:r>
        <w:rPr>
          <w:caps/>
        </w:rPr>
        <w:t>t</w:t>
      </w:r>
      <w:r>
        <w:t xml:space="preserve">arybos pirmininkas. </w:t>
      </w:r>
    </w:p>
    <w:p w:rsidR="000840A0" w:rsidRDefault="000840A0" w:rsidP="00547483">
      <w:pPr>
        <w:tabs>
          <w:tab w:val="left" w:pos="0"/>
        </w:tabs>
        <w:jc w:val="both"/>
      </w:pPr>
      <w:r>
        <w:t xml:space="preserve">                 37. Posėdžius šaukia </w:t>
      </w:r>
      <w:r>
        <w:rPr>
          <w:caps/>
        </w:rPr>
        <w:t>t</w:t>
      </w:r>
      <w:r>
        <w:t>arybos pirmininkas. Apie posėdžio laiką ir svarstyti parengtus klausimus pirmininkas informuoja narius ne vėliau kaip prieš 3 dienas iki posėdžio pradžios. Tarybos posėdį gali inicijuoti Mokyklos-darželio direktorius.</w:t>
      </w:r>
    </w:p>
    <w:p w:rsidR="000840A0" w:rsidRDefault="000840A0" w:rsidP="00547483">
      <w:pPr>
        <w:tabs>
          <w:tab w:val="left" w:pos="0"/>
        </w:tabs>
        <w:jc w:val="both"/>
      </w:pPr>
      <w:r>
        <w:t xml:space="preserve">                 38. Tarybos posėdžiai kviečiami ne rečiau kaip du kartus per metus. Prireikus gali būti sušauktas neeilinis tarybos posėdis. Į posėdžius gali būti kviečiami Mokyklos-darželio rėmėjai, socialiniai partneriai ar kiti asmenys.</w:t>
      </w:r>
    </w:p>
    <w:p w:rsidR="000840A0" w:rsidRDefault="000840A0" w:rsidP="00547483">
      <w:pPr>
        <w:tabs>
          <w:tab w:val="left" w:pos="0"/>
        </w:tabs>
        <w:jc w:val="both"/>
      </w:pPr>
      <w:r>
        <w:t xml:space="preserve">                 39. Posėdis teisėtas, jei jame dalyvauja ne mažiau kaip du trečdaliai narių. Nutarimai priimami tarybos posėdyje dalyvaujančiųjų balsų dauguma. Jei balsai pasiskirsto po lygiai, lemia pirmininko balsas. Nutarimai  yra teisėti, jei neprieštarauja teisės aktams. </w:t>
      </w:r>
    </w:p>
    <w:p w:rsidR="000840A0" w:rsidRDefault="000840A0" w:rsidP="00547483">
      <w:pPr>
        <w:tabs>
          <w:tab w:val="left" w:pos="0"/>
        </w:tabs>
        <w:jc w:val="both"/>
      </w:pPr>
      <w:r>
        <w:t xml:space="preserve">                 40. Mokyklos-darželio tarybos dokumentus pagal dokumentacijos planą ir dokumentų valdymo taisykles tvarko Mokyklos-darželio tarybos sekretorius.</w:t>
      </w:r>
    </w:p>
    <w:p w:rsidR="000840A0" w:rsidRDefault="000840A0" w:rsidP="001036CF">
      <w:pPr>
        <w:tabs>
          <w:tab w:val="left" w:pos="0"/>
        </w:tabs>
        <w:jc w:val="both"/>
      </w:pPr>
      <w:r>
        <w:t xml:space="preserve">                 41. Tarybos nariai už savo veiklą vieną kartą per metus atsiskaito juos rinkusiems Mokyklos-darželio bendruomenės nariams visuotiniame susirinkime.</w:t>
      </w:r>
    </w:p>
    <w:p w:rsidR="000840A0" w:rsidRDefault="000840A0" w:rsidP="001036CF">
      <w:pPr>
        <w:tabs>
          <w:tab w:val="left" w:pos="0"/>
        </w:tabs>
        <w:jc w:val="both"/>
      </w:pPr>
      <w:r>
        <w:t xml:space="preserve">                 42. Mokyklos-darželio taryba atlieka šias funkcijas:</w:t>
      </w:r>
    </w:p>
    <w:p w:rsidR="000840A0" w:rsidRDefault="000840A0" w:rsidP="001036CF">
      <w:pPr>
        <w:tabs>
          <w:tab w:val="left" w:pos="0"/>
        </w:tabs>
        <w:jc w:val="both"/>
      </w:pPr>
      <w:r>
        <w:t xml:space="preserve">                 42.1. teikia siūlymus dėl Mokyklos-darželio strateginių tikslų, uždavinių ir jų įgyvendinimo priemonių;</w:t>
      </w:r>
    </w:p>
    <w:p w:rsidR="000840A0" w:rsidRDefault="000840A0" w:rsidP="001036CF">
      <w:pPr>
        <w:tabs>
          <w:tab w:val="left" w:pos="0"/>
        </w:tabs>
        <w:jc w:val="both"/>
      </w:pPr>
      <w:r>
        <w:t xml:space="preserve">                 42.2. aprobuoja Mokyklos-darželio strateginį planą, metinę veiklos programą, darbo tvarkos taisykles, kitus Mokyklos-darželio veiklą reglamentuojančius dokumentus, teikiamus Mokyklos-darželio direktoriaus;</w:t>
      </w:r>
    </w:p>
    <w:p w:rsidR="000840A0" w:rsidRDefault="000840A0" w:rsidP="001036CF">
      <w:pPr>
        <w:tabs>
          <w:tab w:val="left" w:pos="0"/>
        </w:tabs>
        <w:jc w:val="both"/>
      </w:pPr>
      <w:r>
        <w:t xml:space="preserve">                 42.3. teikia siūlymus Mokyklos-darželio direktoriui dėl įstaigos nuostatų pakeitimo ar papildymo, Mokyklos-darželio vidaus struktūros tobulinimo;</w:t>
      </w:r>
    </w:p>
    <w:p w:rsidR="000840A0" w:rsidRDefault="000840A0" w:rsidP="001036CF">
      <w:pPr>
        <w:tabs>
          <w:tab w:val="left" w:pos="0"/>
        </w:tabs>
        <w:jc w:val="both"/>
      </w:pPr>
      <w:r>
        <w:t xml:space="preserve">                 42.4. išklauso Mokyklos-darželio direktoriaus metines veiklos ataskaitas ir teikia siūlymus Mokyklos-darželio direktoriui dėl įstaigos veiklos tobulinimo, saugių ugdymo (-si) ir darbo sąlygų sudarymo;</w:t>
      </w:r>
    </w:p>
    <w:p w:rsidR="000840A0" w:rsidRDefault="000840A0" w:rsidP="001036CF">
      <w:pPr>
        <w:tabs>
          <w:tab w:val="left" w:pos="0"/>
        </w:tabs>
        <w:jc w:val="both"/>
      </w:pPr>
      <w:r>
        <w:t xml:space="preserve">                  42.5. teikia siūlymus Plungės rajono savivaldybės tarybai ar jos įgaliotai institucijai, Mokyklos-darželio direktoriui dėl įstaigos materialinio aprūpinimo, veiklos tobulinimo;</w:t>
      </w:r>
    </w:p>
    <w:p w:rsidR="000840A0" w:rsidRDefault="000840A0" w:rsidP="001036CF">
      <w:pPr>
        <w:tabs>
          <w:tab w:val="left" w:pos="0"/>
        </w:tabs>
        <w:jc w:val="both"/>
      </w:pPr>
      <w:r>
        <w:t xml:space="preserve">                  42.6. talkina formuojant Mokyklos-darželio materialinius, finansinius ir intelektinius išteklius;</w:t>
      </w:r>
    </w:p>
    <w:p w:rsidR="000840A0" w:rsidRDefault="000840A0" w:rsidP="001036CF">
      <w:pPr>
        <w:tabs>
          <w:tab w:val="left" w:pos="0"/>
        </w:tabs>
        <w:jc w:val="both"/>
      </w:pPr>
      <w:r>
        <w:t xml:space="preserve">                  42.7. svarsto Mokyklos-darželio pedagogų, tėvų (kitų teisėtų vaiko atstovų) savivaldos institucijų ar bendruomenės narių iniciatyvas ir teikia siūlymus Mokyklos-darželio direktoriui;</w:t>
      </w:r>
    </w:p>
    <w:p w:rsidR="000840A0" w:rsidRDefault="000840A0" w:rsidP="001036CF">
      <w:pPr>
        <w:tabs>
          <w:tab w:val="left" w:pos="0"/>
        </w:tabs>
        <w:jc w:val="both"/>
      </w:pPr>
      <w:r>
        <w:t xml:space="preserve">                  42.8. priima nutarimus kitais, teisės aktų nustatytais ar Mokyklos-darželio direktoriaus teikiamais, klausimais.</w:t>
      </w:r>
    </w:p>
    <w:p w:rsidR="000840A0" w:rsidRDefault="000840A0" w:rsidP="001036CF">
      <w:pPr>
        <w:tabs>
          <w:tab w:val="left" w:pos="0"/>
        </w:tabs>
        <w:jc w:val="both"/>
      </w:pPr>
      <w:r>
        <w:t xml:space="preserve">                  43. Mokytojų taryba – nuolat veikianti Mokyklos-darželio savivaldos institucija mokytojų profesiniams ir bendriesiems klausimams spręsti.</w:t>
      </w:r>
    </w:p>
    <w:p w:rsidR="000840A0" w:rsidRDefault="000840A0" w:rsidP="001036CF">
      <w:pPr>
        <w:tabs>
          <w:tab w:val="left" w:pos="0"/>
        </w:tabs>
        <w:jc w:val="both"/>
      </w:pPr>
      <w:r>
        <w:t xml:space="preserve">                  44. Mokytojų tarybą sudaro Mokyklos-darželio direktorius, visi įstaigoje dirbantys pedagogai, sveikatos priežiūros specialistas.</w:t>
      </w:r>
    </w:p>
    <w:p w:rsidR="000840A0" w:rsidRDefault="000840A0" w:rsidP="001036CF">
      <w:pPr>
        <w:tabs>
          <w:tab w:val="left" w:pos="0"/>
        </w:tabs>
        <w:jc w:val="both"/>
      </w:pPr>
      <w:r>
        <w:t xml:space="preserve">                  45. Mokytojų tarybai vadovauja Mokyklos-darželio direktorius.</w:t>
      </w:r>
    </w:p>
    <w:p w:rsidR="000840A0" w:rsidRDefault="000840A0" w:rsidP="001036CF">
      <w:pPr>
        <w:tabs>
          <w:tab w:val="left" w:pos="0"/>
        </w:tabs>
        <w:jc w:val="both"/>
      </w:pPr>
      <w:r>
        <w:t xml:space="preserve">                  46. Mokytojų tarybos posėdžius šaukia Mokyklos-darželio direktorius. Posėdis yra teisėtas, jei jame dalyvauja du trečdaliai mokytojų tarybos narių. Nutarimai priimami posėdyje dalyvavusių narių balsų dauguma. Jei balsai pasiskirsto po lygiai, sprendžiamas balsas priklauso mokytojų tarybos pirmininkui. </w:t>
      </w:r>
    </w:p>
    <w:p w:rsidR="000840A0" w:rsidRDefault="000840A0" w:rsidP="001036CF">
      <w:pPr>
        <w:tabs>
          <w:tab w:val="left" w:pos="0"/>
        </w:tabs>
        <w:jc w:val="both"/>
      </w:pPr>
      <w:r>
        <w:t xml:space="preserve">                  47. Mokytojų tarybos posėdžiai šaukiami prasidedant ir baigiantis mokslo metams, taip pat ne rečiau kaip vieną kartą per pusmetį. Prireikus gali būti šaukiamas neeilinis mokytojų tarybos posėdis.</w:t>
      </w:r>
    </w:p>
    <w:p w:rsidR="000840A0" w:rsidRDefault="000840A0" w:rsidP="001036CF">
      <w:pPr>
        <w:tabs>
          <w:tab w:val="left" w:pos="0"/>
        </w:tabs>
        <w:jc w:val="both"/>
      </w:pPr>
      <w:r>
        <w:t xml:space="preserve">                  48. Mokytojų taryba:</w:t>
      </w:r>
    </w:p>
    <w:p w:rsidR="000840A0" w:rsidRDefault="000840A0" w:rsidP="001036CF">
      <w:pPr>
        <w:tabs>
          <w:tab w:val="left" w:pos="0"/>
        </w:tabs>
        <w:jc w:val="both"/>
      </w:pPr>
      <w:r>
        <w:t xml:space="preserve">                  48.1. svarsto ugdymo programų įgyvendinimą, optimalių ugdymo sąlygų sudarymą, ugdymo turinio atnaujinimą, vaikų ugdymosi rezultatus, pedagoginės veiklos tobulinimo būdus;</w:t>
      </w:r>
    </w:p>
    <w:p w:rsidR="000840A0" w:rsidRDefault="000840A0" w:rsidP="001036CF">
      <w:pPr>
        <w:tabs>
          <w:tab w:val="left" w:pos="0"/>
        </w:tabs>
        <w:jc w:val="both"/>
      </w:pPr>
      <w:r>
        <w:t xml:space="preserve">                  48.2. teikia siūlymus dėl </w:t>
      </w:r>
      <w:r>
        <w:rPr>
          <w:caps/>
        </w:rPr>
        <w:t>m</w:t>
      </w:r>
      <w:r>
        <w:t>okyklos-darželio metinio veiklos plano, ugdymo plano įgyvendinimo, vaikų pažangos ir pasiekimų vertinimo, informacijos kaupimo ir panaudojimo tobulinimo;</w:t>
      </w:r>
    </w:p>
    <w:p w:rsidR="000840A0" w:rsidRDefault="000840A0" w:rsidP="001036CF">
      <w:pPr>
        <w:tabs>
          <w:tab w:val="left" w:pos="0"/>
        </w:tabs>
        <w:jc w:val="both"/>
      </w:pPr>
      <w:r>
        <w:t xml:space="preserve">                  48.3. sprendžia vaikų sveikatos, saugos,  prevencinės veiklos klausimus;</w:t>
      </w:r>
    </w:p>
    <w:p w:rsidR="000840A0" w:rsidRDefault="000840A0" w:rsidP="001036CF">
      <w:pPr>
        <w:tabs>
          <w:tab w:val="left" w:pos="0"/>
        </w:tabs>
        <w:jc w:val="both"/>
      </w:pPr>
      <w:r>
        <w:t xml:space="preserve">                  48.4. priima sprendimus dėl mokinių kėlimo į aukštesnę klasę;</w:t>
      </w:r>
    </w:p>
    <w:p w:rsidR="000840A0" w:rsidRDefault="000840A0" w:rsidP="001036CF">
      <w:pPr>
        <w:tabs>
          <w:tab w:val="left" w:pos="0"/>
        </w:tabs>
        <w:jc w:val="both"/>
      </w:pPr>
      <w:r>
        <w:t xml:space="preserve">                  48.5. svarsto ir priima nutarimus teisės aktų nustatytais ir Mokyklos-darželio direktoriaus teikiamais klausimais.</w:t>
      </w:r>
    </w:p>
    <w:p w:rsidR="000840A0" w:rsidRDefault="000840A0" w:rsidP="001036CF">
      <w:pPr>
        <w:jc w:val="both"/>
      </w:pPr>
      <w:r>
        <w:t xml:space="preserve">                  49.Mokykloje-darželyje veikia klasių (grupių) tėvų komitetai.</w:t>
      </w:r>
    </w:p>
    <w:p w:rsidR="000840A0" w:rsidRDefault="000840A0" w:rsidP="001036CF">
      <w:pPr>
        <w:tabs>
          <w:tab w:val="left" w:pos="0"/>
        </w:tabs>
        <w:jc w:val="both"/>
      </w:pPr>
      <w:r>
        <w:t xml:space="preserve">                  50. Klasės (grupės) tėvų komitetas mokslo metų pabaigoje atsiskaito juos rinkusiam klasės tėvų (kitų vaiko teisėtų atstovų) susirinkimui.</w:t>
      </w:r>
    </w:p>
    <w:p w:rsidR="000840A0" w:rsidRDefault="000840A0" w:rsidP="001036CF">
      <w:pPr>
        <w:tabs>
          <w:tab w:val="left" w:pos="0"/>
        </w:tabs>
        <w:jc w:val="both"/>
      </w:pPr>
      <w:r>
        <w:t xml:space="preserve">                  51. Klasės (grupės) tėvų komitetas:</w:t>
      </w:r>
    </w:p>
    <w:p w:rsidR="000840A0" w:rsidRDefault="000840A0" w:rsidP="001036CF">
      <w:pPr>
        <w:tabs>
          <w:tab w:val="left" w:pos="0"/>
        </w:tabs>
        <w:jc w:val="both"/>
      </w:pPr>
      <w:r>
        <w:t xml:space="preserve">                  51.1. aptaria su klasės (grupės) mokytoju (auklėtoju) vaikų lankomumo, elgesio ir pažangumo, saugumo, maitinimo ir kitus ugdymo (-si) klausimus;</w:t>
      </w:r>
    </w:p>
    <w:p w:rsidR="000840A0" w:rsidRDefault="000840A0" w:rsidP="001036CF">
      <w:pPr>
        <w:tabs>
          <w:tab w:val="left" w:pos="0"/>
        </w:tabs>
        <w:jc w:val="both"/>
      </w:pPr>
      <w:r>
        <w:t xml:space="preserve">                  51.2. padeda organizuoti klasės (grupės) renginius, išvykas, kurti edukacinę aplinką;</w:t>
      </w:r>
    </w:p>
    <w:p w:rsidR="000840A0" w:rsidRDefault="000840A0" w:rsidP="001036CF">
      <w:pPr>
        <w:tabs>
          <w:tab w:val="left" w:pos="0"/>
        </w:tabs>
        <w:jc w:val="both"/>
      </w:pPr>
      <w:r>
        <w:t xml:space="preserve">                  51.3. deleguoja atstovus į Mokyklos-darželio tarybą;</w:t>
      </w:r>
    </w:p>
    <w:p w:rsidR="000840A0" w:rsidRDefault="000840A0" w:rsidP="001036CF">
      <w:pPr>
        <w:tabs>
          <w:tab w:val="left" w:pos="0"/>
        </w:tabs>
        <w:jc w:val="both"/>
      </w:pPr>
      <w:r>
        <w:t xml:space="preserve">                  51.4. teikia siūlymus įstaigos tarybai ir direktoriui. </w:t>
      </w:r>
    </w:p>
    <w:p w:rsidR="000840A0" w:rsidRDefault="000840A0" w:rsidP="009F708F">
      <w:pPr>
        <w:tabs>
          <w:tab w:val="left" w:pos="0"/>
        </w:tabs>
        <w:jc w:val="both"/>
      </w:pPr>
      <w:r>
        <w:t xml:space="preserve">                  52. Mokykloje-darželyje gali steigtis ir kitos savivaldos institucijos, bendruomenės nariai gali burtis į įvairių interesų grupių (mokytojų, tėvų ar kitų teisėtų vaiko atstovų) asociacijas, organizacijas, sąjungas, vykdančias jų veiklos nuostatuose (įstatuose) numatytus uždavinius ir funkcijas.</w:t>
      </w:r>
    </w:p>
    <w:p w:rsidR="000840A0" w:rsidRDefault="000840A0" w:rsidP="009F708F">
      <w:pPr>
        <w:tabs>
          <w:tab w:val="left" w:pos="0"/>
        </w:tabs>
        <w:jc w:val="center"/>
        <w:rPr>
          <w:b/>
          <w:bCs/>
        </w:rPr>
      </w:pPr>
      <w:r>
        <w:rPr>
          <w:b/>
          <w:bCs/>
        </w:rPr>
        <w:t xml:space="preserve">VI. DARBUOTOJŲ PRIĖMIMAS Į DARBĄ, JŲ DARBO APMOKĖJIMO </w:t>
      </w:r>
    </w:p>
    <w:p w:rsidR="000840A0" w:rsidRDefault="000840A0" w:rsidP="009F708F">
      <w:pPr>
        <w:tabs>
          <w:tab w:val="left" w:pos="0"/>
        </w:tabs>
        <w:jc w:val="center"/>
        <w:rPr>
          <w:b/>
          <w:bCs/>
        </w:rPr>
      </w:pPr>
      <w:r>
        <w:rPr>
          <w:b/>
          <w:bCs/>
        </w:rPr>
        <w:t>TVARKA IR ATESTACIJA</w:t>
      </w:r>
    </w:p>
    <w:p w:rsidR="000840A0" w:rsidRDefault="000840A0" w:rsidP="009F708F">
      <w:pPr>
        <w:tabs>
          <w:tab w:val="left" w:pos="0"/>
        </w:tabs>
        <w:jc w:val="center"/>
        <w:rPr>
          <w:b/>
          <w:bCs/>
        </w:rPr>
      </w:pPr>
    </w:p>
    <w:p w:rsidR="000840A0" w:rsidRDefault="000840A0" w:rsidP="001036CF">
      <w:pPr>
        <w:tabs>
          <w:tab w:val="left" w:pos="0"/>
        </w:tabs>
        <w:jc w:val="both"/>
      </w:pPr>
      <w:r>
        <w:rPr>
          <w:b/>
          <w:bCs/>
        </w:rPr>
        <w:t xml:space="preserve">                  </w:t>
      </w:r>
      <w:r>
        <w:t>53</w:t>
      </w:r>
      <w:r w:rsidRPr="0058201D">
        <w:t xml:space="preserve">. </w:t>
      </w:r>
      <w:r>
        <w:t xml:space="preserve">Darbuotojai į darbą </w:t>
      </w:r>
      <w:r>
        <w:rPr>
          <w:caps/>
        </w:rPr>
        <w:t>m</w:t>
      </w:r>
      <w:r>
        <w:t xml:space="preserve">okykloje-darželyje priimami ir atleidžiami iš jo Lietuvos Respublikos darbo kodekso ir kitų teisės aktų nustatyta tvarka. </w:t>
      </w:r>
    </w:p>
    <w:p w:rsidR="000840A0" w:rsidRDefault="000840A0" w:rsidP="001036CF">
      <w:pPr>
        <w:tabs>
          <w:tab w:val="left" w:pos="0"/>
        </w:tabs>
        <w:jc w:val="both"/>
      </w:pPr>
      <w:r>
        <w:t xml:space="preserve">                  54. Mokyklos-darželio darbuotojams už darbą mokama Lietuvos Respublikos įstatymų ir kitų teisės aktų nustatyta tvarka.</w:t>
      </w:r>
    </w:p>
    <w:p w:rsidR="000840A0" w:rsidRDefault="000840A0" w:rsidP="001036CF">
      <w:pPr>
        <w:tabs>
          <w:tab w:val="left" w:pos="0"/>
        </w:tabs>
        <w:jc w:val="both"/>
      </w:pPr>
      <w:r>
        <w:t xml:space="preserve">                  55. Mokyklos-darželio tarybai pasiūlius, jei yra sutaupytų Mokyklos-darželio darbo užmokesčio lėšų, darbuotojams gali būti mokami priedai prie atlyginimų pagal galiojančius Lietuvos Respublikos Vyriausybės nutarimus.</w:t>
      </w:r>
    </w:p>
    <w:p w:rsidR="000840A0" w:rsidRDefault="000840A0" w:rsidP="001036CF">
      <w:pPr>
        <w:tabs>
          <w:tab w:val="left" w:pos="0"/>
        </w:tabs>
        <w:jc w:val="both"/>
      </w:pPr>
      <w:r>
        <w:t xml:space="preserve">                  56. Mokyklos-darželio direktorius, mokytojai ir auklėtojai atestuojasi ir tobulina kvalifikaciją švietimo ir mokslo ministro nustatyta tvarka.</w:t>
      </w:r>
    </w:p>
    <w:p w:rsidR="000840A0" w:rsidRDefault="000840A0" w:rsidP="009F708F">
      <w:pPr>
        <w:tabs>
          <w:tab w:val="left" w:pos="0"/>
        </w:tabs>
        <w:jc w:val="both"/>
      </w:pPr>
    </w:p>
    <w:p w:rsidR="000840A0" w:rsidRDefault="000840A0" w:rsidP="009F708F">
      <w:pPr>
        <w:tabs>
          <w:tab w:val="left" w:pos="0"/>
        </w:tabs>
        <w:jc w:val="center"/>
        <w:rPr>
          <w:b/>
          <w:bCs/>
        </w:rPr>
      </w:pPr>
      <w:r>
        <w:rPr>
          <w:b/>
          <w:bCs/>
        </w:rPr>
        <w:t xml:space="preserve">VII. MOKYKLOS-DARŽELIO TURTAS, LĖŠOS, JŲ NAUDOJIMO TVARKA, FINANSINĖS VEIKLOS KONTROLĖ IR MOKYKLOS-DARŽELIO </w:t>
      </w:r>
    </w:p>
    <w:p w:rsidR="000840A0" w:rsidRDefault="000840A0" w:rsidP="009F708F">
      <w:pPr>
        <w:tabs>
          <w:tab w:val="left" w:pos="0"/>
        </w:tabs>
        <w:jc w:val="center"/>
        <w:rPr>
          <w:b/>
          <w:bCs/>
        </w:rPr>
      </w:pPr>
      <w:r>
        <w:rPr>
          <w:b/>
          <w:bCs/>
        </w:rPr>
        <w:t>VEIKLOS PRIEŽIŪRA</w:t>
      </w:r>
    </w:p>
    <w:p w:rsidR="000840A0" w:rsidRDefault="000840A0" w:rsidP="009F708F">
      <w:pPr>
        <w:tabs>
          <w:tab w:val="left" w:pos="0"/>
        </w:tabs>
        <w:jc w:val="center"/>
        <w:rPr>
          <w:b/>
          <w:bCs/>
        </w:rPr>
      </w:pPr>
    </w:p>
    <w:p w:rsidR="000840A0" w:rsidRDefault="000840A0" w:rsidP="001036CF">
      <w:pPr>
        <w:tabs>
          <w:tab w:val="left" w:pos="0"/>
        </w:tabs>
        <w:jc w:val="both"/>
      </w:pPr>
      <w:r>
        <w:t xml:space="preserve">                 57</w:t>
      </w:r>
      <w:r w:rsidRPr="0006268A">
        <w:t xml:space="preserve">. </w:t>
      </w:r>
      <w:r>
        <w:t>Mokykla-darželis valdo patikėjimo teise Savivaldybės perduotą turtą, naudoja ir disponuoja juo pagal įstatymus Plungės rajono savivaldybės tarybos nustatyta tvarka.</w:t>
      </w:r>
    </w:p>
    <w:p w:rsidR="000840A0" w:rsidRDefault="000840A0" w:rsidP="001036CF">
      <w:pPr>
        <w:tabs>
          <w:tab w:val="left" w:pos="0"/>
        </w:tabs>
        <w:jc w:val="both"/>
      </w:pPr>
      <w:r>
        <w:t xml:space="preserve">                 58. Mokyklos-darželio lėšų šaltiniai:</w:t>
      </w:r>
    </w:p>
    <w:p w:rsidR="000840A0" w:rsidRDefault="000840A0" w:rsidP="001036CF">
      <w:pPr>
        <w:tabs>
          <w:tab w:val="left" w:pos="0"/>
        </w:tabs>
        <w:jc w:val="both"/>
      </w:pPr>
      <w:r>
        <w:t xml:space="preserve">                 58.1. valstybės biudžeto specialiųjų tikslinių dotacijų Savivaldybės biudžetui skirtos lėšos ir</w:t>
      </w:r>
      <w:r w:rsidRPr="003C4395">
        <w:t xml:space="preserve"> </w:t>
      </w:r>
      <w:r>
        <w:t>Savivaldybės biudžeto lėšos, skiriamos pagal patvirtintas sąmatas;</w:t>
      </w:r>
    </w:p>
    <w:p w:rsidR="000840A0" w:rsidRDefault="000840A0" w:rsidP="001036CF">
      <w:pPr>
        <w:tabs>
          <w:tab w:val="left" w:pos="0"/>
        </w:tabs>
        <w:jc w:val="both"/>
      </w:pPr>
      <w:r>
        <w:t xml:space="preserve">                 58.2. fondų, organizacijų, kitų juridinių ir fizinių asmenų dovanotos ar kitais teisėtais būdais perduotos lėšos, tikslinės paskirties lėšos pagal pavedimus;</w:t>
      </w:r>
    </w:p>
    <w:p w:rsidR="000840A0" w:rsidRDefault="000840A0" w:rsidP="001036CF">
      <w:pPr>
        <w:tabs>
          <w:tab w:val="left" w:pos="0"/>
        </w:tabs>
        <w:jc w:val="both"/>
      </w:pPr>
      <w:r>
        <w:t xml:space="preserve">                 58.3. pajamos už teikiamas paslaugas;</w:t>
      </w:r>
    </w:p>
    <w:p w:rsidR="000840A0" w:rsidRDefault="000840A0" w:rsidP="001036CF">
      <w:pPr>
        <w:tabs>
          <w:tab w:val="left" w:pos="0"/>
        </w:tabs>
        <w:jc w:val="both"/>
      </w:pPr>
      <w:r>
        <w:t xml:space="preserve">                 58.4. kitos teisėtu būdu įgytos lėšos.</w:t>
      </w:r>
    </w:p>
    <w:p w:rsidR="000840A0" w:rsidRDefault="000840A0" w:rsidP="001036CF">
      <w:pPr>
        <w:pStyle w:val="Betarp"/>
        <w:tabs>
          <w:tab w:val="left" w:pos="0"/>
        </w:tabs>
        <w:jc w:val="both"/>
      </w:pPr>
      <w:r>
        <w:t xml:space="preserve">                 59. Mokykla-darželis buhalterinę apskaitą organizuoja ir finansinę atskaitomybę tvarko teisės aktų nustatyta tvarka.</w:t>
      </w:r>
    </w:p>
    <w:p w:rsidR="000840A0" w:rsidRDefault="000840A0" w:rsidP="001036CF">
      <w:pPr>
        <w:pStyle w:val="Betarp"/>
        <w:tabs>
          <w:tab w:val="left" w:pos="0"/>
        </w:tabs>
        <w:jc w:val="both"/>
      </w:pPr>
      <w:r>
        <w:t xml:space="preserve">                 60. </w:t>
      </w:r>
      <w:r w:rsidRPr="001B39D8">
        <w:t>Mokyklos</w:t>
      </w:r>
      <w:r>
        <w:t>-darželio</w:t>
      </w:r>
      <w:r w:rsidRPr="001B39D8">
        <w:t xml:space="preserve"> finansinė veikla kontroliuojama teisės aktų nustatyta tvarka.</w:t>
      </w:r>
    </w:p>
    <w:p w:rsidR="000840A0" w:rsidRDefault="000840A0" w:rsidP="001036CF">
      <w:pPr>
        <w:pStyle w:val="Betarp"/>
        <w:tabs>
          <w:tab w:val="left" w:pos="0"/>
        </w:tabs>
        <w:jc w:val="both"/>
      </w:pPr>
      <w:r>
        <w:t xml:space="preserve">                 61. Mokyklos-darželio veiklos priežiūrą atlieka savininko teises ir pareigas įgyvendinanti institucija arba jos įgaliotas asmuo.</w:t>
      </w:r>
    </w:p>
    <w:p w:rsidR="000840A0" w:rsidRDefault="000840A0" w:rsidP="009F708F">
      <w:pPr>
        <w:pStyle w:val="Betarp"/>
        <w:tabs>
          <w:tab w:val="left" w:pos="0"/>
        </w:tabs>
        <w:jc w:val="both"/>
      </w:pPr>
    </w:p>
    <w:p w:rsidR="000840A0" w:rsidRDefault="000840A0" w:rsidP="009F708F">
      <w:pPr>
        <w:pStyle w:val="Betarp"/>
        <w:tabs>
          <w:tab w:val="left" w:pos="0"/>
        </w:tabs>
        <w:jc w:val="center"/>
        <w:rPr>
          <w:b/>
          <w:bCs/>
        </w:rPr>
      </w:pPr>
      <w:r>
        <w:rPr>
          <w:b/>
          <w:bCs/>
        </w:rPr>
        <w:t>VIII. BAIGIAMOSIOS NUOSTATOS</w:t>
      </w:r>
    </w:p>
    <w:p w:rsidR="000840A0" w:rsidRDefault="000840A0" w:rsidP="009F708F">
      <w:pPr>
        <w:pStyle w:val="Betarp"/>
        <w:tabs>
          <w:tab w:val="left" w:pos="0"/>
        </w:tabs>
        <w:jc w:val="center"/>
        <w:rPr>
          <w:b/>
          <w:bCs/>
        </w:rPr>
      </w:pPr>
    </w:p>
    <w:p w:rsidR="000840A0" w:rsidRDefault="000840A0" w:rsidP="001036CF">
      <w:pPr>
        <w:pStyle w:val="Betarp"/>
        <w:tabs>
          <w:tab w:val="left" w:pos="0"/>
        </w:tabs>
        <w:jc w:val="both"/>
      </w:pPr>
      <w:r>
        <w:rPr>
          <w:b/>
          <w:bCs/>
        </w:rPr>
        <w:t xml:space="preserve">                 </w:t>
      </w:r>
      <w:r>
        <w:t>62</w:t>
      </w:r>
      <w:r w:rsidRPr="00BB5031">
        <w:t xml:space="preserve">. </w:t>
      </w:r>
      <w:r>
        <w:t>Mokykla-darželis turi interneto svetainę, atitinkančią teisės aktų nustatytus reikalavimus.</w:t>
      </w:r>
    </w:p>
    <w:p w:rsidR="000840A0" w:rsidRDefault="000840A0" w:rsidP="001036CF">
      <w:pPr>
        <w:pStyle w:val="Betarp"/>
        <w:tabs>
          <w:tab w:val="left" w:pos="0"/>
        </w:tabs>
        <w:jc w:val="both"/>
      </w:pPr>
      <w:r>
        <w:t xml:space="preserve">                 63. Mokyklos-darželio svetainėje ir kitose visuomenės informavimo priemonėse skelbiama informacija apie Mokyklos-darželio vykdomas formaliojo ir neformaliojo švietimo programas, darbuotojų kvalifikaciją, priėmimo sąlygas, teikiamas paslaugas, bendruomenės tradicijas ir kitas vykdomas veiklas.</w:t>
      </w:r>
    </w:p>
    <w:p w:rsidR="000840A0" w:rsidRDefault="000840A0" w:rsidP="001036CF">
      <w:pPr>
        <w:pStyle w:val="Betarp"/>
        <w:tabs>
          <w:tab w:val="left" w:pos="0"/>
        </w:tabs>
        <w:jc w:val="both"/>
      </w:pPr>
      <w:r>
        <w:t xml:space="preserve">                 64. Mokyklos-darželio nuostatams, jų pakeitimams, papildymams pritaria Mokyklos-darželio taryba, tvirtina savininko teises ir pareigas įgyvendinanti institucija.</w:t>
      </w:r>
    </w:p>
    <w:p w:rsidR="000840A0" w:rsidRDefault="000840A0" w:rsidP="001036CF">
      <w:pPr>
        <w:pStyle w:val="Betarp"/>
        <w:tabs>
          <w:tab w:val="left" w:pos="0"/>
        </w:tabs>
        <w:jc w:val="both"/>
      </w:pPr>
      <w:r>
        <w:t xml:space="preserve">                 65. Mokyklos-darželio nuostatai keičiami ir papildomi Mokyklos-darželio savininko, Mokyklos-darželio direktoriaus ar tarybos iniciatyva.</w:t>
      </w:r>
    </w:p>
    <w:p w:rsidR="000840A0" w:rsidRDefault="000840A0" w:rsidP="009F708F">
      <w:pPr>
        <w:pStyle w:val="Betarp"/>
        <w:tabs>
          <w:tab w:val="left" w:pos="0"/>
        </w:tabs>
        <w:jc w:val="both"/>
      </w:pPr>
      <w:r>
        <w:t xml:space="preserve">                 66. Mokykla-darželis reorganizuojama, likviduojama ar pertvarkoma teisės aktų nustatyta tvarka.</w:t>
      </w:r>
    </w:p>
    <w:p w:rsidR="000840A0" w:rsidRDefault="000840A0" w:rsidP="009F708F">
      <w:pPr>
        <w:jc w:val="center"/>
      </w:pPr>
      <w:r>
        <w:t>_____________________________________________</w:t>
      </w:r>
    </w:p>
    <w:p w:rsidR="000840A0" w:rsidRDefault="000840A0" w:rsidP="009F708F">
      <w:pPr>
        <w:pStyle w:val="Betarp"/>
        <w:tabs>
          <w:tab w:val="left" w:pos="0"/>
        </w:tabs>
        <w:jc w:val="both"/>
      </w:pPr>
    </w:p>
    <w:p w:rsidR="000840A0" w:rsidRDefault="000840A0" w:rsidP="009F708F">
      <w:pPr>
        <w:pStyle w:val="Betarp"/>
        <w:tabs>
          <w:tab w:val="left" w:pos="0"/>
        </w:tabs>
        <w:jc w:val="both"/>
      </w:pPr>
    </w:p>
    <w:p w:rsidR="000840A0" w:rsidRPr="00BB3165" w:rsidRDefault="000840A0" w:rsidP="007C4D0A">
      <w:pPr>
        <w:jc w:val="both"/>
      </w:pPr>
      <w:r>
        <w:t>Direktorė</w:t>
      </w:r>
      <w:r>
        <w:tab/>
      </w:r>
      <w:r>
        <w:tab/>
      </w:r>
      <w:r>
        <w:tab/>
      </w:r>
      <w:r>
        <w:tab/>
      </w:r>
      <w:r>
        <w:tab/>
        <w:t xml:space="preserve">                 Laimutė Trakumienė</w:t>
      </w:r>
    </w:p>
    <w:p w:rsidR="000840A0" w:rsidRDefault="000840A0" w:rsidP="009F708F">
      <w:pPr>
        <w:jc w:val="both"/>
      </w:pPr>
    </w:p>
    <w:p w:rsidR="000840A0" w:rsidRDefault="000840A0" w:rsidP="009F708F">
      <w:pPr>
        <w:jc w:val="both"/>
      </w:pPr>
    </w:p>
    <w:p w:rsidR="000840A0" w:rsidRDefault="000840A0" w:rsidP="009F708F">
      <w:pPr>
        <w:jc w:val="both"/>
      </w:pPr>
    </w:p>
    <w:p w:rsidR="000840A0" w:rsidRDefault="000840A0" w:rsidP="009F708F">
      <w:pPr>
        <w:jc w:val="both"/>
      </w:pPr>
    </w:p>
    <w:p w:rsidR="000840A0" w:rsidRDefault="000840A0" w:rsidP="009F708F">
      <w:pPr>
        <w:jc w:val="both"/>
      </w:pPr>
    </w:p>
    <w:p w:rsidR="000840A0" w:rsidRPr="00BB3165" w:rsidRDefault="000840A0" w:rsidP="009F708F">
      <w:pPr>
        <w:jc w:val="both"/>
      </w:pPr>
    </w:p>
    <w:p w:rsidR="000840A0" w:rsidRDefault="000840A0" w:rsidP="009F708F">
      <w:pPr>
        <w:jc w:val="both"/>
      </w:pPr>
      <w:r>
        <w:tab/>
      </w:r>
    </w:p>
    <w:p w:rsidR="000840A0" w:rsidRDefault="000840A0" w:rsidP="009F708F">
      <w:pPr>
        <w:jc w:val="both"/>
      </w:pPr>
    </w:p>
    <w:p w:rsidR="000840A0" w:rsidRDefault="000840A0" w:rsidP="009F708F">
      <w:pPr>
        <w:widowControl w:val="0"/>
        <w:jc w:val="both"/>
        <w:rPr>
          <w:b/>
          <w:bCs/>
          <w:caps/>
          <w:lang w:eastAsia="my-MM" w:bidi="my-MM"/>
        </w:rPr>
      </w:pPr>
      <w:r>
        <w:rPr>
          <w:b/>
          <w:bCs/>
          <w:caps/>
          <w:lang w:eastAsia="my-MM" w:bidi="my-MM"/>
        </w:rPr>
        <w:t xml:space="preserve">                                                          </w:t>
      </w:r>
    </w:p>
    <w:sectPr w:rsidR="000840A0" w:rsidSect="009F708F">
      <w:pgSz w:w="11906" w:h="16838" w:code="9"/>
      <w:pgMar w:top="1134"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Calibri">
    <w:panose1 w:val="020F0502020204030204"/>
    <w:charset w:val="BA"/>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296"/>
  <w:hyphenationZone w:val="396"/>
  <w:doNotHyphenateCaps/>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49A1"/>
    <w:rsid w:val="00002C74"/>
    <w:rsid w:val="00015745"/>
    <w:rsid w:val="000236B2"/>
    <w:rsid w:val="0006268A"/>
    <w:rsid w:val="00072080"/>
    <w:rsid w:val="000840A0"/>
    <w:rsid w:val="000907D9"/>
    <w:rsid w:val="000B4EFA"/>
    <w:rsid w:val="000D0B1B"/>
    <w:rsid w:val="000D1F6E"/>
    <w:rsid w:val="000E4319"/>
    <w:rsid w:val="001036CF"/>
    <w:rsid w:val="001379F9"/>
    <w:rsid w:val="00140585"/>
    <w:rsid w:val="00146277"/>
    <w:rsid w:val="0015133F"/>
    <w:rsid w:val="0016378F"/>
    <w:rsid w:val="001767B0"/>
    <w:rsid w:val="001B39D8"/>
    <w:rsid w:val="001C5DE8"/>
    <w:rsid w:val="001F7AD9"/>
    <w:rsid w:val="00210CBF"/>
    <w:rsid w:val="00211D26"/>
    <w:rsid w:val="00213B3A"/>
    <w:rsid w:val="00247C8A"/>
    <w:rsid w:val="00252B9B"/>
    <w:rsid w:val="00267763"/>
    <w:rsid w:val="00277B84"/>
    <w:rsid w:val="002A6B75"/>
    <w:rsid w:val="002B75A4"/>
    <w:rsid w:val="002E25C0"/>
    <w:rsid w:val="002E5472"/>
    <w:rsid w:val="00301B36"/>
    <w:rsid w:val="00311DE0"/>
    <w:rsid w:val="00381D9E"/>
    <w:rsid w:val="00395865"/>
    <w:rsid w:val="003A56BF"/>
    <w:rsid w:val="003C4395"/>
    <w:rsid w:val="00467B52"/>
    <w:rsid w:val="00470862"/>
    <w:rsid w:val="00494C16"/>
    <w:rsid w:val="004A7BDF"/>
    <w:rsid w:val="004B0EBB"/>
    <w:rsid w:val="00547483"/>
    <w:rsid w:val="00555923"/>
    <w:rsid w:val="005761C4"/>
    <w:rsid w:val="00577823"/>
    <w:rsid w:val="00580084"/>
    <w:rsid w:val="0058201D"/>
    <w:rsid w:val="00594FDA"/>
    <w:rsid w:val="00595F3B"/>
    <w:rsid w:val="005B516A"/>
    <w:rsid w:val="005E1008"/>
    <w:rsid w:val="005E484B"/>
    <w:rsid w:val="0061797F"/>
    <w:rsid w:val="00677E61"/>
    <w:rsid w:val="006A6007"/>
    <w:rsid w:val="006F5609"/>
    <w:rsid w:val="00722956"/>
    <w:rsid w:val="0072476B"/>
    <w:rsid w:val="00732A64"/>
    <w:rsid w:val="00741BA5"/>
    <w:rsid w:val="00794CBC"/>
    <w:rsid w:val="00794F31"/>
    <w:rsid w:val="007B5CA7"/>
    <w:rsid w:val="007B5FA7"/>
    <w:rsid w:val="007C3C0A"/>
    <w:rsid w:val="007C4D0A"/>
    <w:rsid w:val="007D46EC"/>
    <w:rsid w:val="007D4B69"/>
    <w:rsid w:val="008B3996"/>
    <w:rsid w:val="008D19BB"/>
    <w:rsid w:val="009027B9"/>
    <w:rsid w:val="0092017A"/>
    <w:rsid w:val="00922D96"/>
    <w:rsid w:val="0092759E"/>
    <w:rsid w:val="00954C0E"/>
    <w:rsid w:val="009A3AB4"/>
    <w:rsid w:val="009B6599"/>
    <w:rsid w:val="009D734B"/>
    <w:rsid w:val="009F708F"/>
    <w:rsid w:val="00A04FD2"/>
    <w:rsid w:val="00A244AB"/>
    <w:rsid w:val="00A63F9E"/>
    <w:rsid w:val="00A8190C"/>
    <w:rsid w:val="00A94EDD"/>
    <w:rsid w:val="00A97EFE"/>
    <w:rsid w:val="00AB0E7F"/>
    <w:rsid w:val="00AB15EC"/>
    <w:rsid w:val="00AB1FA4"/>
    <w:rsid w:val="00AB49A1"/>
    <w:rsid w:val="00AF57AF"/>
    <w:rsid w:val="00B01E54"/>
    <w:rsid w:val="00B46272"/>
    <w:rsid w:val="00B9761C"/>
    <w:rsid w:val="00BB3165"/>
    <w:rsid w:val="00BB5031"/>
    <w:rsid w:val="00C13CDA"/>
    <w:rsid w:val="00C22AD7"/>
    <w:rsid w:val="00C37677"/>
    <w:rsid w:val="00CA0A59"/>
    <w:rsid w:val="00CB00D1"/>
    <w:rsid w:val="00CE4934"/>
    <w:rsid w:val="00D4314E"/>
    <w:rsid w:val="00D45B55"/>
    <w:rsid w:val="00D541A1"/>
    <w:rsid w:val="00D56554"/>
    <w:rsid w:val="00DA369A"/>
    <w:rsid w:val="00DB2111"/>
    <w:rsid w:val="00DB5E1F"/>
    <w:rsid w:val="00DC3926"/>
    <w:rsid w:val="00DE2EB2"/>
    <w:rsid w:val="00DE6703"/>
    <w:rsid w:val="00E11ADE"/>
    <w:rsid w:val="00E12F12"/>
    <w:rsid w:val="00E61579"/>
    <w:rsid w:val="00E725B7"/>
    <w:rsid w:val="00E725BB"/>
    <w:rsid w:val="00E854D9"/>
    <w:rsid w:val="00F01168"/>
    <w:rsid w:val="00F65C6C"/>
    <w:rsid w:val="00F73C2C"/>
    <w:rsid w:val="00FE1480"/>
    <w:rsid w:val="00FE1F6A"/>
    <w:rsid w:val="00FF2E9D"/>
  </w:rsids>
  <m:mathPr>
    <m:mathFont m:val="Cambria Math"/>
    <m:brkBin m:val="before"/>
    <m:brkBinSub m:val="--"/>
    <m:smallFrac m:val="off"/>
    <m:dispDef/>
    <m:lMargin m:val="0"/>
    <m:rMargin m:val="0"/>
    <m:defJc m:val="centerGroup"/>
    <m:wrapIndent m:val="1440"/>
    <m:intLim m:val="subSup"/>
    <m:naryLim m:val="undOvr"/>
  </m:mathPr>
  <w:uiCompat97To2003/>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084"/>
    <w:rPr>
      <w:sz w:val="24"/>
      <w:szCs w:val="24"/>
    </w:rPr>
  </w:style>
  <w:style w:type="paragraph" w:styleId="Heading1">
    <w:name w:val="heading 1"/>
    <w:basedOn w:val="Normal"/>
    <w:next w:val="Normal"/>
    <w:link w:val="Heading1Char"/>
    <w:uiPriority w:val="99"/>
    <w:qFormat/>
    <w:locked/>
    <w:rsid w:val="009F708F"/>
    <w:pPr>
      <w:widowControl w:val="0"/>
      <w:spacing w:line="360" w:lineRule="auto"/>
      <w:jc w:val="center"/>
      <w:outlineLvl w:val="0"/>
    </w:pPr>
    <w:rPr>
      <w:b/>
      <w:bCs/>
      <w:sz w:val="28"/>
      <w:szCs w:val="28"/>
    </w:rPr>
  </w:style>
  <w:style w:type="paragraph" w:styleId="Heading2">
    <w:name w:val="heading 2"/>
    <w:basedOn w:val="Normal"/>
    <w:next w:val="Normal"/>
    <w:link w:val="Heading2Char"/>
    <w:uiPriority w:val="99"/>
    <w:qFormat/>
    <w:locked/>
    <w:rsid w:val="009F708F"/>
    <w:pPr>
      <w:widowControl w:val="0"/>
      <w:jc w:val="center"/>
      <w:outlineLvl w:val="1"/>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7B52"/>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467B52"/>
    <w:rPr>
      <w:rFonts w:ascii="Cambria" w:hAnsi="Cambria" w:cs="Cambria"/>
      <w:b/>
      <w:bCs/>
      <w:i/>
      <w:iCs/>
      <w:sz w:val="28"/>
      <w:szCs w:val="28"/>
    </w:rPr>
  </w:style>
  <w:style w:type="table" w:styleId="TableGrid">
    <w:name w:val="Table Grid"/>
    <w:basedOn w:val="TableNormal"/>
    <w:uiPriority w:val="99"/>
    <w:rsid w:val="002E25C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E25C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7B52"/>
    <w:rPr>
      <w:sz w:val="2"/>
      <w:szCs w:val="2"/>
    </w:rPr>
  </w:style>
  <w:style w:type="paragraph" w:customStyle="1" w:styleId="Betarp">
    <w:name w:val="Be tarpų"/>
    <w:uiPriority w:val="99"/>
    <w:rsid w:val="009F708F"/>
    <w:rPr>
      <w:sz w:val="24"/>
      <w:szCs w:val="24"/>
      <w:lang w:eastAsia="en-US"/>
    </w:rPr>
  </w:style>
  <w:style w:type="character" w:styleId="CommentReference">
    <w:name w:val="annotation reference"/>
    <w:basedOn w:val="DefaultParagraphFont"/>
    <w:uiPriority w:val="99"/>
    <w:semiHidden/>
    <w:rsid w:val="00002C74"/>
    <w:rPr>
      <w:sz w:val="16"/>
      <w:szCs w:val="16"/>
    </w:rPr>
  </w:style>
</w:styles>
</file>

<file path=word/webSettings.xml><?xml version="1.0" encoding="utf-8"?>
<w:webSettings xmlns:r="http://schemas.openxmlformats.org/officeDocument/2006/relationships" xmlns:w="http://schemas.openxmlformats.org/wordprocessingml/2006/main">
  <w:divs>
    <w:div w:id="409815582">
      <w:marLeft w:val="0"/>
      <w:marRight w:val="0"/>
      <w:marTop w:val="0"/>
      <w:marBottom w:val="0"/>
      <w:divBdr>
        <w:top w:val="none" w:sz="0" w:space="0" w:color="auto"/>
        <w:left w:val="none" w:sz="0" w:space="0" w:color="auto"/>
        <w:bottom w:val="none" w:sz="0" w:space="0" w:color="auto"/>
        <w:right w:val="none" w:sz="0" w:space="0" w:color="auto"/>
      </w:divBdr>
    </w:div>
    <w:div w:id="409815583">
      <w:marLeft w:val="0"/>
      <w:marRight w:val="0"/>
      <w:marTop w:val="0"/>
      <w:marBottom w:val="0"/>
      <w:divBdr>
        <w:top w:val="none" w:sz="0" w:space="0" w:color="auto"/>
        <w:left w:val="none" w:sz="0" w:space="0" w:color="auto"/>
        <w:bottom w:val="none" w:sz="0" w:space="0" w:color="auto"/>
        <w:right w:val="none" w:sz="0" w:space="0" w:color="auto"/>
      </w:divBdr>
    </w:div>
    <w:div w:id="4098155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15</Pages>
  <Words>28900</Words>
  <Characters>16474</Characters>
  <Application>Microsoft Office Outlook</Application>
  <DocSecurity>0</DocSecurity>
  <Lines>0</Lines>
  <Paragraphs>0</Paragraphs>
  <ScaleCrop>false</ScaleCrop>
  <Company>Private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Alina Jonutienė</dc:creator>
  <cp:keywords/>
  <dc:description/>
  <cp:lastModifiedBy>rima</cp:lastModifiedBy>
  <cp:revision>12</cp:revision>
  <cp:lastPrinted>2015-06-29T07:43:00Z</cp:lastPrinted>
  <dcterms:created xsi:type="dcterms:W3CDTF">2015-06-25T13:34:00Z</dcterms:created>
  <dcterms:modified xsi:type="dcterms:W3CDTF">2015-06-29T07:43:00Z</dcterms:modified>
</cp:coreProperties>
</file>